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/>
        <w:t>Auf blaues Papier, in Karten geschnitten</w:t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10"/>
        <w:gridCol w:w="2408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Gewaltmonopol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Territoriale Integrität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staatliche Beteiligung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Oktroi des Stär</w:t>
              <w:softHyphen/>
              <w:t>keren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Oktroi des He</w:t>
              <w:softHyphen/>
              <w:t>gemons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Machtpolitik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Konferenzen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Instrumentali</w:t>
              <w:softHyphen/>
              <w:t>sierung internationaler Organisationen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Anhän</w:t>
              <w:softHyphen/>
              <w:t>ger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Supranationali</w:t>
              <w:softHyphen/>
              <w:t>sierung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Verregelung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jeweilige Führung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Absprachen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Steuermonopol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Bevölkerung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Supranationalisierung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Ausbeutung der Beherrschten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Unterstützung von Mitgliedern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nationale Ge</w:t>
              <w:softHyphen/>
              <w:t>sellschaften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internationale Staatengemeinschaft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10"/>
        <w:gridCol w:w="2408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Gewaltmonopol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Territoriale Integrität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staatliche Beteiligung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Oktroi des Stär</w:t>
              <w:softHyphen/>
              <w:t>keren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Oktroi des He</w:t>
              <w:softHyphen/>
              <w:t>gemons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Machtpolitik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Konferenzen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Instrumentali</w:t>
              <w:softHyphen/>
              <w:t>sierung internationaler Organisationen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Anhän</w:t>
              <w:softHyphen/>
              <w:t>ger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Supranationali</w:t>
              <w:softHyphen/>
              <w:t>sierung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Verregelung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jeweilige Führung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Absprachen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Steuermonopol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Bevölkerung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Supranationalisierung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Ausbeutung der Beherrschten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Unterstützung von Mitgliedern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nationale Ge</w:t>
              <w:softHyphen/>
              <w:t>sellschaften</w:t>
            </w:r>
          </w:p>
        </w:tc>
        <w:tc>
          <w:tcPr>
            <w:tcW w:w="2408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internationale Staatengemeinschaft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85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sz w:val="16"/>
        <w:szCs w:val="24"/>
      </w:rPr>
    </w:pPr>
    <w:r>
      <w:rPr>
        <w:sz w:val="16"/>
        <w:szCs w:val="24"/>
      </w:rPr>
      <w:t>Gemeinschaftskunde KS</w:t>
    </w:r>
  </w:p>
  <w:p>
    <w:pPr>
      <w:pStyle w:val="Kopfzeile"/>
      <w:rPr>
        <w:sz w:val="16"/>
        <w:szCs w:val="24"/>
        <w:u w:val="single"/>
      </w:rPr>
    </w:pPr>
    <w:bookmarkStart w:id="0" w:name="__DdeLink__3867_2609381947"/>
    <w:r>
      <w:rPr>
        <w:sz w:val="16"/>
        <w:szCs w:val="24"/>
        <w:u w:val="single"/>
      </w:rPr>
      <w:t>UE: Internationale Beziehungen</w:t>
      <w:tab/>
      <w:tab/>
      <w:t>AB05-</w:t>
    </w:r>
    <w:r>
      <w:rPr>
        <w:sz w:val="16"/>
        <w:szCs w:val="24"/>
        <w:u w:val="single"/>
      </w:rPr>
      <w:t>1</w:t>
    </w:r>
    <w:r>
      <w:rPr>
        <w:sz w:val="16"/>
        <w:szCs w:val="24"/>
        <w:u w:val="single"/>
      </w:rPr>
      <w:t>-Dif-b</w:t>
    </w:r>
    <w:bookmarkEnd w:id="0"/>
  </w:p>
</w:hdr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14</TotalTime>
  <Application>LibreOffice/6.0.7.3$Linux_X86_64 LibreOffice_project/00m0$Build-3</Application>
  <Pages>1</Pages>
  <Words>88</Words>
  <Characters>899</Characters>
  <CharactersWithSpaces>945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2020-02-26T11:02:37Z</dcterms:created>
  <dc:creator/>
  <dc:description/>
  <dc:language>de-DE</dc:language>
  <cp:lastModifiedBy/>
  <dcterms:modified xsi:type="dcterms:W3CDTF">2020-02-26T15:07:50Z</dcterms:modified>
  <cp:revision>6</cp:revision>
  <dc:subject/>
  <dc:title>A4</dc:title>
</cp:coreProperties>
</file>