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D9E" w:rsidRDefault="00A20D9E" w:rsidP="00A20D9E">
      <w:pPr>
        <w:pStyle w:val="ZPGTitel"/>
        <w:spacing w:before="0" w:after="0"/>
      </w:pPr>
    </w:p>
    <w:p w:rsidR="00A20D9E" w:rsidRDefault="00A20D9E" w:rsidP="00A20D9E">
      <w:pPr>
        <w:pStyle w:val="ZPGTitel"/>
        <w:spacing w:before="0" w:after="0"/>
      </w:pPr>
    </w:p>
    <w:p w:rsidR="00A20D9E" w:rsidRDefault="00A20D9E" w:rsidP="00A20D9E">
      <w:pPr>
        <w:pStyle w:val="ZPGTitel"/>
        <w:spacing w:before="0" w:after="0"/>
      </w:pPr>
      <w:r>
        <w:t>Fluchtgeschwindigkeiten</w:t>
      </w:r>
    </w:p>
    <w:p w:rsidR="00A20D9E" w:rsidRPr="00C22453" w:rsidRDefault="00A20D9E" w:rsidP="00A20D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de-DE"/>
        </w:rPr>
      </w:pPr>
    </w:p>
    <w:p w:rsidR="00A20D9E" w:rsidRDefault="00A20D9E" w:rsidP="00A20D9E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3505B">
        <w:rPr>
          <w:rFonts w:ascii="Arial" w:eastAsia="Times New Roman" w:hAnsi="Arial" w:cs="Arial"/>
          <w:b/>
          <w:lang w:eastAsia="de-DE"/>
        </w:rPr>
        <w:t>(1)</w:t>
      </w:r>
      <w:r w:rsidRPr="00F3505B">
        <w:rPr>
          <w:rFonts w:ascii="Arial" w:eastAsia="Times New Roman" w:hAnsi="Arial" w:cs="Arial"/>
          <w:lang w:eastAsia="de-DE"/>
        </w:rPr>
        <w:t xml:space="preserve"> </w:t>
      </w:r>
      <w:r w:rsidRPr="00F3505B">
        <w:rPr>
          <w:rFonts w:ascii="Arial" w:eastAsia="Times New Roman" w:hAnsi="Arial" w:cs="Arial"/>
          <w:lang w:eastAsia="de-DE"/>
        </w:rPr>
        <w:tab/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Berechne jeweils die Fluchtgeschwindigkeit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v</w:t>
      </w:r>
      <w:r w:rsidRPr="00A20D9E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F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von den Oberflächen der folgenden Objekte:</w:t>
      </w:r>
    </w:p>
    <w:p w:rsidR="00A20D9E" w:rsidRPr="00FF5617" w:rsidRDefault="00A20D9E" w:rsidP="00A20D9E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FF5617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Mars: 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M = </w:t>
      </w:r>
      <w:r w:rsidRPr="00FF5617">
        <w:rPr>
          <w:rFonts w:ascii="Arial" w:hAnsi="Arial" w:cs="Arial"/>
          <w:sz w:val="24"/>
          <w:szCs w:val="24"/>
        </w:rPr>
        <w:t>6,419 · 10</w:t>
      </w:r>
      <w:r w:rsidRPr="00FF5617">
        <w:rPr>
          <w:rFonts w:ascii="Arial" w:hAnsi="Arial" w:cs="Arial"/>
          <w:sz w:val="24"/>
          <w:szCs w:val="24"/>
          <w:vertAlign w:val="superscript"/>
        </w:rPr>
        <w:t>23</w:t>
      </w:r>
      <w:r w:rsidRPr="00FF5617">
        <w:rPr>
          <w:rFonts w:ascii="Arial" w:hAnsi="Arial" w:cs="Arial"/>
          <w:sz w:val="24"/>
          <w:szCs w:val="24"/>
        </w:rPr>
        <w:t xml:space="preserve"> kg, </w:t>
      </w:r>
      <w:r w:rsidRPr="00FF5617">
        <w:rPr>
          <w:rFonts w:ascii="Arial" w:hAnsi="Arial" w:cs="Arial"/>
          <w:sz w:val="24"/>
          <w:szCs w:val="24"/>
        </w:rPr>
        <w:tab/>
        <w:t>R = 3 389,5 km</w:t>
      </w: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FF5617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sz w:val="24"/>
          <w:szCs w:val="24"/>
          <w:lang w:eastAsia="de-DE"/>
        </w:rPr>
        <w:t>Jupiter: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M = </w:t>
      </w:r>
      <w:r w:rsidRPr="00FF5617">
        <w:rPr>
          <w:rFonts w:ascii="Arial" w:hAnsi="Arial" w:cs="Arial"/>
          <w:color w:val="222222"/>
          <w:sz w:val="24"/>
          <w:szCs w:val="24"/>
        </w:rPr>
        <w:t>1,898</w:t>
      </w:r>
      <w:r w:rsidRPr="00FF5617">
        <w:rPr>
          <w:rFonts w:ascii="Arial" w:hAnsi="Arial" w:cs="Arial"/>
          <w:sz w:val="24"/>
          <w:szCs w:val="24"/>
        </w:rPr>
        <w:t> · </w:t>
      </w:r>
      <w:r w:rsidRPr="00FF5617">
        <w:rPr>
          <w:rFonts w:ascii="Arial" w:hAnsi="Arial" w:cs="Arial"/>
          <w:color w:val="222222"/>
          <w:sz w:val="24"/>
          <w:szCs w:val="24"/>
        </w:rPr>
        <w:t>10</w:t>
      </w:r>
      <w:r w:rsidRPr="00FF5617">
        <w:rPr>
          <w:rFonts w:ascii="Arial" w:hAnsi="Arial" w:cs="Arial"/>
          <w:color w:val="222222"/>
          <w:sz w:val="24"/>
          <w:szCs w:val="24"/>
          <w:vertAlign w:val="superscript"/>
        </w:rPr>
        <w:t>27</w:t>
      </w:r>
      <w:r w:rsidRPr="00FF5617">
        <w:rPr>
          <w:rFonts w:ascii="Arial" w:hAnsi="Arial" w:cs="Arial"/>
          <w:color w:val="222222"/>
          <w:sz w:val="24"/>
          <w:szCs w:val="24"/>
        </w:rPr>
        <w:t> kg,</w:t>
      </w:r>
      <w:r w:rsidRPr="00FF5617">
        <w:rPr>
          <w:rFonts w:ascii="Arial" w:hAnsi="Arial" w:cs="Arial"/>
          <w:color w:val="222222"/>
          <w:sz w:val="24"/>
          <w:szCs w:val="24"/>
        </w:rPr>
        <w:tab/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R = 69 911 km</w:t>
      </w: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A20D9E" w:rsidRPr="00FF5617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Sonne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: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  <w:t>M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>1,989</w:t>
      </w:r>
      <w:r w:rsidRPr="00FF5617">
        <w:rPr>
          <w:rFonts w:ascii="Arial" w:hAnsi="Arial" w:cs="Arial"/>
          <w:sz w:val="24"/>
          <w:szCs w:val="24"/>
          <w:lang w:val="en-US"/>
        </w:rPr>
        <w:t> · 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>10</w:t>
      </w:r>
      <w:r w:rsidRPr="00FF5617">
        <w:rPr>
          <w:rFonts w:ascii="Arial" w:eastAsia="Times New Roman" w:hAnsi="Arial" w:cs="Arial"/>
          <w:color w:val="222222"/>
          <w:sz w:val="24"/>
          <w:szCs w:val="24"/>
          <w:vertAlign w:val="superscript"/>
          <w:lang w:val="en-US" w:eastAsia="de-DE"/>
        </w:rPr>
        <w:t>30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 xml:space="preserve"> kg, </w:t>
      </w:r>
      <w:r w:rsidRPr="00FF5617">
        <w:rPr>
          <w:rFonts w:ascii="Arial" w:eastAsia="Times New Roman" w:hAnsi="Arial" w:cs="Arial"/>
          <w:color w:val="222222"/>
          <w:sz w:val="24"/>
          <w:szCs w:val="24"/>
          <w:lang w:val="en-US" w:eastAsia="de-DE"/>
        </w:rPr>
        <w:tab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R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val="en-US"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= 695 510 km</w:t>
      </w: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9E0FF1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A20D9E" w:rsidRPr="00FF5617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VY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Canis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Majoris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 xml:space="preserve">: 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  <w:t>M = 40 M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>,</w:t>
      </w:r>
      <w:r w:rsidRPr="00FF5617">
        <w:rPr>
          <w:rFonts w:ascii="Arial" w:eastAsia="Times New Roman" w:hAnsi="Arial" w:cs="Arial"/>
          <w:sz w:val="24"/>
          <w:szCs w:val="24"/>
          <w:lang w:val="en-US" w:eastAsia="de-DE"/>
        </w:rPr>
        <w:tab/>
        <w:t>R = 1420 R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val="en-US" w:eastAsia="de-DE"/>
        </w:rPr>
        <w:sym w:font="Wingdings 2" w:char="F080"/>
      </w: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A20D9E" w:rsidRPr="009022F7" w:rsidRDefault="00A20D9E" w:rsidP="00A20D9E">
      <w:pPr>
        <w:tabs>
          <w:tab w:val="left" w:pos="2410"/>
          <w:tab w:val="left" w:pos="4962"/>
        </w:tabs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:rsidR="00A20D9E" w:rsidRDefault="00A20D9E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Pr="00FF5617" w:rsidRDefault="00413038" w:rsidP="00A20D9E">
      <w:pPr>
        <w:tabs>
          <w:tab w:val="left" w:pos="2410"/>
          <w:tab w:val="left" w:pos="4962"/>
        </w:tabs>
        <w:spacing w:after="120" w:line="240" w:lineRule="auto"/>
        <w:ind w:left="425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4.95pt;margin-top:784.85pt;width:263.55pt;height:20.65pt;z-index:251658240;mso-position-vertical-relative:page;mso-width-relative:margin;mso-height-relative:margin" filled="f" stroked="f" strokecolor="black [3213]">
            <v:textbox style="mso-next-textbox:#_x0000_s1026">
              <w:txbxContent>
                <w:p w:rsidR="00A20D9E" w:rsidRPr="00A20D9E" w:rsidRDefault="00A20D9E" w:rsidP="00A20D9E">
                  <w:r w:rsidRPr="00A20D9E">
                    <w:t xml:space="preserve"> 1/2</w:t>
                  </w:r>
                </w:p>
              </w:txbxContent>
            </v:textbox>
            <w10:wrap anchory="page"/>
            <w10:anchorlock/>
          </v:shape>
        </w:pict>
      </w:r>
      <w:r w:rsidR="00A20D9E"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Neutronenstern: </w:t>
      </w:r>
      <w:r w:rsidR="00A20D9E"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>M = 2 M</w:t>
      </w:r>
      <w:r w:rsidR="00A20D9E"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sym w:font="Wingdings 2" w:char="F080"/>
      </w:r>
      <w:r w:rsidR="00A20D9E" w:rsidRPr="00FF5617"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="00A20D9E"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>R = 10 km</w:t>
      </w:r>
    </w:p>
    <w:p w:rsidR="00A20D9E" w:rsidRPr="00317CAF" w:rsidRDefault="00A20D9E" w:rsidP="00A20D9E">
      <w:pPr>
        <w:tabs>
          <w:tab w:val="left" w:pos="2410"/>
          <w:tab w:val="left" w:pos="4962"/>
        </w:tabs>
        <w:spacing w:after="0" w:line="240" w:lineRule="auto"/>
        <w:ind w:left="426" w:right="-142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426" w:hanging="425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395F92" w:rsidRDefault="00395F92" w:rsidP="00A20D9E">
      <w:pPr>
        <w:rPr>
          <w:szCs w:val="24"/>
        </w:rPr>
      </w:pPr>
    </w:p>
    <w:p w:rsidR="00A20D9E" w:rsidRDefault="00A20D9E" w:rsidP="00A20D9E">
      <w:pPr>
        <w:rPr>
          <w:szCs w:val="24"/>
        </w:rPr>
      </w:pPr>
    </w:p>
    <w:p w:rsidR="00A20D9E" w:rsidRDefault="00A20D9E" w:rsidP="00A20D9E">
      <w:pPr>
        <w:rPr>
          <w:szCs w:val="24"/>
        </w:rPr>
      </w:pPr>
    </w:p>
    <w:p w:rsidR="00A20D9E" w:rsidRDefault="00A20D9E" w:rsidP="00A20D9E">
      <w:pPr>
        <w:spacing w:after="240"/>
        <w:rPr>
          <w:szCs w:val="24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(2)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ab/>
        <w:t>Ist bei einem Objekt die Fluchtgeschwindigkeit an seiner „Oberfläche“ größer als die Lichtgeschwindigkeit c (v</w:t>
      </w:r>
      <w:r w:rsidRPr="00FF56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F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de-DE"/>
        </w:rPr>
        <w:t>&gt;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c = 3 ∙ 10</w:t>
      </w:r>
      <w:r w:rsidRPr="00FF5617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8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m/s (= 300 000 km/s)), so kann selbst Licht nicht mehr entweichen</w:t>
      </w:r>
      <w:r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A20D9E" w:rsidRPr="00FF5617" w:rsidRDefault="00A20D9E" w:rsidP="00A20D9E">
      <w:pPr>
        <w:tabs>
          <w:tab w:val="left" w:pos="1134"/>
          <w:tab w:val="left" w:pos="3686"/>
        </w:tabs>
        <w:spacing w:after="24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ab/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>Den Radius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dieses Objektes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nennt man Schwarzschild-Radius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CB44ED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de-DE"/>
        </w:rPr>
        <w:t>seine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„Oberfläche“ den Ereignishorizont, das Objekt </w:t>
      </w:r>
      <w:r>
        <w:rPr>
          <w:rFonts w:ascii="Arial" w:eastAsia="Times New Roman" w:hAnsi="Arial" w:cs="Arial"/>
          <w:sz w:val="24"/>
          <w:szCs w:val="24"/>
          <w:lang w:eastAsia="de-DE"/>
        </w:rPr>
        <w:t>selbst ist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ein Schwarzes Loch.</w:t>
      </w:r>
    </w:p>
    <w:p w:rsidR="00A20D9E" w:rsidRPr="00FF5617" w:rsidRDefault="00A20D9E" w:rsidP="00A20D9E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a)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Berechne, auf welchen Radius 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CB44ED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S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 die Erde schrumpfen müsste, damit sie ein Schwarzes Loch wäre.</w:t>
      </w:r>
    </w:p>
    <w:p w:rsidR="00A20D9E" w:rsidRDefault="00A20D9E" w:rsidP="00A20D9E">
      <w:pPr>
        <w:tabs>
          <w:tab w:val="left" w:pos="1134"/>
          <w:tab w:val="left" w:pos="3686"/>
        </w:tabs>
        <w:spacing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A20D9E" w:rsidRPr="00FF5617" w:rsidRDefault="00A20D9E" w:rsidP="00A20D9E">
      <w:pPr>
        <w:tabs>
          <w:tab w:val="left" w:pos="1134"/>
          <w:tab w:val="left" w:pos="3686"/>
        </w:tabs>
        <w:spacing w:after="12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de-DE"/>
        </w:rPr>
      </w:pPr>
      <w:r w:rsidRPr="00FF5617">
        <w:rPr>
          <w:rFonts w:ascii="Arial" w:eastAsia="Times New Roman" w:hAnsi="Arial" w:cs="Arial"/>
          <w:b/>
          <w:sz w:val="24"/>
          <w:szCs w:val="24"/>
          <w:lang w:eastAsia="de-DE"/>
        </w:rPr>
        <w:t>b)</w:t>
      </w:r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Sagittarius A* (</w:t>
      </w:r>
      <w:proofErr w:type="spellStart"/>
      <w:r w:rsidRPr="00FF5617">
        <w:rPr>
          <w:rFonts w:ascii="Arial" w:eastAsia="Times New Roman" w:hAnsi="Arial" w:cs="Arial"/>
          <w:sz w:val="24"/>
          <w:szCs w:val="24"/>
          <w:lang w:eastAsia="de-DE"/>
        </w:rPr>
        <w:t>Sgr</w:t>
      </w:r>
      <w:proofErr w:type="spellEnd"/>
      <w:r w:rsidRPr="00FF5617">
        <w:rPr>
          <w:rFonts w:ascii="Arial" w:eastAsia="Times New Roman" w:hAnsi="Arial" w:cs="Arial"/>
          <w:sz w:val="24"/>
          <w:szCs w:val="24"/>
          <w:lang w:eastAsia="de-DE"/>
        </w:rPr>
        <w:t xml:space="preserve"> A*) ist das Zentrum unserer Milchstraße, ein supermasse-reiches Schwarzes Loch mit 4,1 Mio. Sonnenmassen. </w:t>
      </w:r>
    </w:p>
    <w:p w:rsidR="00A20D9E" w:rsidRPr="00317CAF" w:rsidRDefault="00413038" w:rsidP="00632AF0">
      <w:pPr>
        <w:tabs>
          <w:tab w:val="left" w:pos="1134"/>
          <w:tab w:val="left" w:pos="3686"/>
        </w:tabs>
        <w:spacing w:line="240" w:lineRule="auto"/>
        <w:ind w:left="709" w:hanging="284"/>
        <w:rPr>
          <w:szCs w:val="36"/>
        </w:rPr>
      </w:pPr>
      <w:r w:rsidRPr="00413038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27" type="#_x0000_t202" style="position:absolute;left:0;text-align:left;margin-left:204.95pt;margin-top:786.35pt;width:263.55pt;height:20.65pt;z-index:251660288;mso-position-vertical-relative:page;mso-width-relative:margin;mso-height-relative:margin" filled="f" stroked="f" strokecolor="black [3213]">
            <v:textbox style="mso-next-textbox:#_x0000_s1027">
              <w:txbxContent>
                <w:p w:rsidR="00A20D9E" w:rsidRPr="003726A7" w:rsidRDefault="00A20D9E" w:rsidP="00A20D9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2/2</w:t>
                  </w:r>
                </w:p>
              </w:txbxContent>
            </v:textbox>
            <w10:wrap anchory="page"/>
            <w10:anchorlock/>
          </v:shape>
        </w:pict>
      </w:r>
      <w:r w:rsidR="00A20D9E" w:rsidRPr="00FF5617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632AF0" w:rsidRPr="00FF5617">
        <w:rPr>
          <w:rFonts w:ascii="Arial" w:eastAsia="Times New Roman" w:hAnsi="Arial" w:cs="Arial"/>
          <w:sz w:val="24"/>
          <w:szCs w:val="24"/>
          <w:lang w:eastAsia="de-DE"/>
        </w:rPr>
        <w:t>Be</w:t>
      </w:r>
      <w:r w:rsidR="00632AF0">
        <w:rPr>
          <w:rFonts w:ascii="Arial" w:eastAsia="Times New Roman" w:hAnsi="Arial" w:cs="Arial"/>
          <w:sz w:val="24"/>
          <w:szCs w:val="24"/>
          <w:lang w:eastAsia="de-DE"/>
        </w:rPr>
        <w:t>rechne den Schwarzschild-Radius seines Ereignishorizonts.</w:t>
      </w:r>
    </w:p>
    <w:p w:rsidR="00A20D9E" w:rsidRPr="00A20D9E" w:rsidRDefault="00413038" w:rsidP="00A20D9E">
      <w:pPr>
        <w:rPr>
          <w:szCs w:val="24"/>
        </w:rPr>
      </w:pPr>
      <w:r>
        <w:rPr>
          <w:noProof/>
          <w:szCs w:val="24"/>
          <w:lang w:eastAsia="de-DE"/>
        </w:rPr>
        <w:pict>
          <v:shape id="_x0000_s1028" type="#_x0000_t202" style="position:absolute;margin-left:204.95pt;margin-top:785.6pt;width:263.55pt;height:20.65pt;z-index:251661312;mso-position-vertical-relative:page;mso-width-relative:margin;mso-height-relative:margin" filled="f" stroked="f" strokecolor="black [3213]">
            <v:textbox style="mso-next-textbox:#_x0000_s1028">
              <w:txbxContent>
                <w:p w:rsidR="00A20D9E" w:rsidRPr="00A20D9E" w:rsidRDefault="00A20D9E" w:rsidP="00A20D9E">
                  <w:r w:rsidRPr="00A20D9E">
                    <w:t xml:space="preserve"> 2/2</w:t>
                  </w:r>
                </w:p>
              </w:txbxContent>
            </v:textbox>
            <w10:wrap anchory="page"/>
            <w10:anchorlock/>
          </v:shape>
        </w:pict>
      </w:r>
    </w:p>
    <w:sectPr w:rsidR="00A20D9E" w:rsidRPr="00A20D9E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06" w:rsidRDefault="00A15706" w:rsidP="00762DC9">
      <w:pPr>
        <w:spacing w:after="0" w:line="240" w:lineRule="auto"/>
      </w:pPr>
      <w:r>
        <w:separator/>
      </w:r>
    </w:p>
  </w:endnote>
  <w:endnote w:type="continuationSeparator" w:id="0">
    <w:p w:rsidR="00A15706" w:rsidRDefault="00A15706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038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A059C9" w:rsidP="00762DC9">
                  <w:r>
                    <w:t xml:space="preserve">S. </w:t>
                  </w:r>
                  <w:r w:rsidR="00CB44ED">
                    <w:t>Hanssen (22</w:t>
                  </w:r>
                  <w:r w:rsidR="00A20D9E">
                    <w:t>.04.2020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06" w:rsidRDefault="00A15706" w:rsidP="00762DC9">
      <w:pPr>
        <w:spacing w:after="0" w:line="240" w:lineRule="auto"/>
      </w:pPr>
      <w:r>
        <w:separator/>
      </w:r>
    </w:p>
  </w:footnote>
  <w:footnote w:type="continuationSeparator" w:id="0">
    <w:p w:rsidR="00A15706" w:rsidRDefault="00A15706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038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7282">
      <o:colormenu v:ext="edit" fillcolor="none"/>
    </o:shapedefaults>
    <o:shapelayout v:ext="edit">
      <o:idmap v:ext="edit" data="2"/>
      <o:rules v:ext="edit">
        <o:r id="V:Rule66" type="connector" idref="#_x0000_s2501"/>
        <o:r id="V:Rule67" type="connector" idref="#_x0000_s2337"/>
        <o:r id="V:Rule68" type="connector" idref="#_x0000_s2344"/>
        <o:r id="V:Rule69" type="connector" idref="#_x0000_s2572"/>
        <o:r id="V:Rule70" type="connector" idref="#_x0000_s2591"/>
        <o:r id="V:Rule71" type="connector" idref="#_x0000_s2513"/>
        <o:r id="V:Rule72" type="connector" idref="#_x0000_s2345"/>
        <o:r id="V:Rule73" type="connector" idref="#_x0000_s2583"/>
        <o:r id="V:Rule74" type="connector" idref="#_x0000_s2340"/>
        <o:r id="V:Rule75" type="connector" idref="#_x0000_s2511"/>
        <o:r id="V:Rule76" type="connector" idref="#_x0000_s2569"/>
        <o:r id="V:Rule77" type="connector" idref="#_x0000_s2502"/>
        <o:r id="V:Rule78" type="connector" idref="#_x0000_s2561"/>
        <o:r id="V:Rule79" type="connector" idref="#_x0000_s2593"/>
        <o:r id="V:Rule80" type="connector" idref="#_x0000_s2563"/>
        <o:r id="V:Rule81" type="connector" idref="#_x0000_s2504"/>
        <o:r id="V:Rule82" type="connector" idref="#_x0000_s2500"/>
        <o:r id="V:Rule83" type="connector" idref="#_x0000_s2587"/>
        <o:r id="V:Rule84" type="connector" idref="#_x0000_s2590"/>
        <o:r id="V:Rule85" type="connector" idref="#_x0000_s2571"/>
        <o:r id="V:Rule86" type="connector" idref="#_x0000_s2487"/>
        <o:r id="V:Rule87" type="connector" idref="#_x0000_s2515"/>
        <o:r id="V:Rule88" type="connector" idref="#_x0000_s2518"/>
        <o:r id="V:Rule89" type="connector" idref="#_x0000_s2516"/>
        <o:r id="V:Rule90" type="connector" idref="#_x0000_s2267"/>
        <o:r id="V:Rule91" type="connector" idref="#_x0000_s2339"/>
        <o:r id="V:Rule92" type="connector" idref="#_x0000_s2343"/>
        <o:r id="V:Rule93" type="connector" idref="#_x0000_s2588"/>
        <o:r id="V:Rule94" type="connector" idref="#_x0000_s2264"/>
        <o:r id="V:Rule95" type="connector" idref="#_x0000_s2589"/>
        <o:r id="V:Rule96" type="connector" idref="#_x0000_s2553"/>
        <o:r id="V:Rule97" type="connector" idref="#_x0000_s2514"/>
        <o:r id="V:Rule98" type="connector" idref="#_x0000_s2559"/>
        <o:r id="V:Rule99" type="connector" idref="#_x0000_s2584"/>
        <o:r id="V:Rule100" type="connector" idref="#_x0000_s2346"/>
        <o:r id="V:Rule101" type="connector" idref="#_x0000_s2560"/>
        <o:r id="V:Rule102" type="connector" idref="#_x0000_s2263"/>
        <o:r id="V:Rule103" type="connector" idref="#_x0000_s2570"/>
        <o:r id="V:Rule104" type="connector" idref="#_x0000_s2592"/>
        <o:r id="V:Rule105" type="connector" idref="#_x0000_s2347"/>
        <o:r id="V:Rule106" type="connector" idref="#_x0000_s2594"/>
        <o:r id="V:Rule107" type="connector" idref="#_x0000_s2550"/>
        <o:r id="V:Rule108" type="connector" idref="#_x0000_s2512"/>
        <o:r id="V:Rule109" type="connector" idref="#_x0000_s2554"/>
        <o:r id="V:Rule110" type="connector" idref="#_x0000_s2503"/>
        <o:r id="V:Rule111" type="connector" idref="#_x0000_s2341"/>
        <o:r id="V:Rule112" type="connector" idref="#_x0000_s2552"/>
        <o:r id="V:Rule113" type="connector" idref="#_x0000_s2555"/>
        <o:r id="V:Rule114" type="connector" idref="#_x0000_s2342"/>
        <o:r id="V:Rule115" type="connector" idref="#_x0000_s2551"/>
        <o:r id="V:Rule116" type="connector" idref="#_x0000_s2568"/>
        <o:r id="V:Rule117" type="connector" idref="#_x0000_s2510"/>
        <o:r id="V:Rule118" type="connector" idref="#_x0000_s2573"/>
        <o:r id="V:Rule119" type="connector" idref="#_x0000_s2519"/>
        <o:r id="V:Rule120" type="connector" idref="#_x0000_s2338"/>
        <o:r id="V:Rule121" type="connector" idref="#_x0000_s2268"/>
        <o:r id="V:Rule122" type="connector" idref="#_x0000_s2505"/>
        <o:r id="V:Rule123" type="connector" idref="#_x0000_s2499"/>
        <o:r id="V:Rule124" type="connector" idref="#_x0000_s2269"/>
        <o:r id="V:Rule125" type="connector" idref="#_x0000_s2494"/>
        <o:r id="V:Rule126" type="connector" idref="#_x0000_s2564"/>
        <o:r id="V:Rule127" type="connector" idref="#_x0000_s2493"/>
        <o:r id="V:Rule128" type="connector" idref="#_x0000_s2586"/>
        <o:r id="V:Rule129" type="connector" idref="#_x0000_s2585"/>
        <o:r id="V:Rule130" type="connector" idref="#_x0000_s25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663F3"/>
    <w:rsid w:val="00066616"/>
    <w:rsid w:val="00071AAC"/>
    <w:rsid w:val="000841E5"/>
    <w:rsid w:val="00090707"/>
    <w:rsid w:val="000A188F"/>
    <w:rsid w:val="000A555E"/>
    <w:rsid w:val="000D5609"/>
    <w:rsid w:val="00113CB7"/>
    <w:rsid w:val="00126552"/>
    <w:rsid w:val="0013181B"/>
    <w:rsid w:val="001329AC"/>
    <w:rsid w:val="00133FD9"/>
    <w:rsid w:val="0013777E"/>
    <w:rsid w:val="001407C0"/>
    <w:rsid w:val="00147504"/>
    <w:rsid w:val="00150802"/>
    <w:rsid w:val="00172798"/>
    <w:rsid w:val="001949D3"/>
    <w:rsid w:val="001D4C4A"/>
    <w:rsid w:val="00202E53"/>
    <w:rsid w:val="00207263"/>
    <w:rsid w:val="002761C9"/>
    <w:rsid w:val="00286169"/>
    <w:rsid w:val="00294397"/>
    <w:rsid w:val="002C42D6"/>
    <w:rsid w:val="002E5E89"/>
    <w:rsid w:val="002F3341"/>
    <w:rsid w:val="002F5FDA"/>
    <w:rsid w:val="003040DB"/>
    <w:rsid w:val="003040E0"/>
    <w:rsid w:val="00346F18"/>
    <w:rsid w:val="003578FF"/>
    <w:rsid w:val="00361D48"/>
    <w:rsid w:val="0039116E"/>
    <w:rsid w:val="00395F92"/>
    <w:rsid w:val="003A121C"/>
    <w:rsid w:val="003D4335"/>
    <w:rsid w:val="003D4CE7"/>
    <w:rsid w:val="00401992"/>
    <w:rsid w:val="00413038"/>
    <w:rsid w:val="00413710"/>
    <w:rsid w:val="00442B2E"/>
    <w:rsid w:val="0047656C"/>
    <w:rsid w:val="004871A5"/>
    <w:rsid w:val="00487DB0"/>
    <w:rsid w:val="00495004"/>
    <w:rsid w:val="004A0C95"/>
    <w:rsid w:val="004A493E"/>
    <w:rsid w:val="004F5679"/>
    <w:rsid w:val="00523B43"/>
    <w:rsid w:val="00546352"/>
    <w:rsid w:val="0054698C"/>
    <w:rsid w:val="00567E21"/>
    <w:rsid w:val="005B1853"/>
    <w:rsid w:val="005D27C0"/>
    <w:rsid w:val="005E34D6"/>
    <w:rsid w:val="00630607"/>
    <w:rsid w:val="00632748"/>
    <w:rsid w:val="00632AF0"/>
    <w:rsid w:val="006521BC"/>
    <w:rsid w:val="00655B86"/>
    <w:rsid w:val="00662210"/>
    <w:rsid w:val="0066483A"/>
    <w:rsid w:val="00667DB8"/>
    <w:rsid w:val="006733C8"/>
    <w:rsid w:val="00676266"/>
    <w:rsid w:val="007018A8"/>
    <w:rsid w:val="00724FC7"/>
    <w:rsid w:val="0073004F"/>
    <w:rsid w:val="00750006"/>
    <w:rsid w:val="0075153E"/>
    <w:rsid w:val="00756706"/>
    <w:rsid w:val="00762DC9"/>
    <w:rsid w:val="00763B18"/>
    <w:rsid w:val="007832CD"/>
    <w:rsid w:val="00793E8E"/>
    <w:rsid w:val="007A77A4"/>
    <w:rsid w:val="007B031D"/>
    <w:rsid w:val="007B2B67"/>
    <w:rsid w:val="007B77C1"/>
    <w:rsid w:val="007C47A2"/>
    <w:rsid w:val="007F529C"/>
    <w:rsid w:val="007F59F0"/>
    <w:rsid w:val="008200CE"/>
    <w:rsid w:val="00840DC6"/>
    <w:rsid w:val="00842B46"/>
    <w:rsid w:val="00843E04"/>
    <w:rsid w:val="008507E6"/>
    <w:rsid w:val="008561B9"/>
    <w:rsid w:val="00857344"/>
    <w:rsid w:val="00862E5B"/>
    <w:rsid w:val="0087641E"/>
    <w:rsid w:val="00897674"/>
    <w:rsid w:val="008A23A6"/>
    <w:rsid w:val="008A5D7A"/>
    <w:rsid w:val="008A6333"/>
    <w:rsid w:val="008B0DBC"/>
    <w:rsid w:val="008B4AEA"/>
    <w:rsid w:val="008E6B01"/>
    <w:rsid w:val="008F05DF"/>
    <w:rsid w:val="009022F7"/>
    <w:rsid w:val="009208BC"/>
    <w:rsid w:val="009B114B"/>
    <w:rsid w:val="009C49DC"/>
    <w:rsid w:val="009D15F1"/>
    <w:rsid w:val="009D603D"/>
    <w:rsid w:val="009D72E9"/>
    <w:rsid w:val="009E1B4A"/>
    <w:rsid w:val="009F38A2"/>
    <w:rsid w:val="009F54B5"/>
    <w:rsid w:val="00A04B1F"/>
    <w:rsid w:val="00A059C9"/>
    <w:rsid w:val="00A15706"/>
    <w:rsid w:val="00A20D9E"/>
    <w:rsid w:val="00A30000"/>
    <w:rsid w:val="00A40FAF"/>
    <w:rsid w:val="00A73294"/>
    <w:rsid w:val="00A83FD1"/>
    <w:rsid w:val="00AA3053"/>
    <w:rsid w:val="00AB2951"/>
    <w:rsid w:val="00AB41F5"/>
    <w:rsid w:val="00AC7408"/>
    <w:rsid w:val="00AC7767"/>
    <w:rsid w:val="00AE6DF4"/>
    <w:rsid w:val="00AF054A"/>
    <w:rsid w:val="00B005EC"/>
    <w:rsid w:val="00B03CB7"/>
    <w:rsid w:val="00B1645F"/>
    <w:rsid w:val="00B17359"/>
    <w:rsid w:val="00B22E90"/>
    <w:rsid w:val="00B70B36"/>
    <w:rsid w:val="00B71243"/>
    <w:rsid w:val="00BA24DD"/>
    <w:rsid w:val="00BA7AE1"/>
    <w:rsid w:val="00BF4757"/>
    <w:rsid w:val="00BF5842"/>
    <w:rsid w:val="00C077F2"/>
    <w:rsid w:val="00C12DCB"/>
    <w:rsid w:val="00C71097"/>
    <w:rsid w:val="00C73200"/>
    <w:rsid w:val="00CA7D01"/>
    <w:rsid w:val="00CB44ED"/>
    <w:rsid w:val="00CC3999"/>
    <w:rsid w:val="00CD60E0"/>
    <w:rsid w:val="00CD6A65"/>
    <w:rsid w:val="00CF4EB4"/>
    <w:rsid w:val="00D34010"/>
    <w:rsid w:val="00D64E57"/>
    <w:rsid w:val="00D752EC"/>
    <w:rsid w:val="00DB3C05"/>
    <w:rsid w:val="00DE3D0F"/>
    <w:rsid w:val="00DF077F"/>
    <w:rsid w:val="00DF2F3E"/>
    <w:rsid w:val="00E0210A"/>
    <w:rsid w:val="00E0659B"/>
    <w:rsid w:val="00E42EE9"/>
    <w:rsid w:val="00E619F9"/>
    <w:rsid w:val="00E74371"/>
    <w:rsid w:val="00EA5945"/>
    <w:rsid w:val="00EB3280"/>
    <w:rsid w:val="00EC161D"/>
    <w:rsid w:val="00EC78B9"/>
    <w:rsid w:val="00EE58B0"/>
    <w:rsid w:val="00EF28E6"/>
    <w:rsid w:val="00F05C2C"/>
    <w:rsid w:val="00F23BD2"/>
    <w:rsid w:val="00F36A00"/>
    <w:rsid w:val="00F8664E"/>
    <w:rsid w:val="00FA26D2"/>
    <w:rsid w:val="00FA38C8"/>
    <w:rsid w:val="00FA786C"/>
    <w:rsid w:val="00FD2D62"/>
    <w:rsid w:val="00FE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>
      <o:colormenu v:ext="edit" fillcolor="none"/>
    </o:shapedefaults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paragraph" w:styleId="Textkrper-Einzug2">
    <w:name w:val="Body Text Indent 2"/>
    <w:basedOn w:val="Standard"/>
    <w:link w:val="Textkrper-Einzug2Zchn"/>
    <w:rsid w:val="001949D3"/>
    <w:pPr>
      <w:spacing w:after="0" w:line="240" w:lineRule="auto"/>
      <w:ind w:left="142"/>
      <w:jc w:val="both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1949D3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9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667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2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22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37293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84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863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92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614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773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99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2996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489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270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207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418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7960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726E2-CDC8-4528-9848-5E69D36C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23</cp:revision>
  <cp:lastPrinted>2020-04-17T18:25:00Z</cp:lastPrinted>
  <dcterms:created xsi:type="dcterms:W3CDTF">2019-10-16T21:19:00Z</dcterms:created>
  <dcterms:modified xsi:type="dcterms:W3CDTF">2020-04-22T10:31:00Z</dcterms:modified>
</cp:coreProperties>
</file>