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B6" w:rsidRDefault="005E38B6" w:rsidP="005E38B6">
      <w:pPr>
        <w:pStyle w:val="ZPGTitel"/>
        <w:rPr>
          <w:szCs w:val="36"/>
        </w:rPr>
      </w:pPr>
    </w:p>
    <w:p w:rsidR="005E38B6" w:rsidRDefault="005E38B6" w:rsidP="005E38B6">
      <w:pPr>
        <w:pStyle w:val="ZPGTitel"/>
      </w:pPr>
      <w:r>
        <w:t>Die Hohmann-Bahn zum Mars</w:t>
      </w:r>
    </w:p>
    <w:p w:rsidR="005E38B6" w:rsidRDefault="005E38B6" w:rsidP="005379DC">
      <w:pPr>
        <w:jc w:val="both"/>
        <w:rPr>
          <w:rFonts w:ascii="Arial" w:hAnsi="Arial" w:cs="Arial"/>
        </w:rPr>
      </w:pPr>
    </w:p>
    <w:p w:rsidR="005E38B6" w:rsidRDefault="005E38B6" w:rsidP="005379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große Halbachse der Erdbahn beträgt </w:t>
      </w:r>
      <w:r w:rsidRPr="00363768">
        <w:rPr>
          <w:rFonts w:ascii="Arial" w:hAnsi="Arial" w:cs="Arial"/>
          <w:i/>
        </w:rPr>
        <w:t>1,496 · 10</w:t>
      </w:r>
      <w:r w:rsidRPr="00363768">
        <w:rPr>
          <w:rFonts w:ascii="Arial" w:hAnsi="Arial" w:cs="Arial"/>
          <w:i/>
          <w:vertAlign w:val="superscript"/>
        </w:rPr>
        <w:t>11</w:t>
      </w:r>
      <w:r w:rsidR="005379DC" w:rsidRPr="00363768">
        <w:rPr>
          <w:rFonts w:ascii="Arial" w:hAnsi="Arial" w:cs="Arial"/>
          <w:i/>
          <w:vertAlign w:val="superscript"/>
        </w:rPr>
        <w:t xml:space="preserve"> </w:t>
      </w:r>
      <w:r w:rsidRPr="00363768">
        <w:rPr>
          <w:rFonts w:ascii="Arial" w:hAnsi="Arial" w:cs="Arial"/>
          <w:i/>
        </w:rPr>
        <w:t>m</w:t>
      </w:r>
      <w:r>
        <w:rPr>
          <w:rFonts w:ascii="Arial" w:hAnsi="Arial" w:cs="Arial"/>
        </w:rPr>
        <w:t xml:space="preserve">, die große Halbachse der Marsbahn </w:t>
      </w:r>
      <w:r w:rsidRPr="00363768">
        <w:rPr>
          <w:rFonts w:ascii="Arial" w:hAnsi="Arial" w:cs="Arial"/>
          <w:i/>
        </w:rPr>
        <w:t>2,279 · 10</w:t>
      </w:r>
      <w:r w:rsidRPr="00363768">
        <w:rPr>
          <w:rFonts w:ascii="Arial" w:hAnsi="Arial" w:cs="Arial"/>
          <w:i/>
          <w:vertAlign w:val="superscript"/>
        </w:rPr>
        <w:t>11</w:t>
      </w:r>
      <w:r w:rsidR="005379DC" w:rsidRPr="00363768">
        <w:rPr>
          <w:rFonts w:ascii="Arial" w:hAnsi="Arial" w:cs="Arial"/>
          <w:i/>
          <w:vertAlign w:val="superscript"/>
        </w:rPr>
        <w:t xml:space="preserve"> </w:t>
      </w:r>
      <w:r w:rsidRPr="00363768">
        <w:rPr>
          <w:rFonts w:ascii="Arial" w:hAnsi="Arial" w:cs="Arial"/>
          <w:i/>
        </w:rPr>
        <w:t>m</w:t>
      </w:r>
      <w:r>
        <w:rPr>
          <w:rFonts w:ascii="Arial" w:hAnsi="Arial" w:cs="Arial"/>
        </w:rPr>
        <w:t>.</w:t>
      </w:r>
    </w:p>
    <w:p w:rsidR="005E38B6" w:rsidRDefault="005E38B6" w:rsidP="00CC2B3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Bestimme die Reisedauer zum Mars auf der Hohmann-Bahn.</w:t>
      </w:r>
    </w:p>
    <w:p w:rsidR="005E38B6" w:rsidRPr="005E38B6" w:rsidRDefault="005E38B6" w:rsidP="00CC2B33">
      <w:pPr>
        <w:spacing w:after="0" w:line="360" w:lineRule="auto"/>
        <w:ind w:firstLine="709"/>
        <w:rPr>
          <w:rFonts w:ascii="Arial" w:hAnsi="Arial" w:cs="Arial"/>
          <w:i/>
          <w:lang w:val="en-US"/>
        </w:rPr>
      </w:pPr>
      <w:r w:rsidRPr="005379DC">
        <w:rPr>
          <w:rFonts w:ascii="Arial" w:hAnsi="Arial" w:cs="Arial"/>
          <w:i/>
        </w:rPr>
        <w:t xml:space="preserve">       </w:t>
      </w:r>
      <w:r w:rsidRPr="00054566">
        <w:rPr>
          <w:rFonts w:ascii="Arial" w:hAnsi="Arial" w:cs="Arial"/>
          <w:i/>
          <w:color w:val="00B050"/>
          <w:lang w:val="en-US"/>
        </w:rPr>
        <w:t>2a</w:t>
      </w:r>
      <w:r w:rsidRPr="005E38B6">
        <w:rPr>
          <w:rFonts w:ascii="Arial" w:hAnsi="Arial" w:cs="Arial"/>
          <w:i/>
          <w:lang w:val="en-US"/>
        </w:rPr>
        <w:t xml:space="preserve"> = </w:t>
      </w:r>
      <w:r w:rsidRPr="00054566">
        <w:rPr>
          <w:rFonts w:ascii="Arial" w:hAnsi="Arial" w:cs="Arial"/>
          <w:i/>
          <w:color w:val="FF0000"/>
          <w:lang w:val="en-US"/>
        </w:rPr>
        <w:t>a</w:t>
      </w:r>
      <w:r w:rsidRPr="00054566">
        <w:rPr>
          <w:rFonts w:ascii="Arial" w:hAnsi="Arial" w:cs="Arial"/>
          <w:i/>
          <w:color w:val="FF0000"/>
          <w:vertAlign w:val="subscript"/>
          <w:lang w:val="en-US"/>
        </w:rPr>
        <w:t>Mars</w:t>
      </w:r>
      <w:r w:rsidRPr="005E38B6">
        <w:rPr>
          <w:rFonts w:ascii="Arial" w:hAnsi="Arial" w:cs="Arial"/>
          <w:i/>
          <w:lang w:val="en-US"/>
        </w:rPr>
        <w:t xml:space="preserve"> + </w:t>
      </w:r>
      <w:r w:rsidRPr="00054566">
        <w:rPr>
          <w:rFonts w:ascii="Arial" w:hAnsi="Arial" w:cs="Arial"/>
          <w:i/>
          <w:color w:val="0070C0"/>
          <w:lang w:val="en-US"/>
        </w:rPr>
        <w:t>a</w:t>
      </w:r>
      <w:r w:rsidRPr="00054566">
        <w:rPr>
          <w:rFonts w:ascii="Arial" w:hAnsi="Arial" w:cs="Arial"/>
          <w:i/>
          <w:color w:val="0070C0"/>
          <w:vertAlign w:val="subscript"/>
          <w:lang w:val="en-US"/>
        </w:rPr>
        <w:t>Erde</w:t>
      </w:r>
    </w:p>
    <w:p w:rsidR="005E38B6" w:rsidRPr="005E38B6" w:rsidRDefault="005E38B6" w:rsidP="00CC2B33">
      <w:pPr>
        <w:spacing w:after="0" w:line="360" w:lineRule="auto"/>
        <w:ind w:left="708" w:firstLine="709"/>
        <w:rPr>
          <w:rFonts w:ascii="Arial" w:hAnsi="Arial" w:cs="Arial"/>
          <w:i/>
          <w:lang w:val="en-US"/>
        </w:rPr>
      </w:pPr>
      <w:r w:rsidRPr="005E38B6">
        <w:rPr>
          <w:rFonts w:ascii="Arial" w:hAnsi="Arial" w:cs="Arial"/>
          <w:i/>
          <w:lang w:val="en-US"/>
        </w:rPr>
        <w:t>= 2,279 ∙ 10</w:t>
      </w:r>
      <w:r w:rsidRPr="005E38B6">
        <w:rPr>
          <w:rFonts w:ascii="Arial" w:hAnsi="Arial" w:cs="Arial"/>
          <w:i/>
          <w:vertAlign w:val="superscript"/>
          <w:lang w:val="en-US"/>
        </w:rPr>
        <w:t>11</w:t>
      </w:r>
      <w:r w:rsidRPr="005E38B6">
        <w:rPr>
          <w:rFonts w:ascii="Arial" w:hAnsi="Arial" w:cs="Arial"/>
          <w:i/>
          <w:lang w:val="en-US"/>
        </w:rPr>
        <w:t xml:space="preserve"> m + 1,496 ∙ 10</w:t>
      </w:r>
      <w:r w:rsidRPr="005E38B6">
        <w:rPr>
          <w:rFonts w:ascii="Arial" w:hAnsi="Arial" w:cs="Arial"/>
          <w:i/>
          <w:vertAlign w:val="superscript"/>
          <w:lang w:val="en-US"/>
        </w:rPr>
        <w:t>11</w:t>
      </w:r>
      <w:r w:rsidRPr="005E38B6">
        <w:rPr>
          <w:rFonts w:ascii="Arial" w:hAnsi="Arial" w:cs="Arial"/>
          <w:i/>
          <w:lang w:val="en-US"/>
        </w:rPr>
        <w:t xml:space="preserve"> m</w:t>
      </w:r>
    </w:p>
    <w:p w:rsidR="005E38B6" w:rsidRDefault="005E38B6" w:rsidP="00CC2B33">
      <w:pPr>
        <w:spacing w:after="0" w:line="360" w:lineRule="auto"/>
        <w:ind w:left="708" w:firstLine="709"/>
        <w:rPr>
          <w:rFonts w:ascii="Arial" w:hAnsi="Arial" w:cs="Arial"/>
          <w:i/>
          <w:lang w:val="en-US"/>
        </w:rPr>
      </w:pPr>
      <w:r w:rsidRPr="005E38B6">
        <w:rPr>
          <w:rFonts w:ascii="Arial" w:hAnsi="Arial" w:cs="Arial"/>
          <w:i/>
          <w:lang w:val="en-US"/>
        </w:rPr>
        <w:t>= 3,775 ∙ 10</w:t>
      </w:r>
      <w:r w:rsidRPr="005E38B6">
        <w:rPr>
          <w:rFonts w:ascii="Arial" w:hAnsi="Arial" w:cs="Arial"/>
          <w:i/>
          <w:vertAlign w:val="superscript"/>
          <w:lang w:val="en-US"/>
        </w:rPr>
        <w:t>11</w:t>
      </w:r>
      <w:r w:rsidRPr="005E38B6">
        <w:rPr>
          <w:rFonts w:ascii="Arial" w:hAnsi="Arial" w:cs="Arial"/>
          <w:i/>
          <w:lang w:val="en-US"/>
        </w:rPr>
        <w:t xml:space="preserve"> m</w:t>
      </w:r>
    </w:p>
    <w:p w:rsidR="005E38B6" w:rsidRPr="005E38B6" w:rsidRDefault="005E38B6" w:rsidP="00CC2B33">
      <w:pPr>
        <w:spacing w:after="0" w:line="360" w:lineRule="auto"/>
        <w:ind w:firstLine="709"/>
        <w:rPr>
          <w:rFonts w:ascii="Arial" w:hAnsi="Arial" w:cs="Arial"/>
          <w:lang w:val="en-US"/>
        </w:rPr>
      </w:pPr>
      <w:r>
        <w:rPr>
          <w:rFonts w:ascii="Arial" w:hAnsi="Arial" w:cs="Arial"/>
          <w:i/>
          <w:lang w:val="en-US"/>
        </w:rPr>
        <w:t xml:space="preserve">    </w:t>
      </w:r>
      <w:proofErr w:type="spellStart"/>
      <w:proofErr w:type="gramStart"/>
      <w:r w:rsidRPr="00297DF7">
        <w:rPr>
          <w:rFonts w:ascii="Arial" w:hAnsi="Arial" w:cs="Arial"/>
          <w:i/>
          <w:color w:val="00B050"/>
          <w:lang w:val="en-US"/>
        </w:rPr>
        <w:t>a</w:t>
      </w:r>
      <w:r w:rsidRPr="00297DF7">
        <w:rPr>
          <w:rFonts w:ascii="Arial" w:hAnsi="Arial" w:cs="Arial"/>
          <w:i/>
          <w:color w:val="00B050"/>
          <w:vertAlign w:val="subscript"/>
          <w:lang w:val="en-US"/>
        </w:rPr>
        <w:t>Hoh</w:t>
      </w:r>
      <w:proofErr w:type="spellEnd"/>
      <w:proofErr w:type="gramEnd"/>
      <w:r>
        <w:rPr>
          <w:rFonts w:ascii="Arial" w:hAnsi="Arial" w:cs="Arial"/>
          <w:i/>
          <w:lang w:val="en-US"/>
        </w:rPr>
        <w:t xml:space="preserve"> = </w:t>
      </w:r>
      <w:r w:rsidRPr="005E38B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>1,8875</w:t>
      </w:r>
      <w:r w:rsidRPr="005E38B6">
        <w:rPr>
          <w:rFonts w:ascii="Arial" w:hAnsi="Arial" w:cs="Arial"/>
          <w:i/>
          <w:lang w:val="en-US"/>
        </w:rPr>
        <w:t xml:space="preserve"> ∙ 10</w:t>
      </w:r>
      <w:r w:rsidRPr="005E38B6">
        <w:rPr>
          <w:rFonts w:ascii="Arial" w:hAnsi="Arial" w:cs="Arial"/>
          <w:i/>
          <w:vertAlign w:val="superscript"/>
          <w:lang w:val="en-US"/>
        </w:rPr>
        <w:t>11</w:t>
      </w:r>
      <w:r w:rsidRPr="005E38B6">
        <w:rPr>
          <w:rFonts w:ascii="Arial" w:hAnsi="Arial" w:cs="Arial"/>
          <w:i/>
          <w:lang w:val="en-US"/>
        </w:rPr>
        <w:t xml:space="preserve"> m</w:t>
      </w:r>
    </w:p>
    <w:p w:rsidR="005E38B6" w:rsidRPr="005E38B6" w:rsidRDefault="00F80ADE" w:rsidP="00CC2B33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pict>
          <v:group id="_x0000_s1074" style="position:absolute;left:0;text-align:left;margin-left:49.35pt;margin-top:.95pt;width:348.8pt;height:319.15pt;z-index:251679744" coordorigin="2404,5805" coordsize="6976,6383">
            <v:group id="_x0000_s1068" style="position:absolute;left:2404;top:5805;width:6976;height:6383" coordorigin="2404,5805" coordsize="6976,6383">
              <v:oval id="_x0000_s1038" style="position:absolute;left:5732;top:8542;width:919;height:919;v-text-anchor:middle" o:regroupid="1" fillcolor="yellow" strokecolor="#fc0">
                <v:fill rotate="t" focusposition=".5,.5" focussize="" type="gradientRadial"/>
                <o:lock v:ext="edit" aspectratio="t"/>
              </v:oval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39" type="#_x0000_t19" style="position:absolute;left:3826;top:6437;width:5295;height:2571;rotation:2251329fd;v-text-anchor:middle" coordsize="42994,21600" o:regroupid="1" adj="-11362869,-283740,21456" path="wr-144,,43056,43200,,19111,42994,19969nfewr-144,,43056,43200,,19111,42994,19969l21456,21600nsxe" fillcolor="#0c9" strokecolor="green" strokeweight="3pt">
                <v:stroke startarrow="block"/>
                <v:path o:connectlocs="0,19111;42994,19969;21456,21600"/>
                <o:lock v:ext="edit" aspectratio="t"/>
              </v:shape>
              <v:shape id="_x0000_s1040" type="#_x0000_t19" style="position:absolute;left:2404;top:8465;width:5295;height:2571;rotation:14047809fd;v-text-anchor:middle" coordsize="42994,21600" o:regroupid="1" adj="-11362869,-283740,21456" path="wr-144,,43056,43200,,19111,42994,19969nfewr-144,,43056,43200,,19111,42994,19969l21456,21600nsxe" fillcolor="#0c9" strokecolor="green" strokeweight="1.5pt">
                <v:stroke dashstyle="dash"/>
                <v:path o:connectlocs="0,19111;42994,19969;21456,21600"/>
                <o:lock v:ext="edit" aspectratio="t"/>
              </v:shape>
              <v:oval id="_x0000_s1041" style="position:absolute;left:2997;top:5805;width:6383;height:6383;v-text-anchor:middle" o:regroupid="1" filled="f" fillcolor="#0c9" strokecolor="#c30" strokeweight="1.5pt">
                <v:stroke dashstyle="longDash"/>
                <o:lock v:ext="edit" aspectratio="t"/>
              </v:oval>
              <v:oval id="_x0000_s1042" style="position:absolute;left:4061;top:6869;width:4255;height:4255;v-text-anchor:middle" o:regroupid="1" filled="f" fillcolor="#0c9" strokecolor="#33c" strokeweight="1.5pt">
                <v:stroke dashstyle="longDash"/>
                <o:lock v:ext="edit" aspectratio="t"/>
              </v:oval>
              <v:oval id="_x0000_s1045" style="position:absolute;left:3385;top:7002;width:354;height:354;v-text-anchor:middle" o:regroupid="1" fillcolor="#c30">
                <o:lock v:ext="edit" aspectratio="t"/>
              </v:oval>
              <v:line id="_x0000_s1046" style="position:absolute" from="6200,8997" to="7803,10105" o:regroupid="1" strokecolor="#33c" strokeweight="2.25pt">
                <v:stroke endarrow="block"/>
                <o:lock v:ext="edit" aspectratio="t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left:6833;top:9043;width:1306;height:669" o:regroupid="1" filled="f" fillcolor="#0c9" stroked="f">
                <o:lock v:ext="edit" aspectratio="t"/>
                <v:textbox style="mso-next-textbox:#_x0000_s1047">
                  <w:txbxContent>
                    <w:p w:rsidR="005E38B6" w:rsidRDefault="005E38B6" w:rsidP="005E38B6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3333CC"/>
                          <w:szCs w:val="36"/>
                          <w:vertAlign w:val="subscript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3333CC"/>
                          <w:szCs w:val="36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333CC"/>
                          <w:szCs w:val="36"/>
                          <w:vertAlign w:val="subscript"/>
                        </w:rPr>
                        <w:t>Erde</w:t>
                      </w:r>
                      <w:proofErr w:type="spellEnd"/>
                    </w:p>
                  </w:txbxContent>
                </v:textbox>
              </v:shape>
              <v:line id="_x0000_s1048" style="position:absolute;flip:x y" from="3727,7297" to="6199,8987" o:regroupid="1" strokecolor="#c30" strokeweight="2.25pt">
                <v:stroke endarrow="block"/>
                <o:lock v:ext="edit" aspectratio="t"/>
              </v:line>
              <v:shape id="_x0000_s1049" type="#_x0000_t202" style="position:absolute;left:5052;top:7887;width:1253;height:652" o:regroupid="1" filled="f" fillcolor="#0c9" stroked="f">
                <o:lock v:ext="edit" aspectratio="t"/>
                <v:textbox style="mso-next-textbox:#_x0000_s1049">
                  <w:txbxContent>
                    <w:p w:rsidR="005E38B6" w:rsidRDefault="005E38B6" w:rsidP="005E38B6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CC3300"/>
                          <w:szCs w:val="36"/>
                          <w:vertAlign w:val="subscript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CC3300"/>
                          <w:szCs w:val="36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CC3300"/>
                          <w:szCs w:val="36"/>
                          <w:vertAlign w:val="subscript"/>
                        </w:rPr>
                        <w:t>Mars</w:t>
                      </w:r>
                      <w:proofErr w:type="spellEnd"/>
                    </w:p>
                  </w:txbxContent>
                </v:textbox>
              </v:shape>
              <v:line id="_x0000_s1050" style="position:absolute" from="3689,7372" to="7754,10168" o:regroupid="1" strokecolor="#0c9" strokeweight="2.25pt">
                <v:stroke startarrow="block" endarrow="block"/>
                <o:lock v:ext="edit" aspectratio="t"/>
              </v:line>
              <v:shape id="_x0000_s1051" type="#_x0000_t202" style="position:absolute;left:5077;top:8648;width:709;height:715" o:regroupid="1" filled="f" fillcolor="#0c9" stroked="f" strokecolor="#0c9">
                <o:lock v:ext="edit" aspectratio="t"/>
                <v:textbox style="mso-next-textbox:#_x0000_s1051">
                  <w:txbxContent>
                    <w:p w:rsidR="005E38B6" w:rsidRDefault="005E38B6" w:rsidP="005E38B6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8000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8000"/>
                          <w:szCs w:val="36"/>
                        </w:rPr>
                        <w:t>2a</w:t>
                      </w:r>
                    </w:p>
                  </w:txbxContent>
                </v:textbox>
              </v:shape>
              <v:group id="_x0000_s1062" style="position:absolute;left:7762;top:10016;width:357;height:357" coordorigin="8263,786" coordsize="567,567">
                <o:lock v:ext="edit" aspectratio="t"/>
                <v:oval id="_x0000_s1063" style="position:absolute;left:8263;top:786;width:567;height:567;rotation:5820362fd" fillcolor="#8db3e2 [1311]">
                  <o:lock v:ext="edit" aspectratio="t"/>
                </v:oval>
                <v:shape id="_x0000_s1064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  <v:path arrowok="t"/>
                  <o:lock v:ext="edit" aspectratio="t"/>
                </v:shape>
                <v:shape id="_x0000_s1065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  <v:path arrowok="t"/>
                  <o:lock v:ext="edit" aspectratio="t"/>
                </v:shape>
                <v:shape id="_x0000_s1066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  <v:path arrowok="t"/>
                  <o:lock v:ext="edit" aspectratio="t"/>
                </v:shape>
                <v:shape id="_x0000_s1067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  <v:path arrowok="t"/>
                  <o:lock v:ext="edit" aspectratio="t"/>
                </v:shape>
              </v:group>
            </v:group>
            <v:shape id="_x0000_s1073" type="#_x0000_t202" style="position:absolute;left:6352;top:8254;width:1339;height:715" filled="f" fillcolor="#0c9" stroked="f" strokecolor="#0c9">
              <o:lock v:ext="edit" aspectratio="t"/>
              <v:textbox style="mso-next-textbox:#_x0000_s1073">
                <w:txbxContent>
                  <w:p w:rsidR="00F371B2" w:rsidRPr="00F371B2" w:rsidRDefault="00F371B2" w:rsidP="00F371B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FF9933"/>
                        <w:szCs w:val="36"/>
                      </w:rPr>
                    </w:pPr>
                    <w:r w:rsidRPr="00F371B2">
                      <w:rPr>
                        <w:rFonts w:ascii="Arial" w:hAnsi="Arial" w:cs="Arial"/>
                        <w:b/>
                        <w:bCs/>
                        <w:color w:val="FF9933"/>
                        <w:szCs w:val="36"/>
                      </w:rPr>
                      <w:t>Sonne</w:t>
                    </w:r>
                  </w:p>
                </w:txbxContent>
              </v:textbox>
            </v:shape>
          </v:group>
        </w:pict>
      </w:r>
    </w:p>
    <w:p w:rsidR="005E38B6" w:rsidRPr="005E38B6" w:rsidRDefault="005E38B6" w:rsidP="005E38B6">
      <w:pPr>
        <w:jc w:val="both"/>
        <w:rPr>
          <w:rFonts w:ascii="Arial" w:hAnsi="Arial" w:cs="Arial"/>
          <w:lang w:val="en-US"/>
        </w:rPr>
      </w:pPr>
    </w:p>
    <w:p w:rsidR="005E38B6" w:rsidRPr="005E38B6" w:rsidRDefault="005E38B6" w:rsidP="005E38B6">
      <w:pPr>
        <w:jc w:val="both"/>
        <w:rPr>
          <w:rFonts w:ascii="Arial" w:hAnsi="Arial" w:cs="Arial"/>
          <w:sz w:val="96"/>
          <w:lang w:val="en-US"/>
        </w:rPr>
      </w:pPr>
    </w:p>
    <w:p w:rsidR="005E38B6" w:rsidRPr="005E38B6" w:rsidRDefault="005E38B6" w:rsidP="005E38B6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E267BA" w:rsidRPr="005E38B6" w:rsidRDefault="00E267BA" w:rsidP="005E38B6">
      <w:pPr>
        <w:rPr>
          <w:rFonts w:ascii="Arial" w:hAnsi="Arial" w:cs="Arial"/>
          <w:szCs w:val="36"/>
          <w:lang w:val="en-US"/>
        </w:rPr>
      </w:pPr>
    </w:p>
    <w:p w:rsidR="005E38B6" w:rsidRPr="005E38B6" w:rsidRDefault="005E38B6" w:rsidP="005E38B6">
      <w:pPr>
        <w:rPr>
          <w:rFonts w:ascii="Arial" w:hAnsi="Arial" w:cs="Arial"/>
          <w:szCs w:val="36"/>
          <w:lang w:val="en-US"/>
        </w:rPr>
      </w:pPr>
    </w:p>
    <w:p w:rsidR="005E38B6" w:rsidRPr="005E38B6" w:rsidRDefault="005E38B6" w:rsidP="005E38B6">
      <w:pPr>
        <w:rPr>
          <w:rFonts w:ascii="Arial" w:hAnsi="Arial" w:cs="Arial"/>
          <w:szCs w:val="36"/>
          <w:lang w:val="en-US"/>
        </w:rPr>
      </w:pPr>
    </w:p>
    <w:p w:rsidR="005E38B6" w:rsidRPr="005E38B6" w:rsidRDefault="005E38B6" w:rsidP="005E38B6">
      <w:pPr>
        <w:rPr>
          <w:rFonts w:ascii="Arial" w:hAnsi="Arial" w:cs="Arial"/>
          <w:szCs w:val="36"/>
          <w:lang w:val="en-US"/>
        </w:rPr>
      </w:pPr>
    </w:p>
    <w:p w:rsidR="005E38B6" w:rsidRPr="005E38B6" w:rsidRDefault="005E38B6" w:rsidP="005E38B6">
      <w:pPr>
        <w:rPr>
          <w:rFonts w:ascii="Arial" w:hAnsi="Arial" w:cs="Arial"/>
          <w:szCs w:val="36"/>
          <w:lang w:val="en-US"/>
        </w:rPr>
      </w:pPr>
    </w:p>
    <w:p w:rsidR="005E38B6" w:rsidRPr="005E38B6" w:rsidRDefault="005E38B6" w:rsidP="005E38B6">
      <w:pPr>
        <w:rPr>
          <w:rFonts w:ascii="Arial" w:hAnsi="Arial" w:cs="Arial"/>
          <w:szCs w:val="36"/>
          <w:lang w:val="en-US"/>
        </w:rPr>
      </w:pPr>
    </w:p>
    <w:p w:rsidR="005E38B6" w:rsidRPr="005E38B6" w:rsidRDefault="005E38B6" w:rsidP="005E38B6">
      <w:pPr>
        <w:rPr>
          <w:rFonts w:ascii="Arial" w:hAnsi="Arial" w:cs="Arial"/>
          <w:szCs w:val="36"/>
          <w:lang w:val="en-US"/>
        </w:rPr>
      </w:pPr>
    </w:p>
    <w:p w:rsidR="00CC2B33" w:rsidRDefault="005E38B6" w:rsidP="00CC2B33">
      <w:pPr>
        <w:spacing w:after="0" w:line="240" w:lineRule="auto"/>
        <w:ind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5E38B6">
        <w:rPr>
          <w:rFonts w:ascii="Arial" w:hAnsi="Arial" w:cs="Arial"/>
          <w:szCs w:val="36"/>
          <w:lang w:val="en-US"/>
        </w:rPr>
        <w:t>3. Kepler:</w:t>
      </w:r>
      <w:r>
        <w:rPr>
          <w:rFonts w:ascii="Arial" w:hAnsi="Arial" w:cs="Arial"/>
          <w:szCs w:val="36"/>
          <w:lang w:val="en-US"/>
        </w:rPr>
        <w:tab/>
      </w:r>
    </w:p>
    <w:p w:rsidR="00CC2B33" w:rsidRDefault="00CC2B33" w:rsidP="00CC2B33">
      <w:pPr>
        <w:spacing w:after="0" w:line="240" w:lineRule="auto"/>
        <w:ind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CC2B33" w:rsidRDefault="009C1474" w:rsidP="00054566">
      <w:pPr>
        <w:spacing w:after="0" w:line="240" w:lineRule="auto"/>
        <w:ind w:left="851"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m:oMathPara>
        <m:oMath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FF0000"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B05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B050"/>
                          <w:sz w:val="24"/>
                          <w:szCs w:val="24"/>
                          <w:lang w:eastAsia="de-DE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B050"/>
                          <w:sz w:val="24"/>
                          <w:szCs w:val="24"/>
                          <w:lang w:eastAsia="de-DE"/>
                        </w:rPr>
                        <m:t>Hoh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70C0"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70C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Erde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B05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B050"/>
                          <w:sz w:val="24"/>
                          <w:szCs w:val="24"/>
                          <w:lang w:eastAsia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B050"/>
                          <w:sz w:val="24"/>
                          <w:szCs w:val="24"/>
                          <w:lang w:eastAsia="de-DE"/>
                        </w:rPr>
                        <m:t>Hoh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70C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Erde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den>
          </m:f>
        </m:oMath>
      </m:oMathPara>
    </w:p>
    <w:p w:rsidR="00054566" w:rsidRDefault="00054566" w:rsidP="00054566">
      <w:pPr>
        <w:spacing w:after="0" w:line="240" w:lineRule="auto"/>
        <w:ind w:left="851"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CC2B33" w:rsidRDefault="009C1474" w:rsidP="00054566">
      <w:pPr>
        <w:spacing w:after="0" w:line="240" w:lineRule="auto"/>
        <w:ind w:left="993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T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Hoh</m:t>
            </m:r>
          </m:sub>
        </m:sSub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de-DE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  <w:lang w:eastAsia="de-DE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sz w:val="24"/>
                            <w:szCs w:val="24"/>
                            <w:lang w:eastAsia="de-D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Hoh</m:t>
                        </m:r>
                      </m:sub>
                    </m:sSub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  <w:lang w:eastAsia="de-DE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sz w:val="24"/>
                            <w:szCs w:val="24"/>
                            <w:lang w:eastAsia="de-D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Erde</m:t>
                        </m:r>
                      </m:sub>
                    </m:sSub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3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∙</m:t>
        </m:r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T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Erde</m:t>
            </m:r>
          </m:sub>
        </m:sSub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de-DE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  <w:lang w:eastAsia="de-DE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(1,8875∙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Arial"/>
                            <w:i/>
                            <w:sz w:val="24"/>
                            <w:szCs w:val="24"/>
                            <w:lang w:eastAsia="de-DE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11</m:t>
                        </m:r>
                      </m:sup>
                    </m:s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m)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  <w:lang w:eastAsia="de-DE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(1,496∙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Arial"/>
                            <w:i/>
                            <w:sz w:val="24"/>
                            <w:szCs w:val="24"/>
                            <w:lang w:eastAsia="de-DE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Arial"/>
                            <w:sz w:val="24"/>
                            <w:szCs w:val="24"/>
                            <w:lang w:eastAsia="de-DE"/>
                          </w:rPr>
                          <m:t>11</m:t>
                        </m:r>
                      </m:sup>
                    </m:s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m)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  <w:lang w:eastAsia="de-DE"/>
                      </w:rPr>
                      <m:t>3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∙365,26 d</m:t>
        </m:r>
      </m:oMath>
      <w:r w:rsidR="00054566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</w:t>
      </w:r>
    </w:p>
    <w:p w:rsidR="00054566" w:rsidRDefault="00054566" w:rsidP="00054566">
      <w:pPr>
        <w:spacing w:after="0" w:line="240" w:lineRule="auto"/>
        <w:ind w:left="993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054566" w:rsidRPr="00F10B99" w:rsidRDefault="00054566" w:rsidP="00054566">
      <w:pPr>
        <w:spacing w:after="0" w:line="240" w:lineRule="auto"/>
        <w:ind w:left="993" w:firstLine="423"/>
        <w:jc w:val="both"/>
        <w:rPr>
          <w:rFonts w:ascii="Cambria Math" w:eastAsia="Times New Roman" w:hAnsi="Cambria Math" w:cs="Arial"/>
          <w:i/>
          <w:sz w:val="24"/>
          <w:szCs w:val="24"/>
          <w:lang w:eastAsia="de-DE"/>
        </w:rPr>
      </w:pPr>
      <w:r w:rsidRPr="00F10B99">
        <w:rPr>
          <w:rFonts w:ascii="Cambria Math" w:eastAsia="Times New Roman" w:hAnsi="Cambria Math" w:cs="Arial"/>
          <w:i/>
          <w:sz w:val="24"/>
          <w:szCs w:val="24"/>
          <w:lang w:eastAsia="de-DE"/>
        </w:rPr>
        <w:t xml:space="preserve">  = 517,65 d ≈ 518 d</w:t>
      </w:r>
    </w:p>
    <w:p w:rsidR="00054566" w:rsidRDefault="009C1474" w:rsidP="00054566">
      <w:pPr>
        <w:spacing w:after="0" w:line="240" w:lineRule="auto"/>
        <w:ind w:left="993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 id="_x0000_s1070" type="#_x0000_t202" style="position:absolute;left:0;text-align:left;margin-left:366.4pt;margin-top:34.7pt;width:102pt;height:18pt;z-index:251677696;mso-width-relative:margin;mso-height-relative:margin" filled="f" stroked="f">
            <v:textbox style="mso-next-textbox:#_x0000_s1070">
              <w:txbxContent>
                <w:p w:rsidR="00232235" w:rsidRPr="0047769E" w:rsidRDefault="00232235" w:rsidP="0023223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p w:rsidR="005E38B6" w:rsidRPr="00F10B99" w:rsidRDefault="00054566" w:rsidP="005379DC">
      <w:pPr>
        <w:spacing w:after="0" w:line="240" w:lineRule="auto"/>
        <w:ind w:left="993"/>
        <w:jc w:val="both"/>
        <w:rPr>
          <w:rFonts w:ascii="Arial" w:hAnsi="Arial" w:cs="Arial"/>
          <w:szCs w:val="36"/>
        </w:rPr>
      </w:pPr>
      <w:r>
        <w:rPr>
          <w:rFonts w:ascii="Arial" w:eastAsia="Times New Roman" w:hAnsi="Arial" w:cs="Arial"/>
          <w:i/>
          <w:sz w:val="24"/>
          <w:szCs w:val="24"/>
          <w:lang w:eastAsia="de-DE"/>
        </w:rPr>
        <w:t>Reisedauer zum Mars</w:t>
      </w:r>
      <w:r w:rsidRPr="00F10B99">
        <w:rPr>
          <w:rFonts w:ascii="Arial" w:eastAsia="Times New Roman" w:hAnsi="Arial" w:cs="Arial"/>
          <w:i/>
          <w:sz w:val="24"/>
          <w:szCs w:val="24"/>
          <w:lang w:eastAsia="de-DE"/>
        </w:rPr>
        <w:t>:      T = ½ T</w:t>
      </w:r>
      <w:r w:rsidRPr="00F10B99">
        <w:rPr>
          <w:rFonts w:ascii="Arial" w:eastAsia="Times New Roman" w:hAnsi="Arial" w:cs="Arial"/>
          <w:i/>
          <w:sz w:val="24"/>
          <w:szCs w:val="24"/>
          <w:vertAlign w:val="subscript"/>
          <w:lang w:eastAsia="de-DE"/>
        </w:rPr>
        <w:t>Hoh</w:t>
      </w:r>
      <w:r w:rsidRPr="00F10B99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= </w:t>
      </w:r>
      <w:r w:rsidRPr="00F10B99">
        <w:rPr>
          <w:rFonts w:ascii="Arial" w:eastAsia="Times New Roman" w:hAnsi="Arial" w:cs="Arial"/>
          <w:i/>
          <w:sz w:val="24"/>
          <w:szCs w:val="24"/>
          <w:u w:val="double"/>
          <w:lang w:eastAsia="de-DE"/>
        </w:rPr>
        <w:t>259 d</w:t>
      </w:r>
      <w:r w:rsidRPr="00F10B99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≈ </w:t>
      </w:r>
      <w:r w:rsidRPr="00F10B99">
        <w:rPr>
          <w:rFonts w:ascii="Arial" w:eastAsia="Times New Roman" w:hAnsi="Arial" w:cs="Arial"/>
          <w:i/>
          <w:sz w:val="24"/>
          <w:szCs w:val="24"/>
          <w:u w:val="double"/>
          <w:lang w:eastAsia="de-DE"/>
        </w:rPr>
        <w:t>¾ a</w:t>
      </w:r>
    </w:p>
    <w:sectPr w:rsidR="005E38B6" w:rsidRPr="00F10B99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648" w:rsidRDefault="00713648" w:rsidP="00762DC9">
      <w:pPr>
        <w:spacing w:after="0" w:line="240" w:lineRule="auto"/>
      </w:pPr>
      <w:r>
        <w:separator/>
      </w:r>
    </w:p>
  </w:endnote>
  <w:endnote w:type="continuationSeparator" w:id="0">
    <w:p w:rsidR="00713648" w:rsidRDefault="00713648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1474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B75262">
                    <w:rPr>
                      <w:color w:val="FFFFFF" w:themeColor="background1"/>
                    </w:rPr>
                    <w:t>(29.01</w:t>
                  </w:r>
                  <w:r w:rsidR="005421FB">
                    <w:rPr>
                      <w:color w:val="FFFFFF" w:themeColor="background1"/>
                    </w:rPr>
                    <w:t>.2019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648" w:rsidRDefault="00713648" w:rsidP="00762DC9">
      <w:pPr>
        <w:spacing w:after="0" w:line="240" w:lineRule="auto"/>
      </w:pPr>
      <w:r>
        <w:separator/>
      </w:r>
    </w:p>
  </w:footnote>
  <w:footnote w:type="continuationSeparator" w:id="0">
    <w:p w:rsidR="00713648" w:rsidRDefault="00713648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1474">
    <w:pPr>
      <w:pStyle w:val="Kopfzeile"/>
    </w:pP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5E38B6" w:rsidP="005402B2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9026">
      <o:colormenu v:ext="edit" strokecolor="red"/>
    </o:shapedefaults>
    <o:shapelayout v:ext="edit">
      <o:idmap v:ext="edit" data="2,95"/>
      <o:rules v:ext="edit">
        <o:r id="V:Rule66" type="connector" idref="#_x0000_s97398"/>
        <o:r id="V:Rule67" type="connector" idref="#_x0000_s97437"/>
        <o:r id="V:Rule68" type="connector" idref="#_x0000_s97443"/>
        <o:r id="V:Rule69" type="connector" idref="#_x0000_s97468"/>
        <o:r id="V:Rule70" type="connector" idref="#_x0000_s97475"/>
        <o:r id="V:Rule71" type="connector" idref="#_x0000_s97394"/>
        <o:r id="V:Rule72" type="connector" idref="#_x0000_s97376"/>
        <o:r id="V:Rule73" type="connector" idref="#_x0000_s97382"/>
        <o:r id="V:Rule74" type="connector" idref="#_x0000_s97441"/>
        <o:r id="V:Rule75" type="connector" idref="#_x0000_s2942"/>
        <o:r id="V:Rule76" type="connector" idref="#_x0000_s3019"/>
        <o:r id="V:Rule77" type="connector" idref="#_x0000_s97369"/>
        <o:r id="V:Rule78" type="connector" idref="#_x0000_s97375"/>
        <o:r id="V:Rule79" type="connector" idref="#_x0000_s97383"/>
        <o:r id="V:Rule80" type="connector" idref="#_x0000_s97396"/>
        <o:r id="V:Rule81" type="connector" idref="#_x0000_s97444"/>
        <o:r id="V:Rule82" type="connector" idref="#_x0000_s97432"/>
        <o:r id="V:Rule83" type="connector" idref="#_x0000_s97465"/>
        <o:r id="V:Rule84" type="connector" idref="#_x0000_s97401"/>
        <o:r id="V:Rule85" type="connector" idref="#_x0000_s97387"/>
        <o:r id="V:Rule86" type="connector" idref="#_x0000_s97472"/>
        <o:r id="V:Rule87" type="connector" idref="#_x0000_s97455"/>
        <o:r id="V:Rule88" type="connector" idref="#_x0000_s97454"/>
        <o:r id="V:Rule89" type="connector" idref="#_x0000_s3020"/>
        <o:r id="V:Rule90" type="connector" idref="#_x0000_s97452"/>
        <o:r id="V:Rule91" type="connector" idref="#_x0000_s2938"/>
        <o:r id="V:Rule92" type="connector" idref="#_x0000_s3018"/>
        <o:r id="V:Rule93" type="connector" idref="#_x0000_s3015"/>
        <o:r id="V:Rule94" type="connector" idref="#_x0000_s3011"/>
        <o:r id="V:Rule95" type="connector" idref="#_x0000_s97434"/>
        <o:r id="V:Rule96" type="connector" idref="#_x0000_s97395"/>
        <o:r id="V:Rule97" type="connector" idref="#_x0000_s3016"/>
        <o:r id="V:Rule98" type="connector" idref="#_x0000_s2943"/>
        <o:r id="V:Rule99" type="connector" idref="#_x0000_s3017"/>
        <o:r id="V:Rule100" type="connector" idref="#_x0000_s3013"/>
        <o:r id="V:Rule101" type="connector" idref="#_x0000_s97467"/>
        <o:r id="V:Rule102" type="connector" idref="#_x0000_s97470"/>
        <o:r id="V:Rule103" type="connector" idref="#_x0000_s97384"/>
        <o:r id="V:Rule104" type="connector" idref="#_x0000_s97474"/>
        <o:r id="V:Rule105" type="connector" idref="#_x0000_s97471"/>
        <o:r id="V:Rule106" type="connector" idref="#_x0000_s97392"/>
        <o:r id="V:Rule107" type="connector" idref="#_x0000_s97433"/>
        <o:r id="V:Rule108" type="connector" idref="#_x0000_s97476"/>
        <o:r id="V:Rule109" type="connector" idref="#_x0000_s3012"/>
        <o:r id="V:Rule110" type="connector" idref="#_x0000_s97450"/>
        <o:r id="V:Rule111" type="connector" idref="#_x0000_s97400"/>
        <o:r id="V:Rule112" type="connector" idref="#_x0000_s97451"/>
        <o:r id="V:Rule113" type="connector" idref="#_x0000_s97466"/>
        <o:r id="V:Rule114" type="connector" idref="#_x0000_s97442"/>
        <o:r id="V:Rule115" type="connector" idref="#_x0000_s97445"/>
        <o:r id="V:Rule116" type="connector" idref="#_x0000_s3021"/>
        <o:r id="V:Rule117" type="connector" idref="#_x0000_s97436"/>
        <o:r id="V:Rule118" type="connector" idref="#_x0000_s97469"/>
        <o:r id="V:Rule119" type="connector" idref="#_x0000_s2941"/>
        <o:r id="V:Rule120" type="connector" idref="#_x0000_s2937"/>
        <o:r id="V:Rule121" type="connector" idref="#_x0000_s97385"/>
        <o:r id="V:Rule122" type="connector" idref="#_x0000_s97473"/>
        <o:r id="V:Rule123" type="connector" idref="#_x0000_s97446"/>
        <o:r id="V:Rule124" type="connector" idref="#_x0000_s97386"/>
        <o:r id="V:Rule125" type="connector" idref="#_x0000_s97435"/>
        <o:r id="V:Rule126" type="connector" idref="#_x0000_s97393"/>
        <o:r id="V:Rule127" type="connector" idref="#_x0000_s3014"/>
        <o:r id="V:Rule128" type="connector" idref="#_x0000_s97381"/>
        <o:r id="V:Rule129" type="connector" idref="#_x0000_s97453"/>
        <o:r id="V:Rule130" type="connector" idref="#_x0000_s97397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54566"/>
    <w:rsid w:val="00056C05"/>
    <w:rsid w:val="00056C5F"/>
    <w:rsid w:val="000649E0"/>
    <w:rsid w:val="000748AE"/>
    <w:rsid w:val="00087CDE"/>
    <w:rsid w:val="000946F8"/>
    <w:rsid w:val="000B3A12"/>
    <w:rsid w:val="000E5A34"/>
    <w:rsid w:val="000F1E1A"/>
    <w:rsid w:val="000F65CD"/>
    <w:rsid w:val="00106E7C"/>
    <w:rsid w:val="001157D5"/>
    <w:rsid w:val="00124004"/>
    <w:rsid w:val="00160024"/>
    <w:rsid w:val="00160206"/>
    <w:rsid w:val="00177380"/>
    <w:rsid w:val="00193CAE"/>
    <w:rsid w:val="00194518"/>
    <w:rsid w:val="001B58F2"/>
    <w:rsid w:val="001B6693"/>
    <w:rsid w:val="001D4C4A"/>
    <w:rsid w:val="001F2C53"/>
    <w:rsid w:val="001F707A"/>
    <w:rsid w:val="00201924"/>
    <w:rsid w:val="00215A2C"/>
    <w:rsid w:val="00232235"/>
    <w:rsid w:val="002379B0"/>
    <w:rsid w:val="00240B39"/>
    <w:rsid w:val="002442A8"/>
    <w:rsid w:val="00252A3B"/>
    <w:rsid w:val="00255F5A"/>
    <w:rsid w:val="002571AE"/>
    <w:rsid w:val="00282C75"/>
    <w:rsid w:val="00296F0B"/>
    <w:rsid w:val="00297DF7"/>
    <w:rsid w:val="002A6B47"/>
    <w:rsid w:val="002B772E"/>
    <w:rsid w:val="002C346B"/>
    <w:rsid w:val="002C789D"/>
    <w:rsid w:val="002D62E4"/>
    <w:rsid w:val="002E3254"/>
    <w:rsid w:val="002E7F5C"/>
    <w:rsid w:val="002F2847"/>
    <w:rsid w:val="00305FF3"/>
    <w:rsid w:val="00314255"/>
    <w:rsid w:val="0036221F"/>
    <w:rsid w:val="00363768"/>
    <w:rsid w:val="003811C3"/>
    <w:rsid w:val="0038549B"/>
    <w:rsid w:val="00385D4F"/>
    <w:rsid w:val="003D4335"/>
    <w:rsid w:val="003F2665"/>
    <w:rsid w:val="004009FA"/>
    <w:rsid w:val="00421D80"/>
    <w:rsid w:val="004327BB"/>
    <w:rsid w:val="0043563A"/>
    <w:rsid w:val="00440C84"/>
    <w:rsid w:val="00451AB3"/>
    <w:rsid w:val="00465F28"/>
    <w:rsid w:val="0047198C"/>
    <w:rsid w:val="0047656C"/>
    <w:rsid w:val="00480F75"/>
    <w:rsid w:val="00486B6F"/>
    <w:rsid w:val="00495004"/>
    <w:rsid w:val="004B3FB2"/>
    <w:rsid w:val="004D5D4C"/>
    <w:rsid w:val="004E56C1"/>
    <w:rsid w:val="004F4845"/>
    <w:rsid w:val="00512790"/>
    <w:rsid w:val="00512E83"/>
    <w:rsid w:val="005379DC"/>
    <w:rsid w:val="005402B2"/>
    <w:rsid w:val="005421FB"/>
    <w:rsid w:val="00545CA0"/>
    <w:rsid w:val="005537B6"/>
    <w:rsid w:val="00567E21"/>
    <w:rsid w:val="0057433F"/>
    <w:rsid w:val="00575067"/>
    <w:rsid w:val="005856C6"/>
    <w:rsid w:val="00585F58"/>
    <w:rsid w:val="00587157"/>
    <w:rsid w:val="005A0107"/>
    <w:rsid w:val="005A3390"/>
    <w:rsid w:val="005A4548"/>
    <w:rsid w:val="005C00B1"/>
    <w:rsid w:val="005C6D14"/>
    <w:rsid w:val="005C7096"/>
    <w:rsid w:val="005E153F"/>
    <w:rsid w:val="005E1AEF"/>
    <w:rsid w:val="005E34D6"/>
    <w:rsid w:val="005E38B6"/>
    <w:rsid w:val="005E61BA"/>
    <w:rsid w:val="005F4B12"/>
    <w:rsid w:val="0061102E"/>
    <w:rsid w:val="00662210"/>
    <w:rsid w:val="00696CF3"/>
    <w:rsid w:val="006C407B"/>
    <w:rsid w:val="0070461F"/>
    <w:rsid w:val="00711A02"/>
    <w:rsid w:val="00713648"/>
    <w:rsid w:val="007149C8"/>
    <w:rsid w:val="00720DE7"/>
    <w:rsid w:val="00736A38"/>
    <w:rsid w:val="00750006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D0010"/>
    <w:rsid w:val="007E4FCC"/>
    <w:rsid w:val="008059FC"/>
    <w:rsid w:val="00812086"/>
    <w:rsid w:val="00824F5D"/>
    <w:rsid w:val="008670FB"/>
    <w:rsid w:val="00892E25"/>
    <w:rsid w:val="008937A7"/>
    <w:rsid w:val="008A3555"/>
    <w:rsid w:val="008B4196"/>
    <w:rsid w:val="008B4CE2"/>
    <w:rsid w:val="008B6B90"/>
    <w:rsid w:val="008C2309"/>
    <w:rsid w:val="008C467E"/>
    <w:rsid w:val="008E502A"/>
    <w:rsid w:val="008F26BA"/>
    <w:rsid w:val="0090367A"/>
    <w:rsid w:val="009053E1"/>
    <w:rsid w:val="009118F9"/>
    <w:rsid w:val="00920D26"/>
    <w:rsid w:val="00936B4D"/>
    <w:rsid w:val="00945517"/>
    <w:rsid w:val="00973B63"/>
    <w:rsid w:val="009776D7"/>
    <w:rsid w:val="0099058C"/>
    <w:rsid w:val="00990927"/>
    <w:rsid w:val="00991F2A"/>
    <w:rsid w:val="009935BF"/>
    <w:rsid w:val="009A3B1C"/>
    <w:rsid w:val="009C1474"/>
    <w:rsid w:val="009C21A5"/>
    <w:rsid w:val="009C2711"/>
    <w:rsid w:val="009C5F11"/>
    <w:rsid w:val="009D603D"/>
    <w:rsid w:val="009D7254"/>
    <w:rsid w:val="00A0125A"/>
    <w:rsid w:val="00A02524"/>
    <w:rsid w:val="00A16C35"/>
    <w:rsid w:val="00A17380"/>
    <w:rsid w:val="00A21BF1"/>
    <w:rsid w:val="00A2337F"/>
    <w:rsid w:val="00A2482E"/>
    <w:rsid w:val="00A33DEB"/>
    <w:rsid w:val="00A462FE"/>
    <w:rsid w:val="00A93386"/>
    <w:rsid w:val="00AB5462"/>
    <w:rsid w:val="00AC0F89"/>
    <w:rsid w:val="00AC29AB"/>
    <w:rsid w:val="00AC7767"/>
    <w:rsid w:val="00AF491F"/>
    <w:rsid w:val="00B07B2B"/>
    <w:rsid w:val="00B10CEC"/>
    <w:rsid w:val="00B162D4"/>
    <w:rsid w:val="00B361A6"/>
    <w:rsid w:val="00B6592B"/>
    <w:rsid w:val="00B75262"/>
    <w:rsid w:val="00B76255"/>
    <w:rsid w:val="00B85485"/>
    <w:rsid w:val="00B92987"/>
    <w:rsid w:val="00B92A79"/>
    <w:rsid w:val="00B9483A"/>
    <w:rsid w:val="00BA0E3F"/>
    <w:rsid w:val="00BB1210"/>
    <w:rsid w:val="00BB204D"/>
    <w:rsid w:val="00BB4F15"/>
    <w:rsid w:val="00C016D2"/>
    <w:rsid w:val="00C122C5"/>
    <w:rsid w:val="00C4214F"/>
    <w:rsid w:val="00C6796C"/>
    <w:rsid w:val="00C72030"/>
    <w:rsid w:val="00C7214B"/>
    <w:rsid w:val="00C72512"/>
    <w:rsid w:val="00C74CF8"/>
    <w:rsid w:val="00C776FB"/>
    <w:rsid w:val="00C84F63"/>
    <w:rsid w:val="00C9299E"/>
    <w:rsid w:val="00C93C16"/>
    <w:rsid w:val="00CA40F5"/>
    <w:rsid w:val="00CA505E"/>
    <w:rsid w:val="00CC2B33"/>
    <w:rsid w:val="00CC3999"/>
    <w:rsid w:val="00CC6BF9"/>
    <w:rsid w:val="00CE0C95"/>
    <w:rsid w:val="00CE398D"/>
    <w:rsid w:val="00D13DD4"/>
    <w:rsid w:val="00D1713E"/>
    <w:rsid w:val="00D30A18"/>
    <w:rsid w:val="00D37E0C"/>
    <w:rsid w:val="00D458B4"/>
    <w:rsid w:val="00D61D1B"/>
    <w:rsid w:val="00D62049"/>
    <w:rsid w:val="00D64E57"/>
    <w:rsid w:val="00D73BAA"/>
    <w:rsid w:val="00D800C2"/>
    <w:rsid w:val="00D9680B"/>
    <w:rsid w:val="00DB49D9"/>
    <w:rsid w:val="00DB6594"/>
    <w:rsid w:val="00DF3FAB"/>
    <w:rsid w:val="00DF6FE0"/>
    <w:rsid w:val="00E00452"/>
    <w:rsid w:val="00E0210A"/>
    <w:rsid w:val="00E02E9B"/>
    <w:rsid w:val="00E267BA"/>
    <w:rsid w:val="00E42254"/>
    <w:rsid w:val="00E60FAB"/>
    <w:rsid w:val="00E619F9"/>
    <w:rsid w:val="00E6323D"/>
    <w:rsid w:val="00E75BF5"/>
    <w:rsid w:val="00E80376"/>
    <w:rsid w:val="00E84C23"/>
    <w:rsid w:val="00EA6707"/>
    <w:rsid w:val="00F10353"/>
    <w:rsid w:val="00F10B99"/>
    <w:rsid w:val="00F371B2"/>
    <w:rsid w:val="00F45ED2"/>
    <w:rsid w:val="00F53A0E"/>
    <w:rsid w:val="00F72B12"/>
    <w:rsid w:val="00F73D95"/>
    <w:rsid w:val="00F80ADE"/>
    <w:rsid w:val="00F85AF6"/>
    <w:rsid w:val="00F91415"/>
    <w:rsid w:val="00F97DD7"/>
    <w:rsid w:val="00FA26D2"/>
    <w:rsid w:val="00FA434F"/>
    <w:rsid w:val="00FA463B"/>
    <w:rsid w:val="00FF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>
      <o:colormenu v:ext="edit" strokecolor="red"/>
    </o:shapedefaults>
    <o:shapelayout v:ext="edit">
      <o:idmap v:ext="edit" data="1"/>
      <o:rules v:ext="edit">
        <o:r id="V:Rule1" type="arc" idref="#_x0000_s1039"/>
        <o:r id="V:Rule2" type="arc" idref="#_x0000_s1040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C2B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CD896-F54E-4C5C-A58B-9B7E42AB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80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14</cp:revision>
  <cp:lastPrinted>2020-05-07T22:36:00Z</cp:lastPrinted>
  <dcterms:created xsi:type="dcterms:W3CDTF">2019-10-08T06:24:00Z</dcterms:created>
  <dcterms:modified xsi:type="dcterms:W3CDTF">2020-05-07T22:38:00Z</dcterms:modified>
</cp:coreProperties>
</file>