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A8025" w14:textId="64539C9D" w:rsidR="00486CE8" w:rsidRDefault="004F5E96" w:rsidP="00486CE8">
      <w:pPr>
        <w:pStyle w:val="Titel"/>
        <w:jc w:val="center"/>
      </w:pPr>
      <w:r>
        <w:t>Waagrechter Wurf</w:t>
      </w:r>
    </w:p>
    <w:p w14:paraId="6812CFC6" w14:textId="77777777" w:rsidR="00486CE8" w:rsidRDefault="00486CE8" w:rsidP="00486CE8"/>
    <w:p w14:paraId="34B9D1F2" w14:textId="77777777" w:rsidR="00486CE8" w:rsidRPr="00680514" w:rsidRDefault="00486CE8" w:rsidP="00486CE8">
      <w:pPr>
        <w:rPr>
          <w:b/>
        </w:rPr>
      </w:pPr>
      <w:r w:rsidRPr="00680514">
        <w:rPr>
          <w:b/>
        </w:rPr>
        <w:t>Materialien:</w:t>
      </w:r>
    </w:p>
    <w:p w14:paraId="57B803C9" w14:textId="77777777" w:rsidR="00486CE8" w:rsidRDefault="00486CE8" w:rsidP="00486CE8">
      <w:pPr>
        <w:pStyle w:val="Listenabsatz"/>
        <w:numPr>
          <w:ilvl w:val="0"/>
          <w:numId w:val="1"/>
        </w:numPr>
      </w:pPr>
      <w:r>
        <w:t>Smartphone &amp; Stativ</w:t>
      </w:r>
    </w:p>
    <w:p w14:paraId="49760BD0" w14:textId="77777777" w:rsidR="00486CE8" w:rsidRDefault="00486CE8" w:rsidP="00486CE8">
      <w:pPr>
        <w:pStyle w:val="Listenabsatz"/>
        <w:numPr>
          <w:ilvl w:val="0"/>
          <w:numId w:val="1"/>
        </w:numPr>
      </w:pPr>
      <w:r>
        <w:t>Laptop (mit Tracker und Newton II)</w:t>
      </w:r>
    </w:p>
    <w:p w14:paraId="50B00394" w14:textId="77777777" w:rsidR="00486CE8" w:rsidRDefault="00486CE8" w:rsidP="00486CE8">
      <w:pPr>
        <w:pStyle w:val="Listenabsatz"/>
        <w:numPr>
          <w:ilvl w:val="0"/>
          <w:numId w:val="1"/>
        </w:numPr>
      </w:pPr>
      <w:r>
        <w:t>Lineal</w:t>
      </w:r>
    </w:p>
    <w:p w14:paraId="76AC17F6" w14:textId="43202BE8" w:rsidR="004F5E96" w:rsidRDefault="004F5E96" w:rsidP="00486CE8">
      <w:pPr>
        <w:pStyle w:val="Listenabsatz"/>
        <w:numPr>
          <w:ilvl w:val="0"/>
          <w:numId w:val="1"/>
        </w:numPr>
      </w:pPr>
      <w:proofErr w:type="spellStart"/>
      <w:r>
        <w:t>Darda</w:t>
      </w:r>
      <w:proofErr w:type="spellEnd"/>
      <w:r>
        <w:t>-Auto</w:t>
      </w:r>
    </w:p>
    <w:p w14:paraId="3DAB5762" w14:textId="565FAEF0" w:rsidR="00E06165" w:rsidRDefault="00E06165" w:rsidP="00486CE8">
      <w:pPr>
        <w:pStyle w:val="Listenabsatz"/>
        <w:numPr>
          <w:ilvl w:val="0"/>
          <w:numId w:val="1"/>
        </w:numPr>
      </w:pPr>
      <w:r>
        <w:t>Anleitung: Videoanalyse mit Tracker</w:t>
      </w:r>
    </w:p>
    <w:p w14:paraId="714416BA" w14:textId="77777777" w:rsidR="00486CE8" w:rsidRDefault="00486CE8" w:rsidP="00486CE8"/>
    <w:p w14:paraId="5C28CC63" w14:textId="77777777" w:rsidR="00486CE8" w:rsidRPr="00680514" w:rsidRDefault="00486CE8" w:rsidP="00486CE8">
      <w:pPr>
        <w:rPr>
          <w:b/>
        </w:rPr>
      </w:pPr>
      <w:r w:rsidRPr="00680514">
        <w:rPr>
          <w:b/>
        </w:rPr>
        <w:t>Aufgabenstellung:</w:t>
      </w:r>
    </w:p>
    <w:p w14:paraId="1E96E263" w14:textId="3CA2AFC5" w:rsidR="00E06165" w:rsidRDefault="00486CE8" w:rsidP="004F5E96">
      <w:r>
        <w:t xml:space="preserve">Ziel dieser </w:t>
      </w:r>
      <w:r w:rsidR="004F5E96">
        <w:t xml:space="preserve">Aufgabe ist, den waagrechten Wurf als zweidimensionale Bewegung zu untersuchen. Dafür soll die Bewegung eines </w:t>
      </w:r>
      <w:proofErr w:type="spellStart"/>
      <w:r w:rsidR="004F5E96">
        <w:t>Darda</w:t>
      </w:r>
      <w:proofErr w:type="spellEnd"/>
      <w:r w:rsidR="004F5E96">
        <w:t xml:space="preserve">-Autos aufgenommen werden und daraus die Bewegungsgleichungen mit Hilfe einer Videoanalyse erstellt werden. Die Bewegung soll dann mit der modellierten Bewegung für den waagrechten Wurf verglichen werden. Hier kann z.B. die Fragestellung lauten, wie groß der Einfluss der Luftreibung beim </w:t>
      </w:r>
      <w:proofErr w:type="spellStart"/>
      <w:r w:rsidR="004F5E96">
        <w:t>Darda</w:t>
      </w:r>
      <w:proofErr w:type="spellEnd"/>
      <w:r w:rsidR="004F5E96">
        <w:t>-Auto ist.</w:t>
      </w:r>
    </w:p>
    <w:p w14:paraId="4A1C7EB5" w14:textId="77777777" w:rsidR="004F5E96" w:rsidRDefault="004F5E96" w:rsidP="004F5E96"/>
    <w:p w14:paraId="3DE606E1" w14:textId="5A582DD7" w:rsidR="004F5E96" w:rsidRDefault="004F5E96" w:rsidP="004F5E96">
      <w:r>
        <w:t>Darauf aufbauend besteht die Möglichkeit (wenn noch Zeit und Lust besteht), eine Filmszene aus James Bond auf Glaubwürdigkeit zu untersuchen. Dazu steht das weiter unten abgedruckte Arbeitsblatt zur Verfügung.</w:t>
      </w:r>
    </w:p>
    <w:p w14:paraId="139D6284" w14:textId="77777777" w:rsidR="00486CE8" w:rsidRDefault="00486CE8" w:rsidP="00486CE8"/>
    <w:p w14:paraId="17D923AB" w14:textId="77777777" w:rsidR="00486CE8" w:rsidRDefault="00486CE8" w:rsidP="00486CE8">
      <w:pPr>
        <w:rPr>
          <w:b/>
        </w:rPr>
      </w:pPr>
      <w:r>
        <w:rPr>
          <w:b/>
        </w:rPr>
        <w:t>Hinweise:</w:t>
      </w:r>
    </w:p>
    <w:p w14:paraId="003A1611" w14:textId="77777777" w:rsidR="00486CE8" w:rsidRDefault="00486CE8" w:rsidP="00E06165">
      <w:pPr>
        <w:rPr>
          <w:u w:val="single"/>
        </w:rPr>
      </w:pPr>
      <w:r w:rsidRPr="00B113D8">
        <w:rPr>
          <w:u w:val="single"/>
        </w:rPr>
        <w:t xml:space="preserve">Aufnahme </w:t>
      </w:r>
      <w:r w:rsidR="00E06165">
        <w:rPr>
          <w:u w:val="single"/>
        </w:rPr>
        <w:t>des Videos:</w:t>
      </w:r>
    </w:p>
    <w:p w14:paraId="4F6D2D77" w14:textId="57A5890D" w:rsidR="00E06165" w:rsidRDefault="009A22D2" w:rsidP="00B04F54">
      <w:pPr>
        <w:pStyle w:val="Listenabsatz"/>
        <w:numPr>
          <w:ilvl w:val="0"/>
          <w:numId w:val="6"/>
        </w:numPr>
      </w:pPr>
      <w:r>
        <w:rPr>
          <w:noProof/>
        </w:rPr>
        <mc:AlternateContent>
          <mc:Choice Requires="wps">
            <w:drawing>
              <wp:anchor distT="0" distB="0" distL="114300" distR="114300" simplePos="0" relativeHeight="251687936" behindDoc="0" locked="0" layoutInCell="1" allowOverlap="1" wp14:anchorId="0487A160" wp14:editId="624697B2">
                <wp:simplePos x="0" y="0"/>
                <wp:positionH relativeFrom="column">
                  <wp:posOffset>3617595</wp:posOffset>
                </wp:positionH>
                <wp:positionV relativeFrom="paragraph">
                  <wp:posOffset>2030095</wp:posOffset>
                </wp:positionV>
                <wp:extent cx="2085340" cy="687070"/>
                <wp:effectExtent l="0" t="0" r="0" b="0"/>
                <wp:wrapSquare wrapText="bothSides"/>
                <wp:docPr id="9" name="Textfeld 9"/>
                <wp:cNvGraphicFramePr/>
                <a:graphic xmlns:a="http://schemas.openxmlformats.org/drawingml/2006/main">
                  <a:graphicData uri="http://schemas.microsoft.com/office/word/2010/wordprocessingShape">
                    <wps:wsp>
                      <wps:cNvSpPr txBox="1"/>
                      <wps:spPr>
                        <a:xfrm>
                          <a:off x="0" y="0"/>
                          <a:ext cx="2085340" cy="687070"/>
                        </a:xfrm>
                        <a:prstGeom prst="rect">
                          <a:avLst/>
                        </a:prstGeom>
                        <a:solidFill>
                          <a:prstClr val="white"/>
                        </a:solidFill>
                        <a:ln>
                          <a:noFill/>
                        </a:ln>
                        <a:effectLst/>
                      </wps:spPr>
                      <wps:txbx>
                        <w:txbxContent>
                          <w:p w14:paraId="7A26EC4E" w14:textId="6E17704C" w:rsidR="009A22D2" w:rsidRPr="009A22D2" w:rsidRDefault="009A22D2" w:rsidP="009A22D2">
                            <w:pPr>
                              <w:pStyle w:val="Beschriftung"/>
                              <w:rPr>
                                <w:noProof/>
                                <w:sz w:val="22"/>
                                <w:lang w:val="en-US"/>
                              </w:rPr>
                            </w:pPr>
                            <w:proofErr w:type="spellStart"/>
                            <w:r w:rsidRPr="009A22D2">
                              <w:rPr>
                                <w:lang w:val="en-US"/>
                              </w:rPr>
                              <w:t>Abbildung</w:t>
                            </w:r>
                            <w:proofErr w:type="spellEnd"/>
                            <w:r w:rsidRPr="009A22D2">
                              <w:rPr>
                                <w:lang w:val="en-US"/>
                              </w:rPr>
                              <w:t xml:space="preserve"> </w:t>
                            </w:r>
                            <w:r>
                              <w:fldChar w:fldCharType="begin"/>
                            </w:r>
                            <w:r w:rsidRPr="009A22D2">
                              <w:rPr>
                                <w:lang w:val="en-US"/>
                              </w:rPr>
                              <w:instrText xml:space="preserve"> SEQ Abbildung \* ARABIC </w:instrText>
                            </w:r>
                            <w:r>
                              <w:fldChar w:fldCharType="separate"/>
                            </w:r>
                            <w:r w:rsidRPr="009A22D2">
                              <w:rPr>
                                <w:noProof/>
                                <w:lang w:val="en-US"/>
                              </w:rPr>
                              <w:t>1</w:t>
                            </w:r>
                            <w:r>
                              <w:fldChar w:fldCharType="end"/>
                            </w:r>
                            <w:r w:rsidRPr="009A22D2">
                              <w:rPr>
                                <w:lang w:val="en-US"/>
                              </w:rPr>
                              <w:t xml:space="preserve">: Screenshot </w:t>
                            </w:r>
                            <w:r w:rsidRPr="009A22D2">
                              <w:rPr>
                                <w:rFonts w:ascii="Helvetica" w:eastAsia="Helvetica" w:hAnsi="Helvetica" w:cs="Helvetica"/>
                                <w:lang w:val="en-US"/>
                              </w:rPr>
                              <w:t>© Douglas Brown Tracker Video Analysis, 2017; http://physlets.org/tracker/; [C</w:t>
                            </w:r>
                            <w:r w:rsidRPr="009A22D2">
                              <w:rPr>
                                <w:lang w:val="en-US"/>
                              </w:rPr>
                              <w:t>C BY-NC-SA3.0</w:t>
                            </w:r>
                            <w:r>
                              <w:rPr>
                                <w:lang w:val="en-US"/>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487A160" id="_x0000_t202" coordsize="21600,21600" o:spt="202" path="m0,0l0,21600,21600,21600,21600,0xe">
                <v:stroke joinstyle="miter"/>
                <v:path gradientshapeok="t" o:connecttype="rect"/>
              </v:shapetype>
              <v:shape id="Textfeld 9" o:spid="_x0000_s1026" type="#_x0000_t202" style="position:absolute;left:0;text-align:left;margin-left:284.85pt;margin-top:159.85pt;width:164.2pt;height:54.1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" stroked="f">
                <v:textbox style="mso-fit-shape-to-text:t" inset="0,0,0,0">
                  <w:txbxContent>
                    <w:p w14:paraId="7A26EC4E" w14:textId="6E17704C" w:rsidR="009A22D2" w:rsidRPr="009A22D2" w:rsidRDefault="009A22D2" w:rsidP="009A22D2">
                      <w:pPr>
                        <w:pStyle w:val="Beschriftung"/>
                        <w:rPr>
                          <w:noProof/>
                          <w:sz w:val="22"/>
                          <w:lang w:val="en-US"/>
                        </w:rPr>
                      </w:pPr>
                      <w:proofErr w:type="spellStart"/>
                      <w:r w:rsidRPr="009A22D2">
                        <w:rPr>
                          <w:lang w:val="en-US"/>
                        </w:rPr>
                        <w:t>Abbildung</w:t>
                      </w:r>
                      <w:proofErr w:type="spellEnd"/>
                      <w:r w:rsidRPr="009A22D2">
                        <w:rPr>
                          <w:lang w:val="en-US"/>
                        </w:rPr>
                        <w:t xml:space="preserve"> </w:t>
                      </w:r>
                      <w:r>
                        <w:fldChar w:fldCharType="begin"/>
                      </w:r>
                      <w:r w:rsidRPr="009A22D2">
                        <w:rPr>
                          <w:lang w:val="en-US"/>
                        </w:rPr>
                        <w:instrText xml:space="preserve"> SEQ Abbildung \* ARABIC </w:instrText>
                      </w:r>
                      <w:r>
                        <w:fldChar w:fldCharType="separate"/>
                      </w:r>
                      <w:r w:rsidRPr="009A22D2">
                        <w:rPr>
                          <w:noProof/>
                          <w:lang w:val="en-US"/>
                        </w:rPr>
                        <w:t>1</w:t>
                      </w:r>
                      <w:r>
                        <w:fldChar w:fldCharType="end"/>
                      </w:r>
                      <w:r w:rsidRPr="009A22D2">
                        <w:rPr>
                          <w:lang w:val="en-US"/>
                        </w:rPr>
                        <w:t xml:space="preserve">: Screenshot </w:t>
                      </w:r>
                      <w:r w:rsidRPr="009A22D2">
                        <w:rPr>
                          <w:rFonts w:ascii="Helvetica" w:eastAsia="Helvetica" w:hAnsi="Helvetica" w:cs="Helvetica"/>
                          <w:lang w:val="en-US"/>
                        </w:rPr>
                        <w:t>© Douglas Brown Tracker Video Analysis, 2017; http://physlets.org/tracker/; [C</w:t>
                      </w:r>
                      <w:r w:rsidRPr="009A22D2">
                        <w:rPr>
                          <w:lang w:val="en-US"/>
                        </w:rPr>
                        <w:t>C BY-NC-SA3.0</w:t>
                      </w:r>
                      <w:r>
                        <w:rPr>
                          <w:lang w:val="en-US"/>
                        </w:rPr>
                        <w:t>]</w:t>
                      </w:r>
                    </w:p>
                  </w:txbxContent>
                </v:textbox>
                <w10:wrap type="square"/>
              </v:shape>
            </w:pict>
          </mc:Fallback>
        </mc:AlternateContent>
      </w:r>
      <w:r w:rsidR="00262846">
        <w:rPr>
          <w:noProof/>
        </w:rPr>
        <mc:AlternateContent>
          <mc:Choice Requires="wpg">
            <w:drawing>
              <wp:anchor distT="0" distB="0" distL="114300" distR="114300" simplePos="0" relativeHeight="251669504" behindDoc="0" locked="0" layoutInCell="1" allowOverlap="1" wp14:anchorId="64EFA684" wp14:editId="6BB804A2">
                <wp:simplePos x="0" y="0"/>
                <wp:positionH relativeFrom="column">
                  <wp:posOffset>3617595</wp:posOffset>
                </wp:positionH>
                <wp:positionV relativeFrom="paragraph">
                  <wp:posOffset>287020</wp:posOffset>
                </wp:positionV>
                <wp:extent cx="2085340" cy="1685925"/>
                <wp:effectExtent l="0" t="0" r="0" b="0"/>
                <wp:wrapSquare wrapText="bothSides"/>
                <wp:docPr id="8" name="Gruppierung 8"/>
                <wp:cNvGraphicFramePr/>
                <a:graphic xmlns:a="http://schemas.openxmlformats.org/drawingml/2006/main">
                  <a:graphicData uri="http://schemas.microsoft.com/office/word/2010/wordprocessingGroup">
                    <wpg:wgp>
                      <wpg:cNvGrpSpPr/>
                      <wpg:grpSpPr>
                        <a:xfrm>
                          <a:off x="0" y="0"/>
                          <a:ext cx="2085340" cy="1685925"/>
                          <a:chOff x="0" y="0"/>
                          <a:chExt cx="2085908" cy="1686193"/>
                        </a:xfrm>
                      </wpg:grpSpPr>
                      <pic:pic xmlns:pic="http://schemas.openxmlformats.org/drawingml/2006/picture">
                        <pic:nvPicPr>
                          <pic:cNvPr id="1" name="Bild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1052763" y="246648"/>
                            <a:ext cx="1033145" cy="1439545"/>
                          </a:xfrm>
                          <a:prstGeom prst="rect">
                            <a:avLst/>
                          </a:prstGeom>
                        </pic:spPr>
                      </pic:pic>
                      <wpg:grpSp>
                        <wpg:cNvPr id="4" name="Gruppierung 4"/>
                        <wpg:cNvGrpSpPr/>
                        <wpg:grpSpPr>
                          <a:xfrm>
                            <a:off x="0" y="0"/>
                            <a:ext cx="1123154" cy="333963"/>
                            <a:chOff x="0" y="0"/>
                            <a:chExt cx="1123154" cy="333963"/>
                          </a:xfrm>
                        </wpg:grpSpPr>
                        <wps:wsp>
                          <wps:cNvPr id="2" name="Textfeld 2"/>
                          <wps:cNvSpPr txBox="1"/>
                          <wps:spPr>
                            <a:xfrm>
                              <a:off x="0" y="0"/>
                              <a:ext cx="977265" cy="2895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9C5079" w14:textId="11776381" w:rsidR="00262846" w:rsidRDefault="00262846">
                                <w:r>
                                  <w:t>Hier klicken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Gerade Verbindung mit Pfeil 3"/>
                          <wps:cNvCnPr/>
                          <wps:spPr>
                            <a:xfrm>
                              <a:off x="757989" y="144379"/>
                              <a:ext cx="365165" cy="18958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grpSp>
                        <wpg:cNvPr id="5" name="Gruppierung 5"/>
                        <wpg:cNvGrpSpPr/>
                        <wpg:grpSpPr>
                          <a:xfrm>
                            <a:off x="222584" y="872290"/>
                            <a:ext cx="1479847" cy="468630"/>
                            <a:chOff x="0" y="0"/>
                            <a:chExt cx="1480809" cy="469359"/>
                          </a:xfrm>
                        </wpg:grpSpPr>
                        <wps:wsp>
                          <wps:cNvPr id="6" name="Textfeld 6"/>
                          <wps:cNvSpPr txBox="1"/>
                          <wps:spPr>
                            <a:xfrm>
                              <a:off x="0" y="0"/>
                              <a:ext cx="977265" cy="469359"/>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63D81DD" w14:textId="168F7629" w:rsidR="00262846" w:rsidRDefault="00262846" w:rsidP="00262846">
                                <w:r>
                                  <w:t>Dann hier einstellen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Gerade Verbindung mit Pfeil 7"/>
                          <wps:cNvCnPr/>
                          <wps:spPr>
                            <a:xfrm>
                              <a:off x="681132" y="209974"/>
                              <a:ext cx="799677" cy="15728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wgp>
                  </a:graphicData>
                </a:graphic>
              </wp:anchor>
            </w:drawing>
          </mc:Choice>
          <mc:Fallback>
            <w:pict>
              <v:group w14:anchorId="64EFA684" id="Gruppierung 8" o:spid="_x0000_s1026" style="position:absolute;left:0;text-align:left;margin-left:284.85pt;margin-top:22.6pt;width:164.2pt;height:132.75pt;z-index:251669504" coordsize="2085908,1686193"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27" type="#_x0000_t75" style="position:absolute;left:1052763;top:246648;width:1033145;height:143954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gq&#10;mTLAAAAA2gAAAA8AAABkcnMvZG93bnJldi54bWxET02LwjAQvS/4H8IIXhZN14NINYq6qLvedEWv&#10;YzNtis2kNFmt/34jCHsaHu9zpvPWVuJGjS8dK/gYJCCIM6dLLhQcf9b9MQgfkDVWjknBgzzMZ523&#10;Kaba3XlPt0MoRAxhn6ICE0KdSukzQxb9wNXEkctdYzFE2BRSN3iP4baSwyQZSYslxwaDNa0MZdfD&#10;r1Ww4O1muc0/829bhPfTTl7M/nxRqtdtFxMQgdrwL365v3ScD89XnlfO/gA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iCqZMsAAAADaAAAADwAAAAAAAAAAAAAAAACcAgAAZHJz&#10;L2Rvd25yZXYueG1sUEsFBgAAAAAEAAQA9wAAAIkDAAAAAA==&#10;">
                  <v:imagedata r:id="rId9" o:title=""/>
                  <v:path arrowok="t"/>
                </v:shape>
                <v:group id="Gruppierung 4" o:spid="_x0000_s1028" style="position:absolute;width:1123154;height:333963" coordsize="1123154,333963"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lSazxQAAANoAAAAPAAAAZHJzL2Rvd25yZXYueG1sRI9Pa8JAFMTvBb/D8oTe&#10;6ibaFomuEkItPYRCVRBvj+wzCWbfhuw2f759t1DocZiZ3zDb/Wga0VPnassK4kUEgriwuuZSwfl0&#10;eFqDcB5ZY2OZFEzkYL+bPWwx0XbgL+qPvhQBwi5BBZX3bSKlKyoy6Ba2JQ7ezXYGfZBdKXWHQ4Cb&#10;Ri6j6FUarDksVNhSVlFxP34bBe8DDukqfuvz+y2brqeXz0sek1KP8zHdgPA0+v/wX/tDK3i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UpUms8UAAADaAAAA&#10;DwAAAAAAAAAAAAAAAACpAgAAZHJzL2Rvd25yZXYueG1sUEsFBgAAAAAEAAQA+gAAAJsDAAAAAA==&#10;">
                  <v:shapetype id="_x0000_t202" coordsize="21600,21600" o:spt="202" path="m0,0l0,21600,21600,21600,21600,0xe">
                    <v:stroke joinstyle="miter"/>
                    <v:path gradientshapeok="t" o:connecttype="rect"/>
                  </v:shapetype>
                  <v:shape id="Textfeld 2" o:spid="_x0000_s1029" type="#_x0000_t202" style="position:absolute;width:977265;height:2895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k60owQAA&#10;ANoAAAAPAAAAZHJzL2Rvd25yZXYueG1sRI9Pi8IwFMTvgt8hPMGbJoqKW40iuwieFP/swt4ezbMt&#10;Ni+libZ+e7Ow4HGYmd8wy3VrS/Gg2heONYyGCgRx6kzBmYbLeTuYg/AB2WDpmDQ8ycN61e0sMTGu&#10;4SM9TiETEcI+QQ15CFUipU9zsuiHriKO3tXVFkOUdSZNjU2E21KOlZpJiwXHhRwr+swpvZ3uVsP3&#10;/vr7M1GH7MtOq8a1SrL9kFr3e+1mASJQG97h//bOaBjD35V4A+Tq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pOtKMEAAADaAAAADwAAAAAAAAAAAAAAAACXAgAAZHJzL2Rvd25y&#10;ZXYueG1sUEsFBgAAAAAEAAQA9QAAAIUDAAAAAA==&#10;" filled="f" stroked="f">
                    <v:textbox>
                      <w:txbxContent>
                        <w:p w14:paraId="279C5079" w14:textId="11776381" w:rsidR="00262846" w:rsidRDefault="00262846">
                          <w:r>
                            <w:t>Hier klicken</w:t>
                          </w:r>
                        </w:p>
                      </w:txbxContent>
                    </v:textbox>
                  </v:shape>
                  <v:shapetype id="_x0000_t32" coordsize="21600,21600" o:spt="32" o:oned="t" path="m0,0l21600,21600e" filled="f">
                    <v:path arrowok="t" fillok="f" o:connecttype="none"/>
                    <o:lock v:ext="edit" shapetype="t"/>
                  </v:shapetype>
                  <v:shape id="Gerade Verbindung mit Pfeil 3" o:spid="_x0000_s1030" type="#_x0000_t32" style="position:absolute;left:757989;top:144379;width:365165;height:189584;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QEii8IAAADaAAAADwAAAGRycy9kb3ducmV2LnhtbESPT4vCMBTE7wt+h/AEb2uqoqy1qfgH&#10;wd3bqnh+NM+22LzUJtr67TeCsMdhZn7DJMvOVOJBjSstKxgNIxDEmdUl5wpOx93nFwjnkTVWlknB&#10;kxws095HgrG2Lf/S4+BzESDsYlRQeF/HUrqsIINuaGvi4F1sY9AH2eRSN9gGuKnkOIpm0mDJYaHA&#10;mjYFZdfD3Sho0Z/n61V+26y33/tuWt1mx9OPUoN+t1qA8NT5//C7vdcKJvC6Em6ATP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lQEii8IAAADaAAAADwAAAAAAAAAAAAAA&#10;AAChAgAAZHJzL2Rvd25yZXYueG1sUEsFBgAAAAAEAAQA+QAAAJADAAAAAA==&#10;" strokecolor="black [3200]" strokeweight=".5pt">
                    <v:stroke endarrow="block" joinstyle="miter"/>
                  </v:shape>
                </v:group>
                <v:group id="Gruppierung 5" o:spid="_x0000_s1031" style="position:absolute;left:222584;top:872290;width:1479847;height:468630" coordsize="1480809,46935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shape id="Textfeld 6" o:spid="_x0000_s1032" type="#_x0000_t202" style="position:absolute;width:977265;height:46935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qKsrwQAA&#10;ANoAAAAPAAAAZHJzL2Rvd25yZXYueG1sRI9Pi8IwFMTvwn6H8Ba8abKyilajLC4LnhT/grdH82yL&#10;zUtpsrZ+eyMIHoeZ+Q0zW7S2FDeqfeFYw1dfgSBOnSk403DY//XGIHxANlg6Jg138rCYf3RmmBjX&#10;8JZuu5CJCGGfoIY8hCqR0qc5WfR9VxFH7+JqiyHKOpOmxibCbSkHSo2kxYLjQo4VLXNKr7t/q+G4&#10;vpxP32qT/dph1bhWSbYTqXX3s/2ZggjUhnf41V4ZDS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airK8EAAADaAAAADwAAAAAAAAAAAAAAAACXAgAAZHJzL2Rvd25y&#10;ZXYueG1sUEsFBgAAAAAEAAQA9QAAAIUDAAAAAA==&#10;" filled="f" stroked="f">
                    <v:textbox>
                      <w:txbxContent>
                        <w:p w14:paraId="063D81DD" w14:textId="168F7629" w:rsidR="00262846" w:rsidRDefault="00262846" w:rsidP="00262846">
                          <w:r>
                            <w:t>Dann hier einstellen</w:t>
                          </w:r>
                        </w:p>
                      </w:txbxContent>
                    </v:textbox>
                  </v:shape>
                  <v:shape id="Gerade Verbindung mit Pfeil 7" o:spid="_x0000_s1033" type="#_x0000_t32" style="position:absolute;left:681132;top:209974;width:799677;height:157288;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jokiMMAAADaAAAADwAAAGRycy9kb3ducmV2LnhtbESPS2vDMBCE74X8B7GB3hK5gTzqRDGO&#10;QyHpLQ96XqyNbWqtHEux3X9fBQo9DjPzDbNJBlOLjlpXWVbwNo1AEOdWV1wouF4+JisQziNrrC2T&#10;gh9ykGxHLxuMte35RN3ZFyJA2MWooPS+iaV0eUkG3dQ2xMG72dagD7ItpG6xD3BTy1kULaTBisNC&#10;iQ1lJeXf54dR0KP/et+lxT3b7Y+HYV7fF5frp1Kv4yFdg/A0+P/wX/ugFSzheSXcALn9B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Oo6JIjDAAAA2gAAAA8AAAAAAAAAAAAA&#10;AAAAoQIAAGRycy9kb3ducmV2LnhtbFBLBQYAAAAABAAEAPkAAACRAwAAAAA=&#10;" strokecolor="black [3200]" strokeweight=".5pt">
                    <v:stroke endarrow="block" joinstyle="miter"/>
                  </v:shape>
                </v:group>
                <w10:wrap type="square"/>
              </v:group>
            </w:pict>
          </mc:Fallback>
        </mc:AlternateContent>
      </w:r>
      <w:r w:rsidR="007C73C2">
        <w:t>Bei der Aufnahme des Videos ist darauf zu achten, dass die Bewegung in der gleichen Ebene stattfindet wie die aufgehängte Skala (Lineal).</w:t>
      </w:r>
    </w:p>
    <w:p w14:paraId="2FE43D4E" w14:textId="6C04ACD3" w:rsidR="00B04F54" w:rsidRDefault="00B04F54" w:rsidP="00B04F54">
      <w:pPr>
        <w:pStyle w:val="Listenabsatz"/>
        <w:numPr>
          <w:ilvl w:val="0"/>
          <w:numId w:val="6"/>
        </w:numPr>
      </w:pPr>
      <w:r>
        <w:t>Wählen Sie die Bildqualität des Videos nicht zu hoch.</w:t>
      </w:r>
    </w:p>
    <w:p w14:paraId="3FF685D9" w14:textId="31FE35D9" w:rsidR="00262846" w:rsidRDefault="00B04F54" w:rsidP="00262846">
      <w:pPr>
        <w:pStyle w:val="Listenabsatz"/>
        <w:numPr>
          <w:ilvl w:val="0"/>
          <w:numId w:val="6"/>
        </w:numPr>
      </w:pPr>
      <w:r>
        <w:t>Manche Smartphones erlauben High-Speed-Aufnahmen. In diesem Fall muss in den Einstellungen die Bildrate nachgesehen werden und diese in Trac</w:t>
      </w:r>
      <w:r w:rsidR="00262846">
        <w:t>ker richtig eingestellt werden (s. rechts)</w:t>
      </w:r>
    </w:p>
    <w:p w14:paraId="2F88CD8C" w14:textId="7AE98361" w:rsidR="00262846" w:rsidRDefault="00262846" w:rsidP="00262846">
      <w:pPr>
        <w:pStyle w:val="Listenabsatz"/>
        <w:numPr>
          <w:ilvl w:val="0"/>
          <w:numId w:val="6"/>
        </w:numPr>
      </w:pPr>
      <w:r>
        <w:t xml:space="preserve">Die Auswertung mit Hilfe des </w:t>
      </w:r>
      <w:proofErr w:type="spellStart"/>
      <w:r>
        <w:t>Autotrackers</w:t>
      </w:r>
      <w:proofErr w:type="spellEnd"/>
      <w:r>
        <w:t xml:space="preserve"> wird dadurch erleichtert, dass das Bild möglichst kontrastreich ist (also: bei hellen Körpern ist ein dunkler Hintergrund zu wählen usw.)</w:t>
      </w:r>
    </w:p>
    <w:p w14:paraId="39CB8858" w14:textId="63201CBA" w:rsidR="00E06165" w:rsidRDefault="00E06165" w:rsidP="00E06165"/>
    <w:p w14:paraId="5A0F0BB1" w14:textId="77777777" w:rsidR="00732DD7" w:rsidRDefault="00732DD7">
      <w:pPr>
        <w:rPr>
          <w:noProof/>
        </w:rPr>
      </w:pPr>
      <w:bookmarkStart w:id="0" w:name="_GoBack"/>
      <w:bookmarkEnd w:id="0"/>
    </w:p>
    <w:p w14:paraId="3E7ED550" w14:textId="1F952583" w:rsidR="005A4A46" w:rsidRDefault="005A4A46">
      <w:pPr>
        <w:rPr>
          <w:noProof/>
        </w:rPr>
      </w:pPr>
      <w:r>
        <w:rPr>
          <w:noProof/>
        </w:rPr>
        <w:br w:type="page"/>
      </w:r>
    </w:p>
    <w:p w14:paraId="078D517C" w14:textId="77777777" w:rsidR="005A4A46" w:rsidRDefault="005A4A46" w:rsidP="005A4A46">
      <w:pPr>
        <w:jc w:val="center"/>
        <w:rPr>
          <w:b/>
          <w:i/>
          <w:sz w:val="28"/>
        </w:rPr>
      </w:pPr>
      <w:r>
        <w:rPr>
          <w:b/>
          <w:i/>
          <w:sz w:val="28"/>
        </w:rPr>
        <w:lastRenderedPageBreak/>
        <w:t>Waagrechter Wurf</w:t>
      </w:r>
    </w:p>
    <w:p w14:paraId="537BA56A" w14:textId="77777777" w:rsidR="005A4A46" w:rsidRDefault="005A4A46" w:rsidP="005A4A46">
      <w:pPr>
        <w:rPr>
          <w:rFonts w:ascii="Calibri" w:hAnsi="Calibri"/>
        </w:rPr>
      </w:pPr>
      <w:r>
        <w:rPr>
          <w:rFonts w:ascii="Calibri" w:hAnsi="Calibri"/>
        </w:rPr>
        <w:t xml:space="preserve">Im James-Bond-Film „Golden Eye“ stürzt sich James Bond in einer Szene waghalsig hinter einem stürzenden Flugzeug hinterher um seinen Verfolgern zu entkommen. </w:t>
      </w:r>
    </w:p>
    <w:p w14:paraId="4985BA26" w14:textId="77777777" w:rsidR="005A4A46" w:rsidRDefault="005A4A46" w:rsidP="005A4A46">
      <w:pPr>
        <w:rPr>
          <w:rFonts w:ascii="Calibri" w:hAnsi="Calibri"/>
          <w:b/>
        </w:rPr>
      </w:pPr>
      <w:r>
        <w:rPr>
          <w:rFonts w:ascii="Calibri" w:hAnsi="Calibri"/>
          <w:b/>
        </w:rPr>
        <w:t>Ziel:</w:t>
      </w:r>
    </w:p>
    <w:p w14:paraId="2A432EE1" w14:textId="77777777" w:rsidR="005A4A46" w:rsidRPr="00A41FED" w:rsidRDefault="005A4A46" w:rsidP="005A4A46">
      <w:pPr>
        <w:jc w:val="both"/>
        <w:rPr>
          <w:rFonts w:ascii="Calibri" w:hAnsi="Calibri"/>
          <w:b/>
          <w:i/>
        </w:rPr>
      </w:pPr>
      <w:r>
        <w:rPr>
          <w:rFonts w:ascii="Calibri" w:hAnsi="Calibri"/>
        </w:rPr>
        <w:t>Es soll untersucht werden, ob es überhaupt möglich ist, dass James Bond das Flugzeug erreichen kann.</w:t>
      </w:r>
    </w:p>
    <w:p w14:paraId="6E6A36DE" w14:textId="77777777" w:rsidR="005A4A46" w:rsidRDefault="005A4A46" w:rsidP="005A4A46">
      <w:pPr>
        <w:rPr>
          <w:rFonts w:ascii="Calibri" w:hAnsi="Calibri"/>
          <w:b/>
        </w:rPr>
      </w:pPr>
    </w:p>
    <w:p w14:paraId="7BC7C746" w14:textId="77777777" w:rsidR="005A4A46" w:rsidRDefault="005A4A46" w:rsidP="005A4A46">
      <w:pPr>
        <w:rPr>
          <w:rFonts w:ascii="Calibri" w:hAnsi="Calibri"/>
          <w:b/>
        </w:rPr>
      </w:pPr>
      <w:r>
        <w:rPr>
          <w:rFonts w:ascii="Calibri" w:hAnsi="Calibri"/>
          <w:b/>
        </w:rPr>
        <w:t>Daten aus dem Film (als Grundlage der Überlegungen):</w:t>
      </w:r>
    </w:p>
    <w:p w14:paraId="3A34C689" w14:textId="77777777" w:rsidR="005A4A46" w:rsidRDefault="005A4A46" w:rsidP="005A4A46">
      <w:pPr>
        <w:pStyle w:val="Listenabsatz"/>
        <w:numPr>
          <w:ilvl w:val="0"/>
          <w:numId w:val="2"/>
        </w:numPr>
        <w:rPr>
          <w:rFonts w:ascii="Calibri" w:hAnsi="Calibri"/>
        </w:rPr>
      </w:pPr>
      <w:r>
        <w:rPr>
          <w:rFonts w:ascii="Calibri" w:hAnsi="Calibri"/>
        </w:rPr>
        <w:t xml:space="preserve">James Bond stürzt dem sich im waagrechten Flug befindlichen Flugzeug </w:t>
      </w:r>
      <w:r>
        <w:rPr>
          <w:rFonts w:ascii="Calibri" w:hAnsi="Calibri"/>
          <w:b/>
        </w:rPr>
        <w:t>zwei Sekunden</w:t>
      </w:r>
      <w:r>
        <w:rPr>
          <w:rFonts w:ascii="Calibri" w:hAnsi="Calibri"/>
        </w:rPr>
        <w:t xml:space="preserve"> nach dessen Verlassen der Klippe hinterher</w:t>
      </w:r>
    </w:p>
    <w:p w14:paraId="15B14439" w14:textId="77777777" w:rsidR="005A4A46" w:rsidRPr="0024096E" w:rsidRDefault="005A4A46" w:rsidP="005A4A46">
      <w:pPr>
        <w:pStyle w:val="Listenabsatz"/>
        <w:numPr>
          <w:ilvl w:val="0"/>
          <w:numId w:val="2"/>
        </w:numPr>
        <w:rPr>
          <w:rFonts w:ascii="Calibri" w:hAnsi="Calibri"/>
        </w:rPr>
      </w:pPr>
      <w:r>
        <w:rPr>
          <w:rFonts w:ascii="Calibri" w:hAnsi="Calibri"/>
        </w:rPr>
        <w:t xml:space="preserve">Das Flugzeug verlässt die Klippe mit einer horizontalen Geschwindigkeit von </w:t>
      </w:r>
      <m:oMath>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0</m:t>
            </m:r>
          </m:sub>
        </m:sSub>
        <m:r>
          <m:rPr>
            <m:sty m:val="bi"/>
          </m:rPr>
          <w:rPr>
            <w:rFonts w:ascii="Cambria Math" w:hAnsi="Cambria Math"/>
          </w:rPr>
          <m:t>=34</m:t>
        </m:r>
        <m:f>
          <m:fPr>
            <m:ctrlPr>
              <w:rPr>
                <w:rFonts w:ascii="Cambria Math" w:hAnsi="Cambria Math"/>
                <w:b/>
                <w:i/>
              </w:rPr>
            </m:ctrlPr>
          </m:fPr>
          <m:num>
            <m:r>
              <m:rPr>
                <m:sty m:val="bi"/>
              </m:rPr>
              <w:rPr>
                <w:rFonts w:ascii="Cambria Math" w:hAnsi="Cambria Math"/>
              </w:rPr>
              <m:t>m</m:t>
            </m:r>
          </m:num>
          <m:den>
            <m:r>
              <m:rPr>
                <m:sty m:val="bi"/>
              </m:rPr>
              <w:rPr>
                <w:rFonts w:ascii="Cambria Math" w:hAnsi="Cambria Math"/>
              </w:rPr>
              <m:t>s</m:t>
            </m:r>
          </m:den>
        </m:f>
      </m:oMath>
    </w:p>
    <w:p w14:paraId="4C92F900" w14:textId="77777777" w:rsidR="005A4A46" w:rsidRDefault="005A4A46" w:rsidP="005A4A46">
      <w:pPr>
        <w:pStyle w:val="Listenabsatz"/>
        <w:numPr>
          <w:ilvl w:val="0"/>
          <w:numId w:val="2"/>
        </w:numPr>
        <w:rPr>
          <w:rFonts w:ascii="Calibri" w:hAnsi="Calibri"/>
        </w:rPr>
      </w:pPr>
      <w:r>
        <w:rPr>
          <w:rFonts w:ascii="Calibri" w:hAnsi="Calibri"/>
        </w:rPr>
        <w:t xml:space="preserve">James Bond erreicht das Flugzeug nach </w:t>
      </w:r>
      <w:r w:rsidRPr="0024096E">
        <w:rPr>
          <w:rFonts w:ascii="Calibri" w:hAnsi="Calibri"/>
          <w:b/>
        </w:rPr>
        <w:t>etwa 22 Sekunden</w:t>
      </w:r>
      <w:r w:rsidRPr="0024096E">
        <w:rPr>
          <w:rFonts w:ascii="Calibri" w:hAnsi="Calibri"/>
        </w:rPr>
        <w:t xml:space="preserve"> </w:t>
      </w:r>
    </w:p>
    <w:p w14:paraId="3D675AFA" w14:textId="77777777" w:rsidR="005A4A46" w:rsidRDefault="005A4A46" w:rsidP="005A4A46">
      <w:pPr>
        <w:rPr>
          <w:rFonts w:ascii="Calibri" w:hAnsi="Calibri"/>
        </w:rPr>
      </w:pPr>
    </w:p>
    <w:p w14:paraId="411A0AD4" w14:textId="77777777" w:rsidR="005A4A46" w:rsidRDefault="005A4A46" w:rsidP="005A4A46">
      <w:pPr>
        <w:rPr>
          <w:rFonts w:ascii="Calibri" w:hAnsi="Calibri"/>
        </w:rPr>
      </w:pPr>
      <w:r>
        <w:rPr>
          <w:rFonts w:ascii="Calibri" w:hAnsi="Calibri"/>
        </w:rPr>
        <w:t xml:space="preserve">Die für James veränderlichen Größen sind: </w:t>
      </w:r>
    </w:p>
    <w:p w14:paraId="1F1E30F9" w14:textId="77777777" w:rsidR="005A4A46" w:rsidRDefault="005A4A46" w:rsidP="005A4A46">
      <w:pPr>
        <w:pStyle w:val="Listenabsatz"/>
        <w:numPr>
          <w:ilvl w:val="0"/>
          <w:numId w:val="2"/>
        </w:numPr>
        <w:rPr>
          <w:rFonts w:ascii="Calibri" w:hAnsi="Calibri"/>
        </w:rPr>
      </w:pPr>
      <w:r>
        <w:rPr>
          <w:rFonts w:ascii="Calibri" w:hAnsi="Calibri"/>
        </w:rPr>
        <w:t>Seine horizontale Anfangsgeschwindigkeit</w:t>
      </w:r>
    </w:p>
    <w:p w14:paraId="64497EA5" w14:textId="77777777" w:rsidR="005A4A46" w:rsidRDefault="005A4A46" w:rsidP="005A4A46">
      <w:pPr>
        <w:pStyle w:val="Listenabsatz"/>
        <w:numPr>
          <w:ilvl w:val="0"/>
          <w:numId w:val="2"/>
        </w:numPr>
        <w:rPr>
          <w:rFonts w:ascii="Calibri" w:hAnsi="Calibri"/>
        </w:rPr>
      </w:pPr>
      <w:r>
        <w:rPr>
          <w:rFonts w:ascii="Calibri" w:hAnsi="Calibri"/>
        </w:rPr>
        <w:t>(Sein Luftwiderstandswert)</w:t>
      </w:r>
    </w:p>
    <w:p w14:paraId="728C7700" w14:textId="77777777" w:rsidR="005A4A46" w:rsidRDefault="005A4A46" w:rsidP="005A4A46">
      <w:pPr>
        <w:rPr>
          <w:rFonts w:ascii="Calibri" w:hAnsi="Calibri"/>
        </w:rPr>
      </w:pPr>
    </w:p>
    <w:p w14:paraId="11BE2CE5" w14:textId="77777777" w:rsidR="005A4A46" w:rsidRDefault="005A4A46" w:rsidP="005A4A46">
      <w:pPr>
        <w:rPr>
          <w:rFonts w:ascii="Calibri" w:hAnsi="Calibri"/>
          <w:b/>
        </w:rPr>
      </w:pPr>
      <w:r>
        <w:rPr>
          <w:rFonts w:ascii="Calibri" w:hAnsi="Calibri"/>
          <w:b/>
        </w:rPr>
        <w:t>Vorgehen:</w:t>
      </w:r>
    </w:p>
    <w:p w14:paraId="47CD0443" w14:textId="77777777" w:rsidR="005A4A46" w:rsidRDefault="005A4A46" w:rsidP="005A4A46">
      <w:pPr>
        <w:rPr>
          <w:rFonts w:ascii="Calibri" w:hAnsi="Calibri"/>
        </w:rPr>
      </w:pPr>
      <w:r>
        <w:rPr>
          <w:rFonts w:ascii="Calibri" w:hAnsi="Calibri"/>
        </w:rPr>
        <w:t>Um die Frage, ob James Bond das Flugzeug erreichen kann, zu beantworten könnt ihr eine (oder beide) der folgenden Vorgehensweisen nutzen:</w:t>
      </w:r>
    </w:p>
    <w:p w14:paraId="1F296B96" w14:textId="77777777" w:rsidR="005A4A46" w:rsidRDefault="005A4A46" w:rsidP="005A4A46">
      <w:pPr>
        <w:pStyle w:val="Listenabsatz"/>
        <w:numPr>
          <w:ilvl w:val="0"/>
          <w:numId w:val="2"/>
        </w:numPr>
        <w:rPr>
          <w:rFonts w:ascii="Calibri" w:hAnsi="Calibri"/>
        </w:rPr>
      </w:pPr>
      <w:r>
        <w:rPr>
          <w:rFonts w:ascii="Calibri" w:hAnsi="Calibri"/>
        </w:rPr>
        <w:t>Untersucht die Bewegung mit Hilfe des Programmes Newton II, mit dessen Hilfe ihr Voraussagen über die Bewegungen von Flugzeug und James Bond machen könnt.</w:t>
      </w:r>
    </w:p>
    <w:p w14:paraId="13112CE4" w14:textId="77777777" w:rsidR="005A4A46" w:rsidRDefault="005A4A46" w:rsidP="005A4A46">
      <w:pPr>
        <w:pStyle w:val="Listenabsatz"/>
        <w:numPr>
          <w:ilvl w:val="0"/>
          <w:numId w:val="2"/>
        </w:numPr>
        <w:rPr>
          <w:rFonts w:ascii="Calibri" w:hAnsi="Calibri"/>
        </w:rPr>
      </w:pPr>
      <w:r>
        <w:rPr>
          <w:rFonts w:ascii="Calibri" w:hAnsi="Calibri"/>
        </w:rPr>
        <w:t xml:space="preserve">Überlegt euch einen Versuch, mit dessen Hilfe ihr den waagrechten Fall untersuchen könnt, wertet diesen aus und zieht dadurch Rückschlüsse auf die Filmsequenz. </w:t>
      </w:r>
    </w:p>
    <w:p w14:paraId="14F3E0AD" w14:textId="77777777" w:rsidR="005A4A46" w:rsidRDefault="005A4A46" w:rsidP="005A4A46">
      <w:pPr>
        <w:pStyle w:val="Listenabsatz"/>
        <w:numPr>
          <w:ilvl w:val="0"/>
          <w:numId w:val="2"/>
        </w:numPr>
        <w:rPr>
          <w:rFonts w:ascii="Calibri" w:hAnsi="Calibri"/>
        </w:rPr>
      </w:pPr>
      <w:r>
        <w:rPr>
          <w:rFonts w:ascii="Calibri" w:hAnsi="Calibri"/>
        </w:rPr>
        <w:t>Gebt bei beiden Möglichkeiten an, wie gut eure Ergebnisse sind und an welchen Stellen ihr Näherungen benutzt habt!</w:t>
      </w:r>
    </w:p>
    <w:p w14:paraId="6AFF0903" w14:textId="77777777" w:rsidR="005A4A46" w:rsidRPr="00A41FED" w:rsidRDefault="005A4A46" w:rsidP="005A4A46">
      <w:pPr>
        <w:rPr>
          <w:rFonts w:ascii="Calibri" w:hAnsi="Calibri"/>
        </w:rPr>
      </w:pPr>
    </w:p>
    <w:p w14:paraId="5509B2D2" w14:textId="77777777" w:rsidR="005A4A46" w:rsidRDefault="005A4A46" w:rsidP="005A4A46">
      <w:pPr>
        <w:rPr>
          <w:rFonts w:ascii="Calibri" w:hAnsi="Calibri"/>
          <w:b/>
        </w:rPr>
      </w:pPr>
      <w:r>
        <w:rPr>
          <w:rFonts w:ascii="Calibri" w:hAnsi="Calibri"/>
          <w:b/>
        </w:rPr>
        <w:t>Aufgaben:</w:t>
      </w:r>
    </w:p>
    <w:p w14:paraId="701E1082" w14:textId="77777777" w:rsidR="005A4A46" w:rsidRPr="00A41FED" w:rsidRDefault="005A4A46" w:rsidP="005A4A46">
      <w:pPr>
        <w:pStyle w:val="Listenabsatz"/>
        <w:numPr>
          <w:ilvl w:val="0"/>
          <w:numId w:val="7"/>
        </w:numPr>
        <w:rPr>
          <w:rFonts w:ascii="Calibri" w:hAnsi="Calibri"/>
          <w:b/>
        </w:rPr>
      </w:pPr>
      <w:r w:rsidRPr="00A41FED">
        <w:rPr>
          <w:rFonts w:ascii="Calibri" w:hAnsi="Calibri"/>
        </w:rPr>
        <w:t>Beschreibe d</w:t>
      </w:r>
      <w:r>
        <w:rPr>
          <w:rFonts w:ascii="Calibri" w:hAnsi="Calibri"/>
        </w:rPr>
        <w:t>en Flug des Flugzeugs in Worten!</w:t>
      </w:r>
    </w:p>
    <w:p w14:paraId="4C6C2C7C" w14:textId="77777777" w:rsidR="005A4A46" w:rsidRPr="00A41FED" w:rsidRDefault="005A4A46" w:rsidP="005A4A46">
      <w:pPr>
        <w:pStyle w:val="Listenabsatz"/>
        <w:numPr>
          <w:ilvl w:val="0"/>
          <w:numId w:val="7"/>
        </w:numPr>
        <w:rPr>
          <w:rFonts w:ascii="Calibri" w:hAnsi="Calibri"/>
          <w:b/>
        </w:rPr>
      </w:pPr>
      <w:r>
        <w:rPr>
          <w:rFonts w:ascii="Calibri" w:hAnsi="Calibri"/>
        </w:rPr>
        <w:t>Überprüft eure Beschreibung mit Hilfe eines Versuches oder einer Modellierung!</w:t>
      </w:r>
    </w:p>
    <w:p w14:paraId="6CF36231" w14:textId="77777777" w:rsidR="005A4A46" w:rsidRPr="00A41FED" w:rsidRDefault="005A4A46" w:rsidP="005A4A46">
      <w:pPr>
        <w:pStyle w:val="Listenabsatz"/>
        <w:numPr>
          <w:ilvl w:val="0"/>
          <w:numId w:val="7"/>
        </w:numPr>
        <w:rPr>
          <w:rFonts w:ascii="Calibri" w:hAnsi="Calibri"/>
          <w:b/>
        </w:rPr>
      </w:pPr>
      <w:r>
        <w:rPr>
          <w:rFonts w:ascii="Calibri" w:hAnsi="Calibri"/>
        </w:rPr>
        <w:t>Wiederholt Aufgaben 1) und 2) für James Bond. Gehe bei den Überlegungen auf den Einfluss verschiedener horizontaler Anfangsgeschwindigkeiten von James Bond ein!</w:t>
      </w:r>
    </w:p>
    <w:p w14:paraId="500AE723" w14:textId="77777777" w:rsidR="005A4A46" w:rsidRPr="00A41FED" w:rsidRDefault="005A4A46" w:rsidP="005A4A46">
      <w:pPr>
        <w:pStyle w:val="Listenabsatz"/>
        <w:numPr>
          <w:ilvl w:val="0"/>
          <w:numId w:val="7"/>
        </w:numPr>
        <w:rPr>
          <w:rFonts w:ascii="Calibri" w:hAnsi="Calibri"/>
          <w:b/>
        </w:rPr>
      </w:pPr>
      <w:r>
        <w:rPr>
          <w:rFonts w:ascii="Calibri" w:hAnsi="Calibri"/>
        </w:rPr>
        <w:t>Erstellt einen Bericht, in dem ihr auf Grundlagen eurer gemachten Ergebnisse angebt, ob es in euren Worten möglich ist, dass James Bond das Flugzeug erreichen kann!</w:t>
      </w:r>
    </w:p>
    <w:p w14:paraId="37CCDB45" w14:textId="77777777" w:rsidR="00732DD7" w:rsidRDefault="00732DD7">
      <w:pPr>
        <w:rPr>
          <w:noProof/>
        </w:rPr>
      </w:pPr>
    </w:p>
    <w:sectPr w:rsidR="00732DD7" w:rsidSect="00B362BE">
      <w:pgSz w:w="11900" w:h="16840"/>
      <w:pgMar w:top="689" w:right="1417" w:bottom="525"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E307FB" w14:textId="77777777" w:rsidR="002401F7" w:rsidRDefault="002401F7" w:rsidP="00683F72">
      <w:r>
        <w:separator/>
      </w:r>
    </w:p>
  </w:endnote>
  <w:endnote w:type="continuationSeparator" w:id="0">
    <w:p w14:paraId="3DC84044" w14:textId="77777777" w:rsidR="002401F7" w:rsidRDefault="002401F7" w:rsidP="00683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ＭＳ 明朝">
    <w:charset w:val="80"/>
    <w:family w:val="roma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ゴシック">
    <w:charset w:val="80"/>
    <w:family w:val="swiss"/>
    <w:pitch w:val="fixed"/>
    <w:sig w:usb0="E00002FF" w:usb1="6AC7FDFB" w:usb2="08000012" w:usb3="00000000" w:csb0="0002009F" w:csb1="00000000"/>
  </w:font>
  <w:font w:name="Helvetica">
    <w:panose1 w:val="00000000000000000000"/>
    <w:charset w:val="00"/>
    <w:family w:val="swiss"/>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1D7FED" w14:textId="77777777" w:rsidR="002401F7" w:rsidRDefault="002401F7" w:rsidP="00683F72">
      <w:r>
        <w:separator/>
      </w:r>
    </w:p>
  </w:footnote>
  <w:footnote w:type="continuationSeparator" w:id="0">
    <w:p w14:paraId="42ADEBB4" w14:textId="77777777" w:rsidR="002401F7" w:rsidRDefault="002401F7" w:rsidP="00683F7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C08F4"/>
    <w:multiLevelType w:val="hybridMultilevel"/>
    <w:tmpl w:val="478E6356"/>
    <w:lvl w:ilvl="0" w:tplc="6832D650">
      <w:start w:val="3"/>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F68222A"/>
    <w:multiLevelType w:val="hybridMultilevel"/>
    <w:tmpl w:val="CC3EF3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30D7428"/>
    <w:multiLevelType w:val="hybridMultilevel"/>
    <w:tmpl w:val="EAA4143C"/>
    <w:lvl w:ilvl="0" w:tplc="04070011">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4BF224B"/>
    <w:multiLevelType w:val="hybridMultilevel"/>
    <w:tmpl w:val="A88A55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DBD64D4"/>
    <w:multiLevelType w:val="hybridMultilevel"/>
    <w:tmpl w:val="6BF07660"/>
    <w:lvl w:ilvl="0" w:tplc="9D9CDE26">
      <w:start w:val="3"/>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6FE040A6"/>
    <w:multiLevelType w:val="hybridMultilevel"/>
    <w:tmpl w:val="E93A0316"/>
    <w:lvl w:ilvl="0" w:tplc="E662F65C">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F4A1D3C"/>
    <w:multiLevelType w:val="hybridMultilevel"/>
    <w:tmpl w:val="D8667478"/>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3"/>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attachedTemplate r:id="rId1"/>
  <w:defaultTabStop w:val="708"/>
  <w:hyphenationZone w:val="425"/>
  <w:drawingGridHorizontalSpacing w:val="57"/>
  <w:drawingGridVerticalSpacing w:val="57"/>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CE8"/>
    <w:rsid w:val="000021BE"/>
    <w:rsid w:val="00074CC2"/>
    <w:rsid w:val="001C6DEB"/>
    <w:rsid w:val="002401F7"/>
    <w:rsid w:val="00262846"/>
    <w:rsid w:val="00394215"/>
    <w:rsid w:val="003A64CF"/>
    <w:rsid w:val="003E773C"/>
    <w:rsid w:val="003F4C64"/>
    <w:rsid w:val="00486CE8"/>
    <w:rsid w:val="004F5E96"/>
    <w:rsid w:val="005A4A46"/>
    <w:rsid w:val="00603522"/>
    <w:rsid w:val="00683F72"/>
    <w:rsid w:val="00705C30"/>
    <w:rsid w:val="00732DD7"/>
    <w:rsid w:val="007C73C2"/>
    <w:rsid w:val="0085045E"/>
    <w:rsid w:val="008750CB"/>
    <w:rsid w:val="009A22D2"/>
    <w:rsid w:val="00B04F54"/>
    <w:rsid w:val="00B362BE"/>
    <w:rsid w:val="00BE38A0"/>
    <w:rsid w:val="00C73805"/>
    <w:rsid w:val="00D01DC6"/>
    <w:rsid w:val="00DF2A93"/>
    <w:rsid w:val="00E06165"/>
    <w:rsid w:val="00E24B29"/>
    <w:rsid w:val="00E65E21"/>
    <w:rsid w:val="00E747D9"/>
    <w:rsid w:val="00ED05CB"/>
    <w:rsid w:val="00F250EF"/>
    <w:rsid w:val="00FD753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E6315E"/>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486CE8"/>
    <w:rPr>
      <w:sz w:val="22"/>
    </w:rPr>
  </w:style>
  <w:style w:type="paragraph" w:styleId="berschrift1">
    <w:name w:val="heading 1"/>
    <w:basedOn w:val="Standard"/>
    <w:next w:val="Standard"/>
    <w:link w:val="berschrift1Zchn"/>
    <w:uiPriority w:val="9"/>
    <w:qFormat/>
    <w:rsid w:val="00705C30"/>
    <w:pPr>
      <w:keepNext/>
      <w:keepLines/>
      <w:spacing w:before="240"/>
      <w:outlineLvl w:val="0"/>
    </w:pPr>
    <w:rPr>
      <w:rFonts w:asciiTheme="majorHAnsi" w:eastAsiaTheme="majorEastAsia" w:hAnsiTheme="majorHAnsi" w:cstheme="majorBidi"/>
      <w:color w:val="000000" w:themeColor="text1"/>
      <w:sz w:val="28"/>
      <w:szCs w:val="32"/>
    </w:rPr>
  </w:style>
  <w:style w:type="paragraph" w:styleId="berschrift2">
    <w:name w:val="heading 2"/>
    <w:basedOn w:val="Standard"/>
    <w:next w:val="Standard"/>
    <w:link w:val="berschrift2Zchn"/>
    <w:uiPriority w:val="9"/>
    <w:semiHidden/>
    <w:unhideWhenUsed/>
    <w:qFormat/>
    <w:rsid w:val="00705C30"/>
    <w:pPr>
      <w:keepNext/>
      <w:keepLines/>
      <w:spacing w:before="40"/>
      <w:outlineLvl w:val="1"/>
    </w:pPr>
    <w:rPr>
      <w:rFonts w:asciiTheme="majorHAnsi" w:eastAsiaTheme="majorEastAsia" w:hAnsiTheme="majorHAnsi" w:cstheme="majorBidi"/>
      <w:color w:val="000000" w:themeColor="tex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5C30"/>
    <w:rPr>
      <w:rFonts w:asciiTheme="majorHAnsi" w:eastAsiaTheme="majorEastAsia" w:hAnsiTheme="majorHAnsi" w:cstheme="majorBidi"/>
      <w:color w:val="000000" w:themeColor="text1"/>
      <w:sz w:val="28"/>
      <w:szCs w:val="32"/>
    </w:rPr>
  </w:style>
  <w:style w:type="character" w:customStyle="1" w:styleId="berschrift2Zchn">
    <w:name w:val="Überschrift 2 Zchn"/>
    <w:basedOn w:val="Absatz-Standardschriftart"/>
    <w:link w:val="berschrift2"/>
    <w:uiPriority w:val="9"/>
    <w:semiHidden/>
    <w:rsid w:val="00705C30"/>
    <w:rPr>
      <w:rFonts w:asciiTheme="majorHAnsi" w:eastAsiaTheme="majorEastAsia" w:hAnsiTheme="majorHAnsi" w:cstheme="majorBidi"/>
      <w:color w:val="000000" w:themeColor="text1"/>
      <w:sz w:val="26"/>
      <w:szCs w:val="26"/>
    </w:rPr>
  </w:style>
  <w:style w:type="paragraph" w:styleId="Titel">
    <w:name w:val="Title"/>
    <w:basedOn w:val="Standard"/>
    <w:next w:val="Standard"/>
    <w:link w:val="TitelZchn"/>
    <w:qFormat/>
    <w:rsid w:val="00705C30"/>
    <w:pPr>
      <w:contextualSpacing/>
    </w:pPr>
    <w:rPr>
      <w:rFonts w:asciiTheme="majorHAnsi" w:eastAsiaTheme="majorEastAsia" w:hAnsiTheme="majorHAnsi" w:cstheme="majorBidi"/>
      <w:spacing w:val="-10"/>
      <w:kern w:val="28"/>
      <w:sz w:val="44"/>
      <w:szCs w:val="56"/>
    </w:rPr>
  </w:style>
  <w:style w:type="character" w:customStyle="1" w:styleId="TitelZchn">
    <w:name w:val="Titel Zchn"/>
    <w:basedOn w:val="Absatz-Standardschriftart"/>
    <w:link w:val="Titel"/>
    <w:rsid w:val="00705C30"/>
    <w:rPr>
      <w:rFonts w:asciiTheme="majorHAnsi" w:eastAsiaTheme="majorEastAsia" w:hAnsiTheme="majorHAnsi" w:cstheme="majorBidi"/>
      <w:spacing w:val="-10"/>
      <w:kern w:val="28"/>
      <w:sz w:val="44"/>
      <w:szCs w:val="56"/>
    </w:rPr>
  </w:style>
  <w:style w:type="paragraph" w:styleId="KeinLeerraum">
    <w:name w:val="No Spacing"/>
    <w:uiPriority w:val="1"/>
    <w:qFormat/>
    <w:rsid w:val="00705C30"/>
    <w:rPr>
      <w:sz w:val="22"/>
    </w:rPr>
  </w:style>
  <w:style w:type="paragraph" w:styleId="Listenabsatz">
    <w:name w:val="List Paragraph"/>
    <w:basedOn w:val="Standard"/>
    <w:uiPriority w:val="34"/>
    <w:qFormat/>
    <w:rsid w:val="00486CE8"/>
    <w:pPr>
      <w:ind w:left="720"/>
      <w:contextualSpacing/>
    </w:pPr>
  </w:style>
  <w:style w:type="paragraph" w:styleId="Funotentext">
    <w:name w:val="footnote text"/>
    <w:basedOn w:val="Standard"/>
    <w:link w:val="FunotentextZchn"/>
    <w:uiPriority w:val="99"/>
    <w:unhideWhenUsed/>
    <w:rsid w:val="00683F72"/>
    <w:pPr>
      <w:spacing w:before="120" w:after="120"/>
    </w:pPr>
    <w:rPr>
      <w:rFonts w:eastAsiaTheme="minorHAnsi"/>
      <w:sz w:val="20"/>
      <w:szCs w:val="20"/>
      <w:lang w:eastAsia="en-US"/>
    </w:rPr>
  </w:style>
  <w:style w:type="character" w:customStyle="1" w:styleId="FunotentextZchn">
    <w:name w:val="Fußnotentext Zchn"/>
    <w:basedOn w:val="Absatz-Standardschriftart"/>
    <w:link w:val="Funotentext"/>
    <w:uiPriority w:val="99"/>
    <w:rsid w:val="00683F72"/>
    <w:rPr>
      <w:rFonts w:eastAsiaTheme="minorHAnsi"/>
      <w:sz w:val="20"/>
      <w:szCs w:val="20"/>
      <w:lang w:eastAsia="en-US"/>
    </w:rPr>
  </w:style>
  <w:style w:type="character" w:styleId="Funotenzeichen">
    <w:name w:val="footnote reference"/>
    <w:basedOn w:val="Absatz-Standardschriftart"/>
    <w:unhideWhenUsed/>
    <w:rsid w:val="00683F72"/>
    <w:rPr>
      <w:vertAlign w:val="superscript"/>
    </w:rPr>
  </w:style>
  <w:style w:type="table" w:styleId="Tabellenraster">
    <w:name w:val="Table Grid"/>
    <w:basedOn w:val="NormaleTabelle"/>
    <w:uiPriority w:val="59"/>
    <w:rsid w:val="00683F72"/>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683F72"/>
    <w:rPr>
      <w:color w:val="0563C1" w:themeColor="hyperlink"/>
      <w:u w:val="single"/>
    </w:rPr>
  </w:style>
  <w:style w:type="paragraph" w:styleId="Beschriftung">
    <w:name w:val="caption"/>
    <w:basedOn w:val="Standard"/>
    <w:next w:val="Standard"/>
    <w:uiPriority w:val="35"/>
    <w:unhideWhenUsed/>
    <w:qFormat/>
    <w:rsid w:val="009A22D2"/>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ephan/Documents/Benutzerdefinierte%20Office-Vorlagen/Dokumente_ZP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sche Referenz"/>
</file>

<file path=customXml/itemProps1.xml><?xml version="1.0" encoding="utf-8"?>
<ds:datastoreItem xmlns:ds="http://schemas.openxmlformats.org/officeDocument/2006/customXml" ds:itemID="{B6D86A6D-A129-EA4E-B071-FBBAB2632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Dokumente_ZPG.dotx</Template>
  <TotalTime>0</TotalTime>
  <Pages>2</Pages>
  <Words>433</Words>
  <Characters>2731</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Kepler-Gymnasium Tübingen</Company>
  <LinksUpToDate>false</LinksUpToDate>
  <CharactersWithSpaces>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Juchem</dc:creator>
  <cp:keywords/>
  <dc:description/>
  <cp:lastModifiedBy>Stephan Juchem</cp:lastModifiedBy>
  <cp:revision>2</cp:revision>
  <dcterms:created xsi:type="dcterms:W3CDTF">2017-08-31T08:00:00Z</dcterms:created>
  <dcterms:modified xsi:type="dcterms:W3CDTF">2017-08-31T08:00:00Z</dcterms:modified>
</cp:coreProperties>
</file>