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C43AC" w14:textId="3D9D7102" w:rsidR="00986CF3" w:rsidRPr="00D14124" w:rsidRDefault="00176973" w:rsidP="00176973">
      <w:pPr>
        <w:pStyle w:val="Listenabsatz"/>
        <w:spacing w:after="60"/>
        <w:ind w:left="357"/>
        <w:contextualSpacing w:val="0"/>
        <w:jc w:val="left"/>
        <w:rPr>
          <w:rFonts w:cs="Arial"/>
          <w:b/>
          <w:bCs/>
        </w:rPr>
      </w:pPr>
      <w:r w:rsidRPr="00D14124">
        <w:rPr>
          <w:rFonts w:cs="Arial"/>
        </w:rPr>
        <w:t xml:space="preserve">                </w:t>
      </w:r>
      <w:r w:rsidR="0061442F" w:rsidRPr="00D14124">
        <w:rPr>
          <w:rFonts w:cs="Arial"/>
        </w:rPr>
        <w:t xml:space="preserve"> </w:t>
      </w:r>
      <w:r w:rsidR="00986CF3" w:rsidRPr="00D14124">
        <w:rPr>
          <w:rFonts w:cs="Arial"/>
          <w:b/>
          <w:bCs/>
        </w:rPr>
        <w:t>Phänomene zur Influenz und Polarisation: Phänomen 1</w:t>
      </w:r>
      <w:r w:rsidR="00D05154">
        <w:rPr>
          <w:rFonts w:cs="Arial"/>
          <w:b/>
          <w:bCs/>
        </w:rPr>
        <w:t xml:space="preserve"> (BF, LF)</w:t>
      </w:r>
    </w:p>
    <w:p w14:paraId="239CE15F" w14:textId="4A25520C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  <w:r w:rsidRPr="00D14124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F88D98" wp14:editId="6E5CCDFE">
                <wp:simplePos x="0" y="0"/>
                <wp:positionH relativeFrom="column">
                  <wp:posOffset>2437129</wp:posOffset>
                </wp:positionH>
                <wp:positionV relativeFrom="paragraph">
                  <wp:posOffset>68580</wp:posOffset>
                </wp:positionV>
                <wp:extent cx="123825" cy="1216025"/>
                <wp:effectExtent l="0" t="222250" r="0" b="206375"/>
                <wp:wrapNone/>
                <wp:docPr id="11" name="Zyl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379897">
                          <a:off x="0" y="0"/>
                          <a:ext cx="123825" cy="1216025"/>
                        </a:xfrm>
                        <a:prstGeom prst="can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D7CB6E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Zylinder 11" o:spid="_x0000_s1026" type="#_x0000_t22" style="position:absolute;margin-left:191.9pt;margin-top:5.4pt;width:9.75pt;height:95.75pt;rotation:-4609478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" adj="550" fillcolor="#d9d9d9" strokecolor="#2f528f" strokeweight="1pt">
                <v:stroke joinstyle="miter"/>
              </v:shape>
            </w:pict>
          </mc:Fallback>
        </mc:AlternateContent>
      </w:r>
      <w:r w:rsidRPr="00D14124">
        <w:rPr>
          <w:rFonts w:eastAsia="Calibri" w:cs="Arial"/>
          <w:b/>
          <w:bCs/>
        </w:rPr>
        <w:t>Material: A4-Blatt Papier, PVC-Rohr, Schurwolle oder Fell</w:t>
      </w:r>
    </w:p>
    <w:p w14:paraId="547EC2B7" w14:textId="19E2523A" w:rsidR="00986CF3" w:rsidRPr="00D14124" w:rsidRDefault="00986CF3" w:rsidP="00986CF3">
      <w:pPr>
        <w:spacing w:after="160" w:line="259" w:lineRule="auto"/>
        <w:jc w:val="left"/>
        <w:rPr>
          <w:rFonts w:eastAsia="Calibri" w:cs="Arial"/>
        </w:rPr>
      </w:pPr>
      <w:r w:rsidRPr="00D14124">
        <w:rPr>
          <w:rFonts w:eastAsia="Calibri" w:cs="Arial"/>
          <w:b/>
          <w:bCs/>
        </w:rPr>
        <w:t xml:space="preserve">                                                                 </w:t>
      </w:r>
      <w:r w:rsidRPr="00D14124">
        <w:rPr>
          <w:rFonts w:eastAsia="Calibri" w:cs="Arial"/>
        </w:rPr>
        <w:t>PVC-Stab</w:t>
      </w:r>
    </w:p>
    <w:p w14:paraId="1E00D214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  <w:r w:rsidRPr="00D14124">
        <w:rPr>
          <w:rFonts w:eastAsia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5777F0" wp14:editId="2BA13D55">
                <wp:simplePos x="0" y="0"/>
                <wp:positionH relativeFrom="column">
                  <wp:posOffset>1376680</wp:posOffset>
                </wp:positionH>
                <wp:positionV relativeFrom="paragraph">
                  <wp:posOffset>91440</wp:posOffset>
                </wp:positionV>
                <wp:extent cx="600075" cy="628650"/>
                <wp:effectExtent l="19050" t="0" r="47625" b="19050"/>
                <wp:wrapNone/>
                <wp:docPr id="10" name="Trapezoi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628650"/>
                        </a:xfrm>
                        <a:prstGeom prst="trapezoid">
                          <a:avLst>
                            <a:gd name="adj" fmla="val 10526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8C977" id="Trapezoid 10" o:spid="_x0000_s1026" style="position:absolute;margin-left:108.4pt;margin-top:7.2pt;width:47.25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" path="m,628650l63164,,536911,r63164,628650l,628650xe" filled="f" strokecolor="#2f528f" strokeweight="1pt">
                <v:stroke joinstyle="miter"/>
                <v:path arrowok="t" o:connecttype="custom" o:connectlocs="0,628650;63164,0;536911,0;600075,628650;0,628650" o:connectangles="0,0,0,0,0"/>
              </v:shape>
            </w:pict>
          </mc:Fallback>
        </mc:AlternateContent>
      </w:r>
    </w:p>
    <w:p w14:paraId="20881CD0" w14:textId="17AB4FB6" w:rsidR="00986CF3" w:rsidRPr="00D14124" w:rsidRDefault="00986CF3" w:rsidP="00986CF3">
      <w:pPr>
        <w:tabs>
          <w:tab w:val="left" w:pos="2700"/>
        </w:tabs>
        <w:spacing w:after="160" w:line="259" w:lineRule="auto"/>
        <w:jc w:val="left"/>
        <w:rPr>
          <w:rFonts w:eastAsia="Calibri" w:cs="Arial"/>
        </w:rPr>
      </w:pPr>
      <w:r w:rsidRPr="00D14124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2FBF0A" wp14:editId="343707E6">
                <wp:simplePos x="0" y="0"/>
                <wp:positionH relativeFrom="column">
                  <wp:posOffset>3434080</wp:posOffset>
                </wp:positionH>
                <wp:positionV relativeFrom="paragraph">
                  <wp:posOffset>11430</wp:posOffset>
                </wp:positionV>
                <wp:extent cx="561975" cy="476250"/>
                <wp:effectExtent l="19050" t="0" r="47625" b="38100"/>
                <wp:wrapNone/>
                <wp:docPr id="6" name="Wolk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476250"/>
                        </a:xfrm>
                        <a:prstGeom prst="cloud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9A0A4" id="Wolke 6" o:spid="_x0000_s1026" style="position:absolute;margin-left:270.4pt;margin-top:.9pt;width:44.25pt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99594 [1941]" strokecolor="#243f60 [1604]" strokeweight="2pt">
                <v:path arrowok="t" o:connecttype="custom" o:connectlocs="61050,288583;28099,279797;90124,384737;75711,388938;214357,430940;205667,411758;375001,383106;371528,404151;443973,253052;486264,331721;543737,169267;524900,198768;498545,59818;499533,73753;378266,43568;387919,25797;288025,52035;292695,36711;182122,57238;199033,72099;53687,174063;50734,158419" o:connectangles="0,0,0,0,0,0,0,0,0,0,0,0,0,0,0,0,0,0,0,0,0,0"/>
              </v:shape>
            </w:pict>
          </mc:Fallback>
        </mc:AlternateContent>
      </w:r>
      <w:r w:rsidRPr="00D14124">
        <w:rPr>
          <w:rFonts w:eastAsia="Calibri" w:cs="Arial"/>
        </w:rPr>
        <w:t xml:space="preserve">                                       Papier             </w:t>
      </w:r>
      <w:r w:rsidR="001045B4">
        <w:rPr>
          <w:rFonts w:eastAsia="Calibri" w:cs="Arial"/>
        </w:rPr>
        <w:t xml:space="preserve"> </w:t>
      </w:r>
      <w:r w:rsidRPr="00D14124">
        <w:rPr>
          <w:rFonts w:eastAsia="Calibri" w:cs="Arial"/>
        </w:rPr>
        <w:t xml:space="preserve">                                        Schurwolle</w:t>
      </w:r>
    </w:p>
    <w:p w14:paraId="20C61F59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</w:rPr>
      </w:pPr>
    </w:p>
    <w:p w14:paraId="6BAD4D41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</w:rPr>
      </w:pPr>
      <w:r w:rsidRPr="00D14124">
        <w:rPr>
          <w:rFonts w:eastAsia="Calibri" w:cs="Arial"/>
        </w:rPr>
        <w:t>Führen Sie den Versuch in folgenden Schritten durch und notieren Sie ihre Beobachtungen.</w:t>
      </w:r>
    </w:p>
    <w:p w14:paraId="7279B218" w14:textId="77777777" w:rsidR="00986CF3" w:rsidRPr="00D14124" w:rsidRDefault="00986CF3" w:rsidP="00986CF3">
      <w:pPr>
        <w:numPr>
          <w:ilvl w:val="0"/>
          <w:numId w:val="26"/>
        </w:numPr>
        <w:spacing w:after="160" w:line="259" w:lineRule="auto"/>
        <w:contextualSpacing/>
        <w:jc w:val="left"/>
        <w:rPr>
          <w:rFonts w:eastAsia="Calibri" w:cs="Arial"/>
        </w:rPr>
      </w:pPr>
      <w:r w:rsidRPr="00D14124">
        <w:rPr>
          <w:rFonts w:eastAsia="Calibri" w:cs="Arial"/>
        </w:rPr>
        <w:t>Legen Sie das Papier auf den Tisch.</w:t>
      </w:r>
    </w:p>
    <w:p w14:paraId="41B229BF" w14:textId="77777777" w:rsidR="00986CF3" w:rsidRPr="00D14124" w:rsidRDefault="00986CF3" w:rsidP="00986CF3">
      <w:pPr>
        <w:numPr>
          <w:ilvl w:val="0"/>
          <w:numId w:val="26"/>
        </w:numPr>
        <w:spacing w:after="160" w:line="259" w:lineRule="auto"/>
        <w:contextualSpacing/>
        <w:jc w:val="left"/>
        <w:rPr>
          <w:rFonts w:eastAsia="Calibri" w:cs="Arial"/>
        </w:rPr>
      </w:pPr>
      <w:r w:rsidRPr="00D14124">
        <w:rPr>
          <w:rFonts w:eastAsia="Calibri" w:cs="Arial"/>
        </w:rPr>
        <w:t>Reiben Sie das PVC-Rohr mit der Schurwolle.</w:t>
      </w:r>
    </w:p>
    <w:p w14:paraId="6AF854EF" w14:textId="77777777" w:rsidR="00986CF3" w:rsidRPr="00D14124" w:rsidRDefault="00986CF3" w:rsidP="00986CF3">
      <w:pPr>
        <w:numPr>
          <w:ilvl w:val="0"/>
          <w:numId w:val="26"/>
        </w:numPr>
        <w:spacing w:after="160" w:line="259" w:lineRule="auto"/>
        <w:contextualSpacing/>
        <w:jc w:val="left"/>
        <w:rPr>
          <w:rFonts w:eastAsia="Calibri" w:cs="Arial"/>
        </w:rPr>
      </w:pPr>
      <w:r w:rsidRPr="00D14124">
        <w:rPr>
          <w:rFonts w:eastAsia="Calibri" w:cs="Arial"/>
        </w:rPr>
        <w:t>Nähern Sie das Rohr dem Papier an, ohne es zu berühren.</w:t>
      </w:r>
    </w:p>
    <w:p w14:paraId="53DF38C7" w14:textId="295AA21F" w:rsidR="00986CF3" w:rsidRPr="00D14124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  <w:r w:rsidRPr="00D14124">
        <w:rPr>
          <w:rFonts w:eastAsia="Calibri" w:cs="Arial"/>
        </w:rPr>
        <w:t>Beobachtung: ________________________________________________________________________________________________________________________________________________________________________________________________________________________</w:t>
      </w:r>
    </w:p>
    <w:p w14:paraId="3592101F" w14:textId="77777777" w:rsidR="00986CF3" w:rsidRPr="00D14124" w:rsidRDefault="00986CF3" w:rsidP="00986CF3">
      <w:pPr>
        <w:numPr>
          <w:ilvl w:val="0"/>
          <w:numId w:val="26"/>
        </w:numPr>
        <w:spacing w:after="160" w:line="259" w:lineRule="auto"/>
        <w:contextualSpacing/>
        <w:jc w:val="left"/>
        <w:rPr>
          <w:rFonts w:eastAsia="Calibri" w:cs="Arial"/>
        </w:rPr>
      </w:pPr>
      <w:bookmarkStart w:id="0" w:name="_Hlk123558198"/>
      <w:r w:rsidRPr="00D14124">
        <w:rPr>
          <w:rFonts w:eastAsia="Calibri" w:cs="Arial"/>
        </w:rPr>
        <w:t>Erklären Sie ihre Beobachtung:</w:t>
      </w:r>
    </w:p>
    <w:p w14:paraId="3F814955" w14:textId="77777777" w:rsidR="00986CF3" w:rsidRPr="00D14124" w:rsidRDefault="00986CF3" w:rsidP="00986CF3">
      <w:pPr>
        <w:numPr>
          <w:ilvl w:val="0"/>
          <w:numId w:val="27"/>
        </w:numPr>
        <w:spacing w:after="160" w:line="259" w:lineRule="auto"/>
        <w:contextualSpacing/>
        <w:jc w:val="left"/>
        <w:rPr>
          <w:rFonts w:eastAsia="Calibri" w:cs="Arial"/>
        </w:rPr>
      </w:pPr>
      <w:r w:rsidRPr="00D14124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3BAA531" wp14:editId="7272D407">
                <wp:simplePos x="0" y="0"/>
                <wp:positionH relativeFrom="margin">
                  <wp:posOffset>3804285</wp:posOffset>
                </wp:positionH>
                <wp:positionV relativeFrom="paragraph">
                  <wp:posOffset>11430</wp:posOffset>
                </wp:positionV>
                <wp:extent cx="1743075" cy="714375"/>
                <wp:effectExtent l="0" t="0" r="28575" b="28575"/>
                <wp:wrapNone/>
                <wp:docPr id="34" name="Rechteck: abgerundete Ecke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1437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360526" w14:textId="77777777" w:rsidR="00986CF3" w:rsidRPr="00986CF3" w:rsidRDefault="00986CF3" w:rsidP="00986CF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986CF3">
                              <w:rPr>
                                <w:color w:val="000000"/>
                              </w:rPr>
                              <w:t>Annäherung des negativ geladenen PVC-Rohrs an das 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BAA531" id="Rechteck: abgerundete Ecken 34" o:spid="_x0000_s1026" style="position:absolute;left:0;text-align:left;margin-left:299.55pt;margin-top:.9pt;width:137.25pt;height:56.25pt;z-index: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" fillcolor="#ed7d31" strokecolor="#ae5a21" strokeweight="1pt">
                <v:stroke joinstyle="miter"/>
                <v:textbox>
                  <w:txbxContent>
                    <w:p w14:paraId="56360526" w14:textId="77777777" w:rsidR="00986CF3" w:rsidRPr="00986CF3" w:rsidRDefault="00986CF3" w:rsidP="00986CF3">
                      <w:pPr>
                        <w:jc w:val="center"/>
                        <w:rPr>
                          <w:color w:val="000000"/>
                        </w:rPr>
                      </w:pPr>
                      <w:r w:rsidRPr="00986CF3">
                        <w:rPr>
                          <w:color w:val="000000"/>
                        </w:rPr>
                        <w:t>Annäherung des negativ geladenen PVC-Rohrs an das Papier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D14124">
        <w:rPr>
          <w:rFonts w:eastAsia="Calibri" w:cs="Arial"/>
        </w:rPr>
        <w:t>Vervollständigen Sie die Argumentationskette.</w:t>
      </w:r>
    </w:p>
    <w:p w14:paraId="5DE71413" w14:textId="77777777" w:rsidR="00986CF3" w:rsidRPr="00D14124" w:rsidRDefault="00986CF3" w:rsidP="00986CF3">
      <w:pPr>
        <w:spacing w:after="160" w:line="259" w:lineRule="auto"/>
        <w:ind w:left="1080"/>
        <w:contextualSpacing/>
        <w:jc w:val="left"/>
        <w:rPr>
          <w:rFonts w:eastAsia="Calibri" w:cs="Arial"/>
        </w:rPr>
      </w:pPr>
      <w:r w:rsidRPr="00D14124">
        <w:rPr>
          <w:rFonts w:eastAsia="Calibri" w:cs="Arial"/>
        </w:rPr>
        <w:t xml:space="preserve"> Hinweis: Die Ursachen am Anfang und die</w:t>
      </w:r>
    </w:p>
    <w:p w14:paraId="04FA00B6" w14:textId="77777777" w:rsidR="00986CF3" w:rsidRPr="00D14124" w:rsidRDefault="00986CF3" w:rsidP="00986CF3">
      <w:pPr>
        <w:spacing w:after="160" w:line="259" w:lineRule="auto"/>
        <w:ind w:left="1080"/>
        <w:contextualSpacing/>
        <w:jc w:val="left"/>
        <w:rPr>
          <w:rFonts w:eastAsia="Calibri" w:cs="Arial"/>
        </w:rPr>
      </w:pPr>
      <w:r w:rsidRPr="00D14124">
        <w:rPr>
          <w:rFonts w:eastAsia="Calibri" w:cs="Arial"/>
        </w:rPr>
        <w:t xml:space="preserve"> Wirkungen am Ende des Phänomens sind </w:t>
      </w:r>
    </w:p>
    <w:p w14:paraId="05F9F780" w14:textId="71BFE474" w:rsidR="00986CF3" w:rsidRPr="00D14124" w:rsidRDefault="00D14124" w:rsidP="00986CF3">
      <w:pPr>
        <w:spacing w:after="160" w:line="259" w:lineRule="auto"/>
        <w:ind w:left="1080"/>
        <w:contextualSpacing/>
        <w:jc w:val="left"/>
        <w:rPr>
          <w:rFonts w:eastAsia="Calibri" w:cs="Arial"/>
        </w:rPr>
      </w:pPr>
      <w:r>
        <w:rPr>
          <w:rFonts w:eastAsia="Calibri" w:cs="Arial"/>
        </w:rPr>
        <w:t xml:space="preserve"> </w:t>
      </w:r>
      <w:r w:rsidR="00986CF3" w:rsidRPr="00D14124">
        <w:rPr>
          <w:rFonts w:eastAsia="Calibri" w:cs="Arial"/>
        </w:rPr>
        <w:t>orange, weitere Ursachen und Wirkungen sind</w:t>
      </w:r>
    </w:p>
    <w:p w14:paraId="61989183" w14:textId="77777777" w:rsidR="00986CF3" w:rsidRPr="00D14124" w:rsidRDefault="00986CF3" w:rsidP="00986CF3">
      <w:pPr>
        <w:spacing w:after="160" w:line="259" w:lineRule="auto"/>
        <w:ind w:left="1080"/>
        <w:contextualSpacing/>
        <w:jc w:val="left"/>
        <w:rPr>
          <w:rFonts w:eastAsia="Calibri" w:cs="Arial"/>
        </w:rPr>
      </w:pPr>
      <w:r w:rsidRPr="00D14124">
        <w:rPr>
          <w:rFonts w:eastAsia="Calibri" w:cs="Arial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7E97F0D" wp14:editId="57DDFE87">
                <wp:simplePos x="0" y="0"/>
                <wp:positionH relativeFrom="margin">
                  <wp:posOffset>3786505</wp:posOffset>
                </wp:positionH>
                <wp:positionV relativeFrom="paragraph">
                  <wp:posOffset>22991</wp:posOffset>
                </wp:positionV>
                <wp:extent cx="1752600" cy="847594"/>
                <wp:effectExtent l="0" t="0" r="19050" b="29210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847594"/>
                          <a:chOff x="2081005" y="519545"/>
                          <a:chExt cx="1914525" cy="1027546"/>
                        </a:xfrm>
                      </wpg:grpSpPr>
                      <wps:wsp>
                        <wps:cNvPr id="17" name="Rechteck: abgerundete Ecken 17"/>
                        <wps:cNvSpPr/>
                        <wps:spPr>
                          <a:xfrm>
                            <a:off x="2081005" y="519545"/>
                            <a:ext cx="1914525" cy="1027546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1705C0B" w14:textId="77777777" w:rsidR="00986CF3" w:rsidRPr="00986CF3" w:rsidRDefault="00986CF3" w:rsidP="00986CF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14:paraId="7E87F8A5" w14:textId="77777777" w:rsidR="00986CF3" w:rsidRPr="00986CF3" w:rsidRDefault="00986CF3" w:rsidP="00986CF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Pfeil: nach unten 18"/>
                        <wps:cNvSpPr/>
                        <wps:spPr>
                          <a:xfrm>
                            <a:off x="2838761" y="1185140"/>
                            <a:ext cx="428625" cy="361951"/>
                          </a:xfrm>
                          <a:prstGeom prst="downArrow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E97F0D" id="Gruppieren 12" o:spid="_x0000_s1027" style="position:absolute;left:0;text-align:left;margin-left:298.15pt;margin-top:1.8pt;width:138pt;height:66.75pt;z-index:251668480;mso-position-horizontal-relative:margin;mso-width-relative:margin;mso-height-relative:margin" coordorigin="20810,5195" coordsize="19145,10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">
                <v:roundrect id="Rechteck: abgerundete Ecken 17" o:spid="_x0000_s1028" style="position:absolute;left:20810;top:5195;width:19145;height:102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" filled="f" strokecolor="#2f528f" strokeweight="1pt">
                  <v:stroke joinstyle="miter"/>
                  <v:textbox>
                    <w:txbxContent>
                      <w:p w14:paraId="71705C0B" w14:textId="77777777" w:rsidR="00986CF3" w:rsidRPr="00986CF3" w:rsidRDefault="00986CF3" w:rsidP="00986CF3">
                        <w:pPr>
                          <w:jc w:val="center"/>
                          <w:rPr>
                            <w:color w:val="000000"/>
                          </w:rPr>
                        </w:pPr>
                      </w:p>
                      <w:p w14:paraId="7E87F8A5" w14:textId="77777777" w:rsidR="00986CF3" w:rsidRPr="00986CF3" w:rsidRDefault="00986CF3" w:rsidP="00986CF3">
                        <w:pPr>
                          <w:jc w:val="center"/>
                          <w:rPr>
                            <w:color w:val="000000"/>
                          </w:rPr>
                        </w:pPr>
                      </w:p>
                    </w:txbxContent>
                  </v:textbox>
                </v:roundre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: nach unten 18" o:spid="_x0000_s1029" type="#_x0000_t67" style="position:absolute;left:28387;top:11851;width:4286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" adj="10800" fillcolor="#4472c4" strokecolor="#2f528f" strokeweight="1pt"/>
                <w10:wrap anchorx="margin"/>
              </v:group>
            </w:pict>
          </mc:Fallback>
        </mc:AlternateContent>
      </w:r>
      <w:r w:rsidRPr="00D14124">
        <w:rPr>
          <w:rFonts w:eastAsia="Calibri" w:cs="Arial"/>
        </w:rPr>
        <w:t xml:space="preserve"> blau und Vermittlungen weiß mit einem</w:t>
      </w:r>
    </w:p>
    <w:p w14:paraId="35132848" w14:textId="77777777" w:rsidR="00986CF3" w:rsidRPr="00D14124" w:rsidRDefault="00986CF3" w:rsidP="00986CF3">
      <w:pPr>
        <w:spacing w:after="160" w:line="259" w:lineRule="auto"/>
        <w:ind w:left="1080"/>
        <w:contextualSpacing/>
        <w:jc w:val="left"/>
        <w:rPr>
          <w:rFonts w:eastAsia="Calibri" w:cs="Arial"/>
        </w:rPr>
      </w:pPr>
      <w:r w:rsidRPr="00D14124">
        <w:rPr>
          <w:rFonts w:eastAsia="Calibri" w:cs="Arial"/>
        </w:rPr>
        <w:t xml:space="preserve"> Pfeil dargestellt.</w:t>
      </w:r>
    </w:p>
    <w:p w14:paraId="3AFD15E4" w14:textId="77777777" w:rsidR="00986CF3" w:rsidRPr="00D14124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1A3DAD76" w14:textId="77777777" w:rsidR="00986CF3" w:rsidRPr="00D14124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4B345558" w14:textId="18B47F4B" w:rsidR="00986CF3" w:rsidRPr="00D14124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31BAE3C4" w14:textId="5F8416CB" w:rsidR="00986CF3" w:rsidRPr="00D14124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  <w:r w:rsidRPr="00D14124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840B4B" wp14:editId="5E2B915A">
                <wp:simplePos x="0" y="0"/>
                <wp:positionH relativeFrom="margin">
                  <wp:posOffset>3829050</wp:posOffset>
                </wp:positionH>
                <wp:positionV relativeFrom="paragraph">
                  <wp:posOffset>5715</wp:posOffset>
                </wp:positionV>
                <wp:extent cx="1743075" cy="724412"/>
                <wp:effectExtent l="0" t="0" r="28575" b="19050"/>
                <wp:wrapNone/>
                <wp:docPr id="32" name="Rechteck: abgerundete Ecke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24412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5ACC73" w14:textId="77777777" w:rsidR="00986CF3" w:rsidRPr="00986CF3" w:rsidRDefault="00986CF3" w:rsidP="00986CF3">
                            <w:pPr>
                              <w:spacing w:after="0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840B4B" id="Rechteck: abgerundete Ecken 32" o:spid="_x0000_s1030" style="position:absolute;left:0;text-align:left;margin-left:301.5pt;margin-top:.45pt;width:137.25pt;height:57.05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" fillcolor="#5b9bd5" strokecolor="#41719c" strokeweight="1pt">
                <v:stroke joinstyle="miter"/>
                <v:textbox>
                  <w:txbxContent>
                    <w:p w14:paraId="415ACC73" w14:textId="77777777" w:rsidR="00986CF3" w:rsidRPr="00986CF3" w:rsidRDefault="00986CF3" w:rsidP="00986CF3">
                      <w:pPr>
                        <w:spacing w:after="0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9C0A507" w14:textId="77777777" w:rsidR="00986CF3" w:rsidRPr="00D14124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1E87DAAE" w14:textId="77777777" w:rsidR="00986CF3" w:rsidRPr="00D14124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5CDD1695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</w:rPr>
      </w:pPr>
      <w:r w:rsidRPr="00D14124">
        <w:rPr>
          <w:rFonts w:eastAsia="Calibri" w:cs="Arial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CBB8A8A" wp14:editId="312F0BB9">
                <wp:simplePos x="0" y="0"/>
                <wp:positionH relativeFrom="margin">
                  <wp:posOffset>3786505</wp:posOffset>
                </wp:positionH>
                <wp:positionV relativeFrom="paragraph">
                  <wp:posOffset>207776</wp:posOffset>
                </wp:positionV>
                <wp:extent cx="1752600" cy="847594"/>
                <wp:effectExtent l="0" t="0" r="19050" b="29210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847594"/>
                          <a:chOff x="2081005" y="519545"/>
                          <a:chExt cx="1914525" cy="1027546"/>
                        </a:xfrm>
                      </wpg:grpSpPr>
                      <wps:wsp>
                        <wps:cNvPr id="30" name="Rechteck: abgerundete Ecken 30"/>
                        <wps:cNvSpPr/>
                        <wps:spPr>
                          <a:xfrm>
                            <a:off x="2081005" y="519545"/>
                            <a:ext cx="1914525" cy="1027546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3623104" w14:textId="77777777" w:rsidR="00986CF3" w:rsidRPr="00986CF3" w:rsidRDefault="00986CF3" w:rsidP="00986CF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14:paraId="78FF4D1A" w14:textId="77777777" w:rsidR="00986CF3" w:rsidRPr="00986CF3" w:rsidRDefault="00986CF3" w:rsidP="00986CF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Pfeil: nach unten 31"/>
                        <wps:cNvSpPr/>
                        <wps:spPr>
                          <a:xfrm>
                            <a:off x="2828356" y="1185140"/>
                            <a:ext cx="428625" cy="361951"/>
                          </a:xfrm>
                          <a:prstGeom prst="downArrow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BB8A8A" id="Gruppieren 19" o:spid="_x0000_s1031" style="position:absolute;margin-left:298.15pt;margin-top:16.35pt;width:138pt;height:66.75pt;z-index:251669504;mso-position-horizontal-relative:margin;mso-width-relative:margin;mso-height-relative:margin" coordorigin="20810,5195" coordsize="19145,10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">
                <v:roundrect id="Rechteck: abgerundete Ecken 30" o:spid="_x0000_s1032" style="position:absolute;left:20810;top:5195;width:19145;height:102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" filled="f" strokecolor="#2f528f" strokeweight="1pt">
                  <v:stroke joinstyle="miter"/>
                  <v:textbox>
                    <w:txbxContent>
                      <w:p w14:paraId="53623104" w14:textId="77777777" w:rsidR="00986CF3" w:rsidRPr="00986CF3" w:rsidRDefault="00986CF3" w:rsidP="00986CF3">
                        <w:pPr>
                          <w:jc w:val="center"/>
                          <w:rPr>
                            <w:color w:val="000000"/>
                          </w:rPr>
                        </w:pPr>
                      </w:p>
                      <w:p w14:paraId="78FF4D1A" w14:textId="77777777" w:rsidR="00986CF3" w:rsidRPr="00986CF3" w:rsidRDefault="00986CF3" w:rsidP="00986CF3">
                        <w:pPr>
                          <w:jc w:val="center"/>
                          <w:rPr>
                            <w:color w:val="000000"/>
                          </w:rPr>
                        </w:pPr>
                      </w:p>
                    </w:txbxContent>
                  </v:textbox>
                </v:roundrect>
                <v:shape id="Pfeil: nach unten 31" o:spid="_x0000_s1033" type="#_x0000_t67" style="position:absolute;left:28283;top:11851;width:4286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" adj="10800" fillcolor="#4472c4" strokecolor="#2f528f" strokeweight="1pt"/>
                <w10:wrap anchorx="margin"/>
              </v:group>
            </w:pict>
          </mc:Fallback>
        </mc:AlternateContent>
      </w:r>
    </w:p>
    <w:p w14:paraId="28B83603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</w:rPr>
      </w:pPr>
    </w:p>
    <w:p w14:paraId="3DFCC970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</w:rPr>
      </w:pPr>
    </w:p>
    <w:p w14:paraId="25C897F2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</w:rPr>
      </w:pPr>
      <w:r w:rsidRPr="00D14124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C2D2B5" wp14:editId="40B43616">
                <wp:simplePos x="0" y="0"/>
                <wp:positionH relativeFrom="column">
                  <wp:posOffset>3810000</wp:posOffset>
                </wp:positionH>
                <wp:positionV relativeFrom="paragraph">
                  <wp:posOffset>285750</wp:posOffset>
                </wp:positionV>
                <wp:extent cx="1743075" cy="714375"/>
                <wp:effectExtent l="0" t="0" r="28575" b="28575"/>
                <wp:wrapNone/>
                <wp:docPr id="9" name="Rechteck: abgerundete Ec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1437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3DD8CD" w14:textId="77777777" w:rsidR="00986CF3" w:rsidRPr="00986CF3" w:rsidRDefault="00986CF3" w:rsidP="00986CF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986CF3">
                              <w:rPr>
                                <w:color w:val="000000"/>
                              </w:rPr>
                              <w:t>Das Papier wird angehoben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C2D2B5" id="Rechteck: abgerundete Ecken 9" o:spid="_x0000_s1034" style="position:absolute;margin-left:300pt;margin-top:22.5pt;width:137.25pt;height:5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" fillcolor="#ed7d31" strokecolor="#ae5a21" strokeweight="1pt">
                <v:stroke joinstyle="miter"/>
                <v:textbox>
                  <w:txbxContent>
                    <w:p w14:paraId="753DD8CD" w14:textId="77777777" w:rsidR="00986CF3" w:rsidRPr="00986CF3" w:rsidRDefault="00986CF3" w:rsidP="00986CF3">
                      <w:pPr>
                        <w:jc w:val="center"/>
                        <w:rPr>
                          <w:color w:val="000000"/>
                        </w:rPr>
                      </w:pPr>
                      <w:r w:rsidRPr="00986CF3">
                        <w:rPr>
                          <w:color w:val="000000"/>
                        </w:rPr>
                        <w:t>Das Papier wird angehoben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79D29E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</w:rPr>
      </w:pPr>
    </w:p>
    <w:p w14:paraId="2B91B79D" w14:textId="77777777" w:rsidR="00986CF3" w:rsidRPr="00D14124" w:rsidRDefault="00986CF3" w:rsidP="00986CF3">
      <w:pPr>
        <w:spacing w:after="160" w:line="259" w:lineRule="auto"/>
        <w:ind w:firstLine="708"/>
        <w:jc w:val="left"/>
        <w:rPr>
          <w:rFonts w:eastAsia="Calibri" w:cs="Arial"/>
        </w:rPr>
      </w:pPr>
    </w:p>
    <w:p w14:paraId="0A6F109B" w14:textId="77777777" w:rsidR="00D14124" w:rsidRDefault="00D14124" w:rsidP="00986CF3">
      <w:pPr>
        <w:spacing w:after="160" w:line="259" w:lineRule="auto"/>
        <w:ind w:firstLine="708"/>
        <w:jc w:val="left"/>
        <w:rPr>
          <w:rFonts w:eastAsia="Calibri" w:cs="Arial"/>
        </w:rPr>
      </w:pPr>
    </w:p>
    <w:p w14:paraId="103DCF11" w14:textId="69AC1A05" w:rsidR="00986CF3" w:rsidRPr="00D14124" w:rsidRDefault="00986CF3" w:rsidP="00986CF3">
      <w:pPr>
        <w:spacing w:after="160" w:line="259" w:lineRule="auto"/>
        <w:ind w:firstLine="708"/>
        <w:jc w:val="left"/>
        <w:rPr>
          <w:rFonts w:eastAsia="Calibri" w:cs="Arial"/>
        </w:rPr>
      </w:pPr>
      <w:r w:rsidRPr="00D14124">
        <w:rPr>
          <w:rFonts w:eastAsia="Calibri" w:cs="Arial"/>
        </w:rPr>
        <w:t xml:space="preserve">b) Formulieren Sie ihre Erklärung </w:t>
      </w:r>
    </w:p>
    <w:p w14:paraId="2E3D682A" w14:textId="71E6C896" w:rsidR="00986CF3" w:rsidRPr="00D14124" w:rsidRDefault="00986CF3" w:rsidP="00986CF3">
      <w:pPr>
        <w:spacing w:after="160" w:line="259" w:lineRule="auto"/>
        <w:ind w:left="708"/>
        <w:jc w:val="left"/>
        <w:rPr>
          <w:rFonts w:eastAsia="Calibri" w:cs="Arial"/>
        </w:rPr>
      </w:pPr>
      <w:r w:rsidRPr="00D14124">
        <w:rPr>
          <w:rFonts w:eastAsia="Calibri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4124">
        <w:rPr>
          <w:rFonts w:eastAsia="Calibri" w:cs="Arial"/>
        </w:rPr>
        <w:t>____________________________________</w:t>
      </w:r>
    </w:p>
    <w:p w14:paraId="04D1D473" w14:textId="3DAA1176" w:rsidR="00986CF3" w:rsidRPr="00D14124" w:rsidRDefault="003A1A5B" w:rsidP="00986CF3">
      <w:pPr>
        <w:spacing w:after="160" w:line="259" w:lineRule="auto"/>
        <w:jc w:val="left"/>
        <w:rPr>
          <w:rFonts w:eastAsia="Calibri" w:cs="Arial"/>
        </w:rPr>
      </w:pPr>
      <w:r w:rsidRPr="004B263D">
        <w:rPr>
          <w:rFonts w:eastAsiaTheme="minorEastAsia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D79F66" wp14:editId="013699F8">
                <wp:simplePos x="0" y="0"/>
                <wp:positionH relativeFrom="margin">
                  <wp:posOffset>-28575</wp:posOffset>
                </wp:positionH>
                <wp:positionV relativeFrom="paragraph">
                  <wp:posOffset>180975</wp:posOffset>
                </wp:positionV>
                <wp:extent cx="2486025" cy="180975"/>
                <wp:effectExtent l="0" t="0" r="9525" b="952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80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59E6CA" w14:textId="1D7F3D1B" w:rsidR="003A1A5B" w:rsidRPr="009A26E8" w:rsidRDefault="003A1A5B" w:rsidP="003A1A5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Bildquelle: Zeichnung Dr. U. Wienbruch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D79F66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35" type="#_x0000_t202" style="position:absolute;margin-left:-2.25pt;margin-top:14.25pt;width:195.7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" filled="f" stroked="f" strokeweight=".5pt">
                <v:textbox inset="1mm,0,1mm,0">
                  <w:txbxContent>
                    <w:p w14:paraId="6B59E6CA" w14:textId="1D7F3D1B" w:rsidR="003A1A5B" w:rsidRPr="009A26E8" w:rsidRDefault="003A1A5B" w:rsidP="003A1A5B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Bildquelle: Zeichnung Dr. U. Wienbruch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F3C5AF" w14:textId="77777777" w:rsidR="00176973" w:rsidRPr="00D14124" w:rsidRDefault="0017697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00CFF44E" w14:textId="38E637B4" w:rsidR="00986CF3" w:rsidRPr="00D14124" w:rsidRDefault="00986CF3" w:rsidP="00986CF3">
      <w:pPr>
        <w:spacing w:after="160" w:line="259" w:lineRule="auto"/>
        <w:jc w:val="left"/>
        <w:rPr>
          <w:rFonts w:eastAsia="Calibri" w:cs="Arial"/>
        </w:rPr>
      </w:pPr>
      <w:r w:rsidRPr="00D14124">
        <w:rPr>
          <w:rFonts w:eastAsia="Calibri" w:cs="Arial"/>
          <w:b/>
          <w:bCs/>
        </w:rPr>
        <w:t>Hilfskarte:</w:t>
      </w:r>
      <w:r w:rsidRPr="00D14124">
        <w:rPr>
          <w:rFonts w:eastAsia="Calibri" w:cs="Arial"/>
        </w:rPr>
        <w:t xml:space="preserve"> Bringen Sie die Kärtchen für die Argumentationskette in eine sinnvolle Reihenfolge.</w:t>
      </w:r>
    </w:p>
    <w:bookmarkEnd w:id="0"/>
    <w:p w14:paraId="44DC1479" w14:textId="77777777" w:rsidR="00986CF3" w:rsidRPr="00D14124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4A0A5261" w14:textId="0AF1706D" w:rsidR="00986CF3" w:rsidRPr="00D14124" w:rsidRDefault="00986CF3" w:rsidP="00986CF3">
      <w:pPr>
        <w:spacing w:after="160" w:line="259" w:lineRule="auto"/>
        <w:ind w:left="720"/>
        <w:contextualSpacing/>
        <w:jc w:val="left"/>
        <w:rPr>
          <w:rFonts w:eastAsia="Calibri" w:cs="Arial"/>
        </w:rPr>
      </w:pPr>
    </w:p>
    <w:p w14:paraId="0907322D" w14:textId="3A4F1D0E" w:rsidR="00986CF3" w:rsidRPr="00D14124" w:rsidRDefault="000020D1" w:rsidP="00986CF3">
      <w:pPr>
        <w:spacing w:after="160" w:line="259" w:lineRule="auto"/>
        <w:jc w:val="left"/>
        <w:rPr>
          <w:rFonts w:eastAsia="Calibri" w:cs="Arial"/>
          <w:b/>
          <w:bCs/>
        </w:rPr>
      </w:pPr>
      <w:r w:rsidRPr="00D14124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E552BF" wp14:editId="18F33884">
                <wp:simplePos x="0" y="0"/>
                <wp:positionH relativeFrom="margin">
                  <wp:posOffset>2141278</wp:posOffset>
                </wp:positionH>
                <wp:positionV relativeFrom="paragraph">
                  <wp:posOffset>17590</wp:posOffset>
                </wp:positionV>
                <wp:extent cx="1743075" cy="724412"/>
                <wp:effectExtent l="0" t="0" r="28575" b="19050"/>
                <wp:wrapNone/>
                <wp:docPr id="38" name="Rechteck: abgerundete Ecke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24412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BCF988" w14:textId="77777777" w:rsidR="00986CF3" w:rsidRPr="00986CF3" w:rsidRDefault="00986CF3" w:rsidP="00986CF3">
                            <w:pPr>
                              <w:spacing w:after="0"/>
                              <w:jc w:val="center"/>
                              <w:rPr>
                                <w:color w:val="000000"/>
                              </w:rPr>
                            </w:pPr>
                            <w:r w:rsidRPr="00986CF3">
                              <w:rPr>
                                <w:color w:val="000000"/>
                              </w:rPr>
                              <w:t>Die Papieroberfläche ist positiv geladen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E552BF" id="Rechteck: abgerundete Ecken 38" o:spid="_x0000_s1036" style="position:absolute;margin-left:168.6pt;margin-top:1.4pt;width:137.25pt;height:57.0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" fillcolor="#5b9bd5" strokecolor="#41719c" strokeweight="1pt">
                <v:stroke joinstyle="miter"/>
                <v:textbox>
                  <w:txbxContent>
                    <w:p w14:paraId="60BCF988" w14:textId="77777777" w:rsidR="00986CF3" w:rsidRPr="00986CF3" w:rsidRDefault="00986CF3" w:rsidP="00986CF3">
                      <w:pPr>
                        <w:spacing w:after="0"/>
                        <w:jc w:val="center"/>
                        <w:rPr>
                          <w:color w:val="000000"/>
                        </w:rPr>
                      </w:pPr>
                      <w:r w:rsidRPr="00986CF3">
                        <w:rPr>
                          <w:color w:val="000000"/>
                        </w:rPr>
                        <w:t>Die Papieroberfläche ist positiv geladen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86CF3" w:rsidRPr="00D14124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D0524" wp14:editId="77DDC9A0">
                <wp:simplePos x="0" y="0"/>
                <wp:positionH relativeFrom="column">
                  <wp:posOffset>4196080</wp:posOffset>
                </wp:positionH>
                <wp:positionV relativeFrom="paragraph">
                  <wp:posOffset>8890</wp:posOffset>
                </wp:positionV>
                <wp:extent cx="1752600" cy="847594"/>
                <wp:effectExtent l="0" t="0" r="19050" b="10160"/>
                <wp:wrapNone/>
                <wp:docPr id="43" name="Rechteck: abgerundete Ecke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847594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3187AF" w14:textId="32DF941A" w:rsidR="00986CF3" w:rsidRPr="00986CF3" w:rsidRDefault="00986CF3" w:rsidP="00986CF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986CF3">
                              <w:rPr>
                                <w:color w:val="000000"/>
                              </w:rPr>
                              <w:t>Anziehung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986CF3">
                              <w:rPr>
                                <w:color w:val="000000"/>
                              </w:rPr>
                              <w:t>ungleich</w:t>
                            </w:r>
                            <w:r w:rsidR="00597494">
                              <w:rPr>
                                <w:color w:val="000000"/>
                              </w:rPr>
                              <w:t xml:space="preserve">- </w:t>
                            </w:r>
                            <w:proofErr w:type="spellStart"/>
                            <w:r w:rsidR="00597494">
                              <w:rPr>
                                <w:color w:val="000000"/>
                              </w:rPr>
                              <w:t>namiger</w:t>
                            </w:r>
                            <w:proofErr w:type="spellEnd"/>
                            <w:r w:rsidRPr="00986CF3">
                              <w:rPr>
                                <w:color w:val="000000"/>
                              </w:rPr>
                              <w:t xml:space="preserve"> Ladungen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CAD0524" id="Rechteck: abgerundete Ecken 43" o:spid="_x0000_s1037" style="position:absolute;margin-left:330.4pt;margin-top:.7pt;width:138pt;height:6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" filled="f" strokecolor="#2f528f" strokeweight="1pt">
                <v:stroke joinstyle="miter"/>
                <v:textbox>
                  <w:txbxContent>
                    <w:p w14:paraId="533187AF" w14:textId="32DF941A" w:rsidR="00986CF3" w:rsidRPr="00986CF3" w:rsidRDefault="00986CF3" w:rsidP="00986CF3">
                      <w:pPr>
                        <w:jc w:val="center"/>
                        <w:rPr>
                          <w:color w:val="000000"/>
                        </w:rPr>
                      </w:pPr>
                      <w:r w:rsidRPr="00986CF3">
                        <w:rPr>
                          <w:color w:val="000000"/>
                        </w:rPr>
                        <w:t>Anziehung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 w:rsidRPr="00986CF3">
                        <w:rPr>
                          <w:color w:val="000000"/>
                        </w:rPr>
                        <w:t>ungleich</w:t>
                      </w:r>
                      <w:r w:rsidR="00597494">
                        <w:rPr>
                          <w:color w:val="000000"/>
                        </w:rPr>
                        <w:t xml:space="preserve">- </w:t>
                      </w:r>
                      <w:proofErr w:type="spellStart"/>
                      <w:r w:rsidR="00597494">
                        <w:rPr>
                          <w:color w:val="000000"/>
                        </w:rPr>
                        <w:t>namiger</w:t>
                      </w:r>
                      <w:proofErr w:type="spellEnd"/>
                      <w:r w:rsidRPr="00986CF3">
                        <w:rPr>
                          <w:color w:val="000000"/>
                        </w:rPr>
                        <w:t xml:space="preserve"> Ladungen</w:t>
                      </w:r>
                    </w:p>
                  </w:txbxContent>
                </v:textbox>
              </v:roundrect>
            </w:pict>
          </mc:Fallback>
        </mc:AlternateContent>
      </w:r>
      <w:r w:rsidR="00986CF3" w:rsidRPr="00D14124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52190D" wp14:editId="44E4389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743075" cy="714375"/>
                <wp:effectExtent l="0" t="0" r="28575" b="28575"/>
                <wp:wrapNone/>
                <wp:docPr id="3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1437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2F1ECA" w14:textId="77777777" w:rsidR="00986CF3" w:rsidRPr="00986CF3" w:rsidRDefault="00986CF3" w:rsidP="00986CF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986CF3">
                              <w:rPr>
                                <w:color w:val="000000"/>
                              </w:rPr>
                              <w:t>Annäherung des negativ geladenen PVC-Rohrs an das 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52190D" id="Rechteck: abgerundete Ecken 3" o:spid="_x0000_s1038" style="position:absolute;margin-left:0;margin-top:-.05pt;width:137.25pt;height:56.2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" fillcolor="#ed7d31" strokecolor="#ae5a21" strokeweight="1pt">
                <v:stroke joinstyle="miter"/>
                <v:textbox>
                  <w:txbxContent>
                    <w:p w14:paraId="2E2F1ECA" w14:textId="77777777" w:rsidR="00986CF3" w:rsidRPr="00986CF3" w:rsidRDefault="00986CF3" w:rsidP="00986CF3">
                      <w:pPr>
                        <w:jc w:val="center"/>
                        <w:rPr>
                          <w:color w:val="000000"/>
                        </w:rPr>
                      </w:pPr>
                      <w:r w:rsidRPr="00986CF3">
                        <w:rPr>
                          <w:color w:val="000000"/>
                        </w:rPr>
                        <w:t>Annäherung des negativ geladenen PVC-Rohrs an das Papier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41CA124" w14:textId="16FEAAC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  <w:r w:rsidRPr="00D14124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36238B" wp14:editId="001952EB">
                <wp:simplePos x="0" y="0"/>
                <wp:positionH relativeFrom="column">
                  <wp:posOffset>4879975</wp:posOffset>
                </wp:positionH>
                <wp:positionV relativeFrom="paragraph">
                  <wp:posOffset>256540</wp:posOffset>
                </wp:positionV>
                <wp:extent cx="392373" cy="298563"/>
                <wp:effectExtent l="19050" t="0" r="27305" b="44450"/>
                <wp:wrapNone/>
                <wp:docPr id="44" name="Pfeil: nach unt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373" cy="298563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A44114" id="Pfeil: nach unten 44" o:spid="_x0000_s1026" type="#_x0000_t67" style="position:absolute;margin-left:384.25pt;margin-top:20.2pt;width:30.9pt;height:2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" adj="10800" fillcolor="#4472c4" strokecolor="#2f528f" strokeweight="1pt"/>
            </w:pict>
          </mc:Fallback>
        </mc:AlternateContent>
      </w:r>
    </w:p>
    <w:p w14:paraId="095ED625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  <w:r w:rsidRPr="00D14124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3DFF0C" wp14:editId="0F6E31E6">
                <wp:simplePos x="0" y="0"/>
                <wp:positionH relativeFrom="column">
                  <wp:posOffset>4445</wp:posOffset>
                </wp:positionH>
                <wp:positionV relativeFrom="paragraph">
                  <wp:posOffset>257175</wp:posOffset>
                </wp:positionV>
                <wp:extent cx="1743075" cy="714375"/>
                <wp:effectExtent l="0" t="0" r="28575" b="28575"/>
                <wp:wrapNone/>
                <wp:docPr id="45" name="Rechteck: abgerundete Ecke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14375"/>
                        </a:xfrm>
                        <a:prstGeom prst="round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BDC18E" w14:textId="77777777" w:rsidR="00986CF3" w:rsidRPr="00986CF3" w:rsidRDefault="00986CF3" w:rsidP="00986CF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986CF3">
                              <w:rPr>
                                <w:color w:val="000000"/>
                              </w:rPr>
                              <w:t>Das Papier wird angehoben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3DFF0C" id="Rechteck: abgerundete Ecken 45" o:spid="_x0000_s1039" style="position:absolute;margin-left:.35pt;margin-top:20.25pt;width:137.25pt;height:5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" fillcolor="#ed7d31" strokecolor="#ae5a21" strokeweight="1pt">
                <v:stroke joinstyle="miter"/>
                <v:textbox>
                  <w:txbxContent>
                    <w:p w14:paraId="4CBDC18E" w14:textId="77777777" w:rsidR="00986CF3" w:rsidRPr="00986CF3" w:rsidRDefault="00986CF3" w:rsidP="00986CF3">
                      <w:pPr>
                        <w:jc w:val="center"/>
                        <w:rPr>
                          <w:color w:val="000000"/>
                        </w:rPr>
                      </w:pPr>
                      <w:r w:rsidRPr="00986CF3">
                        <w:rPr>
                          <w:color w:val="000000"/>
                        </w:rPr>
                        <w:t>Das Papier wird angehoben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64A0ADB" w14:textId="34C3E8B9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  <w:r w:rsidRPr="00D14124">
        <w:rPr>
          <w:rFonts w:eastAsia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2C41D2" wp14:editId="3A3D1325">
                <wp:simplePos x="0" y="0"/>
                <wp:positionH relativeFrom="column">
                  <wp:posOffset>4196080</wp:posOffset>
                </wp:positionH>
                <wp:positionV relativeFrom="paragraph">
                  <wp:posOffset>113665</wp:posOffset>
                </wp:positionV>
                <wp:extent cx="1752600" cy="866775"/>
                <wp:effectExtent l="0" t="0" r="19050" b="28575"/>
                <wp:wrapNone/>
                <wp:docPr id="36" name="Rechteck: abgerundete Ecke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8667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6CFE15" w14:textId="77777777" w:rsidR="00986CF3" w:rsidRPr="00986CF3" w:rsidRDefault="00986CF3" w:rsidP="00986CF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986CF3">
                              <w:rPr>
                                <w:color w:val="000000"/>
                              </w:rPr>
                              <w:t>Polarisation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2C41D2" id="Rechteck: abgerundete Ecken 36" o:spid="_x0000_s1040" style="position:absolute;margin-left:330.4pt;margin-top:8.95pt;width:138pt;height:68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" filled="f" strokecolor="#2f528f" strokeweight="1pt">
                <v:stroke joinstyle="miter"/>
                <v:textbox>
                  <w:txbxContent>
                    <w:p w14:paraId="5D6CFE15" w14:textId="77777777" w:rsidR="00986CF3" w:rsidRPr="00986CF3" w:rsidRDefault="00986CF3" w:rsidP="00986CF3">
                      <w:pPr>
                        <w:jc w:val="center"/>
                        <w:rPr>
                          <w:color w:val="000000"/>
                        </w:rPr>
                      </w:pPr>
                      <w:r w:rsidRPr="00986CF3">
                        <w:rPr>
                          <w:color w:val="000000"/>
                        </w:rPr>
                        <w:t>Polarisation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8F3CFD" w14:textId="5DBD80CD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5F23900C" w14:textId="5AC3C51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  <w:r w:rsidRPr="00D14124">
        <w:rPr>
          <w:rFonts w:eastAsia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77CE94" wp14:editId="54143CFF">
                <wp:simplePos x="0" y="0"/>
                <wp:positionH relativeFrom="column">
                  <wp:posOffset>4870450</wp:posOffset>
                </wp:positionH>
                <wp:positionV relativeFrom="paragraph">
                  <wp:posOffset>8890</wp:posOffset>
                </wp:positionV>
                <wp:extent cx="392373" cy="381356"/>
                <wp:effectExtent l="19050" t="0" r="27305" b="38100"/>
                <wp:wrapNone/>
                <wp:docPr id="37" name="Pfeil: nach unt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373" cy="381356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EA4FC" id="Pfeil: nach unten 37" o:spid="_x0000_s1026" type="#_x0000_t67" style="position:absolute;margin-left:383.5pt;margin-top:.7pt;width:30.9pt;height:30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" adj="10800" fillcolor="#4472c4" strokecolor="#2f528f" strokeweight="1pt"/>
            </w:pict>
          </mc:Fallback>
        </mc:AlternateContent>
      </w:r>
    </w:p>
    <w:p w14:paraId="725A09E7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033AD231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029E4B3D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0DB927CD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13389646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7CE9AD1F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2BA38707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3B7FD642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324B7D17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150AB067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561E191D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5BB64221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7A13C899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640382E7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75C1B25A" w14:textId="77777777" w:rsidR="00986CF3" w:rsidRPr="00D14124" w:rsidRDefault="00986CF3" w:rsidP="00986CF3">
      <w:pPr>
        <w:spacing w:after="160" w:line="259" w:lineRule="auto"/>
        <w:jc w:val="left"/>
        <w:rPr>
          <w:rFonts w:eastAsia="Calibri" w:cs="Arial"/>
          <w:b/>
          <w:bCs/>
        </w:rPr>
      </w:pPr>
    </w:p>
    <w:p w14:paraId="22E4301E" w14:textId="77777777" w:rsidR="00986CF3" w:rsidRPr="00986CF3" w:rsidRDefault="00986CF3" w:rsidP="00986CF3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2716A779" w14:textId="77777777" w:rsidR="00986CF3" w:rsidRPr="00986CF3" w:rsidRDefault="00986CF3" w:rsidP="00986CF3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2B2385C1" w14:textId="77777777" w:rsidR="00986CF3" w:rsidRPr="00986CF3" w:rsidRDefault="00986CF3" w:rsidP="00986CF3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0CCF0AD1" w14:textId="77777777" w:rsidR="00986CF3" w:rsidRPr="00986CF3" w:rsidRDefault="00986CF3" w:rsidP="00986CF3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7DDEB543" w14:textId="77777777" w:rsidR="00986CF3" w:rsidRPr="00986CF3" w:rsidRDefault="00986CF3" w:rsidP="00986CF3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63DCB42A" w14:textId="77777777" w:rsidR="00986CF3" w:rsidRPr="00986CF3" w:rsidRDefault="00986CF3" w:rsidP="00986CF3">
      <w:pPr>
        <w:spacing w:after="160" w:line="259" w:lineRule="auto"/>
        <w:jc w:val="left"/>
        <w:rPr>
          <w:rFonts w:ascii="Calibri" w:eastAsia="Calibri" w:hAnsi="Calibri" w:cs="Times New Roman"/>
          <w:b/>
          <w:bCs/>
        </w:rPr>
      </w:pPr>
    </w:p>
    <w:p w14:paraId="6AB7EDC0" w14:textId="77777777" w:rsidR="00986CF3" w:rsidRPr="005944E2" w:rsidRDefault="00986CF3" w:rsidP="00986CF3">
      <w:pPr>
        <w:pStyle w:val="Listenabsatz"/>
        <w:spacing w:after="60"/>
        <w:ind w:left="357"/>
        <w:contextualSpacing w:val="0"/>
        <w:jc w:val="left"/>
        <w:rPr>
          <w:rFonts w:eastAsiaTheme="minorEastAsia"/>
        </w:rPr>
      </w:pPr>
    </w:p>
    <w:p w14:paraId="36EB59EF" w14:textId="4369E6AA" w:rsidR="00C63198" w:rsidRPr="00902FA6" w:rsidRDefault="00C63198" w:rsidP="00986CF3">
      <w:pPr>
        <w:pStyle w:val="Listenabsatz"/>
        <w:spacing w:after="60"/>
        <w:ind w:left="709"/>
        <w:contextualSpacing w:val="0"/>
        <w:jc w:val="left"/>
      </w:pPr>
    </w:p>
    <w:sectPr w:rsidR="00C63198" w:rsidRPr="00902FA6" w:rsidSect="00581D91">
      <w:headerReference w:type="default" r:id="rId8"/>
      <w:footerReference w:type="even" r:id="rId9"/>
      <w:footerReference w:type="default" r:id="rId10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4A392" w14:textId="77777777" w:rsidR="00F92EC8" w:rsidRDefault="00F92EC8" w:rsidP="00762DC9">
      <w:pPr>
        <w:spacing w:after="0" w:line="240" w:lineRule="auto"/>
      </w:pPr>
      <w:r>
        <w:separator/>
      </w:r>
    </w:p>
  </w:endnote>
  <w:endnote w:type="continuationSeparator" w:id="0">
    <w:p w14:paraId="63940083" w14:textId="77777777" w:rsidR="00F92EC8" w:rsidRDefault="00F92EC8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557E4BBB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42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986CF3">
      <w:t>Dr. U. Wienbruch</w:t>
    </w:r>
    <w:r>
      <w:t xml:space="preserve">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 w:rsidR="000020D1">
      <w:t xml:space="preserve">               2211_ab_elektrostatik</w:t>
    </w:r>
    <w:r w:rsidR="00602300">
      <w:t>_</w:t>
    </w:r>
    <w:r w:rsidR="000020D1">
      <w:t xml:space="preserve">phaenomen1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95938" w14:textId="77777777" w:rsidR="00F92EC8" w:rsidRDefault="00F92EC8" w:rsidP="00762DC9">
      <w:pPr>
        <w:spacing w:after="0" w:line="240" w:lineRule="auto"/>
      </w:pPr>
      <w:r>
        <w:separator/>
      </w:r>
    </w:p>
  </w:footnote>
  <w:footnote w:type="continuationSeparator" w:id="0">
    <w:p w14:paraId="3BCDD713" w14:textId="77777777" w:rsidR="00F92EC8" w:rsidRDefault="00F92EC8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33CABE99" w:rsidR="00FC5F3F" w:rsidRPr="00236C2B" w:rsidRDefault="00986CF3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Elektrostatik: Phänomen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41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33CABE99" w:rsidR="00FC5F3F" w:rsidRPr="00236C2B" w:rsidRDefault="00986CF3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Elektrostatik: Phänomen 1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81B13"/>
    <w:multiLevelType w:val="multilevel"/>
    <w:tmpl w:val="827E9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FEF68DC"/>
    <w:multiLevelType w:val="hybridMultilevel"/>
    <w:tmpl w:val="546C4B3A"/>
    <w:lvl w:ilvl="0" w:tplc="7AFED1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0"/>
  </w:num>
  <w:num w:numId="2" w16cid:durableId="1803225420">
    <w:abstractNumId w:val="0"/>
  </w:num>
  <w:num w:numId="3" w16cid:durableId="870611624">
    <w:abstractNumId w:val="14"/>
  </w:num>
  <w:num w:numId="4" w16cid:durableId="291638428">
    <w:abstractNumId w:val="21"/>
  </w:num>
  <w:num w:numId="5" w16cid:durableId="169411284">
    <w:abstractNumId w:val="13"/>
  </w:num>
  <w:num w:numId="6" w16cid:durableId="1029331419">
    <w:abstractNumId w:val="10"/>
  </w:num>
  <w:num w:numId="7" w16cid:durableId="502622797">
    <w:abstractNumId w:val="7"/>
  </w:num>
  <w:num w:numId="8" w16cid:durableId="1263150391">
    <w:abstractNumId w:val="16"/>
  </w:num>
  <w:num w:numId="9" w16cid:durableId="1664822022">
    <w:abstractNumId w:val="11"/>
  </w:num>
  <w:num w:numId="10" w16cid:durableId="1698196000">
    <w:abstractNumId w:val="3"/>
  </w:num>
  <w:num w:numId="11" w16cid:durableId="609123686">
    <w:abstractNumId w:val="18"/>
  </w:num>
  <w:num w:numId="12" w16cid:durableId="1504737416">
    <w:abstractNumId w:val="26"/>
  </w:num>
  <w:num w:numId="13" w16cid:durableId="231670708">
    <w:abstractNumId w:val="1"/>
  </w:num>
  <w:num w:numId="14" w16cid:durableId="922907581">
    <w:abstractNumId w:val="6"/>
  </w:num>
  <w:num w:numId="15" w16cid:durableId="1417244916">
    <w:abstractNumId w:val="15"/>
  </w:num>
  <w:num w:numId="16" w16cid:durableId="123234397">
    <w:abstractNumId w:val="23"/>
  </w:num>
  <w:num w:numId="17" w16cid:durableId="1708523969">
    <w:abstractNumId w:val="17"/>
  </w:num>
  <w:num w:numId="18" w16cid:durableId="692070679">
    <w:abstractNumId w:val="4"/>
  </w:num>
  <w:num w:numId="19" w16cid:durableId="290332073">
    <w:abstractNumId w:val="9"/>
  </w:num>
  <w:num w:numId="20" w16cid:durableId="1822842311">
    <w:abstractNumId w:val="12"/>
  </w:num>
  <w:num w:numId="21" w16cid:durableId="1607887270">
    <w:abstractNumId w:val="25"/>
  </w:num>
  <w:num w:numId="22" w16cid:durableId="777985800">
    <w:abstractNumId w:val="8"/>
  </w:num>
  <w:num w:numId="23" w16cid:durableId="343020963">
    <w:abstractNumId w:val="24"/>
  </w:num>
  <w:num w:numId="24" w16cid:durableId="597835579">
    <w:abstractNumId w:val="22"/>
  </w:num>
  <w:num w:numId="25" w16cid:durableId="227036075">
    <w:abstractNumId w:val="5"/>
  </w:num>
  <w:num w:numId="26" w16cid:durableId="1976786591">
    <w:abstractNumId w:val="2"/>
  </w:num>
  <w:num w:numId="27" w16cid:durableId="13937748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0D1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899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45B4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973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2533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A5B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97494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300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4C85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38EA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5D05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03C"/>
    <w:rsid w:val="008F2ED2"/>
    <w:rsid w:val="008F3955"/>
    <w:rsid w:val="008F4452"/>
    <w:rsid w:val="008F5930"/>
    <w:rsid w:val="008F593A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CF3"/>
    <w:rsid w:val="00986DB5"/>
    <w:rsid w:val="00986F5A"/>
    <w:rsid w:val="009879E1"/>
    <w:rsid w:val="00987C7C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326D"/>
    <w:rsid w:val="00A95886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5B7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15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124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D7509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2EC8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215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Ursula Wienbruch</cp:lastModifiedBy>
  <cp:revision>13</cp:revision>
  <cp:lastPrinted>2023-02-18T09:12:00Z</cp:lastPrinted>
  <dcterms:created xsi:type="dcterms:W3CDTF">2022-12-18T17:40:00Z</dcterms:created>
  <dcterms:modified xsi:type="dcterms:W3CDTF">2023-02-18T09:12:00Z</dcterms:modified>
</cp:coreProperties>
</file>