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C43AC" w14:textId="1B2E57D7" w:rsidR="00986CF3" w:rsidRPr="003339C3" w:rsidRDefault="007644A4" w:rsidP="00EE0FE3">
      <w:pPr>
        <w:pStyle w:val="Listenabsatz"/>
        <w:spacing w:after="60"/>
        <w:ind w:left="357"/>
        <w:contextualSpacing w:val="0"/>
        <w:jc w:val="left"/>
        <w:rPr>
          <w:rFonts w:cs="Arial"/>
          <w:b/>
          <w:bCs/>
        </w:rPr>
      </w:pPr>
      <w:r w:rsidRPr="003339C3">
        <w:rPr>
          <w:rFonts w:cs="Arial"/>
        </w:rPr>
        <w:t xml:space="preserve">                </w:t>
      </w:r>
      <w:r w:rsidR="0061442F" w:rsidRPr="003339C3">
        <w:rPr>
          <w:rFonts w:cs="Arial"/>
        </w:rPr>
        <w:t xml:space="preserve"> </w:t>
      </w:r>
      <w:r w:rsidR="00986CF3" w:rsidRPr="003339C3">
        <w:rPr>
          <w:rFonts w:cs="Arial"/>
          <w:b/>
          <w:bCs/>
        </w:rPr>
        <w:t xml:space="preserve">Phänomene zur Influenz und Polarisation: Phänomen </w:t>
      </w:r>
      <w:r w:rsidR="00EE0FE3" w:rsidRPr="003339C3">
        <w:rPr>
          <w:rFonts w:cs="Arial"/>
          <w:b/>
          <w:bCs/>
        </w:rPr>
        <w:t>2</w:t>
      </w:r>
      <w:r w:rsidR="00B4496A">
        <w:rPr>
          <w:rFonts w:cs="Arial"/>
          <w:b/>
          <w:bCs/>
        </w:rPr>
        <w:t xml:space="preserve"> (BF, LF)</w:t>
      </w:r>
    </w:p>
    <w:p w14:paraId="10A7AD45" w14:textId="5F98DF32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 w:rsidRPr="003339C3">
        <w:rPr>
          <w:rFonts w:eastAsia="Calibri" w:cs="Arial"/>
          <w:b/>
          <w:bCs/>
        </w:rPr>
        <w:t>Material: 2 Metallkugeln auf Isolierfüßen, PVC-Stab, Schurwolle oder Wolltuch, Glimmlampe</w:t>
      </w:r>
    </w:p>
    <w:p w14:paraId="0BAEE964" w14:textId="4AD5E6BD" w:rsidR="00EE0FE3" w:rsidRDefault="005E0217" w:rsidP="00EE0FE3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  <w:r w:rsidRPr="004B263D">
        <w:rPr>
          <w:rFonts w:eastAsiaTheme="minorEastAsia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86F6B7" wp14:editId="1F967B1E">
                <wp:simplePos x="0" y="0"/>
                <wp:positionH relativeFrom="column">
                  <wp:posOffset>-238125</wp:posOffset>
                </wp:positionH>
                <wp:positionV relativeFrom="paragraph">
                  <wp:posOffset>3543935</wp:posOffset>
                </wp:positionV>
                <wp:extent cx="2486025" cy="180975"/>
                <wp:effectExtent l="0" t="0" r="9525" b="952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80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AF2B09" w14:textId="3410EF5F" w:rsidR="005E0217" w:rsidRPr="009A26E8" w:rsidRDefault="005E0217" w:rsidP="005E0217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Bildquelle Foto:  Dr. U. Wienbruch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86F6B7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margin-left:-18.75pt;margin-top:279.05pt;width:195.75pt;height:14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" filled="f" stroked="f" strokeweight=".5pt">
                <v:textbox inset="1mm,0,1mm,0">
                  <w:txbxContent>
                    <w:p w14:paraId="0BAF2B09" w14:textId="3410EF5F" w:rsidR="005E0217" w:rsidRPr="009A26E8" w:rsidRDefault="005E0217" w:rsidP="005E0217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Bildquelle Foto:  Dr. U. Wienbruch</w:t>
                      </w:r>
                    </w:p>
                  </w:txbxContent>
                </v:textbox>
              </v:shape>
            </w:pict>
          </mc:Fallback>
        </mc:AlternateContent>
      </w:r>
      <w:r w:rsidR="00EE0FE3">
        <w:rPr>
          <w:rFonts w:ascii="Calibri" w:eastAsia="Calibri" w:hAnsi="Calibri" w:cs="Times New Roman"/>
          <w:b/>
          <w:bCs/>
        </w:rPr>
        <w:t xml:space="preserve">     </w:t>
      </w:r>
      <w:r w:rsidR="007644A4">
        <w:rPr>
          <w:rFonts w:ascii="Calibri" w:eastAsia="Calibri" w:hAnsi="Calibri" w:cs="Times New Roman"/>
          <w:b/>
          <w:bCs/>
        </w:rPr>
        <w:t xml:space="preserve">         </w:t>
      </w:r>
      <w:r w:rsidR="003339C3">
        <w:rPr>
          <w:rFonts w:ascii="Calibri" w:eastAsia="Calibri" w:hAnsi="Calibri" w:cs="Times New Roman"/>
          <w:b/>
          <w:bCs/>
        </w:rPr>
        <w:t xml:space="preserve">  </w:t>
      </w:r>
      <w:r w:rsidR="007644A4">
        <w:rPr>
          <w:rFonts w:ascii="Calibri" w:eastAsia="Calibri" w:hAnsi="Calibri" w:cs="Times New Roman"/>
          <w:b/>
          <w:bCs/>
        </w:rPr>
        <w:t xml:space="preserve"> </w:t>
      </w:r>
      <w:r w:rsidR="00EE0FE3">
        <w:rPr>
          <w:rFonts w:ascii="Calibri" w:eastAsia="Calibri" w:hAnsi="Calibri" w:cs="Times New Roman"/>
          <w:b/>
          <w:bCs/>
        </w:rPr>
        <w:t xml:space="preserve">     </w:t>
      </w:r>
      <w:r w:rsidR="00EE0FE3" w:rsidRPr="00EE0FE3">
        <w:rPr>
          <w:rFonts w:ascii="Calibri" w:eastAsia="Calibri" w:hAnsi="Calibri" w:cs="Times New Roman"/>
          <w:b/>
          <w:bCs/>
          <w:noProof/>
        </w:rPr>
        <w:drawing>
          <wp:inline distT="0" distB="0" distL="0" distR="0" wp14:anchorId="66BF0F11" wp14:editId="7EBD2527">
            <wp:extent cx="4019550" cy="3462761"/>
            <wp:effectExtent l="0" t="0" r="0" b="4445"/>
            <wp:docPr id="20" name="Grafik 20" descr="Ein Bild, das drinnen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 descr="Ein Bild, das drinnen, Wand enthält.&#10;&#10;Automatisch generierte Beschreibu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941"/>
                    <a:stretch/>
                  </pic:blipFill>
                  <pic:spPr bwMode="auto">
                    <a:xfrm>
                      <a:off x="0" y="0"/>
                      <a:ext cx="4026417" cy="34686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569E3C" w14:textId="7F5A6B5E" w:rsidR="005E0217" w:rsidRDefault="005E0217" w:rsidP="00EE0FE3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</w:rPr>
        <w:t xml:space="preserve">                     </w:t>
      </w:r>
    </w:p>
    <w:p w14:paraId="503C5314" w14:textId="2A4DAA38" w:rsidR="00EE0FE3" w:rsidRPr="003339C3" w:rsidRDefault="00EE0FE3" w:rsidP="00EE0FE3">
      <w:pPr>
        <w:spacing w:after="160" w:line="259" w:lineRule="auto"/>
        <w:jc w:val="left"/>
        <w:rPr>
          <w:rFonts w:eastAsia="Calibri" w:cs="Arial"/>
        </w:rPr>
      </w:pPr>
      <w:r w:rsidRPr="003339C3">
        <w:rPr>
          <w:rFonts w:eastAsia="Calibri" w:cs="Arial"/>
        </w:rPr>
        <w:t>Führen Sie den Versuch in folgenden Schritten durch und notieren Sie ihre Beobachtungen.</w:t>
      </w:r>
    </w:p>
    <w:p w14:paraId="354C177C" w14:textId="77777777" w:rsidR="00EE0FE3" w:rsidRPr="003339C3" w:rsidRDefault="00EE0FE3" w:rsidP="00EE0FE3">
      <w:pPr>
        <w:numPr>
          <w:ilvl w:val="0"/>
          <w:numId w:val="28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Stellen Sie die beiden Kugeln dicht nebeneinander, sodass sie sich berühren.</w:t>
      </w:r>
    </w:p>
    <w:p w14:paraId="432DB522" w14:textId="43E78EBA" w:rsidR="00EE0FE3" w:rsidRPr="003339C3" w:rsidRDefault="00EE0FE3" w:rsidP="00EE0FE3">
      <w:pPr>
        <w:numPr>
          <w:ilvl w:val="0"/>
          <w:numId w:val="28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Reiben Sie das PVC-Rohr mit der Wolle.</w:t>
      </w:r>
    </w:p>
    <w:p w14:paraId="4B8A9EF6" w14:textId="3CFCADBE" w:rsidR="00EE0FE3" w:rsidRPr="003339C3" w:rsidRDefault="00EE0FE3" w:rsidP="00EE0FE3">
      <w:pPr>
        <w:numPr>
          <w:ilvl w:val="0"/>
          <w:numId w:val="28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Nähern Sie das Rohr der linken Kugel an, ohne sie zu berühren.</w:t>
      </w:r>
    </w:p>
    <w:p w14:paraId="20011365" w14:textId="3204775E" w:rsidR="00EE0FE3" w:rsidRPr="003339C3" w:rsidRDefault="00EE0FE3" w:rsidP="00EE0FE3">
      <w:pPr>
        <w:numPr>
          <w:ilvl w:val="0"/>
          <w:numId w:val="28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Ziehen Sie die rechte Kugel weg (bitte nur den Fuß berühren).</w:t>
      </w:r>
    </w:p>
    <w:p w14:paraId="6451BCDE" w14:textId="53A1E4EA" w:rsidR="00EE0FE3" w:rsidRPr="003339C3" w:rsidRDefault="00EE0FE3" w:rsidP="00EE0FE3">
      <w:pPr>
        <w:numPr>
          <w:ilvl w:val="0"/>
          <w:numId w:val="28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Entfernen Sie den PVC-Stab.</w:t>
      </w:r>
    </w:p>
    <w:p w14:paraId="2EC76CD0" w14:textId="18C2F9EE" w:rsidR="00EE0FE3" w:rsidRPr="003339C3" w:rsidRDefault="00EE0FE3" w:rsidP="00EE0FE3">
      <w:pPr>
        <w:numPr>
          <w:ilvl w:val="0"/>
          <w:numId w:val="28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Nehmen Sie die Glimmlampe so in die Hand, dass Sie nur ein Ende berühren. Berühren Sie mit dem anderen Ende die rechte Kugel und beobachten Sie dabei die</w:t>
      </w:r>
      <w:r w:rsidR="003339C3">
        <w:rPr>
          <w:rFonts w:eastAsia="Calibri" w:cs="Arial"/>
        </w:rPr>
        <w:t xml:space="preserve"> </w:t>
      </w:r>
      <w:r w:rsidRPr="003339C3">
        <w:rPr>
          <w:rFonts w:eastAsia="Calibri" w:cs="Arial"/>
        </w:rPr>
        <w:t>Glimmlampe.</w:t>
      </w:r>
    </w:p>
    <w:p w14:paraId="33A62B13" w14:textId="5C0ECFEE" w:rsidR="00EE0FE3" w:rsidRDefault="00EE0FE3" w:rsidP="00EE0FE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Beobachtung:</w:t>
      </w:r>
      <w:r w:rsidR="003339C3">
        <w:rPr>
          <w:rFonts w:eastAsia="Calibri" w:cs="Arial"/>
        </w:rPr>
        <w:t xml:space="preserve"> </w:t>
      </w:r>
      <w:r w:rsidRPr="003339C3">
        <w:rPr>
          <w:rFonts w:eastAsia="Calibri" w:cs="Aria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17331806" w14:textId="30CC7C39" w:rsidR="003339C3" w:rsidRPr="003339C3" w:rsidRDefault="003339C3" w:rsidP="00EE0FE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</w:p>
    <w:p w14:paraId="08CF44A2" w14:textId="1D6D225D" w:rsidR="00EE0FE3" w:rsidRPr="003339C3" w:rsidRDefault="00EE0FE3" w:rsidP="00EE0FE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Berühren Sie nun die linke Kugel mit der Glimmlampe und beobachten Sie dabei die Glimmlampe.</w:t>
      </w:r>
    </w:p>
    <w:p w14:paraId="1288AE55" w14:textId="5B2CDB96" w:rsidR="00EE0FE3" w:rsidRDefault="00EE0FE3" w:rsidP="00EE0FE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Beobachtung:</w:t>
      </w:r>
      <w:r w:rsidR="003339C3">
        <w:rPr>
          <w:rFonts w:eastAsia="Calibri" w:cs="Arial"/>
        </w:rPr>
        <w:t xml:space="preserve"> </w:t>
      </w:r>
      <w:r w:rsidRPr="003339C3">
        <w:rPr>
          <w:rFonts w:eastAsia="Calibri" w:cs="Arial"/>
        </w:rPr>
        <w:t>___________________________________________________________________________________________________________________________________________________________________________________________________________</w:t>
      </w:r>
    </w:p>
    <w:p w14:paraId="2B9CFECD" w14:textId="77777777" w:rsidR="003339C3" w:rsidRPr="003339C3" w:rsidRDefault="003339C3" w:rsidP="00EE0FE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</w:p>
    <w:p w14:paraId="20949E31" w14:textId="77777777" w:rsidR="00EE0FE3" w:rsidRPr="003339C3" w:rsidRDefault="00EE0FE3" w:rsidP="00EE0FE3">
      <w:pPr>
        <w:numPr>
          <w:ilvl w:val="0"/>
          <w:numId w:val="28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Welche Schlussfolgerungen ziehen Sie aus Ihren Beobachtungen?</w:t>
      </w:r>
    </w:p>
    <w:p w14:paraId="3F5FEF23" w14:textId="1338DF32" w:rsidR="007644A4" w:rsidRPr="003339C3" w:rsidRDefault="007644A4" w:rsidP="003339C3">
      <w:pPr>
        <w:ind w:left="708"/>
      </w:pPr>
      <w:r w:rsidRPr="003339C3">
        <w:rPr>
          <w:rFonts w:eastAsia="Calibri" w:cs="Arial"/>
        </w:rPr>
        <w:t>_______________________________________________________________________________________________________________________________________________________________________________________________</w:t>
      </w:r>
      <w:r w:rsidR="003339C3">
        <w:rPr>
          <w:rFonts w:eastAsia="Calibri" w:cs="Arial"/>
        </w:rPr>
        <w:t>_____________</w:t>
      </w:r>
    </w:p>
    <w:p w14:paraId="1A46433E" w14:textId="77777777" w:rsidR="00EE0FE3" w:rsidRPr="00EE0FE3" w:rsidRDefault="00EE0FE3" w:rsidP="00EE0FE3">
      <w:pPr>
        <w:spacing w:after="160" w:line="259" w:lineRule="auto"/>
        <w:ind w:left="720"/>
        <w:contextualSpacing/>
        <w:jc w:val="left"/>
        <w:rPr>
          <w:rFonts w:ascii="Calibri" w:eastAsia="Calibri" w:hAnsi="Calibri" w:cs="Times New Roman"/>
        </w:rPr>
      </w:pPr>
    </w:p>
    <w:p w14:paraId="148E6D48" w14:textId="77777777" w:rsidR="00EE0FE3" w:rsidRPr="003339C3" w:rsidRDefault="00EE0FE3" w:rsidP="00EE0FE3">
      <w:pPr>
        <w:numPr>
          <w:ilvl w:val="0"/>
          <w:numId w:val="28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 xml:space="preserve"> Erklären sie die Beobachtungen mit Hilfe einer Argumentationskette: </w:t>
      </w:r>
    </w:p>
    <w:p w14:paraId="37031446" w14:textId="4EEF09E9" w:rsidR="00EE0FE3" w:rsidRPr="003339C3" w:rsidRDefault="00EE0FE3" w:rsidP="00EE0FE3">
      <w:pPr>
        <w:numPr>
          <w:ilvl w:val="0"/>
          <w:numId w:val="29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Bringen Sie die Kärtchen für d</w:t>
      </w:r>
      <w:r w:rsidR="007644A4" w:rsidRPr="003339C3">
        <w:rPr>
          <w:rFonts w:eastAsia="Calibri" w:cs="Arial"/>
        </w:rPr>
        <w:t>as</w:t>
      </w:r>
      <w:r w:rsidRPr="003339C3">
        <w:rPr>
          <w:rFonts w:eastAsia="Calibri" w:cs="Arial"/>
        </w:rPr>
        <w:t xml:space="preserve"> Argumentations</w:t>
      </w:r>
      <w:r w:rsidR="007644A4" w:rsidRPr="003339C3">
        <w:rPr>
          <w:rFonts w:eastAsia="Calibri" w:cs="Arial"/>
        </w:rPr>
        <w:t>schema</w:t>
      </w:r>
      <w:r w:rsidRPr="003339C3">
        <w:rPr>
          <w:rFonts w:eastAsia="Calibri" w:cs="Arial"/>
        </w:rPr>
        <w:t xml:space="preserve"> in eine sinnvolle Reihenfolge.</w:t>
      </w:r>
    </w:p>
    <w:p w14:paraId="0C2D8A9A" w14:textId="32E31854" w:rsidR="00EE0FE3" w:rsidRPr="003339C3" w:rsidRDefault="00EE0FE3" w:rsidP="00EE0FE3">
      <w:pPr>
        <w:numPr>
          <w:ilvl w:val="0"/>
          <w:numId w:val="29"/>
        </w:numPr>
        <w:spacing w:after="160" w:line="259" w:lineRule="auto"/>
        <w:contextualSpacing/>
        <w:jc w:val="left"/>
        <w:rPr>
          <w:rFonts w:eastAsia="Calibri" w:cs="Arial"/>
        </w:rPr>
      </w:pPr>
      <w:r w:rsidRPr="003339C3">
        <w:rPr>
          <w:rFonts w:eastAsia="Calibri" w:cs="Arial"/>
        </w:rPr>
        <w:t>Formulieren Sie ihre Erklärung.</w:t>
      </w:r>
    </w:p>
    <w:p w14:paraId="4A2AE48D" w14:textId="77777777" w:rsidR="00EE0FE3" w:rsidRPr="003339C3" w:rsidRDefault="00EE0FE3" w:rsidP="00EE0FE3">
      <w:pPr>
        <w:spacing w:after="160" w:line="259" w:lineRule="auto"/>
        <w:jc w:val="left"/>
        <w:rPr>
          <w:rFonts w:eastAsia="Calibri" w:cs="Arial"/>
        </w:rPr>
      </w:pPr>
      <w:r w:rsidRPr="003339C3">
        <w:rPr>
          <w:rFonts w:eastAsia="Calibri" w:cs="Arial"/>
        </w:rPr>
        <w:t>Hinweis: Die Ursachen am Anfang und die Wirkungen am Ende des Phänomens sind orange, weitere Ursachen und Wirkungen sind blau und Vermittlungen weiß mit einem Pfeil dargestellt.</w:t>
      </w:r>
    </w:p>
    <w:p w14:paraId="6A8ECE4F" w14:textId="77EA5F5F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 w:rsidRPr="003339C3">
        <w:rPr>
          <w:rFonts w:eastAsia="Calibri" w:cs="Arial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13DBDF4" wp14:editId="07C2AE0E">
                <wp:simplePos x="0" y="0"/>
                <wp:positionH relativeFrom="margin">
                  <wp:posOffset>1833245</wp:posOffset>
                </wp:positionH>
                <wp:positionV relativeFrom="paragraph">
                  <wp:posOffset>270510</wp:posOffset>
                </wp:positionV>
                <wp:extent cx="1828800" cy="1438910"/>
                <wp:effectExtent l="0" t="0" r="19050" b="46990"/>
                <wp:wrapNone/>
                <wp:docPr id="49" name="Gruppieren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438910"/>
                          <a:chOff x="2060195" y="-103543"/>
                          <a:chExt cx="1997765" cy="1471145"/>
                        </a:xfrm>
                      </wpg:grpSpPr>
                      <wps:wsp>
                        <wps:cNvPr id="50" name="Rechteck: abgerundete Ecken 50"/>
                        <wps:cNvSpPr/>
                        <wps:spPr>
                          <a:xfrm>
                            <a:off x="2060195" y="-103543"/>
                            <a:ext cx="1997765" cy="145906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1CE62A4" w14:textId="77777777" w:rsidR="00EE0FE3" w:rsidRPr="00EE0FE3" w:rsidRDefault="00EE0FE3" w:rsidP="00EE0FE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EE0FE3">
                                <w:rPr>
                                  <w:color w:val="000000"/>
                                </w:rPr>
                                <w:t>Beim Berühren der linken Kugel mit der Glimmlampe fließen Elektronen von der Hand zur Kugel.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Pfeil: nach unten 51"/>
                        <wps:cNvSpPr/>
                        <wps:spPr>
                          <a:xfrm>
                            <a:off x="2880381" y="1005651"/>
                            <a:ext cx="428625" cy="361951"/>
                          </a:xfrm>
                          <a:prstGeom prst="downArrow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3DBDF4" id="Gruppieren 49" o:spid="_x0000_s1027" style="position:absolute;margin-left:144.35pt;margin-top:21.3pt;width:2in;height:113.3pt;z-index:251665408;mso-position-horizontal-relative:margin;mso-width-relative:margin;mso-height-relative:margin" coordorigin="20601,-1035" coordsize="19977,14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">
                <v:roundrect id="Rechteck: abgerundete Ecken 50" o:spid="_x0000_s1028" style="position:absolute;left:20601;top:-1035;width:19978;height:14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" filled="f" strokecolor="#2f528f" strokeweight="1pt">
                  <v:stroke joinstyle="miter"/>
                  <v:textbox>
                    <w:txbxContent>
                      <w:p w14:paraId="41CE62A4" w14:textId="77777777" w:rsidR="00EE0FE3" w:rsidRPr="00EE0FE3" w:rsidRDefault="00EE0FE3" w:rsidP="00EE0FE3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E0FE3">
                          <w:rPr>
                            <w:color w:val="000000"/>
                          </w:rPr>
                          <w:t>Beim Berühren der linken Kugel mit der Glimmlampe fließen Elektronen von der Hand zur Kugel.</w:t>
                        </w:r>
                      </w:p>
                    </w:txbxContent>
                  </v:textbox>
                </v:roundre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: nach unten 51" o:spid="_x0000_s1029" type="#_x0000_t67" style="position:absolute;left:28803;top:10056;width:4287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" adj="10800" fillcolor="#4472c4" strokecolor="#2f528f" strokeweight="1pt"/>
                <w10:wrap anchorx="margin"/>
              </v:group>
            </w:pict>
          </mc:Fallback>
        </mc:AlternateContent>
      </w:r>
      <w:r w:rsidRPr="003339C3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29FCC4" wp14:editId="43756353">
                <wp:simplePos x="0" y="0"/>
                <wp:positionH relativeFrom="margin">
                  <wp:posOffset>3796030</wp:posOffset>
                </wp:positionH>
                <wp:positionV relativeFrom="paragraph">
                  <wp:posOffset>262889</wp:posOffset>
                </wp:positionV>
                <wp:extent cx="2114550" cy="1152525"/>
                <wp:effectExtent l="0" t="0" r="19050" b="28575"/>
                <wp:wrapNone/>
                <wp:docPr id="29" name="Rechteck: abgerundete Ecke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15252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9BF922" w14:textId="77777777" w:rsidR="00EE0FE3" w:rsidRDefault="00EE0FE3" w:rsidP="00EE0FE3">
                            <w:pPr>
                              <w:jc w:val="center"/>
                            </w:pPr>
                            <w:r>
                              <w:t xml:space="preserve">Ohne Kontakt verbleiben die verschobenen Elektronen auf der rechten Kugel, die linke hat einen Elektronenmangel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29FCC4" id="Rechteck: abgerundete Ecken 29" o:spid="_x0000_s1030" style="position:absolute;margin-left:298.9pt;margin-top:20.7pt;width:166.5pt;height:9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" fillcolor="#5b9bd5" strokecolor="#41719c" strokeweight="1pt">
                <v:stroke joinstyle="miter"/>
                <v:textbox>
                  <w:txbxContent>
                    <w:p w14:paraId="2B9BF922" w14:textId="77777777" w:rsidR="00EE0FE3" w:rsidRDefault="00EE0FE3" w:rsidP="00EE0FE3">
                      <w:pPr>
                        <w:jc w:val="center"/>
                      </w:pPr>
                      <w:r>
                        <w:t xml:space="preserve">Ohne Kontakt verbleiben die verschobenen Elektronen auf der rechten Kugel, die linke hat einen Elektronenmangel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3339C3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815903" wp14:editId="0970457E">
                <wp:simplePos x="0" y="0"/>
                <wp:positionH relativeFrom="column">
                  <wp:posOffset>-90170</wp:posOffset>
                </wp:positionH>
                <wp:positionV relativeFrom="paragraph">
                  <wp:posOffset>211455</wp:posOffset>
                </wp:positionV>
                <wp:extent cx="1743075" cy="1019175"/>
                <wp:effectExtent l="0" t="0" r="28575" b="28575"/>
                <wp:wrapNone/>
                <wp:docPr id="52" name="Rechteck: abgerundete Eck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019175"/>
                        </a:xfrm>
                        <a:prstGeom prst="roundRect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AB1462" w14:textId="77777777" w:rsidR="00EE0FE3" w:rsidRDefault="00EE0FE3" w:rsidP="00EE0FE3">
                            <w:pPr>
                              <w:jc w:val="center"/>
                            </w:pPr>
                            <w:r>
                              <w:t>Die Glimmlampe leuchtet an dem Ende auf, das von der Kugel abgewandt ist.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815903" id="Rechteck: abgerundete Ecken 52" o:spid="_x0000_s1031" style="position:absolute;margin-left:-7.1pt;margin-top:16.65pt;width:137.25pt;height:80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" fillcolor="#ed7d31" strokecolor="#ae5a21" strokeweight="1pt">
                <v:stroke joinstyle="miter"/>
                <v:textbox>
                  <w:txbxContent>
                    <w:p w14:paraId="25AB1462" w14:textId="77777777" w:rsidR="00EE0FE3" w:rsidRDefault="00EE0FE3" w:rsidP="00EE0FE3">
                      <w:pPr>
                        <w:jc w:val="center"/>
                      </w:pPr>
                      <w:r>
                        <w:t>Die Glimmlampe leuchtet an dem Ende auf, das von der Kugel abgewandt ist.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38DABC8" w14:textId="7DECC051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6D03CD87" w14:textId="4487930C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45F0A4E3" w14:textId="77777777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3BF26139" w14:textId="77777777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 w:rsidRPr="003339C3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8AF6738" wp14:editId="00B57F69">
                <wp:simplePos x="0" y="0"/>
                <wp:positionH relativeFrom="column">
                  <wp:posOffset>-90170</wp:posOffset>
                </wp:positionH>
                <wp:positionV relativeFrom="paragraph">
                  <wp:posOffset>168275</wp:posOffset>
                </wp:positionV>
                <wp:extent cx="1743075" cy="904875"/>
                <wp:effectExtent l="0" t="0" r="28575" b="28575"/>
                <wp:wrapNone/>
                <wp:docPr id="21" name="Rechteck: abgerundete Eck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904875"/>
                        </a:xfrm>
                        <a:prstGeom prst="roundRect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95E721" w14:textId="77777777" w:rsidR="004A695A" w:rsidRDefault="00EE0FE3" w:rsidP="004A695A">
                            <w:pPr>
                              <w:spacing w:after="0"/>
                              <w:jc w:val="center"/>
                            </w:pPr>
                            <w:r>
                              <w:t>Annäherung des negativ geladenen PVC-Rohrs an die linke</w:t>
                            </w:r>
                          </w:p>
                          <w:p w14:paraId="2F39AF2C" w14:textId="16FC780A" w:rsidR="00EE0FE3" w:rsidRDefault="00EE0FE3" w:rsidP="004A695A">
                            <w:pPr>
                              <w:spacing w:after="0"/>
                              <w:jc w:val="center"/>
                            </w:pPr>
                            <w:r>
                              <w:t xml:space="preserve"> Kugel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AF6738" id="Rechteck: abgerundete Ecken 21" o:spid="_x0000_s1032" style="position:absolute;margin-left:-7.1pt;margin-top:13.25pt;width:137.25pt;height:71.25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" fillcolor="#ed7d31" strokecolor="#ae5a21" strokeweight="1pt">
                <v:stroke joinstyle="miter"/>
                <v:textbox>
                  <w:txbxContent>
                    <w:p w14:paraId="6E95E721" w14:textId="77777777" w:rsidR="004A695A" w:rsidRDefault="00EE0FE3" w:rsidP="004A695A">
                      <w:pPr>
                        <w:spacing w:after="0"/>
                        <w:jc w:val="center"/>
                      </w:pPr>
                      <w:r>
                        <w:t>Annäherung des negativ geladenen PVC-Rohrs an die linke</w:t>
                      </w:r>
                    </w:p>
                    <w:p w14:paraId="2F39AF2C" w14:textId="16FC780A" w:rsidR="00EE0FE3" w:rsidRDefault="00EE0FE3" w:rsidP="004A695A">
                      <w:pPr>
                        <w:spacing w:after="0"/>
                        <w:jc w:val="center"/>
                      </w:pPr>
                      <w:r>
                        <w:t xml:space="preserve"> Kugel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88897E" w14:textId="605E49EB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7D0F930B" w14:textId="63CC3491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 w:rsidRPr="003339C3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66990" wp14:editId="7729B563">
                <wp:simplePos x="0" y="0"/>
                <wp:positionH relativeFrom="column">
                  <wp:posOffset>1910080</wp:posOffset>
                </wp:positionH>
                <wp:positionV relativeFrom="paragraph">
                  <wp:posOffset>107950</wp:posOffset>
                </wp:positionV>
                <wp:extent cx="1752600" cy="847594"/>
                <wp:effectExtent l="0" t="0" r="19050" b="10160"/>
                <wp:wrapNone/>
                <wp:docPr id="27" name="Rechteck: abgerundete Ecke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847594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132BC6" w14:textId="77777777" w:rsidR="00EE0FE3" w:rsidRPr="00EE0FE3" w:rsidRDefault="00EE0FE3" w:rsidP="00EE0FE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EE0FE3">
                              <w:rPr>
                                <w:color w:val="000000"/>
                              </w:rPr>
                              <w:t>Entfernung der rechten Kugel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466990" id="Rechteck: abgerundete Ecken 27" o:spid="_x0000_s1033" style="position:absolute;margin-left:150.4pt;margin-top:8.5pt;width:138pt;height:6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" filled="f" strokecolor="#2f528f" strokeweight="1pt">
                <v:stroke joinstyle="miter"/>
                <v:textbox>
                  <w:txbxContent>
                    <w:p w14:paraId="0C132BC6" w14:textId="77777777" w:rsidR="00EE0FE3" w:rsidRPr="00EE0FE3" w:rsidRDefault="00EE0FE3" w:rsidP="00EE0FE3">
                      <w:pPr>
                        <w:jc w:val="center"/>
                        <w:rPr>
                          <w:color w:val="000000"/>
                        </w:rPr>
                      </w:pPr>
                      <w:r w:rsidRPr="00EE0FE3">
                        <w:rPr>
                          <w:color w:val="000000"/>
                        </w:rPr>
                        <w:t>Entfernung der rechten Kugel</w:t>
                      </w:r>
                    </w:p>
                  </w:txbxContent>
                </v:textbox>
              </v:roundrect>
            </w:pict>
          </mc:Fallback>
        </mc:AlternateContent>
      </w:r>
      <w:r w:rsidRPr="003339C3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C61043" wp14:editId="7761BCB9">
                <wp:simplePos x="0" y="0"/>
                <wp:positionH relativeFrom="margin">
                  <wp:posOffset>3853180</wp:posOffset>
                </wp:positionH>
                <wp:positionV relativeFrom="paragraph">
                  <wp:posOffset>6350</wp:posOffset>
                </wp:positionV>
                <wp:extent cx="2057400" cy="904875"/>
                <wp:effectExtent l="0" t="0" r="19050" b="28575"/>
                <wp:wrapNone/>
                <wp:docPr id="25" name="Rechteck: abgerundete Eck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0487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82F4E3" w14:textId="77777777" w:rsidR="00EE0FE3" w:rsidRDefault="00EE0FE3" w:rsidP="00EE0FE3">
                            <w:pPr>
                              <w:jc w:val="center"/>
                            </w:pPr>
                            <w:r>
                              <w:t xml:space="preserve">Elektronenüberschuss auf der rechten Kugel und Elektronenmangel auf der linken Kugel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C61043" id="Rechteck: abgerundete Ecken 25" o:spid="_x0000_s1034" style="position:absolute;margin-left:303.4pt;margin-top:.5pt;width:162pt;height:71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" fillcolor="#5b9bd5" strokecolor="#41719c" strokeweight="1pt">
                <v:stroke joinstyle="miter"/>
                <v:textbox>
                  <w:txbxContent>
                    <w:p w14:paraId="5682F4E3" w14:textId="77777777" w:rsidR="00EE0FE3" w:rsidRDefault="00EE0FE3" w:rsidP="00EE0FE3">
                      <w:pPr>
                        <w:jc w:val="center"/>
                      </w:pPr>
                      <w:r>
                        <w:t xml:space="preserve">Elektronenüberschuss auf der rechten Kugel und Elektronenmangel auf der linken Kugel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988F8E4" w14:textId="23461F12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 w:rsidRPr="003339C3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6EF946" wp14:editId="2B1AD9C2">
                <wp:simplePos x="0" y="0"/>
                <wp:positionH relativeFrom="margin">
                  <wp:posOffset>-99695</wp:posOffset>
                </wp:positionH>
                <wp:positionV relativeFrom="paragraph">
                  <wp:posOffset>288925</wp:posOffset>
                </wp:positionV>
                <wp:extent cx="1743075" cy="1000125"/>
                <wp:effectExtent l="0" t="0" r="28575" b="28575"/>
                <wp:wrapNone/>
                <wp:docPr id="53" name="Rechteck: abgerundete Ecke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000125"/>
                        </a:xfrm>
                        <a:prstGeom prst="roundRect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7F9572" w14:textId="77777777" w:rsidR="004A695A" w:rsidRDefault="00EE0FE3" w:rsidP="004A695A">
                            <w:pPr>
                              <w:spacing w:after="0"/>
                              <w:jc w:val="center"/>
                            </w:pPr>
                            <w:r>
                              <w:t xml:space="preserve">Die Glimmlampe leuchtet an dem Ende auf, das die Kugel </w:t>
                            </w:r>
                          </w:p>
                          <w:p w14:paraId="78F99DE0" w14:textId="253DD0CA" w:rsidR="00EE0FE3" w:rsidRDefault="00EE0FE3" w:rsidP="004A695A">
                            <w:pPr>
                              <w:spacing w:after="0"/>
                              <w:jc w:val="center"/>
                            </w:pPr>
                            <w:r>
                              <w:t>berührt.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6EF946" id="Rechteck: abgerundete Ecken 53" o:spid="_x0000_s1035" style="position:absolute;margin-left:-7.85pt;margin-top:22.75pt;width:137.25pt;height:78.7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" fillcolor="#ed7d31" strokecolor="#ae5a21" strokeweight="1pt">
                <v:stroke joinstyle="miter"/>
                <v:textbox>
                  <w:txbxContent>
                    <w:p w14:paraId="4F7F9572" w14:textId="77777777" w:rsidR="004A695A" w:rsidRDefault="00EE0FE3" w:rsidP="004A695A">
                      <w:pPr>
                        <w:spacing w:after="0"/>
                        <w:jc w:val="center"/>
                      </w:pPr>
                      <w:r>
                        <w:t xml:space="preserve">Die Glimmlampe leuchtet an dem Ende auf, das die Kugel </w:t>
                      </w:r>
                    </w:p>
                    <w:p w14:paraId="78F99DE0" w14:textId="253DD0CA" w:rsidR="00EE0FE3" w:rsidRDefault="00EE0FE3" w:rsidP="004A695A">
                      <w:pPr>
                        <w:spacing w:after="0"/>
                        <w:jc w:val="center"/>
                      </w:pPr>
                      <w:r>
                        <w:t>berührt.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6C1323E" w14:textId="2503DAE9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 w:rsidRPr="003339C3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D0493D" wp14:editId="795FF4DE">
                <wp:simplePos x="0" y="0"/>
                <wp:positionH relativeFrom="margin">
                  <wp:posOffset>2557145</wp:posOffset>
                </wp:positionH>
                <wp:positionV relativeFrom="paragraph">
                  <wp:posOffset>85090</wp:posOffset>
                </wp:positionV>
                <wp:extent cx="391795" cy="298450"/>
                <wp:effectExtent l="19050" t="0" r="27305" b="44450"/>
                <wp:wrapNone/>
                <wp:docPr id="28" name="Pfeil: nach unt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795" cy="29845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D6F4B4" id="Pfeil: nach unten 28" o:spid="_x0000_s1026" type="#_x0000_t67" style="position:absolute;margin-left:201.35pt;margin-top:6.7pt;width:30.85pt;height:23.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" adj="10800" fillcolor="#4472c4" strokecolor="#2f528f" strokeweight="1pt">
                <w10:wrap anchorx="margin"/>
              </v:shape>
            </w:pict>
          </mc:Fallback>
        </mc:AlternateContent>
      </w:r>
    </w:p>
    <w:p w14:paraId="6CB1788B" w14:textId="0515FA44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 w:rsidRPr="003339C3">
        <w:rPr>
          <w:rFonts w:eastAsia="Calibri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AD71DE" wp14:editId="4C4B9589">
                <wp:simplePos x="0" y="0"/>
                <wp:positionH relativeFrom="column">
                  <wp:posOffset>1930400</wp:posOffset>
                </wp:positionH>
                <wp:positionV relativeFrom="paragraph">
                  <wp:posOffset>177800</wp:posOffset>
                </wp:positionV>
                <wp:extent cx="1752600" cy="1504315"/>
                <wp:effectExtent l="0" t="0" r="19050" b="19685"/>
                <wp:wrapNone/>
                <wp:docPr id="47" name="Rechteck: abgerundete Ecke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50431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59AA08" w14:textId="77777777" w:rsidR="00EE0FE3" w:rsidRPr="00EE0FE3" w:rsidRDefault="00EE0FE3" w:rsidP="00EE0FE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EE0FE3">
                              <w:rPr>
                                <w:color w:val="000000"/>
                              </w:rPr>
                              <w:t>Beim Berühren der rechten Kugel mit der Glimmlampe fließen Elektronen von der Kugel zur Hand.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5AD71DE" id="Rechteck: abgerundete Ecken 47" o:spid="_x0000_s1036" style="position:absolute;margin-left:152pt;margin-top:14pt;width:138pt;height:118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" filled="f" strokecolor="#2f528f" strokeweight="1pt">
                <v:stroke joinstyle="miter"/>
                <v:textbox>
                  <w:txbxContent>
                    <w:p w14:paraId="4A59AA08" w14:textId="77777777" w:rsidR="00EE0FE3" w:rsidRPr="00EE0FE3" w:rsidRDefault="00EE0FE3" w:rsidP="00EE0FE3">
                      <w:pPr>
                        <w:jc w:val="center"/>
                        <w:rPr>
                          <w:color w:val="000000"/>
                        </w:rPr>
                      </w:pPr>
                      <w:r w:rsidRPr="00EE0FE3">
                        <w:rPr>
                          <w:color w:val="000000"/>
                        </w:rPr>
                        <w:t>Beim Berühren der rechten Kugel mit der Glimmlampe fließen Elektronen von der Kugel zur Hand.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F6A6ECB" w14:textId="0E53EAAC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61295D27" w14:textId="2090DF40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0AE7814E" w14:textId="0884F733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6E584288" w14:textId="372EAE89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 w:rsidRPr="003339C3">
        <w:rPr>
          <w:rFonts w:eastAsia="Calibri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DB04E0" wp14:editId="4D7024E6">
                <wp:simplePos x="0" y="0"/>
                <wp:positionH relativeFrom="margin">
                  <wp:posOffset>2586990</wp:posOffset>
                </wp:positionH>
                <wp:positionV relativeFrom="paragraph">
                  <wp:posOffset>187960</wp:posOffset>
                </wp:positionV>
                <wp:extent cx="362140" cy="351790"/>
                <wp:effectExtent l="19050" t="0" r="19050" b="29210"/>
                <wp:wrapNone/>
                <wp:docPr id="48" name="Pfeil: nach unte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140" cy="35179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B788F" id="Pfeil: nach unten 48" o:spid="_x0000_s1026" type="#_x0000_t67" style="position:absolute;margin-left:203.7pt;margin-top:14.8pt;width:28.5pt;height:2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" adj="10800" fillcolor="#4472c4" strokecolor="#2f528f" strokeweight="1pt">
                <w10:wrap anchorx="margin"/>
              </v:shape>
            </w:pict>
          </mc:Fallback>
        </mc:AlternateContent>
      </w:r>
    </w:p>
    <w:p w14:paraId="4AFD5A42" w14:textId="24B30DC5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747C83BE" w14:textId="04240467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 w:rsidRPr="003339C3">
        <w:rPr>
          <w:rFonts w:eastAsia="Calibri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0F74C4B" wp14:editId="41B407AB">
                <wp:simplePos x="0" y="0"/>
                <wp:positionH relativeFrom="column">
                  <wp:posOffset>1871980</wp:posOffset>
                </wp:positionH>
                <wp:positionV relativeFrom="paragraph">
                  <wp:posOffset>26670</wp:posOffset>
                </wp:positionV>
                <wp:extent cx="1819275" cy="990600"/>
                <wp:effectExtent l="0" t="0" r="28575" b="19050"/>
                <wp:wrapNone/>
                <wp:docPr id="23" name="Rechteck: abgerundete Eck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9906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F77DF2" w14:textId="77777777" w:rsidR="00EE0FE3" w:rsidRPr="00EE0FE3" w:rsidRDefault="00EE0FE3" w:rsidP="008F41EB">
                            <w:pPr>
                              <w:spacing w:after="0"/>
                              <w:jc w:val="center"/>
                              <w:rPr>
                                <w:color w:val="000000"/>
                              </w:rPr>
                            </w:pPr>
                            <w:r w:rsidRPr="00EE0FE3">
                              <w:rPr>
                                <w:color w:val="000000"/>
                              </w:rPr>
                              <w:t>Ladungstrennung   durch Influenz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F74C4B" id="Rechteck: abgerundete Ecken 23" o:spid="_x0000_s1037" style="position:absolute;margin-left:147.4pt;margin-top:2.1pt;width:143.25pt;height:7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" filled="f" strokecolor="#2f528f" strokeweight="1pt">
                <v:stroke joinstyle="miter"/>
                <v:textbox>
                  <w:txbxContent>
                    <w:p w14:paraId="6BF77DF2" w14:textId="77777777" w:rsidR="00EE0FE3" w:rsidRPr="00EE0FE3" w:rsidRDefault="00EE0FE3" w:rsidP="008F41EB">
                      <w:pPr>
                        <w:spacing w:after="0"/>
                        <w:jc w:val="center"/>
                        <w:rPr>
                          <w:color w:val="000000"/>
                        </w:rPr>
                      </w:pPr>
                      <w:r w:rsidRPr="00EE0FE3">
                        <w:rPr>
                          <w:color w:val="000000"/>
                        </w:rPr>
                        <w:t>Ladungstrennung   durch Influenz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7D71432" w14:textId="725B1415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412EABE3" w14:textId="1AA66FCF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  <w:r w:rsidRPr="003339C3">
        <w:rPr>
          <w:rFonts w:eastAsia="Calibri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25A6CB" wp14:editId="63FA01D1">
                <wp:simplePos x="0" y="0"/>
                <wp:positionH relativeFrom="margin">
                  <wp:posOffset>2566670</wp:posOffset>
                </wp:positionH>
                <wp:positionV relativeFrom="paragraph">
                  <wp:posOffset>121920</wp:posOffset>
                </wp:positionV>
                <wp:extent cx="398145" cy="294640"/>
                <wp:effectExtent l="38100" t="0" r="1905" b="29210"/>
                <wp:wrapNone/>
                <wp:docPr id="24" name="Pfeil: nach unt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" cy="29464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9094A" id="Pfeil: nach unten 24" o:spid="_x0000_s1026" type="#_x0000_t67" style="position:absolute;margin-left:202.1pt;margin-top:9.6pt;width:31.35pt;height:23.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" adj="10800" fillcolor="#4472c4" strokecolor="#2f528f" strokeweight="1pt">
                <w10:wrap anchorx="margin"/>
              </v:shape>
            </w:pict>
          </mc:Fallback>
        </mc:AlternateContent>
      </w:r>
    </w:p>
    <w:p w14:paraId="3685089E" w14:textId="77777777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28A8777B" w14:textId="77777777" w:rsidR="00EE0FE3" w:rsidRPr="003339C3" w:rsidRDefault="00EE0FE3" w:rsidP="00EE0FE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24F3EF8D" w14:textId="06500C85" w:rsidR="00EE0FE3" w:rsidRDefault="007644A4" w:rsidP="00EE0FE3">
      <w:pPr>
        <w:spacing w:after="160" w:line="259" w:lineRule="auto"/>
        <w:jc w:val="left"/>
        <w:rPr>
          <w:rFonts w:ascii="Calibri" w:eastAsia="Calibri" w:hAnsi="Calibri" w:cs="Times New Roman"/>
        </w:rPr>
      </w:pPr>
      <w:r w:rsidRPr="003339C3">
        <w:rPr>
          <w:rFonts w:eastAsia="Calibri" w:cs="Arial"/>
        </w:rPr>
        <w:t>Erklärung: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FCF4F3" w14:textId="4E4DF5AE" w:rsidR="007644A4" w:rsidRDefault="007644A4" w:rsidP="00EE0FE3">
      <w:pPr>
        <w:spacing w:after="160" w:line="259" w:lineRule="auto"/>
        <w:jc w:val="left"/>
        <w:rPr>
          <w:rFonts w:ascii="Calibri" w:eastAsia="Calibri" w:hAnsi="Calibri" w:cs="Times New Roman"/>
        </w:rPr>
      </w:pPr>
    </w:p>
    <w:p w14:paraId="74A429DE" w14:textId="7921CAA4" w:rsidR="007644A4" w:rsidRPr="003339C3" w:rsidRDefault="007644A4" w:rsidP="007644A4">
      <w:pPr>
        <w:spacing w:after="160" w:line="259" w:lineRule="auto"/>
        <w:jc w:val="left"/>
        <w:rPr>
          <w:rFonts w:eastAsia="Calibri" w:cs="Arial"/>
        </w:rPr>
      </w:pPr>
      <w:r w:rsidRPr="003339C3">
        <w:rPr>
          <w:rFonts w:eastAsia="Calibri" w:cs="Arial"/>
        </w:rPr>
        <w:lastRenderedPageBreak/>
        <w:t>Kärtchen für das Argumentationsschema zum Ausschneiden:</w:t>
      </w:r>
    </w:p>
    <w:p w14:paraId="58E70FA0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  <w:r w:rsidRPr="00EE0FE3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E75E6C3" wp14:editId="0C22CE50">
                <wp:simplePos x="0" y="0"/>
                <wp:positionH relativeFrom="margin">
                  <wp:posOffset>1833245</wp:posOffset>
                </wp:positionH>
                <wp:positionV relativeFrom="paragraph">
                  <wp:posOffset>270510</wp:posOffset>
                </wp:positionV>
                <wp:extent cx="1828800" cy="1438910"/>
                <wp:effectExtent l="0" t="0" r="19050" b="4699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438910"/>
                          <a:chOff x="2060195" y="-103543"/>
                          <a:chExt cx="1997765" cy="1471145"/>
                        </a:xfrm>
                      </wpg:grpSpPr>
                      <wps:wsp>
                        <wps:cNvPr id="5" name="Rechteck: abgerundete Ecken 5"/>
                        <wps:cNvSpPr/>
                        <wps:spPr>
                          <a:xfrm>
                            <a:off x="2060195" y="-103543"/>
                            <a:ext cx="1997765" cy="145906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88D0A4" w14:textId="77777777" w:rsidR="007644A4" w:rsidRPr="00EE0FE3" w:rsidRDefault="007644A4" w:rsidP="007644A4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EE0FE3">
                                <w:rPr>
                                  <w:color w:val="000000"/>
                                </w:rPr>
                                <w:t>Beim Berühren der linken Kugel mit der Glimmlampe fließen Elektronen von der Hand zur Kugel.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Pfeil: nach unten 7"/>
                        <wps:cNvSpPr/>
                        <wps:spPr>
                          <a:xfrm>
                            <a:off x="2880381" y="1005651"/>
                            <a:ext cx="428625" cy="361951"/>
                          </a:xfrm>
                          <a:prstGeom prst="downArrow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75E6C3" id="Gruppieren 4" o:spid="_x0000_s1038" style="position:absolute;margin-left:144.35pt;margin-top:21.3pt;width:2in;height:113.3pt;z-index:251678720;mso-position-horizontal-relative:margin;mso-width-relative:margin;mso-height-relative:margin" coordorigin="20601,-1035" coordsize="19977,14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">
                <v:roundrect id="Rechteck: abgerundete Ecken 5" o:spid="_x0000_s1039" style="position:absolute;left:20601;top:-1035;width:19978;height:14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" filled="f" strokecolor="#2f528f" strokeweight="1pt">
                  <v:stroke joinstyle="miter"/>
                  <v:textbox>
                    <w:txbxContent>
                      <w:p w14:paraId="1188D0A4" w14:textId="77777777" w:rsidR="007644A4" w:rsidRPr="00EE0FE3" w:rsidRDefault="007644A4" w:rsidP="007644A4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E0FE3">
                          <w:rPr>
                            <w:color w:val="000000"/>
                          </w:rPr>
                          <w:t>Beim Berühren der linken Kugel mit der Glimmlampe fließen Elektronen von der Hand zur Kugel.</w:t>
                        </w:r>
                      </w:p>
                    </w:txbxContent>
                  </v:textbox>
                </v:roundrect>
                <v:shape id="Pfeil: nach unten 7" o:spid="_x0000_s1040" type="#_x0000_t67" style="position:absolute;left:28803;top:10056;width:4287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" adj="10800" fillcolor="#4472c4" strokecolor="#2f528f" strokeweight="1pt"/>
                <w10:wrap anchorx="margin"/>
              </v:group>
            </w:pict>
          </mc:Fallback>
        </mc:AlternateContent>
      </w:r>
      <w:r w:rsidRPr="00EE0FE3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519620" wp14:editId="0AF912E9">
                <wp:simplePos x="0" y="0"/>
                <wp:positionH relativeFrom="margin">
                  <wp:posOffset>3796030</wp:posOffset>
                </wp:positionH>
                <wp:positionV relativeFrom="paragraph">
                  <wp:posOffset>262889</wp:posOffset>
                </wp:positionV>
                <wp:extent cx="2114550" cy="1152525"/>
                <wp:effectExtent l="0" t="0" r="19050" b="28575"/>
                <wp:wrapNone/>
                <wp:docPr id="8" name="Rechteck: abgerundete Eck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15252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B8E8E3" w14:textId="77777777" w:rsidR="007644A4" w:rsidRDefault="007644A4" w:rsidP="007644A4">
                            <w:pPr>
                              <w:jc w:val="center"/>
                            </w:pPr>
                            <w:r>
                              <w:t xml:space="preserve">Ohne Kontakt verbleiben die verschobenen Elektronen auf der rechten Kugel, die linke hat einen Elektronenmangel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519620" id="Rechteck: abgerundete Ecken 8" o:spid="_x0000_s1041" style="position:absolute;margin-left:298.9pt;margin-top:20.7pt;width:166.5pt;height:90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" fillcolor="#5b9bd5" strokecolor="#41719c" strokeweight="1pt">
                <v:stroke joinstyle="miter"/>
                <v:textbox>
                  <w:txbxContent>
                    <w:p w14:paraId="48B8E8E3" w14:textId="77777777" w:rsidR="007644A4" w:rsidRDefault="007644A4" w:rsidP="007644A4">
                      <w:pPr>
                        <w:jc w:val="center"/>
                      </w:pPr>
                      <w:r>
                        <w:t xml:space="preserve">Ohne Kontakt verbleiben die verschobenen Elektronen auf der rechten Kugel, die linke hat einen Elektronenmangel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EE0FE3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571A7D" wp14:editId="789FD678">
                <wp:simplePos x="0" y="0"/>
                <wp:positionH relativeFrom="column">
                  <wp:posOffset>-90170</wp:posOffset>
                </wp:positionH>
                <wp:positionV relativeFrom="paragraph">
                  <wp:posOffset>211455</wp:posOffset>
                </wp:positionV>
                <wp:extent cx="1743075" cy="1019175"/>
                <wp:effectExtent l="0" t="0" r="28575" b="28575"/>
                <wp:wrapNone/>
                <wp:docPr id="13" name="Rechteck: abgerundete Eck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019175"/>
                        </a:xfrm>
                        <a:prstGeom prst="roundRect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A32ED9" w14:textId="77777777" w:rsidR="007644A4" w:rsidRDefault="007644A4" w:rsidP="007644A4">
                            <w:pPr>
                              <w:jc w:val="center"/>
                            </w:pPr>
                            <w:r>
                              <w:t>Die Glimmlampe leuchtet an dem Ende auf, das von der Kugel abgewandt ist.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71A7D" id="Rechteck: abgerundete Ecken 13" o:spid="_x0000_s1042" style="position:absolute;margin-left:-7.1pt;margin-top:16.65pt;width:137.25pt;height:80.2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" fillcolor="#ed7d31" strokecolor="#ae5a21" strokeweight="1pt">
                <v:stroke joinstyle="miter"/>
                <v:textbox>
                  <w:txbxContent>
                    <w:p w14:paraId="24A32ED9" w14:textId="77777777" w:rsidR="007644A4" w:rsidRDefault="007644A4" w:rsidP="007644A4">
                      <w:pPr>
                        <w:jc w:val="center"/>
                      </w:pPr>
                      <w:r>
                        <w:t>Die Glimmlampe leuchtet an dem Ende auf, das von der Kugel abgewandt ist.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34F4F35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049E752E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4E021FC8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428A0CBB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  <w:r w:rsidRPr="00EE0FE3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F3A81D" wp14:editId="41102F7C">
                <wp:simplePos x="0" y="0"/>
                <wp:positionH relativeFrom="column">
                  <wp:posOffset>-90170</wp:posOffset>
                </wp:positionH>
                <wp:positionV relativeFrom="paragraph">
                  <wp:posOffset>168910</wp:posOffset>
                </wp:positionV>
                <wp:extent cx="1743075" cy="904875"/>
                <wp:effectExtent l="0" t="0" r="28575" b="28575"/>
                <wp:wrapNone/>
                <wp:docPr id="15" name="Rechteck: abgerundete Eck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904875"/>
                        </a:xfrm>
                        <a:prstGeom prst="roundRect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CB95BB" w14:textId="77777777" w:rsidR="004A695A" w:rsidRDefault="007644A4" w:rsidP="004A695A">
                            <w:pPr>
                              <w:spacing w:after="0"/>
                              <w:jc w:val="center"/>
                            </w:pPr>
                            <w:r>
                              <w:t xml:space="preserve">Annäherung des negativ geladenen PVC-Rohrs an die linke </w:t>
                            </w:r>
                          </w:p>
                          <w:p w14:paraId="400D9CD2" w14:textId="418C775A" w:rsidR="007644A4" w:rsidRDefault="007644A4" w:rsidP="004A695A">
                            <w:pPr>
                              <w:spacing w:after="0"/>
                              <w:jc w:val="center"/>
                            </w:pPr>
                            <w:r>
                              <w:t>Kugel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F3A81D" id="Rechteck: abgerundete Ecken 15" o:spid="_x0000_s1043" style="position:absolute;margin-left:-7.1pt;margin-top:13.3pt;width:137.25pt;height:71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" fillcolor="#ed7d31" strokecolor="#ae5a21" strokeweight="1pt">
                <v:stroke joinstyle="miter"/>
                <v:textbox>
                  <w:txbxContent>
                    <w:p w14:paraId="44CB95BB" w14:textId="77777777" w:rsidR="004A695A" w:rsidRDefault="007644A4" w:rsidP="004A695A">
                      <w:pPr>
                        <w:spacing w:after="0"/>
                        <w:jc w:val="center"/>
                      </w:pPr>
                      <w:r>
                        <w:t xml:space="preserve">Annäherung des negativ geladenen PVC-Rohrs an die linke </w:t>
                      </w:r>
                    </w:p>
                    <w:p w14:paraId="400D9CD2" w14:textId="418C775A" w:rsidR="007644A4" w:rsidRDefault="007644A4" w:rsidP="004A695A">
                      <w:pPr>
                        <w:spacing w:after="0"/>
                        <w:jc w:val="center"/>
                      </w:pPr>
                      <w:r>
                        <w:t>Kugel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51729F1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24B0CB62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AA4BB8" wp14:editId="1927B6C6">
                <wp:simplePos x="0" y="0"/>
                <wp:positionH relativeFrom="column">
                  <wp:posOffset>1910080</wp:posOffset>
                </wp:positionH>
                <wp:positionV relativeFrom="paragraph">
                  <wp:posOffset>107950</wp:posOffset>
                </wp:positionV>
                <wp:extent cx="1752600" cy="847594"/>
                <wp:effectExtent l="0" t="0" r="19050" b="10160"/>
                <wp:wrapNone/>
                <wp:docPr id="16" name="Rechteck: abgerundete Eck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847594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785D94" w14:textId="77777777" w:rsidR="007644A4" w:rsidRPr="00EE0FE3" w:rsidRDefault="007644A4" w:rsidP="007644A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EE0FE3">
                              <w:rPr>
                                <w:color w:val="000000"/>
                              </w:rPr>
                              <w:t>Entfernung der rechten Kugel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AA4BB8" id="Rechteck: abgerundete Ecken 16" o:spid="_x0000_s1044" style="position:absolute;margin-left:150.4pt;margin-top:8.5pt;width:138pt;height:66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" filled="f" strokecolor="#2f528f" strokeweight="1pt">
                <v:stroke joinstyle="miter"/>
                <v:textbox>
                  <w:txbxContent>
                    <w:p w14:paraId="47785D94" w14:textId="77777777" w:rsidR="007644A4" w:rsidRPr="00EE0FE3" w:rsidRDefault="007644A4" w:rsidP="007644A4">
                      <w:pPr>
                        <w:jc w:val="center"/>
                        <w:rPr>
                          <w:color w:val="000000"/>
                        </w:rPr>
                      </w:pPr>
                      <w:r w:rsidRPr="00EE0FE3">
                        <w:rPr>
                          <w:color w:val="000000"/>
                        </w:rPr>
                        <w:t>Entfernung der rechten Kugel</w:t>
                      </w:r>
                    </w:p>
                  </w:txbxContent>
                </v:textbox>
              </v:roundrect>
            </w:pict>
          </mc:Fallback>
        </mc:AlternateContent>
      </w:r>
      <w:r w:rsidRPr="00EE0FE3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9B971C" wp14:editId="2300C419">
                <wp:simplePos x="0" y="0"/>
                <wp:positionH relativeFrom="margin">
                  <wp:posOffset>3853180</wp:posOffset>
                </wp:positionH>
                <wp:positionV relativeFrom="paragraph">
                  <wp:posOffset>6350</wp:posOffset>
                </wp:positionV>
                <wp:extent cx="2057400" cy="904875"/>
                <wp:effectExtent l="0" t="0" r="19050" b="28575"/>
                <wp:wrapNone/>
                <wp:docPr id="22" name="Rechteck: abgerundete Eck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0487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45FBB06" w14:textId="77777777" w:rsidR="007644A4" w:rsidRDefault="007644A4" w:rsidP="007644A4">
                            <w:pPr>
                              <w:jc w:val="center"/>
                            </w:pPr>
                            <w:r>
                              <w:t xml:space="preserve">Elektronenüberschuss auf der rechten Kugel und Elektronenmangel auf der linken Kugel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9B971C" id="Rechteck: abgerundete Ecken 22" o:spid="_x0000_s1045" style="position:absolute;margin-left:303.4pt;margin-top:.5pt;width:162pt;height:71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" fillcolor="#5b9bd5" strokecolor="#41719c" strokeweight="1pt">
                <v:stroke joinstyle="miter"/>
                <v:textbox>
                  <w:txbxContent>
                    <w:p w14:paraId="045FBB06" w14:textId="77777777" w:rsidR="007644A4" w:rsidRDefault="007644A4" w:rsidP="007644A4">
                      <w:pPr>
                        <w:jc w:val="center"/>
                      </w:pPr>
                      <w:r>
                        <w:t xml:space="preserve">Elektronenüberschuss auf der rechten Kugel und Elektronenmangel auf der linken Kugel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D77375C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  <w:r w:rsidRPr="00EE0FE3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6FAC06" wp14:editId="229DF978">
                <wp:simplePos x="0" y="0"/>
                <wp:positionH relativeFrom="margin">
                  <wp:posOffset>-90170</wp:posOffset>
                </wp:positionH>
                <wp:positionV relativeFrom="paragraph">
                  <wp:posOffset>279400</wp:posOffset>
                </wp:positionV>
                <wp:extent cx="1743075" cy="1000125"/>
                <wp:effectExtent l="0" t="0" r="28575" b="28575"/>
                <wp:wrapNone/>
                <wp:docPr id="33" name="Rechteck: abgerundete Ecke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000125"/>
                        </a:xfrm>
                        <a:prstGeom prst="roundRect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34BF3D" w14:textId="77777777" w:rsidR="004A695A" w:rsidRDefault="007644A4" w:rsidP="004A695A">
                            <w:pPr>
                              <w:spacing w:after="0"/>
                              <w:jc w:val="center"/>
                            </w:pPr>
                            <w:r>
                              <w:t xml:space="preserve">Die Glimmlampe leuchtet an dem Ende auf, das die Kugel </w:t>
                            </w:r>
                          </w:p>
                          <w:p w14:paraId="13B7F5B5" w14:textId="3E3C311B" w:rsidR="007644A4" w:rsidRDefault="007644A4" w:rsidP="004A695A">
                            <w:pPr>
                              <w:spacing w:after="0"/>
                              <w:jc w:val="center"/>
                            </w:pPr>
                            <w:r>
                              <w:t>berührt.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6FAC06" id="Rechteck: abgerundete Ecken 33" o:spid="_x0000_s1046" style="position:absolute;margin-left:-7.1pt;margin-top:22pt;width:137.25pt;height:78.75pt;z-index:251680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" fillcolor="#ed7d31" strokecolor="#ae5a21" strokeweight="1pt">
                <v:stroke joinstyle="miter"/>
                <v:textbox>
                  <w:txbxContent>
                    <w:p w14:paraId="2634BF3D" w14:textId="77777777" w:rsidR="004A695A" w:rsidRDefault="007644A4" w:rsidP="004A695A">
                      <w:pPr>
                        <w:spacing w:after="0"/>
                        <w:jc w:val="center"/>
                      </w:pPr>
                      <w:r>
                        <w:t xml:space="preserve">Die Glimmlampe leuchtet an dem Ende auf, das die Kugel </w:t>
                      </w:r>
                    </w:p>
                    <w:p w14:paraId="13B7F5B5" w14:textId="3E3C311B" w:rsidR="007644A4" w:rsidRDefault="007644A4" w:rsidP="004A695A">
                      <w:pPr>
                        <w:spacing w:after="0"/>
                        <w:jc w:val="center"/>
                      </w:pPr>
                      <w:r>
                        <w:t>berührt.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1938635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3B183F" wp14:editId="2A1DF311">
                <wp:simplePos x="0" y="0"/>
                <wp:positionH relativeFrom="margin">
                  <wp:posOffset>2557145</wp:posOffset>
                </wp:positionH>
                <wp:positionV relativeFrom="paragraph">
                  <wp:posOffset>85090</wp:posOffset>
                </wp:positionV>
                <wp:extent cx="391795" cy="298450"/>
                <wp:effectExtent l="19050" t="0" r="27305" b="44450"/>
                <wp:wrapNone/>
                <wp:docPr id="35" name="Pfeil: nach unte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795" cy="29845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E42B21" id="Pfeil: nach unten 35" o:spid="_x0000_s1026" type="#_x0000_t67" style="position:absolute;margin-left:201.35pt;margin-top:6.7pt;width:30.85pt;height:23.5pt;z-index:2516746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" adj="10800" fillcolor="#4472c4" strokecolor="#2f528f" strokeweight="1pt">
                <w10:wrap anchorx="margin"/>
              </v:shape>
            </w:pict>
          </mc:Fallback>
        </mc:AlternateContent>
      </w:r>
    </w:p>
    <w:p w14:paraId="23908B87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02A645" wp14:editId="32B18FC4">
                <wp:simplePos x="0" y="0"/>
                <wp:positionH relativeFrom="column">
                  <wp:posOffset>1930400</wp:posOffset>
                </wp:positionH>
                <wp:positionV relativeFrom="paragraph">
                  <wp:posOffset>177800</wp:posOffset>
                </wp:positionV>
                <wp:extent cx="1752600" cy="1504315"/>
                <wp:effectExtent l="0" t="0" r="19050" b="19685"/>
                <wp:wrapNone/>
                <wp:docPr id="40" name="Rechteck: abgerundete Ecken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50431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C4CF5B" w14:textId="77777777" w:rsidR="007644A4" w:rsidRPr="00EE0FE3" w:rsidRDefault="007644A4" w:rsidP="007644A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EE0FE3">
                              <w:rPr>
                                <w:color w:val="000000"/>
                              </w:rPr>
                              <w:t>Beim Berühren der rechten Kugel mit der Glimmlampe fließen Elektronen von der Kugel zur Hand.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02A645" id="Rechteck: abgerundete Ecken 40" o:spid="_x0000_s1047" style="position:absolute;margin-left:152pt;margin-top:14pt;width:138pt;height:118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" filled="f" strokecolor="#2f528f" strokeweight="1pt">
                <v:stroke joinstyle="miter"/>
                <v:textbox>
                  <w:txbxContent>
                    <w:p w14:paraId="7AC4CF5B" w14:textId="77777777" w:rsidR="007644A4" w:rsidRPr="00EE0FE3" w:rsidRDefault="007644A4" w:rsidP="007644A4">
                      <w:pPr>
                        <w:jc w:val="center"/>
                        <w:rPr>
                          <w:color w:val="000000"/>
                        </w:rPr>
                      </w:pPr>
                      <w:r w:rsidRPr="00EE0FE3">
                        <w:rPr>
                          <w:color w:val="000000"/>
                        </w:rPr>
                        <w:t>Beim Berühren der rechten Kugel mit der Glimmlampe fließen Elektronen von der Kugel zur Hand.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B457F93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343C19D2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00B76B07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1791A7F0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E51EDA" wp14:editId="50DD8A6E">
                <wp:simplePos x="0" y="0"/>
                <wp:positionH relativeFrom="margin">
                  <wp:posOffset>2586990</wp:posOffset>
                </wp:positionH>
                <wp:positionV relativeFrom="paragraph">
                  <wp:posOffset>187960</wp:posOffset>
                </wp:positionV>
                <wp:extent cx="362140" cy="351790"/>
                <wp:effectExtent l="19050" t="0" r="19050" b="29210"/>
                <wp:wrapNone/>
                <wp:docPr id="41" name="Pfeil: nach unte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140" cy="35179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06C78" id="Pfeil: nach unten 41" o:spid="_x0000_s1026" type="#_x0000_t67" style="position:absolute;margin-left:203.7pt;margin-top:14.8pt;width:28.5pt;height:27.7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" adj="10800" fillcolor="#4472c4" strokecolor="#2f528f" strokeweight="1pt">
                <w10:wrap anchorx="margin"/>
              </v:shape>
            </w:pict>
          </mc:Fallback>
        </mc:AlternateContent>
      </w:r>
    </w:p>
    <w:p w14:paraId="49E46519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5A075D4A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1473C1" wp14:editId="51A98C21">
                <wp:simplePos x="0" y="0"/>
                <wp:positionH relativeFrom="column">
                  <wp:posOffset>1871980</wp:posOffset>
                </wp:positionH>
                <wp:positionV relativeFrom="paragraph">
                  <wp:posOffset>26670</wp:posOffset>
                </wp:positionV>
                <wp:extent cx="1819275" cy="990600"/>
                <wp:effectExtent l="0" t="0" r="28575" b="19050"/>
                <wp:wrapNone/>
                <wp:docPr id="42" name="Rechteck: abgerundete Eck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9906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ED8778" w14:textId="77777777" w:rsidR="007644A4" w:rsidRPr="00EE0FE3" w:rsidRDefault="007644A4" w:rsidP="008F41EB">
                            <w:pPr>
                              <w:spacing w:after="0"/>
                              <w:jc w:val="center"/>
                              <w:rPr>
                                <w:color w:val="000000"/>
                              </w:rPr>
                            </w:pPr>
                            <w:r w:rsidRPr="00EE0FE3">
                              <w:rPr>
                                <w:color w:val="000000"/>
                              </w:rPr>
                              <w:t>Ladungstrennung   durch Influenz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1473C1" id="Rechteck: abgerundete Ecken 42" o:spid="_x0000_s1048" style="position:absolute;margin-left:147.4pt;margin-top:2.1pt;width:143.25pt;height:7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" filled="f" strokecolor="#2f528f" strokeweight="1pt">
                <v:stroke joinstyle="miter"/>
                <v:textbox>
                  <w:txbxContent>
                    <w:p w14:paraId="0BED8778" w14:textId="77777777" w:rsidR="007644A4" w:rsidRPr="00EE0FE3" w:rsidRDefault="007644A4" w:rsidP="008F41EB">
                      <w:pPr>
                        <w:spacing w:after="0"/>
                        <w:jc w:val="center"/>
                        <w:rPr>
                          <w:color w:val="000000"/>
                        </w:rPr>
                      </w:pPr>
                      <w:r w:rsidRPr="00EE0FE3">
                        <w:rPr>
                          <w:color w:val="000000"/>
                        </w:rPr>
                        <w:t>Ladungstrennung   durch Influenz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792C2F0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044D4FFA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719FBB" wp14:editId="5209CFA7">
                <wp:simplePos x="0" y="0"/>
                <wp:positionH relativeFrom="margin">
                  <wp:posOffset>2566670</wp:posOffset>
                </wp:positionH>
                <wp:positionV relativeFrom="paragraph">
                  <wp:posOffset>121920</wp:posOffset>
                </wp:positionV>
                <wp:extent cx="398145" cy="294640"/>
                <wp:effectExtent l="38100" t="0" r="1905" b="29210"/>
                <wp:wrapNone/>
                <wp:docPr id="54" name="Pfeil: nach unte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" cy="29464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19BC6" id="Pfeil: nach unten 54" o:spid="_x0000_s1026" type="#_x0000_t67" style="position:absolute;margin-left:202.1pt;margin-top:9.6pt;width:31.35pt;height:23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" adj="10800" fillcolor="#4472c4" strokecolor="#2f528f" strokeweight="1pt">
                <w10:wrap anchorx="margin"/>
              </v:shape>
            </w:pict>
          </mc:Fallback>
        </mc:AlternateContent>
      </w:r>
    </w:p>
    <w:p w14:paraId="2501D4AE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5248ED27" w14:textId="77777777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1FD6E12A" w14:textId="646F529B" w:rsidR="007644A4" w:rsidRPr="00EE0FE3" w:rsidRDefault="007644A4" w:rsidP="007644A4">
      <w:pPr>
        <w:spacing w:after="160" w:line="259" w:lineRule="auto"/>
        <w:jc w:val="left"/>
        <w:rPr>
          <w:rFonts w:ascii="Calibri" w:eastAsia="Calibri" w:hAnsi="Calibri" w:cs="Times New Roman"/>
        </w:rPr>
      </w:pPr>
    </w:p>
    <w:p w14:paraId="6AB7EDC0" w14:textId="77777777" w:rsidR="00986CF3" w:rsidRPr="007644A4" w:rsidRDefault="00986CF3" w:rsidP="007644A4">
      <w:pPr>
        <w:spacing w:after="60"/>
        <w:jc w:val="left"/>
        <w:rPr>
          <w:rFonts w:eastAsiaTheme="minorEastAsia"/>
        </w:rPr>
      </w:pPr>
    </w:p>
    <w:p w14:paraId="36EB59EF" w14:textId="4369E6AA" w:rsidR="00C63198" w:rsidRPr="00902FA6" w:rsidRDefault="00C63198" w:rsidP="00986CF3">
      <w:pPr>
        <w:pStyle w:val="Listenabsatz"/>
        <w:spacing w:after="60"/>
        <w:ind w:left="709"/>
        <w:contextualSpacing w:val="0"/>
        <w:jc w:val="left"/>
      </w:pPr>
    </w:p>
    <w:sectPr w:rsidR="00C63198" w:rsidRPr="00902FA6" w:rsidSect="00581D91">
      <w:headerReference w:type="default" r:id="rId9"/>
      <w:footerReference w:type="even" r:id="rId10"/>
      <w:footerReference w:type="default" r:id="rId11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5CE6D" w14:textId="77777777" w:rsidR="00DC020B" w:rsidRDefault="00DC020B" w:rsidP="00762DC9">
      <w:pPr>
        <w:spacing w:after="0" w:line="240" w:lineRule="auto"/>
      </w:pPr>
      <w:r>
        <w:separator/>
      </w:r>
    </w:p>
  </w:endnote>
  <w:endnote w:type="continuationSeparator" w:id="0">
    <w:p w14:paraId="5484694A" w14:textId="77777777" w:rsidR="00DC020B" w:rsidRDefault="00DC020B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7626BA09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50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986CF3">
      <w:t>Dr. U. Wienbruch</w:t>
    </w:r>
    <w:r>
      <w:t xml:space="preserve">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 w:rsidR="00C76949">
      <w:t xml:space="preserve">     2213_ab_elektrostatik_phaenomen2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4</w:t>
      </w:r>
    </w:fldSimple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53CE6" w14:textId="77777777" w:rsidR="00DC020B" w:rsidRDefault="00DC020B" w:rsidP="00762DC9">
      <w:pPr>
        <w:spacing w:after="0" w:line="240" w:lineRule="auto"/>
      </w:pPr>
      <w:r>
        <w:separator/>
      </w:r>
    </w:p>
  </w:footnote>
  <w:footnote w:type="continuationSeparator" w:id="0">
    <w:p w14:paraId="6A23E828" w14:textId="77777777" w:rsidR="00DC020B" w:rsidRDefault="00DC020B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42DBE790" w:rsidR="00FC5F3F" w:rsidRPr="00236C2B" w:rsidRDefault="00986CF3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Elektrostatik: Phänomen </w:t>
                          </w:r>
                          <w:r w:rsidR="00EE0FE3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49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42DBE790" w:rsidR="00FC5F3F" w:rsidRPr="00236C2B" w:rsidRDefault="00986CF3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Elektrostatik: Phänomen </w:t>
                    </w:r>
                    <w:r w:rsidR="00EE0FE3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2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881B13"/>
    <w:multiLevelType w:val="multilevel"/>
    <w:tmpl w:val="827E9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A4759"/>
    <w:multiLevelType w:val="hybridMultilevel"/>
    <w:tmpl w:val="3E3AC5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9F74D28"/>
    <w:multiLevelType w:val="hybridMultilevel"/>
    <w:tmpl w:val="F13ADFDE"/>
    <w:lvl w:ilvl="0" w:tplc="EF6E09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FEF68DC"/>
    <w:multiLevelType w:val="hybridMultilevel"/>
    <w:tmpl w:val="546C4B3A"/>
    <w:lvl w:ilvl="0" w:tplc="7AFED1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2"/>
  </w:num>
  <w:num w:numId="2" w16cid:durableId="1803225420">
    <w:abstractNumId w:val="0"/>
  </w:num>
  <w:num w:numId="3" w16cid:durableId="870611624">
    <w:abstractNumId w:val="16"/>
  </w:num>
  <w:num w:numId="4" w16cid:durableId="291638428">
    <w:abstractNumId w:val="23"/>
  </w:num>
  <w:num w:numId="5" w16cid:durableId="169411284">
    <w:abstractNumId w:val="15"/>
  </w:num>
  <w:num w:numId="6" w16cid:durableId="1029331419">
    <w:abstractNumId w:val="12"/>
  </w:num>
  <w:num w:numId="7" w16cid:durableId="502622797">
    <w:abstractNumId w:val="8"/>
  </w:num>
  <w:num w:numId="8" w16cid:durableId="1263150391">
    <w:abstractNumId w:val="18"/>
  </w:num>
  <w:num w:numId="9" w16cid:durableId="1664822022">
    <w:abstractNumId w:val="13"/>
  </w:num>
  <w:num w:numId="10" w16cid:durableId="1698196000">
    <w:abstractNumId w:val="3"/>
  </w:num>
  <w:num w:numId="11" w16cid:durableId="609123686">
    <w:abstractNumId w:val="20"/>
  </w:num>
  <w:num w:numId="12" w16cid:durableId="1504737416">
    <w:abstractNumId w:val="28"/>
  </w:num>
  <w:num w:numId="13" w16cid:durableId="231670708">
    <w:abstractNumId w:val="1"/>
  </w:num>
  <w:num w:numId="14" w16cid:durableId="922907581">
    <w:abstractNumId w:val="6"/>
  </w:num>
  <w:num w:numId="15" w16cid:durableId="1417244916">
    <w:abstractNumId w:val="17"/>
  </w:num>
  <w:num w:numId="16" w16cid:durableId="123234397">
    <w:abstractNumId w:val="25"/>
  </w:num>
  <w:num w:numId="17" w16cid:durableId="1708523969">
    <w:abstractNumId w:val="19"/>
  </w:num>
  <w:num w:numId="18" w16cid:durableId="692070679">
    <w:abstractNumId w:val="4"/>
  </w:num>
  <w:num w:numId="19" w16cid:durableId="290332073">
    <w:abstractNumId w:val="11"/>
  </w:num>
  <w:num w:numId="20" w16cid:durableId="1822842311">
    <w:abstractNumId w:val="14"/>
  </w:num>
  <w:num w:numId="21" w16cid:durableId="1607887270">
    <w:abstractNumId w:val="27"/>
  </w:num>
  <w:num w:numId="22" w16cid:durableId="777985800">
    <w:abstractNumId w:val="10"/>
  </w:num>
  <w:num w:numId="23" w16cid:durableId="343020963">
    <w:abstractNumId w:val="26"/>
  </w:num>
  <w:num w:numId="24" w16cid:durableId="597835579">
    <w:abstractNumId w:val="24"/>
  </w:num>
  <w:num w:numId="25" w16cid:durableId="227036075">
    <w:abstractNumId w:val="5"/>
  </w:num>
  <w:num w:numId="26" w16cid:durableId="1976786591">
    <w:abstractNumId w:val="2"/>
  </w:num>
  <w:num w:numId="27" w16cid:durableId="1393774859">
    <w:abstractNumId w:val="21"/>
  </w:num>
  <w:num w:numId="28" w16cid:durableId="1127092213">
    <w:abstractNumId w:val="7"/>
  </w:num>
  <w:num w:numId="29" w16cid:durableId="18182610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0EEC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1F1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644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339C3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695A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7D4A"/>
    <w:rsid w:val="005200DC"/>
    <w:rsid w:val="005203FE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EC7"/>
    <w:rsid w:val="0053134D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D2438"/>
    <w:rsid w:val="005D573F"/>
    <w:rsid w:val="005D71A2"/>
    <w:rsid w:val="005D78FF"/>
    <w:rsid w:val="005D7ABD"/>
    <w:rsid w:val="005E0217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9AD"/>
    <w:rsid w:val="00623191"/>
    <w:rsid w:val="00623357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1414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0B08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38EA"/>
    <w:rsid w:val="00744278"/>
    <w:rsid w:val="00744C75"/>
    <w:rsid w:val="00745218"/>
    <w:rsid w:val="00746F9E"/>
    <w:rsid w:val="00750006"/>
    <w:rsid w:val="007501E6"/>
    <w:rsid w:val="00750DC7"/>
    <w:rsid w:val="00751543"/>
    <w:rsid w:val="007532D4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4A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03C"/>
    <w:rsid w:val="008F2ED2"/>
    <w:rsid w:val="008F3955"/>
    <w:rsid w:val="008F41EB"/>
    <w:rsid w:val="008F4452"/>
    <w:rsid w:val="008F5930"/>
    <w:rsid w:val="008F5A57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CED"/>
    <w:rsid w:val="00917643"/>
    <w:rsid w:val="009178CB"/>
    <w:rsid w:val="00920ADB"/>
    <w:rsid w:val="00920F4A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CF3"/>
    <w:rsid w:val="00986DB5"/>
    <w:rsid w:val="00986F5A"/>
    <w:rsid w:val="009879E1"/>
    <w:rsid w:val="00987C7C"/>
    <w:rsid w:val="00991D34"/>
    <w:rsid w:val="00992652"/>
    <w:rsid w:val="00992A41"/>
    <w:rsid w:val="00994A86"/>
    <w:rsid w:val="009953D8"/>
    <w:rsid w:val="00996EE9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BE6"/>
    <w:rsid w:val="00A913A6"/>
    <w:rsid w:val="00A9326D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0D6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7925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496A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9C7"/>
    <w:rsid w:val="00BE5BC2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6949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57B"/>
    <w:rsid w:val="00CD76FD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3E8"/>
    <w:rsid w:val="00DB67D4"/>
    <w:rsid w:val="00DB685D"/>
    <w:rsid w:val="00DB6F7A"/>
    <w:rsid w:val="00DB7653"/>
    <w:rsid w:val="00DC020B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C38"/>
    <w:rsid w:val="00E7203E"/>
    <w:rsid w:val="00E72A50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D7509"/>
    <w:rsid w:val="00EE0FE3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369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Hanssen</dc:creator>
  <cp:lastModifiedBy>Ursula Wienbruch</cp:lastModifiedBy>
  <cp:revision>11</cp:revision>
  <cp:lastPrinted>2023-02-18T09:27:00Z</cp:lastPrinted>
  <dcterms:created xsi:type="dcterms:W3CDTF">2023-01-02T17:42:00Z</dcterms:created>
  <dcterms:modified xsi:type="dcterms:W3CDTF">2023-02-18T09:28:00Z</dcterms:modified>
</cp:coreProperties>
</file>