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B59EF" w14:textId="2555948E" w:rsidR="00C63198" w:rsidRDefault="00C63198" w:rsidP="00986CF3">
      <w:pPr>
        <w:pStyle w:val="Listenabsatz"/>
        <w:spacing w:after="60"/>
        <w:ind w:left="709"/>
        <w:contextualSpacing w:val="0"/>
        <w:jc w:val="left"/>
      </w:pPr>
    </w:p>
    <w:p w14:paraId="52C0A22E" w14:textId="4212BF9C" w:rsidR="00FB57D8" w:rsidRDefault="00FB57D8" w:rsidP="00FB57D8">
      <w:r w:rsidRPr="00B96DCA">
        <w:rPr>
          <w:b/>
          <w:bCs/>
        </w:rPr>
        <w:t>Bei dieser Variante wird Stativmaterial als Elektrode eingesetzt.</w:t>
      </w:r>
      <w:r w:rsidRPr="001B3C39">
        <w:t xml:space="preserve"> </w:t>
      </w:r>
    </w:p>
    <w:p w14:paraId="431A982D" w14:textId="77777777" w:rsidR="00FB57D8" w:rsidRPr="001B3C39" w:rsidRDefault="00FB57D8" w:rsidP="00FB57D8">
      <w:r w:rsidRPr="000A6D25">
        <w:rPr>
          <w:b/>
          <w:bCs/>
        </w:rPr>
        <w:t>Ziel des Versuchs:</w:t>
      </w:r>
      <w:r>
        <w:t xml:space="preserve"> Sie untersuchen das elektrische Feld zwischen zwei Elektroden und schließen aus dem Verlauf der </w:t>
      </w:r>
      <w:proofErr w:type="spellStart"/>
      <w:r>
        <w:t>Äquipotenziallinien</w:t>
      </w:r>
      <w:proofErr w:type="spellEnd"/>
      <w:r>
        <w:t xml:space="preserve"> auf den Verlauf der elektrischen Feldlinien. Sie können erkennen, in welchen Bereichen das elektrische Feld nahezu homogen ist und wo es inhomogen ist.</w:t>
      </w:r>
    </w:p>
    <w:p w14:paraId="6E4CCB8A" w14:textId="77777777" w:rsidR="00FB57D8" w:rsidRDefault="00FB57D8" w:rsidP="00FB57D8">
      <w:pPr>
        <w:rPr>
          <w:b/>
          <w:bCs/>
        </w:rPr>
      </w:pPr>
      <w:r>
        <w:rPr>
          <w:b/>
          <w:bCs/>
        </w:rPr>
        <w:t>Material: Netzgerät, Multimeter, Kopierpapier, 2 kurze Stativstangen, 2 metallische Tonnenfüße, 4 Experimentierkabel, 2 Krokodilklemmen, feiner Filzstift</w:t>
      </w:r>
    </w:p>
    <w:p w14:paraId="13295B21" w14:textId="4772C32D" w:rsidR="00FB57D8" w:rsidRDefault="00184EE5" w:rsidP="00FB57D8">
      <w:pPr>
        <w:rPr>
          <w:b/>
          <w:bCs/>
        </w:rPr>
      </w:pPr>
      <w:r>
        <w:rPr>
          <w:rFonts w:eastAsiaTheme="minorEastAsia"/>
          <w:noProof/>
        </w:rPr>
        <mc:AlternateContent>
          <mc:Choice Requires="wps">
            <w:drawing>
              <wp:anchor distT="0" distB="0" distL="114300" distR="114300" simplePos="0" relativeHeight="251659264" behindDoc="0" locked="0" layoutInCell="1" allowOverlap="1" wp14:anchorId="18B666A6" wp14:editId="35698FE3">
                <wp:simplePos x="0" y="0"/>
                <wp:positionH relativeFrom="margin">
                  <wp:posOffset>3862705</wp:posOffset>
                </wp:positionH>
                <wp:positionV relativeFrom="paragraph">
                  <wp:posOffset>4528185</wp:posOffset>
                </wp:positionV>
                <wp:extent cx="1800225" cy="190500"/>
                <wp:effectExtent l="0" t="0" r="9525" b="0"/>
                <wp:wrapNone/>
                <wp:docPr id="3" name="Textfeld 3"/>
                <wp:cNvGraphicFramePr/>
                <a:graphic xmlns:a="http://schemas.openxmlformats.org/drawingml/2006/main">
                  <a:graphicData uri="http://schemas.microsoft.com/office/word/2010/wordprocessingShape">
                    <wps:wsp>
                      <wps:cNvSpPr txBox="1"/>
                      <wps:spPr>
                        <a:xfrm>
                          <a:off x="0" y="0"/>
                          <a:ext cx="1800225" cy="190500"/>
                        </a:xfrm>
                        <a:prstGeom prst="rect">
                          <a:avLst/>
                        </a:prstGeom>
                        <a:noFill/>
                        <a:ln w="6350">
                          <a:noFill/>
                        </a:ln>
                      </wps:spPr>
                      <wps:txbx>
                        <w:txbxContent>
                          <w:p w14:paraId="549A4E54" w14:textId="4CFDB4A2" w:rsidR="00184EE5" w:rsidRPr="009A26E8" w:rsidRDefault="000D07A8" w:rsidP="000D07A8">
                            <w:pPr>
                              <w:rPr>
                                <w:sz w:val="16"/>
                                <w:szCs w:val="16"/>
                              </w:rPr>
                            </w:pPr>
                            <w:r>
                              <w:rPr>
                                <w:sz w:val="16"/>
                                <w:szCs w:val="16"/>
                              </w:rPr>
                              <w:t xml:space="preserve">Bildquelle Foto: </w:t>
                            </w:r>
                            <w:r w:rsidR="00184EE5">
                              <w:rPr>
                                <w:sz w:val="16"/>
                                <w:szCs w:val="16"/>
                              </w:rPr>
                              <w:t>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B666A6" id="_x0000_t202" coordsize="21600,21600" o:spt="202" path="m,l,21600r21600,l21600,xe">
                <v:stroke joinstyle="miter"/>
                <v:path gradientshapeok="t" o:connecttype="rect"/>
              </v:shapetype>
              <v:shape id="Textfeld 3" o:spid="_x0000_s1026" type="#_x0000_t202" style="position:absolute;left:0;text-align:left;margin-left:304.15pt;margin-top:356.55pt;width:141.75pt;height: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" filled="f" stroked="f" strokeweight=".5pt">
                <v:textbox inset="1mm,0,1mm,0">
                  <w:txbxContent>
                    <w:p w14:paraId="549A4E54" w14:textId="4CFDB4A2" w:rsidR="00184EE5" w:rsidRPr="009A26E8" w:rsidRDefault="000D07A8" w:rsidP="000D07A8">
                      <w:pPr>
                        <w:rPr>
                          <w:sz w:val="16"/>
                          <w:szCs w:val="16"/>
                        </w:rPr>
                      </w:pPr>
                      <w:r>
                        <w:rPr>
                          <w:sz w:val="16"/>
                          <w:szCs w:val="16"/>
                        </w:rPr>
                        <w:t xml:space="preserve">Bildquelle Foto: </w:t>
                      </w:r>
                      <w:r w:rsidR="00184EE5">
                        <w:rPr>
                          <w:sz w:val="16"/>
                          <w:szCs w:val="16"/>
                        </w:rPr>
                        <w:t>Dr. U. Wienbruch</w:t>
                      </w:r>
                    </w:p>
                  </w:txbxContent>
                </v:textbox>
                <w10:wrap anchorx="margin"/>
              </v:shape>
            </w:pict>
          </mc:Fallback>
        </mc:AlternateContent>
      </w:r>
      <w:r w:rsidR="00FB57D8">
        <w:rPr>
          <w:b/>
          <w:bCs/>
          <w:noProof/>
        </w:rPr>
        <w:drawing>
          <wp:inline distT="0" distB="0" distL="0" distR="0" wp14:anchorId="4BB248B2" wp14:editId="1ECA6434">
            <wp:extent cx="5486400" cy="4467367"/>
            <wp:effectExtent l="0" t="0" r="0" b="9525"/>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05957" cy="4483292"/>
                    </a:xfrm>
                    <a:prstGeom prst="rect">
                      <a:avLst/>
                    </a:prstGeom>
                    <a:noFill/>
                    <a:ln>
                      <a:noFill/>
                    </a:ln>
                  </pic:spPr>
                </pic:pic>
              </a:graphicData>
            </a:graphic>
          </wp:inline>
        </w:drawing>
      </w:r>
    </w:p>
    <w:p w14:paraId="3499CD57" w14:textId="77777777" w:rsidR="00FB57D8" w:rsidRDefault="00FB57D8" w:rsidP="00FB57D8">
      <w:pPr>
        <w:rPr>
          <w:b/>
          <w:bCs/>
        </w:rPr>
      </w:pPr>
    </w:p>
    <w:p w14:paraId="0B675FF8" w14:textId="0B620E43" w:rsidR="00FB57D8" w:rsidRDefault="00FB57D8" w:rsidP="00FB57D8">
      <w:r>
        <w:rPr>
          <w:b/>
          <w:bCs/>
        </w:rPr>
        <w:t xml:space="preserve">Versuchsaufbau 1: </w:t>
      </w:r>
      <w:r>
        <w:t xml:space="preserve">Legen Sie das Kopierpapier nur kurz in eine flache Schale mit Wasser, so dass es gut durchfeuchtet ist. Lassen Sie das überschüssige Wasser vom Papier abtropfen und legen Sie es flach auf den Tisch. Legen Sie zwei Stativstangen als Elektroden parallel zur Kante auf das Papier. Schließen Sie die Stativstanden mithilfe der Krokodilklemmen an den positiven bzw. negativen Pol des Netzgeräts an. Stellen Sie das Multimeter auf Spannungsmessung im Voltbereich ein. Verbinden Sie den </w:t>
      </w:r>
      <w:proofErr w:type="spellStart"/>
      <w:r>
        <w:t>Com</w:t>
      </w:r>
      <w:proofErr w:type="spellEnd"/>
      <w:r>
        <w:t>-Anschluss mit dem negativen Pol des Netzgeräts. An den Anschluss zur Spannungsmessung wird ein grünes Experimentierkabel angeschlossen.</w:t>
      </w:r>
      <w:r w:rsidR="001B139C">
        <w:t xml:space="preserve"> Markieren Sie die Lage der Stativstangen auf dem Papier.</w:t>
      </w:r>
    </w:p>
    <w:p w14:paraId="3230C3FC" w14:textId="77777777" w:rsidR="00B96DCA" w:rsidRDefault="00B96DCA" w:rsidP="00FB57D8"/>
    <w:p w14:paraId="62244D21" w14:textId="77777777" w:rsidR="00B96DCA" w:rsidRDefault="00B96DCA" w:rsidP="00FB57D8">
      <w:pPr>
        <w:rPr>
          <w:b/>
          <w:bCs/>
        </w:rPr>
      </w:pPr>
    </w:p>
    <w:p w14:paraId="67C7B504" w14:textId="77777777" w:rsidR="00B96DCA" w:rsidRDefault="00B96DCA" w:rsidP="00FB57D8">
      <w:pPr>
        <w:rPr>
          <w:b/>
          <w:bCs/>
        </w:rPr>
      </w:pPr>
    </w:p>
    <w:p w14:paraId="6F51E9C1" w14:textId="25AFE3ED" w:rsidR="00B96DCA" w:rsidRDefault="00FB57D8" w:rsidP="00FB57D8">
      <w:r w:rsidRPr="00DD47D2">
        <w:rPr>
          <w:b/>
          <w:bCs/>
        </w:rPr>
        <w:t>Durchführung:</w:t>
      </w:r>
      <w:r>
        <w:rPr>
          <w:b/>
          <w:bCs/>
        </w:rPr>
        <w:t xml:space="preserve"> </w:t>
      </w:r>
      <w:r>
        <w:t>Schalten Sie das Netzgerät ein und stellen Sie die Spannung auf 10V. Mit dem freien Ende vom grünen Experimentierkabel wird das Potenzial im Feld zwischen den Elektroden vermessen.</w:t>
      </w:r>
    </w:p>
    <w:p w14:paraId="17D96D03" w14:textId="0CDF587A" w:rsidR="00FB57D8" w:rsidRDefault="00FB57D8" w:rsidP="00FB57D8">
      <w:bookmarkStart w:id="0" w:name="_Hlk124058759"/>
      <w:r>
        <w:t xml:space="preserve"> a) Tasten Sie den Bereich zwischen den Elektroden systematisch ab und markieren Sie mehrere Punkte gleichen Potenzials mit </w:t>
      </w:r>
      <m:oMath>
        <m:r>
          <w:rPr>
            <w:rFonts w:ascii="Cambria Math" w:hAnsi="Cambria Math"/>
          </w:rPr>
          <m:t>φ=2V</m:t>
        </m:r>
      </m:oMath>
      <w:r>
        <w:t xml:space="preserve">  mit einem Filzstift. </w:t>
      </w:r>
    </w:p>
    <w:p w14:paraId="0B37BD3F" w14:textId="77777777" w:rsidR="00FB57D8" w:rsidRDefault="00FB57D8" w:rsidP="00FB57D8">
      <w:bookmarkStart w:id="1" w:name="_Hlk124058780"/>
      <w:bookmarkEnd w:id="0"/>
      <w:r>
        <w:t>b) Untersuchen Sie das Feld auf weitere Punkte gleichen Potenzials für 4V, 6V und 8V und markieren Sie diese Potenziale jeweils in einer anderen Farbe.</w:t>
      </w:r>
    </w:p>
    <w:bookmarkEnd w:id="1"/>
    <w:p w14:paraId="604F9412" w14:textId="77777777" w:rsidR="00FB57D8" w:rsidRDefault="00FB57D8" w:rsidP="00FB57D8">
      <w:pPr>
        <w:rPr>
          <w:b/>
          <w:bCs/>
        </w:rPr>
      </w:pPr>
    </w:p>
    <w:p w14:paraId="7463D35B" w14:textId="065E076D" w:rsidR="00FB57D8" w:rsidRDefault="00FB57D8" w:rsidP="00FB57D8">
      <w:r w:rsidRPr="004D6667">
        <w:rPr>
          <w:b/>
          <w:bCs/>
        </w:rPr>
        <w:t>Auswertung:</w:t>
      </w:r>
      <w:r>
        <w:t xml:space="preserve"> </w:t>
      </w:r>
    </w:p>
    <w:p w14:paraId="34B0301D" w14:textId="77777777" w:rsidR="00FB57D8" w:rsidRDefault="00FB57D8" w:rsidP="00FB57D8">
      <w:pPr>
        <w:pStyle w:val="Listenabsatz"/>
        <w:numPr>
          <w:ilvl w:val="0"/>
          <w:numId w:val="32"/>
        </w:numPr>
        <w:spacing w:after="160" w:line="259" w:lineRule="auto"/>
        <w:jc w:val="left"/>
      </w:pPr>
      <w:r>
        <w:t xml:space="preserve">Verbinden Sie die Punkte gleichen Potenzials jeweils mit einer Linie gleicher Farbe. </w:t>
      </w:r>
    </w:p>
    <w:p w14:paraId="66328B4B" w14:textId="77777777" w:rsidR="00FB57D8" w:rsidRDefault="00FB57D8" w:rsidP="00FB57D8">
      <w:pPr>
        <w:pStyle w:val="Listenabsatz"/>
        <w:numPr>
          <w:ilvl w:val="0"/>
          <w:numId w:val="32"/>
        </w:numPr>
        <w:spacing w:after="160" w:line="259" w:lineRule="auto"/>
        <w:jc w:val="left"/>
      </w:pPr>
      <w:r>
        <w:t xml:space="preserve">Messen Sie die Abstände der Linien gleichen Potenzials zueinander. Beschreiben Sie die Lage dieser </w:t>
      </w:r>
      <w:proofErr w:type="spellStart"/>
      <w:r>
        <w:t>Äquipotenziallinien</w:t>
      </w:r>
      <w:proofErr w:type="spellEnd"/>
      <w:r>
        <w:t xml:space="preserve"> relativ zu den Elektroden und relativ zueinander. </w:t>
      </w:r>
    </w:p>
    <w:p w14:paraId="3C16B661" w14:textId="77777777" w:rsidR="00FB57D8" w:rsidRDefault="00FB57D8" w:rsidP="00FB57D8">
      <w:pPr>
        <w:pStyle w:val="Listenabsatz"/>
        <w:numPr>
          <w:ilvl w:val="0"/>
          <w:numId w:val="32"/>
        </w:numPr>
        <w:spacing w:after="160" w:line="259" w:lineRule="auto"/>
        <w:jc w:val="left"/>
      </w:pPr>
      <w:r>
        <w:t xml:space="preserve">Ergänzen Sie einige Feldlinien. Beachten Sie dabei, dass die Feldlinien immer orthogonal zu den </w:t>
      </w:r>
      <w:proofErr w:type="spellStart"/>
      <w:r>
        <w:t>Äquipotenziallinien</w:t>
      </w:r>
      <w:proofErr w:type="spellEnd"/>
      <w:r>
        <w:t xml:space="preserve"> stehen müssen.</w:t>
      </w:r>
    </w:p>
    <w:p w14:paraId="4E5F83ED" w14:textId="6A695FE8" w:rsidR="00FB57D8" w:rsidRDefault="00FB57D8" w:rsidP="00FB57D8">
      <w:pPr>
        <w:pStyle w:val="Listenabsatz"/>
        <w:numPr>
          <w:ilvl w:val="0"/>
          <w:numId w:val="32"/>
        </w:numPr>
        <w:spacing w:after="160" w:line="259" w:lineRule="auto"/>
        <w:jc w:val="left"/>
      </w:pPr>
      <w:r>
        <w:t>Berechnen Sie für eine Feldlinie die mittlere elektrische Feldstärke E =</w:t>
      </w:r>
      <w:r>
        <w:rPr>
          <w:rFonts w:cstheme="minorHAnsi"/>
        </w:rPr>
        <w:t xml:space="preserve"> </w:t>
      </w:r>
      <m:oMath>
        <m:f>
          <m:fPr>
            <m:ctrlPr>
              <w:rPr>
                <w:rFonts w:ascii="Cambria Math" w:hAnsi="Cambria Math" w:cstheme="minorHAnsi"/>
                <w:i/>
              </w:rPr>
            </m:ctrlPr>
          </m:fPr>
          <m:num>
            <m:r>
              <w:rPr>
                <w:rFonts w:ascii="Cambria Math" w:hAnsi="Cambria Math" w:cstheme="minorHAnsi"/>
              </w:rPr>
              <m:t>∆φ</m:t>
            </m:r>
          </m:num>
          <m:den>
            <m:r>
              <w:rPr>
                <w:rFonts w:ascii="Cambria Math" w:hAnsi="Cambria Math" w:cstheme="minorHAnsi"/>
              </w:rPr>
              <m:t>∆x</m:t>
            </m:r>
          </m:den>
        </m:f>
      </m:oMath>
      <w:r>
        <w:rPr>
          <w:rFonts w:eastAsiaTheme="minorEastAsia" w:cstheme="minorHAnsi"/>
        </w:rPr>
        <w:t xml:space="preserve">, wobei </w:t>
      </w:r>
      <m:oMath>
        <m:r>
          <w:rPr>
            <w:rFonts w:ascii="Cambria Math" w:eastAsiaTheme="minorEastAsia" w:hAnsi="Cambria Math" w:cstheme="minorHAnsi"/>
          </w:rPr>
          <m:t>∆φ</m:t>
        </m:r>
      </m:oMath>
      <w:r>
        <w:rPr>
          <w:rFonts w:eastAsiaTheme="minorEastAsia" w:cstheme="minorHAnsi"/>
        </w:rPr>
        <w:t xml:space="preserve"> der Potenzialdifferenz und </w:t>
      </w:r>
      <w:proofErr w:type="spellStart"/>
      <w:r>
        <w:rPr>
          <w:rFonts w:eastAsiaTheme="minorEastAsia" w:cstheme="minorHAnsi"/>
        </w:rPr>
        <w:t>Δx</w:t>
      </w:r>
      <w:proofErr w:type="spellEnd"/>
      <w:r>
        <w:rPr>
          <w:rFonts w:eastAsiaTheme="minorEastAsia" w:cstheme="minorHAnsi"/>
        </w:rPr>
        <w:t xml:space="preserve"> dem mittleren Abstand zwischen zwei </w:t>
      </w:r>
      <w:proofErr w:type="spellStart"/>
      <w:r>
        <w:rPr>
          <w:rFonts w:eastAsiaTheme="minorEastAsia" w:cstheme="minorHAnsi"/>
        </w:rPr>
        <w:t>Äquipotentiallinien</w:t>
      </w:r>
      <w:proofErr w:type="spellEnd"/>
      <w:r>
        <w:rPr>
          <w:rFonts w:eastAsiaTheme="minorEastAsia" w:cstheme="minorHAnsi"/>
        </w:rPr>
        <w:t xml:space="preserve"> entspricht.</w:t>
      </w:r>
    </w:p>
    <w:p w14:paraId="4154E906" w14:textId="77777777" w:rsidR="00FB57D8" w:rsidRDefault="00FB57D8" w:rsidP="00FB57D8"/>
    <w:p w14:paraId="717C616B" w14:textId="76A84B86" w:rsidR="00FB57D8" w:rsidRDefault="00FB57D8" w:rsidP="00FB57D8">
      <w:r w:rsidRPr="00C72B5B">
        <w:rPr>
          <w:b/>
          <w:bCs/>
        </w:rPr>
        <w:t>Versuchsaufbau 2:</w:t>
      </w:r>
      <w:r>
        <w:t xml:space="preserve"> Wiederholen Sie das Experiment mit einem neuen Blatt Papier mit einer anderen Elektrodenkombination z.B. aus Tonnenfuß und Stativstab oder aus zwei Tonnenfüßen, oder verändern Sie die Lage der Elektroden zueinander. </w:t>
      </w:r>
      <w:r w:rsidR="001B139C">
        <w:t xml:space="preserve">Markieren Sie die Lage der Elektroden auf dem Papier. </w:t>
      </w:r>
      <w:r>
        <w:t xml:space="preserve">Zeichnen Sie wieder die </w:t>
      </w:r>
      <w:proofErr w:type="spellStart"/>
      <w:r>
        <w:t>Äquipotenziallinien</w:t>
      </w:r>
      <w:proofErr w:type="spellEnd"/>
      <w:r>
        <w:t xml:space="preserve"> und einige Feldlinien ein. Vergleichen Sie Ihre Ergebnisse mit den Ergebnissen anderer Gruppen. Diskutieren Sie den Verlauf der eingezeichneten Feldlinien.</w:t>
      </w:r>
    </w:p>
    <w:p w14:paraId="5F30D5C3" w14:textId="77777777" w:rsidR="007043A6" w:rsidRPr="00902FA6" w:rsidRDefault="007043A6" w:rsidP="00986CF3">
      <w:pPr>
        <w:pStyle w:val="Listenabsatz"/>
        <w:spacing w:after="60"/>
        <w:ind w:left="709"/>
        <w:contextualSpacing w:val="0"/>
        <w:jc w:val="left"/>
      </w:pPr>
    </w:p>
    <w:sectPr w:rsidR="007043A6" w:rsidRPr="00902FA6" w:rsidSect="00581D91">
      <w:headerReference w:type="default" r:id="rId9"/>
      <w:footerReference w:type="even" r:id="rId10"/>
      <w:footerReference w:type="default" r:id="rId11"/>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1A3AA" w14:textId="77777777" w:rsidR="00383F91" w:rsidRDefault="00383F91" w:rsidP="00762DC9">
      <w:pPr>
        <w:spacing w:after="0" w:line="240" w:lineRule="auto"/>
      </w:pPr>
      <w:r>
        <w:separator/>
      </w:r>
    </w:p>
  </w:endnote>
  <w:endnote w:type="continuationSeparator" w:id="0">
    <w:p w14:paraId="142F5241" w14:textId="77777777" w:rsidR="00383F91" w:rsidRDefault="00383F91"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38C4EF15"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8"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986CF3">
      <w:t>Dr. U. Wienbruch</w:t>
    </w:r>
    <w:r>
      <w:t xml:space="preserve"> </w:t>
    </w:r>
    <w:hyperlink r:id="rId1" w:history="1">
      <w:r w:rsidRPr="00A17FF2">
        <w:rPr>
          <w:rStyle w:val="Hyperlink"/>
        </w:rPr>
        <w:t>CC BY 4.0</w:t>
      </w:r>
    </w:hyperlink>
    <w:r>
      <w:t xml:space="preserve"> </w:t>
    </w:r>
    <w:r w:rsidR="00074FFD">
      <w:t xml:space="preserve">  </w:t>
    </w:r>
    <w:r w:rsidR="00074FFD" w:rsidRPr="00074FFD">
      <w:t>222</w:t>
    </w:r>
    <w:r w:rsidR="00074FFD">
      <w:t>5</w:t>
    </w:r>
    <w:r w:rsidR="00074FFD" w:rsidRPr="00074FFD">
      <w:t>_ab_potenzial_schuelerexperiment_variante</w:t>
    </w:r>
    <w:r w:rsidR="00074FFD">
      <w:t xml:space="preserve">2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CDD82" w14:textId="77777777" w:rsidR="00383F91" w:rsidRDefault="00383F91" w:rsidP="00762DC9">
      <w:pPr>
        <w:spacing w:after="0" w:line="240" w:lineRule="auto"/>
      </w:pPr>
      <w:r>
        <w:separator/>
      </w:r>
    </w:p>
  </w:footnote>
  <w:footnote w:type="continuationSeparator" w:id="0">
    <w:p w14:paraId="6918BDA3" w14:textId="77777777" w:rsidR="00383F91" w:rsidRDefault="00383F91"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6E93AC2D" w:rsidR="00FC5F3F" w:rsidRPr="00236C2B" w:rsidRDefault="007955EF" w:rsidP="00FC5F3F">
                          <w:pPr>
                            <w:jc w:val="center"/>
                            <w:rPr>
                              <w:color w:val="000000" w:themeColor="text1"/>
                            </w:rPr>
                          </w:pPr>
                          <w:r>
                            <w:rPr>
                              <w:b/>
                              <w:color w:val="000000" w:themeColor="text1"/>
                              <w:sz w:val="36"/>
                              <w:szCs w:val="36"/>
                            </w:rPr>
                            <w:t xml:space="preserve">Potenzialmessung </w:t>
                          </w:r>
                          <w:r w:rsidR="007043A6">
                            <w:rPr>
                              <w:b/>
                              <w:color w:val="000000" w:themeColor="text1"/>
                              <w:sz w:val="36"/>
                              <w:szCs w:val="36"/>
                            </w:rPr>
                            <w:t>Schülerexperiment Variante</w:t>
                          </w:r>
                          <w:r w:rsidR="00FB57D8">
                            <w:rPr>
                              <w:b/>
                              <w:color w:val="000000" w:themeColor="text1"/>
                              <w:sz w:val="36"/>
                              <w:szCs w:val="36"/>
                            </w:rP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7"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6E93AC2D" w:rsidR="00FC5F3F" w:rsidRPr="00236C2B" w:rsidRDefault="007955EF" w:rsidP="00FC5F3F">
                    <w:pPr>
                      <w:jc w:val="center"/>
                      <w:rPr>
                        <w:color w:val="000000" w:themeColor="text1"/>
                      </w:rPr>
                    </w:pPr>
                    <w:r>
                      <w:rPr>
                        <w:b/>
                        <w:color w:val="000000" w:themeColor="text1"/>
                        <w:sz w:val="36"/>
                        <w:szCs w:val="36"/>
                      </w:rPr>
                      <w:t xml:space="preserve">Potenzialmessung </w:t>
                    </w:r>
                    <w:r w:rsidR="007043A6">
                      <w:rPr>
                        <w:b/>
                        <w:color w:val="000000" w:themeColor="text1"/>
                        <w:sz w:val="36"/>
                        <w:szCs w:val="36"/>
                      </w:rPr>
                      <w:t>Schülerexperiment Variante</w:t>
                    </w:r>
                    <w:r w:rsidR="00FB57D8">
                      <w:rPr>
                        <w:b/>
                        <w:color w:val="000000" w:themeColor="text1"/>
                        <w:sz w:val="36"/>
                        <w:szCs w:val="36"/>
                      </w:rPr>
                      <w:t xml:space="preserve"> 2</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81B13"/>
    <w:multiLevelType w:val="multilevel"/>
    <w:tmpl w:val="827E970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4A4759"/>
    <w:multiLevelType w:val="hybridMultilevel"/>
    <w:tmpl w:val="3E3AC5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9F74D28"/>
    <w:multiLevelType w:val="hybridMultilevel"/>
    <w:tmpl w:val="F13ADFDE"/>
    <w:lvl w:ilvl="0" w:tplc="EF6E09F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1D00AC"/>
    <w:multiLevelType w:val="hybridMultilevel"/>
    <w:tmpl w:val="6C5ED1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FEF68DC"/>
    <w:multiLevelType w:val="hybridMultilevel"/>
    <w:tmpl w:val="546C4B3A"/>
    <w:lvl w:ilvl="0" w:tplc="7AFED14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9DF4488"/>
    <w:multiLevelType w:val="hybridMultilevel"/>
    <w:tmpl w:val="3BA494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B960F35"/>
    <w:multiLevelType w:val="hybridMultilevel"/>
    <w:tmpl w:val="3BA494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78058407">
    <w:abstractNumId w:val="23"/>
  </w:num>
  <w:num w:numId="2" w16cid:durableId="1803225420">
    <w:abstractNumId w:val="0"/>
  </w:num>
  <w:num w:numId="3" w16cid:durableId="870611624">
    <w:abstractNumId w:val="16"/>
  </w:num>
  <w:num w:numId="4" w16cid:durableId="291638428">
    <w:abstractNumId w:val="25"/>
  </w:num>
  <w:num w:numId="5" w16cid:durableId="169411284">
    <w:abstractNumId w:val="15"/>
  </w:num>
  <w:num w:numId="6" w16cid:durableId="1029331419">
    <w:abstractNumId w:val="12"/>
  </w:num>
  <w:num w:numId="7" w16cid:durableId="502622797">
    <w:abstractNumId w:val="8"/>
  </w:num>
  <w:num w:numId="8" w16cid:durableId="1263150391">
    <w:abstractNumId w:val="19"/>
  </w:num>
  <w:num w:numId="9" w16cid:durableId="1664822022">
    <w:abstractNumId w:val="13"/>
  </w:num>
  <w:num w:numId="10" w16cid:durableId="1698196000">
    <w:abstractNumId w:val="3"/>
  </w:num>
  <w:num w:numId="11" w16cid:durableId="609123686">
    <w:abstractNumId w:val="21"/>
  </w:num>
  <w:num w:numId="12" w16cid:durableId="1504737416">
    <w:abstractNumId w:val="30"/>
  </w:num>
  <w:num w:numId="13" w16cid:durableId="231670708">
    <w:abstractNumId w:val="1"/>
  </w:num>
  <w:num w:numId="14" w16cid:durableId="922907581">
    <w:abstractNumId w:val="6"/>
  </w:num>
  <w:num w:numId="15" w16cid:durableId="1417244916">
    <w:abstractNumId w:val="17"/>
  </w:num>
  <w:num w:numId="16" w16cid:durableId="123234397">
    <w:abstractNumId w:val="27"/>
  </w:num>
  <w:num w:numId="17" w16cid:durableId="1708523969">
    <w:abstractNumId w:val="20"/>
  </w:num>
  <w:num w:numId="18" w16cid:durableId="692070679">
    <w:abstractNumId w:val="4"/>
  </w:num>
  <w:num w:numId="19" w16cid:durableId="290332073">
    <w:abstractNumId w:val="11"/>
  </w:num>
  <w:num w:numId="20" w16cid:durableId="1822842311">
    <w:abstractNumId w:val="14"/>
  </w:num>
  <w:num w:numId="21" w16cid:durableId="1607887270">
    <w:abstractNumId w:val="29"/>
  </w:num>
  <w:num w:numId="22" w16cid:durableId="777985800">
    <w:abstractNumId w:val="10"/>
  </w:num>
  <w:num w:numId="23" w16cid:durableId="343020963">
    <w:abstractNumId w:val="28"/>
  </w:num>
  <w:num w:numId="24" w16cid:durableId="597835579">
    <w:abstractNumId w:val="26"/>
  </w:num>
  <w:num w:numId="25" w16cid:durableId="227036075">
    <w:abstractNumId w:val="5"/>
  </w:num>
  <w:num w:numId="26" w16cid:durableId="1976786591">
    <w:abstractNumId w:val="2"/>
  </w:num>
  <w:num w:numId="27" w16cid:durableId="1393774859">
    <w:abstractNumId w:val="22"/>
  </w:num>
  <w:num w:numId="28" w16cid:durableId="1127092213">
    <w:abstractNumId w:val="7"/>
  </w:num>
  <w:num w:numId="29" w16cid:durableId="1818261032">
    <w:abstractNumId w:val="9"/>
  </w:num>
  <w:num w:numId="30" w16cid:durableId="1966933160">
    <w:abstractNumId w:val="18"/>
  </w:num>
  <w:num w:numId="31" w16cid:durableId="2075274954">
    <w:abstractNumId w:val="31"/>
  </w:num>
  <w:num w:numId="32" w16cid:durableId="205681105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4FFD"/>
    <w:rsid w:val="00077A5C"/>
    <w:rsid w:val="00080337"/>
    <w:rsid w:val="000830B3"/>
    <w:rsid w:val="00083C6A"/>
    <w:rsid w:val="00084760"/>
    <w:rsid w:val="000849F1"/>
    <w:rsid w:val="00084B60"/>
    <w:rsid w:val="00084CF5"/>
    <w:rsid w:val="000909A0"/>
    <w:rsid w:val="00090BEA"/>
    <w:rsid w:val="00091B9C"/>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07A8"/>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052"/>
    <w:rsid w:val="00177C58"/>
    <w:rsid w:val="001806C9"/>
    <w:rsid w:val="00181144"/>
    <w:rsid w:val="00181857"/>
    <w:rsid w:val="0018224B"/>
    <w:rsid w:val="0018290F"/>
    <w:rsid w:val="00182FD1"/>
    <w:rsid w:val="00183A9A"/>
    <w:rsid w:val="001840A1"/>
    <w:rsid w:val="001845A9"/>
    <w:rsid w:val="00184B91"/>
    <w:rsid w:val="00184EE5"/>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139C"/>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51A"/>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0D18"/>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644"/>
    <w:rsid w:val="002E09C3"/>
    <w:rsid w:val="002E341B"/>
    <w:rsid w:val="002E6E53"/>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3F91"/>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03FE"/>
    <w:rsid w:val="00521281"/>
    <w:rsid w:val="0052138B"/>
    <w:rsid w:val="00522E09"/>
    <w:rsid w:val="00523C9D"/>
    <w:rsid w:val="0052479E"/>
    <w:rsid w:val="00524D37"/>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3A6"/>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4A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5EF"/>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03C"/>
    <w:rsid w:val="008F2ED2"/>
    <w:rsid w:val="008F3955"/>
    <w:rsid w:val="008F42E0"/>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CF3"/>
    <w:rsid w:val="00986DB5"/>
    <w:rsid w:val="00986F5A"/>
    <w:rsid w:val="009879E1"/>
    <w:rsid w:val="00987C7C"/>
    <w:rsid w:val="00991D34"/>
    <w:rsid w:val="00992652"/>
    <w:rsid w:val="00992A41"/>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326D"/>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41"/>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DCA"/>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4BE3"/>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1BE5"/>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96A"/>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D7509"/>
    <w:rsid w:val="00EE0FE3"/>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B55"/>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7D8"/>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3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382</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13</cp:revision>
  <cp:lastPrinted>2023-02-18T13:15:00Z</cp:lastPrinted>
  <dcterms:created xsi:type="dcterms:W3CDTF">2023-01-08T07:17:00Z</dcterms:created>
  <dcterms:modified xsi:type="dcterms:W3CDTF">2023-02-18T13:15:00Z</dcterms:modified>
</cp:coreProperties>
</file>