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6F401" w14:textId="71E99046" w:rsidR="002204B8" w:rsidRPr="00754918" w:rsidRDefault="002204B8" w:rsidP="002204B8">
      <w:pPr>
        <w:rPr>
          <w:b/>
          <w:bCs/>
        </w:rPr>
      </w:pPr>
      <w:r>
        <w:rPr>
          <w:b/>
          <w:bCs/>
        </w:rPr>
        <w:t xml:space="preserve">Flussdiagramm für die </w:t>
      </w:r>
      <w:r w:rsidRPr="00754918">
        <w:rPr>
          <w:b/>
          <w:bCs/>
        </w:rPr>
        <w:t xml:space="preserve">Modellierung des </w:t>
      </w:r>
      <w:r>
        <w:rPr>
          <w:b/>
          <w:bCs/>
        </w:rPr>
        <w:t>L</w:t>
      </w:r>
      <w:r w:rsidRPr="00754918">
        <w:rPr>
          <w:b/>
          <w:bCs/>
        </w:rPr>
        <w:t>adevorgangs mit einem Iterationsver</w:t>
      </w:r>
      <w:r>
        <w:rPr>
          <w:b/>
          <w:bCs/>
        </w:rPr>
        <w:t>fahren</w:t>
      </w:r>
    </w:p>
    <w:p w14:paraId="1B4F75B8" w14:textId="2850D08E" w:rsidR="00AD4158" w:rsidRDefault="002204B8" w:rsidP="004A69AD">
      <w:pPr>
        <w:spacing w:after="60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874C9F" wp14:editId="765C75A0">
                <wp:simplePos x="0" y="0"/>
                <wp:positionH relativeFrom="margin">
                  <wp:posOffset>405130</wp:posOffset>
                </wp:positionH>
                <wp:positionV relativeFrom="paragraph">
                  <wp:posOffset>36195</wp:posOffset>
                </wp:positionV>
                <wp:extent cx="5514975" cy="8572500"/>
                <wp:effectExtent l="247650" t="0" r="28575" b="3810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4975" cy="8572500"/>
                          <a:chOff x="-38100" y="-420451"/>
                          <a:chExt cx="4733925" cy="7360383"/>
                        </a:xfrm>
                      </wpg:grpSpPr>
                      <wps:wsp>
                        <wps:cNvPr id="5" name="Raute 5"/>
                        <wps:cNvSpPr/>
                        <wps:spPr>
                          <a:xfrm>
                            <a:off x="0" y="2743199"/>
                            <a:ext cx="3000375" cy="1038225"/>
                          </a:xfrm>
                          <a:prstGeom prst="diamond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608E68E" w14:textId="77777777" w:rsidR="002204B8" w:rsidRPr="0039734D" w:rsidRDefault="002204B8" w:rsidP="002204B8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39734D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Ist die 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Spannung nahezu konstant?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Parallelogramm 6"/>
                        <wps:cNvSpPr/>
                        <wps:spPr>
                          <a:xfrm>
                            <a:off x="590550" y="-420451"/>
                            <a:ext cx="2076450" cy="1553033"/>
                          </a:xfrm>
                          <a:prstGeom prst="parallelogram">
                            <a:avLst/>
                          </a:prstGeom>
                          <a:solidFill>
                            <a:srgbClr val="92D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81AF20" w14:textId="77777777" w:rsidR="002204B8" w:rsidRDefault="002204B8" w:rsidP="002204B8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39734D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Startwert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e</w:t>
                              </w:r>
                              <w:r w:rsidRPr="0039734D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:</w:t>
                              </w:r>
                            </w:p>
                            <w:p w14:paraId="40283ACA" w14:textId="77777777" w:rsidR="002204B8" w:rsidRPr="008470BC" w:rsidRDefault="002204B8" w:rsidP="002204B8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Ladespannung U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vertAlign w:val="subscript"/>
                                </w:rPr>
                                <w:t>0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=?</w:t>
                              </w:r>
                            </w:p>
                            <w:p w14:paraId="62641AE4" w14:textId="77777777" w:rsidR="002204B8" w:rsidRPr="00160D7F" w:rsidRDefault="002204B8" w:rsidP="002204B8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39734D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U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vertAlign w:val="subscript"/>
                                </w:rPr>
                                <w:t>R</w:t>
                              </w:r>
                              <w:r w:rsidRPr="0039734D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(</w:t>
                              </w:r>
                              <w:proofErr w:type="gramEnd"/>
                              <w:r w:rsidRPr="0039734D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0) = 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U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vertAlign w:val="subscript"/>
                                </w:rPr>
                                <w:t>0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 , U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vertAlign w:val="subscript"/>
                                </w:rPr>
                                <w:t>C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(0)=0</w:t>
                              </w:r>
                            </w:p>
                            <w:p w14:paraId="35688FEB" w14:textId="77777777" w:rsidR="002204B8" w:rsidRPr="0039734D" w:rsidRDefault="002204B8" w:rsidP="002204B8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Q(</w:t>
                              </w:r>
                              <w:proofErr w:type="gramEnd"/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0)=0</w:t>
                              </w:r>
                            </w:p>
                            <w:p w14:paraId="07660437" w14:textId="77777777" w:rsidR="002204B8" w:rsidRPr="0039734D" w:rsidRDefault="002204B8" w:rsidP="002204B8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39734D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Zeitschritt</w:t>
                              </w:r>
                            </w:p>
                            <w:p w14:paraId="6FBC5D49" w14:textId="77777777" w:rsidR="002204B8" w:rsidRPr="009D6B38" w:rsidRDefault="002204B8" w:rsidP="002204B8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 w:rsidRPr="0039734D">
                                <w:rPr>
                                  <w:rFonts w:cstheme="minorHAnsi"/>
                                  <w:b/>
                                  <w:bCs/>
                                  <w:color w:val="000000" w:themeColor="text1"/>
                                </w:rPr>
                                <w:t>Δ</w:t>
                              </w:r>
                              <w:r w:rsidRPr="0039734D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t</w:t>
                              </w:r>
                              <w:proofErr w:type="spellEnd"/>
                              <w:r w:rsidRPr="0039734D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=?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: abgerundete Ecken 7"/>
                        <wps:cNvSpPr/>
                        <wps:spPr>
                          <a:xfrm>
                            <a:off x="264413" y="1362532"/>
                            <a:ext cx="2488312" cy="114481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F780BB" w14:textId="77777777" w:rsidR="002204B8" w:rsidRPr="0039734D" w:rsidRDefault="002204B8" w:rsidP="002204B8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39734D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Modellparameter:</w:t>
                              </w:r>
                            </w:p>
                            <w:p w14:paraId="681258A7" w14:textId="77777777" w:rsidR="002204B8" w:rsidRPr="0039734D" w:rsidRDefault="002204B8" w:rsidP="002204B8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39734D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Widerstand R=?</w:t>
                              </w:r>
                            </w:p>
                            <w:p w14:paraId="22DFECE4" w14:textId="77777777" w:rsidR="002204B8" w:rsidRDefault="002204B8" w:rsidP="002204B8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Kapazität C</w:t>
                              </w:r>
                              <w:r w:rsidRPr="0039734D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=?</w:t>
                              </w:r>
                            </w:p>
                            <w:p w14:paraId="038FA1BA" w14:textId="77777777" w:rsidR="002204B8" w:rsidRDefault="002204B8" w:rsidP="002204B8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Berechnung der Anfangsstromstärke:</w:t>
                              </w:r>
                            </w:p>
                            <w:p w14:paraId="383C0735" w14:textId="77777777" w:rsidR="002204B8" w:rsidRDefault="002204B8" w:rsidP="002204B8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I(</w:t>
                              </w:r>
                              <w:proofErr w:type="gramEnd"/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0) =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i/>
                                        <w:color w:val="000000" w:themeColor="text1"/>
                                      </w:rPr>
                                    </m:ctrlPr>
                                  </m:fPr>
                                  <m:num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bCs/>
                                            <w:i/>
                                            <w:color w:val="000000" w:themeColor="text1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color w:val="000000" w:themeColor="text1"/>
                                          </w:rPr>
                                          <m:t>U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color w:val="000000" w:themeColor="text1"/>
                                          </w:rPr>
                                          <m:t>R</m:t>
                                        </m:r>
                                      </m:sub>
                                    </m:s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</w:rPr>
                                      <m:t>(0)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</w:rPr>
                                      <m:t>R</m:t>
                                    </m:r>
                                  </m:den>
                                </m:f>
                              </m:oMath>
                            </w:p>
                            <w:p w14:paraId="71ED3D4A" w14:textId="77777777" w:rsidR="002204B8" w:rsidRDefault="002204B8" w:rsidP="002204B8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  <w:p w14:paraId="35553333" w14:textId="77777777" w:rsidR="002204B8" w:rsidRPr="00635512" w:rsidRDefault="002204B8" w:rsidP="002204B8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  <w:p w14:paraId="2099F3FC" w14:textId="77777777" w:rsidR="002204B8" w:rsidRPr="009D6B38" w:rsidRDefault="002204B8" w:rsidP="002204B8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4D31D6D3" w14:textId="77777777" w:rsidR="002204B8" w:rsidRDefault="002204B8" w:rsidP="002204B8">
                              <w:pPr>
                                <w:spacing w:after="0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: abgerundete Ecken 8"/>
                        <wps:cNvSpPr/>
                        <wps:spPr>
                          <a:xfrm>
                            <a:off x="3781425" y="2752725"/>
                            <a:ext cx="914400" cy="91440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4B21765" w14:textId="77777777" w:rsidR="002204B8" w:rsidRPr="0039734D" w:rsidRDefault="002204B8" w:rsidP="002204B8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39734D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Ende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: abgerundete Ecken 9"/>
                        <wps:cNvSpPr/>
                        <wps:spPr>
                          <a:xfrm>
                            <a:off x="-38100" y="4043568"/>
                            <a:ext cx="3352800" cy="1653277"/>
                          </a:xfrm>
                          <a:prstGeom prst="roundRect">
                            <a:avLst/>
                          </a:prstGeom>
                          <a:solidFill>
                            <a:srgbClr val="00B0F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F1B52BD" w14:textId="77777777" w:rsidR="002204B8" w:rsidRDefault="002204B8" w:rsidP="002204B8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Berechnung der neuen Ladung:</w:t>
                              </w:r>
                            </w:p>
                            <w:p w14:paraId="2641CA98" w14:textId="77777777" w:rsidR="002204B8" w:rsidRDefault="002204B8" w:rsidP="002204B8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Q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vertAlign w:val="subscript"/>
                                </w:rPr>
                                <w:t>n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=</w:t>
                              </w:r>
                              <w:r w:rsidRPr="003F1A8D"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Q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vertAlign w:val="subscript"/>
                                </w:rPr>
                                <w:t>n-1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 + I(t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vertAlign w:val="subscript"/>
                                </w:rPr>
                                <w:t>n-1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) </w:t>
                              </w:r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000000" w:themeColor="text1"/>
                                </w:rPr>
                                <w:t>∙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 </w:t>
                              </w:r>
                              <w:proofErr w:type="spellStart"/>
                              <w:r w:rsidRPr="0039734D">
                                <w:rPr>
                                  <w:rFonts w:cstheme="minorHAnsi"/>
                                  <w:b/>
                                  <w:bCs/>
                                  <w:color w:val="000000" w:themeColor="text1"/>
                                </w:rPr>
                                <w:t>Δ</w:t>
                              </w:r>
                              <w:r w:rsidRPr="0039734D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t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 </w:t>
                              </w:r>
                            </w:p>
                            <w:p w14:paraId="4505E9F5" w14:textId="77777777" w:rsidR="002204B8" w:rsidRDefault="002204B8" w:rsidP="002204B8">
                              <w:pPr>
                                <w:spacing w:after="0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Berechnung der neuen Spannung am Kondensator:</w:t>
                              </w:r>
                            </w:p>
                            <w:p w14:paraId="0EED3373" w14:textId="4408F60D" w:rsidR="002204B8" w:rsidRPr="00BC71EA" w:rsidRDefault="002204B8" w:rsidP="002204B8">
                              <w:pPr>
                                <w:spacing w:after="0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                       </w:t>
                              </w:r>
                              <w:r w:rsidR="000D3942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         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   </w:t>
                              </w:r>
                              <w:proofErr w:type="gramStart"/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U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vertAlign w:val="subscript"/>
                                </w:rPr>
                                <w:t>C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t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vertAlign w:val="subscript"/>
                                </w:rPr>
                                <w:t>n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) =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i/>
                                        <w:color w:val="000000" w:themeColor="text1"/>
                                      </w:rPr>
                                    </m:ctrlPr>
                                  </m:fPr>
                                  <m:num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bCs/>
                                            <w:i/>
                                            <w:color w:val="000000" w:themeColor="text1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color w:val="000000" w:themeColor="text1"/>
                                          </w:rPr>
                                          <m:t>Q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color w:val="000000" w:themeColor="text1"/>
                                          </w:rPr>
                                          <m:t>n</m:t>
                                        </m:r>
                                      </m:sub>
                                    </m:sSub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</w:rPr>
                                      <m:t>C</m:t>
                                    </m:r>
                                  </m:den>
                                </m:f>
                              </m:oMath>
                            </w:p>
                            <w:p w14:paraId="3CDB7548" w14:textId="77777777" w:rsidR="002204B8" w:rsidRDefault="002204B8" w:rsidP="002204B8">
                              <w:pPr>
                                <w:spacing w:after="0"/>
                                <w:jc w:val="center"/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39734D"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</w:rPr>
                                <w:t>Berechnung der neuen S</w:t>
                              </w:r>
                              <w:r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</w:rPr>
                                <w:t>pannung am Widerstand</w:t>
                              </w:r>
                              <w:r w:rsidRPr="0039734D"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</w:rPr>
                                <w:t>:</w:t>
                              </w:r>
                            </w:p>
                            <w:p w14:paraId="4A2F0EF7" w14:textId="77777777" w:rsidR="002204B8" w:rsidRDefault="002204B8" w:rsidP="002204B8">
                              <w:pPr>
                                <w:spacing w:after="0"/>
                                <w:jc w:val="center"/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proofErr w:type="gramStart"/>
                              <w:r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</w:rPr>
                                <w:t>U</w:t>
                              </w:r>
                              <w:r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  <w:vertAlign w:val="subscript"/>
                                </w:rPr>
                                <w:t>R</w:t>
                              </w:r>
                              <w:r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</w:rPr>
                                <w:t>t</w:t>
                              </w:r>
                              <w:r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  <w:vertAlign w:val="subscript"/>
                                </w:rPr>
                                <w:t>n</w:t>
                              </w:r>
                              <w:proofErr w:type="spellEnd"/>
                              <w:r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</w:rPr>
                                <w:t>)=U</w:t>
                              </w:r>
                              <w:r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  <w:vertAlign w:val="subscript"/>
                                </w:rPr>
                                <w:t>0</w:t>
                              </w:r>
                              <w:r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</w:rPr>
                                <w:t>-U</w:t>
                              </w:r>
                              <w:r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  <w:vertAlign w:val="subscript"/>
                                </w:rPr>
                                <w:t>C</w:t>
                              </w:r>
                              <w:r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</w:rPr>
                                <w:t>t</w:t>
                              </w:r>
                              <w:r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  <w:vertAlign w:val="subscript"/>
                                </w:rPr>
                                <w:t>n</w:t>
                              </w:r>
                              <w:proofErr w:type="spellEnd"/>
                              <w:r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</w:rPr>
                                <w:t>)</w:t>
                              </w:r>
                            </w:p>
                            <w:p w14:paraId="0A5E0255" w14:textId="77777777" w:rsidR="002204B8" w:rsidRPr="008470BC" w:rsidRDefault="002204B8" w:rsidP="002204B8">
                              <w:pPr>
                                <w:spacing w:after="0"/>
                                <w:jc w:val="center"/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</w:rPr>
                                <w:t>Berechnung der neuen Stromstärke</w:t>
                              </w:r>
                            </w:p>
                            <w:p w14:paraId="538C403C" w14:textId="5974FE81" w:rsidR="002204B8" w:rsidRPr="00BC71EA" w:rsidRDefault="002204B8" w:rsidP="002204B8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proofErr w:type="gramStart"/>
                              <w:r w:rsidRPr="0039734D"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</w:rPr>
                                <w:t>I(</w:t>
                              </w:r>
                              <w:proofErr w:type="spellStart"/>
                              <w:proofErr w:type="gramEnd"/>
                              <w:r w:rsidRPr="0039734D"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</w:rPr>
                                <w:t>t</w:t>
                              </w:r>
                              <w:r w:rsidRPr="0039734D"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  <w:vertAlign w:val="subscript"/>
                                </w:rPr>
                                <w:t>n</w:t>
                              </w:r>
                              <w:proofErr w:type="spellEnd"/>
                              <w:r w:rsidRPr="0039734D"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</w:rPr>
                                <w:t xml:space="preserve"> )=</w:t>
                              </w:r>
                              <w:r>
                                <w:rPr>
                                  <w:rFonts w:eastAsiaTheme="minorEastAsia"/>
                                  <w:b/>
                                  <w:bCs/>
                                  <w:color w:val="000000" w:themeColor="text1"/>
                                </w:rPr>
                                <w:t xml:space="preserve">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b/>
                                        <w:bCs/>
                                        <w:i/>
                                        <w:color w:val="000000" w:themeColor="text1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Theme="minorEastAsia" w:hAnsi="Cambria Math"/>
                                        <w:color w:val="000000" w:themeColor="text1"/>
                                      </w:rPr>
                                      <m:t>U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Theme="minorEastAsia" w:hAnsi="Cambria Math"/>
                                        <w:color w:val="000000" w:themeColor="text1"/>
                                        <w:vertAlign w:val="subscript"/>
                                      </w:rPr>
                                      <m:t>R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Theme="minorEastAsia" w:hAnsi="Cambria Math"/>
                                        <w:color w:val="000000" w:themeColor="text1"/>
                                      </w:rPr>
                                      <m:t>(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b/>
                                            <w:bCs/>
                                            <w:i/>
                                            <w:color w:val="000000" w:themeColor="text1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eastAsiaTheme="minorEastAsia" w:hAnsi="Cambria Math"/>
                                            <w:color w:val="000000" w:themeColor="text1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eastAsiaTheme="minorEastAsia" w:hAnsi="Cambria Math"/>
                                            <w:color w:val="000000" w:themeColor="text1"/>
                                          </w:rPr>
                                          <m:t>n</m:t>
                                        </m:r>
                                      </m:sub>
                                    </m:s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Theme="minorEastAsia" w:hAnsi="Cambria Math"/>
                                        <w:color w:val="000000" w:themeColor="text1"/>
                                      </w:rPr>
                                      <m:t>)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Theme="minorEastAsia" w:hAnsi="Cambria Math"/>
                                        <w:color w:val="000000" w:themeColor="text1"/>
                                      </w:rPr>
                                      <m:t>R</m:t>
                                    </m:r>
                                  </m:den>
                                </m:f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hteck: abgerundete Ecken 10"/>
                        <wps:cNvSpPr/>
                        <wps:spPr>
                          <a:xfrm>
                            <a:off x="704850" y="5876925"/>
                            <a:ext cx="1590675" cy="542925"/>
                          </a:xfrm>
                          <a:prstGeom prst="roundRect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35CC566" w14:textId="77777777" w:rsidR="002204B8" w:rsidRPr="0039734D" w:rsidRDefault="002204B8" w:rsidP="002204B8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39734D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Neue Zeit: </w:t>
                              </w:r>
                            </w:p>
                            <w:p w14:paraId="690DA295" w14:textId="77777777" w:rsidR="002204B8" w:rsidRPr="0039734D" w:rsidRDefault="002204B8" w:rsidP="002204B8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39734D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t</w:t>
                              </w:r>
                              <w:r w:rsidRPr="0039734D">
                                <w:rPr>
                                  <w:b/>
                                  <w:bCs/>
                                  <w:color w:val="000000" w:themeColor="text1"/>
                                  <w:vertAlign w:val="subscript"/>
                                </w:rPr>
                                <w:t>n+1</w:t>
                              </w:r>
                              <w:r w:rsidRPr="0039734D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 = </w:t>
                              </w:r>
                              <w:proofErr w:type="spellStart"/>
                              <w:r w:rsidRPr="0039734D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t</w:t>
                              </w:r>
                              <w:r w:rsidRPr="0039734D">
                                <w:rPr>
                                  <w:b/>
                                  <w:bCs/>
                                  <w:color w:val="000000" w:themeColor="text1"/>
                                  <w:vertAlign w:val="subscript"/>
                                </w:rPr>
                                <w:t>n</w:t>
                              </w:r>
                              <w:proofErr w:type="spellEnd"/>
                              <w:r w:rsidRPr="0039734D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 +</w:t>
                              </w:r>
                              <w:proofErr w:type="spellStart"/>
                              <w:r w:rsidRPr="0039734D">
                                <w:rPr>
                                  <w:rFonts w:cstheme="minorHAnsi"/>
                                  <w:b/>
                                  <w:bCs/>
                                  <w:color w:val="000000" w:themeColor="text1"/>
                                </w:rPr>
                                <w:t>Δ</w:t>
                              </w:r>
                              <w:r w:rsidRPr="0039734D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erade Verbindung mit Pfeil 11"/>
                        <wps:cNvCnPr/>
                        <wps:spPr>
                          <a:xfrm>
                            <a:off x="1514475" y="1085850"/>
                            <a:ext cx="0" cy="361950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Gerade Verbindung mit Pfeil 12"/>
                        <wps:cNvCnPr/>
                        <wps:spPr>
                          <a:xfrm>
                            <a:off x="1514475" y="2524125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Gerade Verbindung mit Pfeil 13"/>
                        <wps:cNvCnPr/>
                        <wps:spPr>
                          <a:xfrm flipV="1">
                            <a:off x="3000375" y="3256962"/>
                            <a:ext cx="762000" cy="9525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Gerade Verbindung mit Pfeil 15"/>
                        <wps:cNvCnPr/>
                        <wps:spPr>
                          <a:xfrm>
                            <a:off x="1500188" y="3781110"/>
                            <a:ext cx="0" cy="251017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Verbinder: gewinkelt 16"/>
                        <wps:cNvCnPr/>
                        <wps:spPr>
                          <a:xfrm rot="16200000" flipV="1">
                            <a:off x="-1073944" y="4336256"/>
                            <a:ext cx="3652838" cy="1504950"/>
                          </a:xfrm>
                          <a:prstGeom prst="bentConnector4">
                            <a:avLst>
                              <a:gd name="adj1" fmla="val -979"/>
                              <a:gd name="adj2" fmla="val 115190"/>
                            </a:avLst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Gerader Verbinder 17"/>
                        <wps:cNvCnPr/>
                        <wps:spPr>
                          <a:xfrm flipH="1">
                            <a:off x="1500188" y="6429375"/>
                            <a:ext cx="14287" cy="510557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Gerade Verbindung mit Pfeil 18"/>
                        <wps:cNvCnPr/>
                        <wps:spPr>
                          <a:xfrm>
                            <a:off x="1504950" y="5419725"/>
                            <a:ext cx="9525" cy="466725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248025" y="2911533"/>
                            <a:ext cx="352425" cy="295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B84FEF" w14:textId="77777777" w:rsidR="002204B8" w:rsidRPr="0039734D" w:rsidRDefault="002204B8" w:rsidP="002204B8">
                              <w:pPr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39734D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Ja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874C9F" id="Gruppieren 4" o:spid="_x0000_s1026" style="position:absolute;margin-left:31.9pt;margin-top:2.85pt;width:434.25pt;height:675pt;z-index:251659264;mso-position-horizontal-relative:margin;mso-width-relative:margin;mso-height-relative:margin" coordorigin="-381,-4204" coordsize="47339,73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Raute 5" o:spid="_x0000_s1027" type="#_x0000_t4" style="position:absolute;top:27431;width:30003;height:103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" fillcolor="#ffc000" strokecolor="#243f60 [1604]" strokeweight="2pt">
                  <v:textbox>
                    <w:txbxContent>
                      <w:p w14:paraId="5608E68E" w14:textId="77777777" w:rsidR="002204B8" w:rsidRPr="0039734D" w:rsidRDefault="002204B8" w:rsidP="002204B8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r w:rsidRPr="0039734D">
                          <w:rPr>
                            <w:b/>
                            <w:bCs/>
                            <w:color w:val="000000" w:themeColor="text1"/>
                          </w:rPr>
                          <w:t xml:space="preserve">Ist die </w:t>
                        </w:r>
                        <w:r>
                          <w:rPr>
                            <w:b/>
                            <w:bCs/>
                            <w:color w:val="000000" w:themeColor="text1"/>
                          </w:rPr>
                          <w:t>Spannung nahezu konstant?</w:t>
                        </w:r>
                      </w:p>
                    </w:txbxContent>
                  </v:textbox>
                </v:shape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elogramm 6" o:spid="_x0000_s1028" type="#_x0000_t7" style="position:absolute;left:5905;top:-4204;width:20765;height:155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" adj="4039" fillcolor="#92d050" strokecolor="#243f60 [1604]" strokeweight="2pt">
                  <v:textbox>
                    <w:txbxContent>
                      <w:p w14:paraId="2E81AF20" w14:textId="77777777" w:rsidR="002204B8" w:rsidRDefault="002204B8" w:rsidP="002204B8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r w:rsidRPr="0039734D">
                          <w:rPr>
                            <w:b/>
                            <w:bCs/>
                            <w:color w:val="000000" w:themeColor="text1"/>
                          </w:rPr>
                          <w:t>Startwert</w:t>
                        </w:r>
                        <w:r>
                          <w:rPr>
                            <w:b/>
                            <w:bCs/>
                            <w:color w:val="000000" w:themeColor="text1"/>
                          </w:rPr>
                          <w:t>e</w:t>
                        </w:r>
                        <w:r w:rsidRPr="0039734D">
                          <w:rPr>
                            <w:b/>
                            <w:bCs/>
                            <w:color w:val="000000" w:themeColor="text1"/>
                          </w:rPr>
                          <w:t>:</w:t>
                        </w:r>
                      </w:p>
                      <w:p w14:paraId="40283ACA" w14:textId="77777777" w:rsidR="002204B8" w:rsidRPr="008470BC" w:rsidRDefault="002204B8" w:rsidP="002204B8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</w:rPr>
                          <w:t>Ladespannung U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vertAlign w:val="subscript"/>
                          </w:rPr>
                          <w:t>0</w:t>
                        </w:r>
                        <w:r>
                          <w:rPr>
                            <w:b/>
                            <w:bCs/>
                            <w:color w:val="000000" w:themeColor="text1"/>
                          </w:rPr>
                          <w:t>=?</w:t>
                        </w:r>
                      </w:p>
                      <w:p w14:paraId="62641AE4" w14:textId="77777777" w:rsidR="002204B8" w:rsidRPr="00160D7F" w:rsidRDefault="002204B8" w:rsidP="002204B8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r w:rsidRPr="0039734D">
                          <w:rPr>
                            <w:b/>
                            <w:bCs/>
                            <w:color w:val="000000" w:themeColor="text1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bCs/>
                            <w:color w:val="000000" w:themeColor="text1"/>
                          </w:rPr>
                          <w:t>U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vertAlign w:val="subscript"/>
                          </w:rPr>
                          <w:t>R</w:t>
                        </w:r>
                        <w:r w:rsidRPr="0039734D">
                          <w:rPr>
                            <w:b/>
                            <w:bCs/>
                            <w:color w:val="000000" w:themeColor="text1"/>
                          </w:rPr>
                          <w:t>(</w:t>
                        </w:r>
                        <w:proofErr w:type="gramEnd"/>
                        <w:r w:rsidRPr="0039734D">
                          <w:rPr>
                            <w:b/>
                            <w:bCs/>
                            <w:color w:val="000000" w:themeColor="text1"/>
                          </w:rPr>
                          <w:t xml:space="preserve">0) = </w:t>
                        </w:r>
                        <w:r>
                          <w:rPr>
                            <w:b/>
                            <w:bCs/>
                            <w:color w:val="000000" w:themeColor="text1"/>
                          </w:rPr>
                          <w:t>U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vertAlign w:val="subscript"/>
                          </w:rPr>
                          <w:t>0</w:t>
                        </w:r>
                        <w:r>
                          <w:rPr>
                            <w:b/>
                            <w:bCs/>
                            <w:color w:val="000000" w:themeColor="text1"/>
                          </w:rPr>
                          <w:t xml:space="preserve"> , U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vertAlign w:val="subscript"/>
                          </w:rPr>
                          <w:t>C</w:t>
                        </w:r>
                        <w:r>
                          <w:rPr>
                            <w:b/>
                            <w:bCs/>
                            <w:color w:val="000000" w:themeColor="text1"/>
                          </w:rPr>
                          <w:t>(0)=0</w:t>
                        </w:r>
                      </w:p>
                      <w:p w14:paraId="35688FEB" w14:textId="77777777" w:rsidR="002204B8" w:rsidRPr="0039734D" w:rsidRDefault="002204B8" w:rsidP="002204B8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proofErr w:type="gramStart"/>
                        <w:r>
                          <w:rPr>
                            <w:b/>
                            <w:bCs/>
                            <w:color w:val="000000" w:themeColor="text1"/>
                          </w:rPr>
                          <w:t>Q(</w:t>
                        </w:r>
                        <w:proofErr w:type="gramEnd"/>
                        <w:r>
                          <w:rPr>
                            <w:b/>
                            <w:bCs/>
                            <w:color w:val="000000" w:themeColor="text1"/>
                          </w:rPr>
                          <w:t>0)=0</w:t>
                        </w:r>
                      </w:p>
                      <w:p w14:paraId="07660437" w14:textId="77777777" w:rsidR="002204B8" w:rsidRPr="0039734D" w:rsidRDefault="002204B8" w:rsidP="002204B8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r w:rsidRPr="0039734D">
                          <w:rPr>
                            <w:b/>
                            <w:bCs/>
                            <w:color w:val="000000" w:themeColor="text1"/>
                          </w:rPr>
                          <w:t>Zeitschritt</w:t>
                        </w:r>
                      </w:p>
                      <w:p w14:paraId="6FBC5D49" w14:textId="77777777" w:rsidR="002204B8" w:rsidRPr="009D6B38" w:rsidRDefault="002204B8" w:rsidP="002204B8">
                        <w:pPr>
                          <w:spacing w:after="0"/>
                          <w:jc w:val="center"/>
                          <w:rPr>
                            <w:color w:val="000000" w:themeColor="text1"/>
                          </w:rPr>
                        </w:pPr>
                        <w:proofErr w:type="spellStart"/>
                        <w:r w:rsidRPr="0039734D">
                          <w:rPr>
                            <w:rFonts w:cstheme="minorHAnsi"/>
                            <w:b/>
                            <w:bCs/>
                            <w:color w:val="000000" w:themeColor="text1"/>
                          </w:rPr>
                          <w:t>Δ</w:t>
                        </w:r>
                        <w:r w:rsidRPr="0039734D">
                          <w:rPr>
                            <w:b/>
                            <w:bCs/>
                            <w:color w:val="000000" w:themeColor="text1"/>
                          </w:rPr>
                          <w:t>t</w:t>
                        </w:r>
                        <w:proofErr w:type="spellEnd"/>
                        <w:r w:rsidRPr="0039734D">
                          <w:rPr>
                            <w:b/>
                            <w:bCs/>
                            <w:color w:val="000000" w:themeColor="text1"/>
                          </w:rPr>
                          <w:t>=?</w:t>
                        </w:r>
                      </w:p>
                    </w:txbxContent>
                  </v:textbox>
                </v:shape>
                <v:roundrect id="Rechteck: abgerundete Ecken 7" o:spid="_x0000_s1029" style="position:absolute;left:2644;top:13625;width:24883;height:114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" fillcolor="#4f81bd [3204]" strokecolor="#243f60 [1604]" strokeweight="2pt">
                  <v:textbox>
                    <w:txbxContent>
                      <w:p w14:paraId="2EF780BB" w14:textId="77777777" w:rsidR="002204B8" w:rsidRPr="0039734D" w:rsidRDefault="002204B8" w:rsidP="002204B8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r w:rsidRPr="0039734D">
                          <w:rPr>
                            <w:b/>
                            <w:bCs/>
                            <w:color w:val="000000" w:themeColor="text1"/>
                          </w:rPr>
                          <w:t>Modellparameter:</w:t>
                        </w:r>
                      </w:p>
                      <w:p w14:paraId="681258A7" w14:textId="77777777" w:rsidR="002204B8" w:rsidRPr="0039734D" w:rsidRDefault="002204B8" w:rsidP="002204B8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r w:rsidRPr="0039734D">
                          <w:rPr>
                            <w:b/>
                            <w:bCs/>
                            <w:color w:val="000000" w:themeColor="text1"/>
                          </w:rPr>
                          <w:t>Widerstand R=?</w:t>
                        </w:r>
                      </w:p>
                      <w:p w14:paraId="22DFECE4" w14:textId="77777777" w:rsidR="002204B8" w:rsidRDefault="002204B8" w:rsidP="002204B8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</w:rPr>
                          <w:t>Kapazität C</w:t>
                        </w:r>
                        <w:r w:rsidRPr="0039734D">
                          <w:rPr>
                            <w:b/>
                            <w:bCs/>
                            <w:color w:val="000000" w:themeColor="text1"/>
                          </w:rPr>
                          <w:t>=?</w:t>
                        </w:r>
                      </w:p>
                      <w:p w14:paraId="038FA1BA" w14:textId="77777777" w:rsidR="002204B8" w:rsidRDefault="002204B8" w:rsidP="002204B8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</w:rPr>
                          <w:t>Berechnung der Anfangsstromstärke:</w:t>
                        </w:r>
                      </w:p>
                      <w:p w14:paraId="383C0735" w14:textId="77777777" w:rsidR="002204B8" w:rsidRDefault="002204B8" w:rsidP="002204B8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proofErr w:type="gramStart"/>
                        <w:r>
                          <w:rPr>
                            <w:b/>
                            <w:bCs/>
                            <w:color w:val="000000" w:themeColor="text1"/>
                          </w:rPr>
                          <w:t>I(</w:t>
                        </w:r>
                        <w:proofErr w:type="gramEnd"/>
                        <w:r>
                          <w:rPr>
                            <w:b/>
                            <w:bCs/>
                            <w:color w:val="000000" w:themeColor="text1"/>
                          </w:rPr>
                          <w:t>0) =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color w:val="000000" w:themeColor="text1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00" w:themeColor="text1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00" w:themeColor="text1"/>
                                    </w:rPr>
                                    <m:t>R</m:t>
                                  </m:r>
                                </m:sub>
                              </m:s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(0)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R</m:t>
                              </m:r>
                            </m:den>
                          </m:f>
                        </m:oMath>
                      </w:p>
                      <w:p w14:paraId="71ED3D4A" w14:textId="77777777" w:rsidR="002204B8" w:rsidRDefault="002204B8" w:rsidP="002204B8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</w:p>
                      <w:p w14:paraId="35553333" w14:textId="77777777" w:rsidR="002204B8" w:rsidRPr="00635512" w:rsidRDefault="002204B8" w:rsidP="002204B8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</w:p>
                      <w:p w14:paraId="2099F3FC" w14:textId="77777777" w:rsidR="002204B8" w:rsidRPr="009D6B38" w:rsidRDefault="002204B8" w:rsidP="002204B8">
                        <w:pPr>
                          <w:spacing w:after="0"/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14:paraId="4D31D6D3" w14:textId="77777777" w:rsidR="002204B8" w:rsidRDefault="002204B8" w:rsidP="002204B8">
                        <w:pPr>
                          <w:spacing w:after="0"/>
                          <w:jc w:val="center"/>
                        </w:pPr>
                      </w:p>
                    </w:txbxContent>
                  </v:textbox>
                </v:roundrect>
                <v:roundrect id="Rechteck: abgerundete Ecken 8" o:spid="_x0000_s1030" style="position:absolute;left:37814;top:27527;width:9144;height:914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" fillcolor="red" strokecolor="#243f60 [1604]" strokeweight="2pt">
                  <v:textbox>
                    <w:txbxContent>
                      <w:p w14:paraId="24B21765" w14:textId="77777777" w:rsidR="002204B8" w:rsidRPr="0039734D" w:rsidRDefault="002204B8" w:rsidP="002204B8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r w:rsidRPr="0039734D">
                          <w:rPr>
                            <w:b/>
                            <w:bCs/>
                            <w:color w:val="000000" w:themeColor="text1"/>
                          </w:rPr>
                          <w:t>Ende</w:t>
                        </w:r>
                      </w:p>
                    </w:txbxContent>
                  </v:textbox>
                </v:roundrect>
                <v:roundrect id="Rechteck: abgerundete Ecken 9" o:spid="_x0000_s1031" style="position:absolute;left:-381;top:40435;width:33528;height:165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" fillcolor="#00b0f0" strokecolor="#243f60 [1604]" strokeweight="2pt">
                  <v:textbox>
                    <w:txbxContent>
                      <w:p w14:paraId="0F1B52BD" w14:textId="77777777" w:rsidR="002204B8" w:rsidRDefault="002204B8" w:rsidP="002204B8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</w:rPr>
                          <w:t>Berechnung der neuen Ladung:</w:t>
                        </w:r>
                      </w:p>
                      <w:p w14:paraId="2641CA98" w14:textId="77777777" w:rsidR="002204B8" w:rsidRDefault="002204B8" w:rsidP="002204B8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proofErr w:type="spellStart"/>
                        <w:r>
                          <w:rPr>
                            <w:b/>
                            <w:bCs/>
                            <w:color w:val="000000" w:themeColor="text1"/>
                          </w:rPr>
                          <w:t>Q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vertAlign w:val="subscript"/>
                          </w:rPr>
                          <w:t>n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 w:themeColor="text1"/>
                          </w:rPr>
                          <w:t>=</w:t>
                        </w:r>
                        <w:r w:rsidRPr="003F1A8D">
                          <w:t xml:space="preserve"> </w:t>
                        </w:r>
                        <w:r>
                          <w:rPr>
                            <w:b/>
                            <w:bCs/>
                            <w:color w:val="000000" w:themeColor="text1"/>
                          </w:rPr>
                          <w:t>Q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vertAlign w:val="subscript"/>
                          </w:rPr>
                          <w:t>n-1</w:t>
                        </w:r>
                        <w:r>
                          <w:rPr>
                            <w:b/>
                            <w:bCs/>
                            <w:color w:val="000000" w:themeColor="text1"/>
                          </w:rPr>
                          <w:t xml:space="preserve"> + I(t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vertAlign w:val="subscript"/>
                          </w:rPr>
                          <w:t>n-1</w:t>
                        </w:r>
                        <w:r>
                          <w:rPr>
                            <w:b/>
                            <w:bCs/>
                            <w:color w:val="000000" w:themeColor="text1"/>
                          </w:rPr>
                          <w:t xml:space="preserve">) </w:t>
                        </w:r>
                        <w:r>
                          <w:rPr>
                            <w:rFonts w:cstheme="minorHAnsi"/>
                            <w:b/>
                            <w:bCs/>
                            <w:color w:val="000000" w:themeColor="text1"/>
                          </w:rPr>
                          <w:t>∙</w:t>
                        </w:r>
                        <w:r>
                          <w:rPr>
                            <w:b/>
                            <w:bCs/>
                            <w:color w:val="000000" w:themeColor="text1"/>
                          </w:rPr>
                          <w:t xml:space="preserve"> </w:t>
                        </w:r>
                        <w:proofErr w:type="spellStart"/>
                        <w:r w:rsidRPr="0039734D">
                          <w:rPr>
                            <w:rFonts w:cstheme="minorHAnsi"/>
                            <w:b/>
                            <w:bCs/>
                            <w:color w:val="000000" w:themeColor="text1"/>
                          </w:rPr>
                          <w:t>Δ</w:t>
                        </w:r>
                        <w:r w:rsidRPr="0039734D">
                          <w:rPr>
                            <w:b/>
                            <w:bCs/>
                            <w:color w:val="000000" w:themeColor="text1"/>
                          </w:rPr>
                          <w:t>t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 w:themeColor="text1"/>
                          </w:rPr>
                          <w:t xml:space="preserve"> </w:t>
                        </w:r>
                      </w:p>
                      <w:p w14:paraId="4505E9F5" w14:textId="77777777" w:rsidR="002204B8" w:rsidRDefault="002204B8" w:rsidP="002204B8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</w:rPr>
                          <w:t>Berechnung der neuen Spannung am Kondensator:</w:t>
                        </w:r>
                      </w:p>
                      <w:p w14:paraId="0EED3373" w14:textId="4408F60D" w:rsidR="002204B8" w:rsidRPr="00BC71EA" w:rsidRDefault="002204B8" w:rsidP="002204B8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</w:rPr>
                          <w:t xml:space="preserve">                       </w:t>
                        </w:r>
                        <w:r w:rsidR="000D3942">
                          <w:rPr>
                            <w:b/>
                            <w:bCs/>
                            <w:color w:val="000000" w:themeColor="text1"/>
                          </w:rPr>
                          <w:t xml:space="preserve">         </w:t>
                        </w:r>
                        <w:r>
                          <w:rPr>
                            <w:b/>
                            <w:bCs/>
                            <w:color w:val="000000" w:themeColor="text1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b/>
                            <w:bCs/>
                            <w:color w:val="000000" w:themeColor="text1"/>
                          </w:rPr>
                          <w:t>U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vertAlign w:val="subscript"/>
                          </w:rPr>
                          <w:t>C</w:t>
                        </w:r>
                        <w:r>
                          <w:rPr>
                            <w:b/>
                            <w:bCs/>
                            <w:color w:val="000000" w:themeColor="text1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b/>
                            <w:bCs/>
                            <w:color w:val="000000" w:themeColor="text1"/>
                          </w:rPr>
                          <w:t>t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vertAlign w:val="subscript"/>
                          </w:rPr>
                          <w:t>n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 w:themeColor="text1"/>
                          </w:rPr>
                          <w:t xml:space="preserve">) =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color w:val="000000" w:themeColor="text1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00" w:themeColor="text1"/>
                                    </w:rPr>
                                    <m:t>Q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00" w:themeColor="text1"/>
                                    </w:rPr>
                                    <m:t>n</m:t>
                                  </m:r>
                                </m:sub>
                              </m:sSub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C</m:t>
                              </m:r>
                            </m:den>
                          </m:f>
                        </m:oMath>
                      </w:p>
                      <w:p w14:paraId="3CDB7548" w14:textId="77777777" w:rsidR="002204B8" w:rsidRDefault="002204B8" w:rsidP="002204B8">
                        <w:pPr>
                          <w:spacing w:after="0"/>
                          <w:jc w:val="center"/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</w:rPr>
                        </w:pPr>
                        <w:r w:rsidRPr="0039734D"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</w:rPr>
                          <w:t>Berechnung der neuen S</w:t>
                        </w:r>
                        <w:r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</w:rPr>
                          <w:t>pannung am Widerstand</w:t>
                        </w:r>
                        <w:r w:rsidRPr="0039734D"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</w:rPr>
                          <w:t>:</w:t>
                        </w:r>
                      </w:p>
                      <w:p w14:paraId="4A2F0EF7" w14:textId="77777777" w:rsidR="002204B8" w:rsidRDefault="002204B8" w:rsidP="002204B8">
                        <w:pPr>
                          <w:spacing w:after="0"/>
                          <w:jc w:val="center"/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</w:rPr>
                        </w:pPr>
                        <w:proofErr w:type="gramStart"/>
                        <w:r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</w:rPr>
                          <w:t>U</w:t>
                        </w:r>
                        <w:r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  <w:vertAlign w:val="subscript"/>
                          </w:rPr>
                          <w:t>R</w:t>
                        </w:r>
                        <w:r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</w:rPr>
                          <w:t>t</w:t>
                        </w:r>
                        <w:r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  <w:vertAlign w:val="subscript"/>
                          </w:rPr>
                          <w:t>n</w:t>
                        </w:r>
                        <w:proofErr w:type="spellEnd"/>
                        <w:r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</w:rPr>
                          <w:t>)=U</w:t>
                        </w:r>
                        <w:r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  <w:vertAlign w:val="subscript"/>
                          </w:rPr>
                          <w:t>0</w:t>
                        </w:r>
                        <w:r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</w:rPr>
                          <w:t>-U</w:t>
                        </w:r>
                        <w:r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  <w:vertAlign w:val="subscript"/>
                          </w:rPr>
                          <w:t>C</w:t>
                        </w:r>
                        <w:r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</w:rPr>
                          <w:t>(</w:t>
                        </w:r>
                        <w:proofErr w:type="spellStart"/>
                        <w:r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</w:rPr>
                          <w:t>t</w:t>
                        </w:r>
                        <w:r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  <w:vertAlign w:val="subscript"/>
                          </w:rPr>
                          <w:t>n</w:t>
                        </w:r>
                        <w:proofErr w:type="spellEnd"/>
                        <w:r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</w:rPr>
                          <w:t>)</w:t>
                        </w:r>
                      </w:p>
                      <w:p w14:paraId="0A5E0255" w14:textId="77777777" w:rsidR="002204B8" w:rsidRPr="008470BC" w:rsidRDefault="002204B8" w:rsidP="002204B8">
                        <w:pPr>
                          <w:spacing w:after="0"/>
                          <w:jc w:val="center"/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</w:rPr>
                        </w:pPr>
                        <w:r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</w:rPr>
                          <w:t>Berechnung der neuen Stromstärke</w:t>
                        </w:r>
                      </w:p>
                      <w:p w14:paraId="538C403C" w14:textId="5974FE81" w:rsidR="002204B8" w:rsidRPr="00BC71EA" w:rsidRDefault="002204B8" w:rsidP="002204B8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proofErr w:type="gramStart"/>
                        <w:r w:rsidRPr="0039734D"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</w:rPr>
                          <w:t>I(</w:t>
                        </w:r>
                        <w:proofErr w:type="spellStart"/>
                        <w:proofErr w:type="gramEnd"/>
                        <w:r w:rsidRPr="0039734D"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</w:rPr>
                          <w:t>t</w:t>
                        </w:r>
                        <w:r w:rsidRPr="0039734D"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  <w:vertAlign w:val="subscript"/>
                          </w:rPr>
                          <w:t>n</w:t>
                        </w:r>
                        <w:proofErr w:type="spellEnd"/>
                        <w:r w:rsidRPr="0039734D"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</w:rPr>
                          <w:t xml:space="preserve"> )=</w:t>
                        </w:r>
                        <w:r>
                          <w:rPr>
                            <w:rFonts w:eastAsiaTheme="minorEastAsia"/>
                            <w:b/>
                            <w:bCs/>
                            <w:color w:val="000000" w:themeColor="text1"/>
                          </w:rPr>
                          <w:t xml:space="preserve">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b/>
                                  <w:bCs/>
                                  <w:i/>
                                  <w:color w:val="000000" w:themeColor="text1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color w:val="000000" w:themeColor="text1"/>
                                </w:rPr>
                                <m:t>U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color w:val="000000" w:themeColor="text1"/>
                                  <w:vertAlign w:val="subscript"/>
                                </w:rPr>
                                <m:t>R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color w:val="000000" w:themeColor="text1"/>
                                </w:rPr>
                                <m:t>(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color w:val="000000" w:themeColor="text1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color w:val="000000" w:themeColor="text1"/>
                                    </w:rPr>
                                    <m:t>n</m:t>
                                  </m:r>
                                </m:sub>
                              </m:s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color w:val="000000" w:themeColor="text1"/>
                                </w:rPr>
                                <m:t>)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color w:val="000000" w:themeColor="text1"/>
                                </w:rPr>
                                <m:t>R</m:t>
                              </m:r>
                            </m:den>
                          </m:f>
                        </m:oMath>
                      </w:p>
                    </w:txbxContent>
                  </v:textbox>
                </v:roundrect>
                <v:roundrect id="Rechteck: abgerundete Ecken 10" o:spid="_x0000_s1032" style="position:absolute;left:7048;top:58769;width:15907;height:5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" fillcolor="yellow" strokecolor="#243f60 [1604]" strokeweight="2pt">
                  <v:textbox>
                    <w:txbxContent>
                      <w:p w14:paraId="135CC566" w14:textId="77777777" w:rsidR="002204B8" w:rsidRPr="0039734D" w:rsidRDefault="002204B8" w:rsidP="002204B8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r w:rsidRPr="0039734D">
                          <w:rPr>
                            <w:b/>
                            <w:bCs/>
                            <w:color w:val="000000" w:themeColor="text1"/>
                          </w:rPr>
                          <w:t xml:space="preserve">Neue Zeit: </w:t>
                        </w:r>
                      </w:p>
                      <w:p w14:paraId="690DA295" w14:textId="77777777" w:rsidR="002204B8" w:rsidRPr="0039734D" w:rsidRDefault="002204B8" w:rsidP="002204B8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r w:rsidRPr="0039734D">
                          <w:rPr>
                            <w:b/>
                            <w:bCs/>
                            <w:color w:val="000000" w:themeColor="text1"/>
                          </w:rPr>
                          <w:t>t</w:t>
                        </w:r>
                        <w:r w:rsidRPr="0039734D">
                          <w:rPr>
                            <w:b/>
                            <w:bCs/>
                            <w:color w:val="000000" w:themeColor="text1"/>
                            <w:vertAlign w:val="subscript"/>
                          </w:rPr>
                          <w:t>n+1</w:t>
                        </w:r>
                        <w:r w:rsidRPr="0039734D">
                          <w:rPr>
                            <w:b/>
                            <w:bCs/>
                            <w:color w:val="000000" w:themeColor="text1"/>
                          </w:rPr>
                          <w:t xml:space="preserve"> = </w:t>
                        </w:r>
                        <w:proofErr w:type="spellStart"/>
                        <w:r w:rsidRPr="0039734D">
                          <w:rPr>
                            <w:b/>
                            <w:bCs/>
                            <w:color w:val="000000" w:themeColor="text1"/>
                          </w:rPr>
                          <w:t>t</w:t>
                        </w:r>
                        <w:r w:rsidRPr="0039734D">
                          <w:rPr>
                            <w:b/>
                            <w:bCs/>
                            <w:color w:val="000000" w:themeColor="text1"/>
                            <w:vertAlign w:val="subscript"/>
                          </w:rPr>
                          <w:t>n</w:t>
                        </w:r>
                        <w:proofErr w:type="spellEnd"/>
                        <w:r w:rsidRPr="0039734D">
                          <w:rPr>
                            <w:b/>
                            <w:bCs/>
                            <w:color w:val="000000" w:themeColor="text1"/>
                          </w:rPr>
                          <w:t xml:space="preserve"> +</w:t>
                        </w:r>
                        <w:proofErr w:type="spellStart"/>
                        <w:r w:rsidRPr="0039734D">
                          <w:rPr>
                            <w:rFonts w:cstheme="minorHAnsi"/>
                            <w:b/>
                            <w:bCs/>
                            <w:color w:val="000000" w:themeColor="text1"/>
                          </w:rPr>
                          <w:t>Δ</w:t>
                        </w:r>
                        <w:r w:rsidRPr="0039734D">
                          <w:rPr>
                            <w:b/>
                            <w:bCs/>
                            <w:color w:val="000000" w:themeColor="text1"/>
                          </w:rPr>
                          <w:t>t</w:t>
                        </w:r>
                        <w:proofErr w:type="spellEnd"/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1" o:spid="_x0000_s1033" type="#_x0000_t32" style="position:absolute;left:15144;top:10858;width:0;height:3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" strokecolor="#4579b8 [3044]" strokeweight="2.25pt">
                  <v:stroke endarrow="block"/>
                </v:shape>
                <v:shape id="Gerade Verbindung mit Pfeil 12" o:spid="_x0000_s1034" type="#_x0000_t32" style="position:absolute;left:15144;top:2524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" strokecolor="#4579b8 [3044]" strokeweight="2.25pt">
                  <v:stroke endarrow="block"/>
                </v:shape>
                <v:shape id="Gerade Verbindung mit Pfeil 13" o:spid="_x0000_s1035" type="#_x0000_t32" style="position:absolute;left:30003;top:32569;width:7620;height: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" strokecolor="#4579b8 [3044]" strokeweight="2.25pt">
                  <v:stroke endarrow="block"/>
                </v:shape>
                <v:shape id="Gerade Verbindung mit Pfeil 15" o:spid="_x0000_s1036" type="#_x0000_t32" style="position:absolute;left:15001;top:37811;width:0;height:25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" strokecolor="#4579b8 [3044]" strokeweight="2.25pt">
                  <v:stroke endarrow="block"/>
                </v:shape>
                <v:shapetype id="_x0000_t35" coordsize="21600,21600" o:spt="35" o:oned="t" adj="10800,10800" path="m,l@0,0@0@1,21600@1,21600,21600e" filled="f">
                  <v:stroke joinstyle="miter"/>
                  <v:formulas>
                    <v:f eqn="val #0"/>
                    <v:f eqn="val #1"/>
                    <v:f eqn="mid #0 width"/>
                    <v:f eqn="prod #1 1 2"/>
                  </v:formulas>
                  <v:path arrowok="t" fillok="f" o:connecttype="none"/>
                  <v:handles>
                    <v:h position="#0,@3"/>
                    <v:h position="@2,#1"/>
                  </v:handles>
                  <o:lock v:ext="edit" shapetype="t"/>
                </v:shapetype>
                <v:shape id="Verbinder: gewinkelt 16" o:spid="_x0000_s1037" type="#_x0000_t35" style="position:absolute;left:-10739;top:43362;width:36528;height:15049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" adj="-211,24881" strokecolor="#4579b8 [3044]" strokeweight="2.25pt">
                  <v:stroke endarrow="block"/>
                </v:shape>
                <v:line id="Gerader Verbinder 17" o:spid="_x0000_s1038" style="position:absolute;flip:x;visibility:visible;mso-wrap-style:square" from="15001,64293" to="15144,69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" strokecolor="#4f81bd [3204]" strokeweight="2.25pt"/>
                <v:shape id="Gerade Verbindung mit Pfeil 18" o:spid="_x0000_s1039" type="#_x0000_t32" style="position:absolute;left:15049;top:54197;width:95;height:46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" strokecolor="#4579b8 [3044]" strokeweight="2.25pt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0" type="#_x0000_t202" style="position:absolute;left:32480;top:29115;width:3524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" stroked="f">
                  <v:textbox>
                    <w:txbxContent>
                      <w:p w14:paraId="1EB84FEF" w14:textId="77777777" w:rsidR="002204B8" w:rsidRPr="0039734D" w:rsidRDefault="002204B8" w:rsidP="002204B8">
                        <w:pPr>
                          <w:rPr>
                            <w:b/>
                            <w:bCs/>
                            <w:color w:val="000000" w:themeColor="text1"/>
                          </w:rPr>
                        </w:pPr>
                        <w:r w:rsidRPr="0039734D">
                          <w:rPr>
                            <w:b/>
                            <w:bCs/>
                            <w:color w:val="000000" w:themeColor="text1"/>
                          </w:rPr>
                          <w:t>Ja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1A9AD9F" w14:textId="7C0176AB" w:rsidR="004A69AD" w:rsidRPr="0092100F" w:rsidRDefault="004A69AD" w:rsidP="004A69AD">
      <w:pPr>
        <w:pStyle w:val="Listenabsatz"/>
        <w:rPr>
          <w:rFonts w:eastAsiaTheme="minorEastAsia"/>
        </w:rPr>
      </w:pPr>
    </w:p>
    <w:p w14:paraId="212E4F2D" w14:textId="5384578C" w:rsidR="004A69AD" w:rsidRDefault="004A69AD" w:rsidP="004A69AD">
      <w:pPr>
        <w:pStyle w:val="Listenabsatz"/>
        <w:spacing w:after="60"/>
        <w:ind w:left="709"/>
        <w:contextualSpacing w:val="0"/>
        <w:jc w:val="left"/>
      </w:pPr>
    </w:p>
    <w:p w14:paraId="57AC6130" w14:textId="77777777" w:rsidR="00AD4158" w:rsidRDefault="00AD4158" w:rsidP="004A69AD">
      <w:pPr>
        <w:spacing w:after="60"/>
        <w:jc w:val="left"/>
        <w:rPr>
          <w:b/>
          <w:bCs/>
        </w:rPr>
      </w:pPr>
    </w:p>
    <w:p w14:paraId="6369C3CD" w14:textId="77777777" w:rsidR="00AD4158" w:rsidRDefault="00AD4158" w:rsidP="004A69AD">
      <w:pPr>
        <w:spacing w:after="60"/>
        <w:jc w:val="left"/>
        <w:rPr>
          <w:b/>
          <w:bCs/>
        </w:rPr>
      </w:pPr>
    </w:p>
    <w:p w14:paraId="130CC30E" w14:textId="77777777" w:rsidR="00AD4158" w:rsidRDefault="00AD4158" w:rsidP="004A69AD">
      <w:pPr>
        <w:spacing w:after="60"/>
        <w:jc w:val="left"/>
        <w:rPr>
          <w:b/>
          <w:bCs/>
        </w:rPr>
      </w:pPr>
    </w:p>
    <w:p w14:paraId="008A1432" w14:textId="77777777" w:rsidR="00AD4158" w:rsidRDefault="00AD4158" w:rsidP="004A69AD">
      <w:pPr>
        <w:spacing w:after="60"/>
        <w:jc w:val="left"/>
        <w:rPr>
          <w:b/>
          <w:bCs/>
        </w:rPr>
      </w:pPr>
    </w:p>
    <w:p w14:paraId="3822FAF2" w14:textId="7E72D327" w:rsidR="00AD4158" w:rsidRDefault="00AD4158" w:rsidP="004A69AD">
      <w:pPr>
        <w:spacing w:after="60"/>
        <w:jc w:val="left"/>
        <w:rPr>
          <w:b/>
          <w:bCs/>
        </w:rPr>
      </w:pPr>
    </w:p>
    <w:p w14:paraId="161B8B36" w14:textId="39B85CD3" w:rsidR="00AD4158" w:rsidRDefault="00AD4158" w:rsidP="004A69AD">
      <w:pPr>
        <w:spacing w:after="60"/>
        <w:jc w:val="left"/>
        <w:rPr>
          <w:b/>
          <w:bCs/>
        </w:rPr>
      </w:pPr>
    </w:p>
    <w:p w14:paraId="70CDEC0E" w14:textId="26E5DA63" w:rsidR="00AD4158" w:rsidRDefault="00AD4158" w:rsidP="004A69AD">
      <w:pPr>
        <w:spacing w:after="60"/>
        <w:jc w:val="left"/>
        <w:rPr>
          <w:b/>
          <w:bCs/>
        </w:rPr>
      </w:pPr>
    </w:p>
    <w:p w14:paraId="39D5EDBA" w14:textId="77777777" w:rsidR="00AD4158" w:rsidRDefault="00AD4158" w:rsidP="004A69AD">
      <w:pPr>
        <w:spacing w:after="60"/>
        <w:jc w:val="left"/>
        <w:rPr>
          <w:b/>
          <w:bCs/>
        </w:rPr>
      </w:pPr>
    </w:p>
    <w:p w14:paraId="2F525393" w14:textId="77777777" w:rsidR="00AD4158" w:rsidRDefault="00AD4158" w:rsidP="004A69AD">
      <w:pPr>
        <w:spacing w:after="60"/>
        <w:jc w:val="left"/>
        <w:rPr>
          <w:b/>
          <w:bCs/>
        </w:rPr>
      </w:pPr>
    </w:p>
    <w:p w14:paraId="7F686BD2" w14:textId="77777777" w:rsidR="00AD4158" w:rsidRDefault="00AD4158" w:rsidP="004A69AD">
      <w:pPr>
        <w:spacing w:after="60"/>
        <w:jc w:val="left"/>
        <w:rPr>
          <w:b/>
          <w:bCs/>
        </w:rPr>
      </w:pPr>
    </w:p>
    <w:p w14:paraId="0AF25900" w14:textId="77777777" w:rsidR="00AD4158" w:rsidRDefault="00AD4158" w:rsidP="004A69AD">
      <w:pPr>
        <w:spacing w:after="60"/>
        <w:jc w:val="left"/>
        <w:rPr>
          <w:b/>
          <w:bCs/>
        </w:rPr>
      </w:pPr>
    </w:p>
    <w:p w14:paraId="3EA986B4" w14:textId="77777777" w:rsidR="00AD4158" w:rsidRDefault="00AD4158" w:rsidP="004A69AD">
      <w:pPr>
        <w:spacing w:after="60"/>
        <w:jc w:val="left"/>
        <w:rPr>
          <w:b/>
          <w:bCs/>
        </w:rPr>
      </w:pPr>
    </w:p>
    <w:p w14:paraId="38C1D0C4" w14:textId="311AEA8B" w:rsidR="00AD4158" w:rsidRDefault="00AD4158" w:rsidP="004A69AD">
      <w:pPr>
        <w:spacing w:after="60"/>
        <w:jc w:val="left"/>
        <w:rPr>
          <w:b/>
          <w:bCs/>
        </w:rPr>
      </w:pPr>
    </w:p>
    <w:p w14:paraId="36EB59EF" w14:textId="70A4AD7C" w:rsidR="00C63198" w:rsidRPr="00902FA6" w:rsidRDefault="00A90CE3" w:rsidP="004A69AD">
      <w:pPr>
        <w:pStyle w:val="Listenabsatz"/>
        <w:spacing w:after="60"/>
        <w:ind w:left="709"/>
        <w:contextualSpacing w:val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E3D9A0" wp14:editId="78A069D3">
                <wp:simplePos x="0" y="0"/>
                <wp:positionH relativeFrom="margin">
                  <wp:align>center</wp:align>
                </wp:positionH>
                <wp:positionV relativeFrom="paragraph">
                  <wp:posOffset>1337945</wp:posOffset>
                </wp:positionV>
                <wp:extent cx="600075" cy="343535"/>
                <wp:effectExtent l="0" t="0" r="9525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A300E" w14:textId="6B0167AB" w:rsidR="00A90CE3" w:rsidRPr="0039734D" w:rsidRDefault="00A90CE3" w:rsidP="00A90CE3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nein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E3D9A0" id="Textfeld 2" o:spid="_x0000_s1041" type="#_x0000_t202" style="position:absolute;left:0;text-align:left;margin-left:0;margin-top:105.35pt;width:47.25pt;height:27.05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" stroked="f">
                <v:textbox>
                  <w:txbxContent>
                    <w:p w14:paraId="23EA300E" w14:textId="6B0167AB" w:rsidR="00A90CE3" w:rsidRPr="0039734D" w:rsidRDefault="00A90CE3" w:rsidP="00A90CE3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nein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63198" w:rsidRPr="00902FA6" w:rsidSect="00581D91">
      <w:headerReference w:type="default" r:id="rId8"/>
      <w:footerReference w:type="even" r:id="rId9"/>
      <w:footerReference w:type="default" r:id="rId10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3CDEA" w14:textId="77777777" w:rsidR="00DF187C" w:rsidRDefault="00DF187C" w:rsidP="00762DC9">
      <w:pPr>
        <w:spacing w:after="0" w:line="240" w:lineRule="auto"/>
      </w:pPr>
      <w:r>
        <w:separator/>
      </w:r>
    </w:p>
  </w:endnote>
  <w:endnote w:type="continuationSeparator" w:id="0">
    <w:p w14:paraId="066051B4" w14:textId="77777777" w:rsidR="00DF187C" w:rsidRDefault="00DF187C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20319BF2" w:rsidR="009A6261" w:rsidRDefault="00B91F8B" w:rsidP="00B91F8B">
    <w:pPr>
      <w:pStyle w:val="Fuzeile"/>
      <w:spacing w:line="360" w:lineRule="auto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43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E758BD">
      <w:t>Dr. U. Wienbruch</w:t>
    </w:r>
    <w:r>
      <w:t xml:space="preserve"> </w:t>
    </w:r>
    <w:hyperlink r:id="rId1" w:history="1">
      <w:r w:rsidRPr="00A17FF2">
        <w:rPr>
          <w:rStyle w:val="Hyperlink"/>
        </w:rPr>
        <w:t>CC BY 4.0</w:t>
      </w:r>
    </w:hyperlink>
    <w:r>
      <w:t xml:space="preserve"> </w:t>
    </w:r>
    <w:r w:rsidR="00B80377">
      <w:t xml:space="preserve">              </w:t>
    </w:r>
    <w:r w:rsidR="00B80377">
      <w:t>225</w:t>
    </w:r>
    <w:r w:rsidR="00B80377">
      <w:t>4</w:t>
    </w:r>
    <w:r w:rsidR="00B80377">
      <w:t>_</w:t>
    </w:r>
    <w:r w:rsidR="00B80377">
      <w:t xml:space="preserve">flussdiagramm_ladevorgang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4</w:t>
      </w:r>
    </w:fldSimple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D6705" w14:textId="77777777" w:rsidR="00DF187C" w:rsidRDefault="00DF187C" w:rsidP="00762DC9">
      <w:pPr>
        <w:spacing w:after="0" w:line="240" w:lineRule="auto"/>
      </w:pPr>
      <w:r>
        <w:separator/>
      </w:r>
    </w:p>
  </w:footnote>
  <w:footnote w:type="continuationSeparator" w:id="0">
    <w:p w14:paraId="77816A9C" w14:textId="77777777" w:rsidR="00DF187C" w:rsidRDefault="00DF187C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61DEF6B1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120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4368D43" w14:textId="74FA14A8" w:rsidR="002204B8" w:rsidRPr="002204B8" w:rsidRDefault="002204B8" w:rsidP="002204B8">
                          <w:pPr>
                            <w:jc w:val="center"/>
                            <w:rPr>
                              <w:color w:val="000000" w:themeColor="text1"/>
                              <w:sz w:val="32"/>
                              <w:szCs w:val="32"/>
                            </w:rPr>
                          </w:pPr>
                          <w:r w:rsidRPr="002204B8">
                            <w:rPr>
                              <w:b/>
                              <w:color w:val="000000" w:themeColor="text1"/>
                              <w:sz w:val="32"/>
                              <w:szCs w:val="32"/>
                            </w:rPr>
                            <w:t>Modellierung Aufladung Kondensator: Flussdiagramm</w:t>
                          </w:r>
                        </w:p>
                        <w:p w14:paraId="0E78DBA0" w14:textId="2F275D64" w:rsidR="00FC5F3F" w:rsidRPr="00236C2B" w:rsidRDefault="00FC5F3F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42" style="position:absolute;left:0;text-align:left;margin-left:0;margin-top:2.2pt;width:481.9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" fillcolor="#d8d8d8 [2732]" stroked="f" strokeweight="2pt">
              <v:textbox>
                <w:txbxContent>
                  <w:p w14:paraId="14368D43" w14:textId="74FA14A8" w:rsidR="002204B8" w:rsidRPr="002204B8" w:rsidRDefault="002204B8" w:rsidP="002204B8">
                    <w:pPr>
                      <w:jc w:val="center"/>
                      <w:rPr>
                        <w:color w:val="000000" w:themeColor="text1"/>
                        <w:sz w:val="32"/>
                        <w:szCs w:val="32"/>
                      </w:rPr>
                    </w:pPr>
                    <w:r w:rsidRPr="002204B8">
                      <w:rPr>
                        <w:b/>
                        <w:color w:val="000000" w:themeColor="text1"/>
                        <w:sz w:val="32"/>
                        <w:szCs w:val="32"/>
                      </w:rPr>
                      <w:t>Modellierung Aufladung Kondensator: Flussdiagramm</w:t>
                    </w:r>
                  </w:p>
                  <w:p w14:paraId="0E78DBA0" w14:textId="2F275D64" w:rsidR="00FC5F3F" w:rsidRPr="00236C2B" w:rsidRDefault="00FC5F3F" w:rsidP="00FC5F3F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3D96D045">
              <wp:simplePos x="0" y="0"/>
              <wp:positionH relativeFrom="column">
                <wp:posOffset>-166370</wp:posOffset>
              </wp:positionH>
              <wp:positionV relativeFrom="paragraph">
                <wp:posOffset>17145</wp:posOffset>
              </wp:positionV>
              <wp:extent cx="6115050" cy="9772650"/>
              <wp:effectExtent l="9525" t="9525" r="9525" b="9525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86FED" id="Rectangle 41" o:spid="_x0000_s1026" style="position:absolute;margin-left:-13.1pt;margin-top:1.35pt;width:481.5pt;height:769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D34B0"/>
    <w:multiLevelType w:val="hybridMultilevel"/>
    <w:tmpl w:val="61D6C5E8"/>
    <w:lvl w:ilvl="0" w:tplc="D0ECABA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19"/>
  </w:num>
  <w:num w:numId="2" w16cid:durableId="1803225420">
    <w:abstractNumId w:val="0"/>
  </w:num>
  <w:num w:numId="3" w16cid:durableId="870611624">
    <w:abstractNumId w:val="13"/>
  </w:num>
  <w:num w:numId="4" w16cid:durableId="291638428">
    <w:abstractNumId w:val="20"/>
  </w:num>
  <w:num w:numId="5" w16cid:durableId="169411284">
    <w:abstractNumId w:val="12"/>
  </w:num>
  <w:num w:numId="6" w16cid:durableId="1029331419">
    <w:abstractNumId w:val="9"/>
  </w:num>
  <w:num w:numId="7" w16cid:durableId="502622797">
    <w:abstractNumId w:val="6"/>
  </w:num>
  <w:num w:numId="8" w16cid:durableId="1263150391">
    <w:abstractNumId w:val="16"/>
  </w:num>
  <w:num w:numId="9" w16cid:durableId="1664822022">
    <w:abstractNumId w:val="10"/>
  </w:num>
  <w:num w:numId="10" w16cid:durableId="1698196000">
    <w:abstractNumId w:val="2"/>
  </w:num>
  <w:num w:numId="11" w16cid:durableId="609123686">
    <w:abstractNumId w:val="18"/>
  </w:num>
  <w:num w:numId="12" w16cid:durableId="1504737416">
    <w:abstractNumId w:val="25"/>
  </w:num>
  <w:num w:numId="13" w16cid:durableId="231670708">
    <w:abstractNumId w:val="1"/>
  </w:num>
  <w:num w:numId="14" w16cid:durableId="922907581">
    <w:abstractNumId w:val="5"/>
  </w:num>
  <w:num w:numId="15" w16cid:durableId="1417244916">
    <w:abstractNumId w:val="15"/>
  </w:num>
  <w:num w:numId="16" w16cid:durableId="123234397">
    <w:abstractNumId w:val="22"/>
  </w:num>
  <w:num w:numId="17" w16cid:durableId="1708523969">
    <w:abstractNumId w:val="17"/>
  </w:num>
  <w:num w:numId="18" w16cid:durableId="692070679">
    <w:abstractNumId w:val="3"/>
  </w:num>
  <w:num w:numId="19" w16cid:durableId="290332073">
    <w:abstractNumId w:val="8"/>
  </w:num>
  <w:num w:numId="20" w16cid:durableId="1822842311">
    <w:abstractNumId w:val="11"/>
  </w:num>
  <w:num w:numId="21" w16cid:durableId="1607887270">
    <w:abstractNumId w:val="24"/>
  </w:num>
  <w:num w:numId="22" w16cid:durableId="777985800">
    <w:abstractNumId w:val="7"/>
  </w:num>
  <w:num w:numId="23" w16cid:durableId="343020963">
    <w:abstractNumId w:val="23"/>
  </w:num>
  <w:num w:numId="24" w16cid:durableId="597835579">
    <w:abstractNumId w:val="21"/>
  </w:num>
  <w:num w:numId="25" w16cid:durableId="227036075">
    <w:abstractNumId w:val="4"/>
  </w:num>
  <w:num w:numId="26" w16cid:durableId="5511633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419"/>
    <w:rsid w:val="00002465"/>
    <w:rsid w:val="000035C3"/>
    <w:rsid w:val="00003A91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AA"/>
    <w:rsid w:val="00030EF2"/>
    <w:rsid w:val="000320A8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B0B3E"/>
    <w:rsid w:val="000B304E"/>
    <w:rsid w:val="000B3326"/>
    <w:rsid w:val="000B44CD"/>
    <w:rsid w:val="000B4AB3"/>
    <w:rsid w:val="000B4DFC"/>
    <w:rsid w:val="000B625B"/>
    <w:rsid w:val="000B6560"/>
    <w:rsid w:val="000B718D"/>
    <w:rsid w:val="000C10D0"/>
    <w:rsid w:val="000C45F6"/>
    <w:rsid w:val="000C47B2"/>
    <w:rsid w:val="000C4E18"/>
    <w:rsid w:val="000C50CA"/>
    <w:rsid w:val="000C5515"/>
    <w:rsid w:val="000C68A1"/>
    <w:rsid w:val="000D027C"/>
    <w:rsid w:val="000D11DA"/>
    <w:rsid w:val="000D199B"/>
    <w:rsid w:val="000D204D"/>
    <w:rsid w:val="000D2AE4"/>
    <w:rsid w:val="000D3942"/>
    <w:rsid w:val="000D3C3B"/>
    <w:rsid w:val="000D3ED1"/>
    <w:rsid w:val="000D4051"/>
    <w:rsid w:val="000D4647"/>
    <w:rsid w:val="000D49D1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40894"/>
    <w:rsid w:val="00142B0D"/>
    <w:rsid w:val="00142D28"/>
    <w:rsid w:val="001439C5"/>
    <w:rsid w:val="00143E07"/>
    <w:rsid w:val="001445A7"/>
    <w:rsid w:val="0014758C"/>
    <w:rsid w:val="00150232"/>
    <w:rsid w:val="00151025"/>
    <w:rsid w:val="001529E2"/>
    <w:rsid w:val="00153474"/>
    <w:rsid w:val="00155413"/>
    <w:rsid w:val="00157E19"/>
    <w:rsid w:val="0016035D"/>
    <w:rsid w:val="00160441"/>
    <w:rsid w:val="00160443"/>
    <w:rsid w:val="00161CD0"/>
    <w:rsid w:val="00161CD1"/>
    <w:rsid w:val="00163676"/>
    <w:rsid w:val="00165495"/>
    <w:rsid w:val="00165B21"/>
    <w:rsid w:val="00167A04"/>
    <w:rsid w:val="00167D0F"/>
    <w:rsid w:val="00170045"/>
    <w:rsid w:val="001701B5"/>
    <w:rsid w:val="001710DF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841"/>
    <w:rsid w:val="00187E17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D0F0B"/>
    <w:rsid w:val="001D1EAF"/>
    <w:rsid w:val="001D368C"/>
    <w:rsid w:val="001D3B40"/>
    <w:rsid w:val="001D46CD"/>
    <w:rsid w:val="001D4C4A"/>
    <w:rsid w:val="001D53B0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506A"/>
    <w:rsid w:val="001F66D7"/>
    <w:rsid w:val="001F761B"/>
    <w:rsid w:val="002013F1"/>
    <w:rsid w:val="00201685"/>
    <w:rsid w:val="00202E7E"/>
    <w:rsid w:val="002030B3"/>
    <w:rsid w:val="00203649"/>
    <w:rsid w:val="002043E5"/>
    <w:rsid w:val="002044BD"/>
    <w:rsid w:val="00204C96"/>
    <w:rsid w:val="0020554B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7877"/>
    <w:rsid w:val="002204B8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A99"/>
    <w:rsid w:val="00226E94"/>
    <w:rsid w:val="00227F1F"/>
    <w:rsid w:val="002310EE"/>
    <w:rsid w:val="002321F7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40AA"/>
    <w:rsid w:val="0024419E"/>
    <w:rsid w:val="00244A26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FF3"/>
    <w:rsid w:val="00282ADF"/>
    <w:rsid w:val="002833A5"/>
    <w:rsid w:val="00284439"/>
    <w:rsid w:val="00285086"/>
    <w:rsid w:val="002860DF"/>
    <w:rsid w:val="00290476"/>
    <w:rsid w:val="0029184F"/>
    <w:rsid w:val="002922B5"/>
    <w:rsid w:val="002926C9"/>
    <w:rsid w:val="00292E33"/>
    <w:rsid w:val="0029378A"/>
    <w:rsid w:val="00293F33"/>
    <w:rsid w:val="0029512D"/>
    <w:rsid w:val="0029585E"/>
    <w:rsid w:val="00296835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9C3"/>
    <w:rsid w:val="002E341B"/>
    <w:rsid w:val="002E6EBC"/>
    <w:rsid w:val="002E791B"/>
    <w:rsid w:val="002E7B68"/>
    <w:rsid w:val="002F03C0"/>
    <w:rsid w:val="002F04A3"/>
    <w:rsid w:val="002F1FEB"/>
    <w:rsid w:val="002F2847"/>
    <w:rsid w:val="002F2C00"/>
    <w:rsid w:val="002F5AB2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7174"/>
    <w:rsid w:val="00330C17"/>
    <w:rsid w:val="00331BD3"/>
    <w:rsid w:val="00331D4C"/>
    <w:rsid w:val="00332D44"/>
    <w:rsid w:val="0033311E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1391"/>
    <w:rsid w:val="00361927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ED0"/>
    <w:rsid w:val="00387AE9"/>
    <w:rsid w:val="00387F69"/>
    <w:rsid w:val="003901E8"/>
    <w:rsid w:val="00391549"/>
    <w:rsid w:val="00392412"/>
    <w:rsid w:val="00392F97"/>
    <w:rsid w:val="00393CBD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1BEB"/>
    <w:rsid w:val="003B1FC5"/>
    <w:rsid w:val="003B1FCE"/>
    <w:rsid w:val="003B56C1"/>
    <w:rsid w:val="003B572C"/>
    <w:rsid w:val="003B5C01"/>
    <w:rsid w:val="003C1399"/>
    <w:rsid w:val="003C20E5"/>
    <w:rsid w:val="003C2453"/>
    <w:rsid w:val="003C4636"/>
    <w:rsid w:val="003C5078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204"/>
    <w:rsid w:val="003E6818"/>
    <w:rsid w:val="003E6F5B"/>
    <w:rsid w:val="003E74F8"/>
    <w:rsid w:val="003F0BE3"/>
    <w:rsid w:val="003F2CA5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128F"/>
    <w:rsid w:val="00441B17"/>
    <w:rsid w:val="00441BD4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69AD"/>
    <w:rsid w:val="004A786B"/>
    <w:rsid w:val="004B0C79"/>
    <w:rsid w:val="004B104A"/>
    <w:rsid w:val="004B1089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2881"/>
    <w:rsid w:val="004F37AE"/>
    <w:rsid w:val="004F3984"/>
    <w:rsid w:val="004F3A22"/>
    <w:rsid w:val="004F3C42"/>
    <w:rsid w:val="004F4284"/>
    <w:rsid w:val="00500759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4A4"/>
    <w:rsid w:val="00513E7E"/>
    <w:rsid w:val="00514D8E"/>
    <w:rsid w:val="00515056"/>
    <w:rsid w:val="00515490"/>
    <w:rsid w:val="00517D4A"/>
    <w:rsid w:val="005200DC"/>
    <w:rsid w:val="00521281"/>
    <w:rsid w:val="0052138B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3030D"/>
    <w:rsid w:val="00530EC7"/>
    <w:rsid w:val="0053191F"/>
    <w:rsid w:val="00531D81"/>
    <w:rsid w:val="0053467F"/>
    <w:rsid w:val="00535FCB"/>
    <w:rsid w:val="005363FA"/>
    <w:rsid w:val="00537084"/>
    <w:rsid w:val="005400A6"/>
    <w:rsid w:val="005400D6"/>
    <w:rsid w:val="005402B2"/>
    <w:rsid w:val="005405CF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2742"/>
    <w:rsid w:val="005939DE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3ACB"/>
    <w:rsid w:val="005C3F13"/>
    <w:rsid w:val="005C425F"/>
    <w:rsid w:val="005C589F"/>
    <w:rsid w:val="005C6D14"/>
    <w:rsid w:val="005D2438"/>
    <w:rsid w:val="005D573F"/>
    <w:rsid w:val="005D71A2"/>
    <w:rsid w:val="005D78FF"/>
    <w:rsid w:val="005D7ABD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56BB"/>
    <w:rsid w:val="00615E89"/>
    <w:rsid w:val="00616CEC"/>
    <w:rsid w:val="006177B3"/>
    <w:rsid w:val="00617B16"/>
    <w:rsid w:val="00617F7D"/>
    <w:rsid w:val="006203EA"/>
    <w:rsid w:val="006205D4"/>
    <w:rsid w:val="00620CFC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1414"/>
    <w:rsid w:val="00633355"/>
    <w:rsid w:val="00633C05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779A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805CA"/>
    <w:rsid w:val="00681108"/>
    <w:rsid w:val="00681F2C"/>
    <w:rsid w:val="006826DD"/>
    <w:rsid w:val="00682AE4"/>
    <w:rsid w:val="00684153"/>
    <w:rsid w:val="006846E9"/>
    <w:rsid w:val="006854E6"/>
    <w:rsid w:val="0068569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7697"/>
    <w:rsid w:val="006A04D7"/>
    <w:rsid w:val="006A071B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553"/>
    <w:rsid w:val="006C1995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34D0"/>
    <w:rsid w:val="007037FD"/>
    <w:rsid w:val="00703BAB"/>
    <w:rsid w:val="00704488"/>
    <w:rsid w:val="0070475E"/>
    <w:rsid w:val="007048AE"/>
    <w:rsid w:val="00707085"/>
    <w:rsid w:val="00707440"/>
    <w:rsid w:val="007101C6"/>
    <w:rsid w:val="007113EF"/>
    <w:rsid w:val="00711A02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B1F"/>
    <w:rsid w:val="00732815"/>
    <w:rsid w:val="00733A7D"/>
    <w:rsid w:val="00733D28"/>
    <w:rsid w:val="0073716C"/>
    <w:rsid w:val="007438EA"/>
    <w:rsid w:val="00744278"/>
    <w:rsid w:val="00744C75"/>
    <w:rsid w:val="00745218"/>
    <w:rsid w:val="00746F9E"/>
    <w:rsid w:val="00750006"/>
    <w:rsid w:val="007501E6"/>
    <w:rsid w:val="00750DC7"/>
    <w:rsid w:val="00751543"/>
    <w:rsid w:val="007532D4"/>
    <w:rsid w:val="007536E8"/>
    <w:rsid w:val="0075514A"/>
    <w:rsid w:val="0075520F"/>
    <w:rsid w:val="0075682A"/>
    <w:rsid w:val="00757678"/>
    <w:rsid w:val="00757F95"/>
    <w:rsid w:val="007624AD"/>
    <w:rsid w:val="00762A15"/>
    <w:rsid w:val="00762DC9"/>
    <w:rsid w:val="00762E16"/>
    <w:rsid w:val="00762EB4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8D4"/>
    <w:rsid w:val="00775229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3312"/>
    <w:rsid w:val="007833B1"/>
    <w:rsid w:val="007838B1"/>
    <w:rsid w:val="00783FBB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ECD"/>
    <w:rsid w:val="00792CD9"/>
    <w:rsid w:val="00793049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637"/>
    <w:rsid w:val="007A4603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D76"/>
    <w:rsid w:val="007B61BF"/>
    <w:rsid w:val="007B667E"/>
    <w:rsid w:val="007B6839"/>
    <w:rsid w:val="007B6E77"/>
    <w:rsid w:val="007B7AB7"/>
    <w:rsid w:val="007C1854"/>
    <w:rsid w:val="007C244D"/>
    <w:rsid w:val="007C319D"/>
    <w:rsid w:val="007C37CE"/>
    <w:rsid w:val="007C59A4"/>
    <w:rsid w:val="007C76F9"/>
    <w:rsid w:val="007C7AA7"/>
    <w:rsid w:val="007D0733"/>
    <w:rsid w:val="007D1862"/>
    <w:rsid w:val="007D18D3"/>
    <w:rsid w:val="007D225A"/>
    <w:rsid w:val="007D32C1"/>
    <w:rsid w:val="007D4911"/>
    <w:rsid w:val="007D4B37"/>
    <w:rsid w:val="007D63E7"/>
    <w:rsid w:val="007D6C11"/>
    <w:rsid w:val="007D713B"/>
    <w:rsid w:val="007D7B50"/>
    <w:rsid w:val="007D7DF0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73D8"/>
    <w:rsid w:val="00827B69"/>
    <w:rsid w:val="00830B36"/>
    <w:rsid w:val="00831E21"/>
    <w:rsid w:val="008330F5"/>
    <w:rsid w:val="0083511E"/>
    <w:rsid w:val="00835AC6"/>
    <w:rsid w:val="00836C06"/>
    <w:rsid w:val="00837D71"/>
    <w:rsid w:val="008401EE"/>
    <w:rsid w:val="0084217A"/>
    <w:rsid w:val="00842538"/>
    <w:rsid w:val="0084300F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7AF5"/>
    <w:rsid w:val="0087066B"/>
    <w:rsid w:val="00870F57"/>
    <w:rsid w:val="00873E3A"/>
    <w:rsid w:val="0087510B"/>
    <w:rsid w:val="00875327"/>
    <w:rsid w:val="00875F46"/>
    <w:rsid w:val="00876A8F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A58"/>
    <w:rsid w:val="008A5628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C0499"/>
    <w:rsid w:val="008C0ACD"/>
    <w:rsid w:val="008C161B"/>
    <w:rsid w:val="008C179F"/>
    <w:rsid w:val="008C2B06"/>
    <w:rsid w:val="008C50DC"/>
    <w:rsid w:val="008C627F"/>
    <w:rsid w:val="008C73E6"/>
    <w:rsid w:val="008D1DEF"/>
    <w:rsid w:val="008D2271"/>
    <w:rsid w:val="008D2455"/>
    <w:rsid w:val="008D2FE9"/>
    <w:rsid w:val="008D361D"/>
    <w:rsid w:val="008D3676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8FB"/>
    <w:rsid w:val="008F203C"/>
    <w:rsid w:val="008F2ED2"/>
    <w:rsid w:val="008F3955"/>
    <w:rsid w:val="008F4452"/>
    <w:rsid w:val="008F5930"/>
    <w:rsid w:val="008F5A57"/>
    <w:rsid w:val="009019DD"/>
    <w:rsid w:val="00901CAA"/>
    <w:rsid w:val="0090200E"/>
    <w:rsid w:val="00902FA6"/>
    <w:rsid w:val="0090353A"/>
    <w:rsid w:val="00904C5F"/>
    <w:rsid w:val="00905DB4"/>
    <w:rsid w:val="00906E7D"/>
    <w:rsid w:val="00907A06"/>
    <w:rsid w:val="0091161F"/>
    <w:rsid w:val="00912243"/>
    <w:rsid w:val="00912E01"/>
    <w:rsid w:val="0091363C"/>
    <w:rsid w:val="00913D66"/>
    <w:rsid w:val="0091499E"/>
    <w:rsid w:val="00914EA5"/>
    <w:rsid w:val="00914EBF"/>
    <w:rsid w:val="0091630E"/>
    <w:rsid w:val="00916CED"/>
    <w:rsid w:val="00917643"/>
    <w:rsid w:val="009178CB"/>
    <w:rsid w:val="00920ADB"/>
    <w:rsid w:val="00920F4A"/>
    <w:rsid w:val="0092100F"/>
    <w:rsid w:val="00922630"/>
    <w:rsid w:val="009226F1"/>
    <w:rsid w:val="00922F95"/>
    <w:rsid w:val="00923F99"/>
    <w:rsid w:val="00924795"/>
    <w:rsid w:val="0092566E"/>
    <w:rsid w:val="00926B1B"/>
    <w:rsid w:val="0092725A"/>
    <w:rsid w:val="00927A4D"/>
    <w:rsid w:val="00930400"/>
    <w:rsid w:val="009329C6"/>
    <w:rsid w:val="00934403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C89"/>
    <w:rsid w:val="00950DCE"/>
    <w:rsid w:val="009511D4"/>
    <w:rsid w:val="009515BE"/>
    <w:rsid w:val="00951A00"/>
    <w:rsid w:val="00952287"/>
    <w:rsid w:val="0095262A"/>
    <w:rsid w:val="00955859"/>
    <w:rsid w:val="00955FD9"/>
    <w:rsid w:val="00957120"/>
    <w:rsid w:val="00957DB0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30B"/>
    <w:rsid w:val="009862AA"/>
    <w:rsid w:val="00986DB5"/>
    <w:rsid w:val="00986F5A"/>
    <w:rsid w:val="009879E1"/>
    <w:rsid w:val="00987C7C"/>
    <w:rsid w:val="00991D34"/>
    <w:rsid w:val="00992652"/>
    <w:rsid w:val="00992A41"/>
    <w:rsid w:val="00994A86"/>
    <w:rsid w:val="009953D8"/>
    <w:rsid w:val="00996EE9"/>
    <w:rsid w:val="009A26E8"/>
    <w:rsid w:val="009A2A4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1007"/>
    <w:rsid w:val="009C32C4"/>
    <w:rsid w:val="009C47C1"/>
    <w:rsid w:val="009C4D89"/>
    <w:rsid w:val="009C5295"/>
    <w:rsid w:val="009C60CC"/>
    <w:rsid w:val="009C6A86"/>
    <w:rsid w:val="009D0B51"/>
    <w:rsid w:val="009D0F22"/>
    <w:rsid w:val="009D13CE"/>
    <w:rsid w:val="009D2505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4F39"/>
    <w:rsid w:val="009E5558"/>
    <w:rsid w:val="009E58C5"/>
    <w:rsid w:val="009F0FE1"/>
    <w:rsid w:val="009F1937"/>
    <w:rsid w:val="009F1B55"/>
    <w:rsid w:val="009F33F6"/>
    <w:rsid w:val="009F389D"/>
    <w:rsid w:val="009F5F71"/>
    <w:rsid w:val="009F627C"/>
    <w:rsid w:val="009F7123"/>
    <w:rsid w:val="009F78D2"/>
    <w:rsid w:val="00A00011"/>
    <w:rsid w:val="00A0096C"/>
    <w:rsid w:val="00A01D45"/>
    <w:rsid w:val="00A03245"/>
    <w:rsid w:val="00A0408F"/>
    <w:rsid w:val="00A0430F"/>
    <w:rsid w:val="00A07622"/>
    <w:rsid w:val="00A11382"/>
    <w:rsid w:val="00A11B87"/>
    <w:rsid w:val="00A1296B"/>
    <w:rsid w:val="00A13142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BE6"/>
    <w:rsid w:val="00A90CE3"/>
    <w:rsid w:val="00A913A6"/>
    <w:rsid w:val="00A926EB"/>
    <w:rsid w:val="00A9326D"/>
    <w:rsid w:val="00A95909"/>
    <w:rsid w:val="00A96588"/>
    <w:rsid w:val="00A965E1"/>
    <w:rsid w:val="00A96835"/>
    <w:rsid w:val="00AA0EB5"/>
    <w:rsid w:val="00AA1257"/>
    <w:rsid w:val="00AA2B93"/>
    <w:rsid w:val="00AA2C93"/>
    <w:rsid w:val="00AA311E"/>
    <w:rsid w:val="00AA3E54"/>
    <w:rsid w:val="00AA3F11"/>
    <w:rsid w:val="00AA4FC7"/>
    <w:rsid w:val="00AA5031"/>
    <w:rsid w:val="00AA702E"/>
    <w:rsid w:val="00AA7313"/>
    <w:rsid w:val="00AA731C"/>
    <w:rsid w:val="00AA7968"/>
    <w:rsid w:val="00AB0380"/>
    <w:rsid w:val="00AB0C05"/>
    <w:rsid w:val="00AB0C4B"/>
    <w:rsid w:val="00AB1B46"/>
    <w:rsid w:val="00AB496D"/>
    <w:rsid w:val="00AB582E"/>
    <w:rsid w:val="00AB5F88"/>
    <w:rsid w:val="00AB69F1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4158"/>
    <w:rsid w:val="00AD4C1F"/>
    <w:rsid w:val="00AD7925"/>
    <w:rsid w:val="00AD7FCA"/>
    <w:rsid w:val="00AE125A"/>
    <w:rsid w:val="00AE14E3"/>
    <w:rsid w:val="00AE1CF3"/>
    <w:rsid w:val="00AE1FEC"/>
    <w:rsid w:val="00AE23BF"/>
    <w:rsid w:val="00AE5ADD"/>
    <w:rsid w:val="00AE6191"/>
    <w:rsid w:val="00AE681C"/>
    <w:rsid w:val="00AF13C5"/>
    <w:rsid w:val="00AF19A5"/>
    <w:rsid w:val="00AF1A3E"/>
    <w:rsid w:val="00AF36B2"/>
    <w:rsid w:val="00AF4DD9"/>
    <w:rsid w:val="00AF50B9"/>
    <w:rsid w:val="00AF69A1"/>
    <w:rsid w:val="00B012CD"/>
    <w:rsid w:val="00B01722"/>
    <w:rsid w:val="00B02048"/>
    <w:rsid w:val="00B021EA"/>
    <w:rsid w:val="00B03950"/>
    <w:rsid w:val="00B03F67"/>
    <w:rsid w:val="00B044E0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377"/>
    <w:rsid w:val="00B8056D"/>
    <w:rsid w:val="00B8092A"/>
    <w:rsid w:val="00B80A2F"/>
    <w:rsid w:val="00B80BAF"/>
    <w:rsid w:val="00B80D5A"/>
    <w:rsid w:val="00B8264C"/>
    <w:rsid w:val="00B82E02"/>
    <w:rsid w:val="00B840EA"/>
    <w:rsid w:val="00B84493"/>
    <w:rsid w:val="00B85ADC"/>
    <w:rsid w:val="00B87B6A"/>
    <w:rsid w:val="00B91780"/>
    <w:rsid w:val="00B91F8B"/>
    <w:rsid w:val="00B933A6"/>
    <w:rsid w:val="00B933CB"/>
    <w:rsid w:val="00B94621"/>
    <w:rsid w:val="00B9483A"/>
    <w:rsid w:val="00B95A9A"/>
    <w:rsid w:val="00B95BF1"/>
    <w:rsid w:val="00B96039"/>
    <w:rsid w:val="00B96CBF"/>
    <w:rsid w:val="00B96CDC"/>
    <w:rsid w:val="00B96FD0"/>
    <w:rsid w:val="00B97523"/>
    <w:rsid w:val="00B978BF"/>
    <w:rsid w:val="00B97966"/>
    <w:rsid w:val="00B97F08"/>
    <w:rsid w:val="00BA1EB4"/>
    <w:rsid w:val="00BA2872"/>
    <w:rsid w:val="00BA3967"/>
    <w:rsid w:val="00BA39DA"/>
    <w:rsid w:val="00BA39FE"/>
    <w:rsid w:val="00BA3A86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D0F53"/>
    <w:rsid w:val="00BD2F79"/>
    <w:rsid w:val="00BD3971"/>
    <w:rsid w:val="00BD46DA"/>
    <w:rsid w:val="00BD6CA3"/>
    <w:rsid w:val="00BD7053"/>
    <w:rsid w:val="00BD75D6"/>
    <w:rsid w:val="00BD7938"/>
    <w:rsid w:val="00BE1261"/>
    <w:rsid w:val="00BE2B15"/>
    <w:rsid w:val="00BE3BEF"/>
    <w:rsid w:val="00BE4685"/>
    <w:rsid w:val="00BE47DB"/>
    <w:rsid w:val="00BE49C7"/>
    <w:rsid w:val="00BE5BC2"/>
    <w:rsid w:val="00BF03C9"/>
    <w:rsid w:val="00BF0783"/>
    <w:rsid w:val="00BF3A73"/>
    <w:rsid w:val="00BF5216"/>
    <w:rsid w:val="00BF560D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3B2"/>
    <w:rsid w:val="00C04714"/>
    <w:rsid w:val="00C04830"/>
    <w:rsid w:val="00C05532"/>
    <w:rsid w:val="00C05807"/>
    <w:rsid w:val="00C11026"/>
    <w:rsid w:val="00C11A63"/>
    <w:rsid w:val="00C12999"/>
    <w:rsid w:val="00C12D8F"/>
    <w:rsid w:val="00C1369A"/>
    <w:rsid w:val="00C1416F"/>
    <w:rsid w:val="00C144BE"/>
    <w:rsid w:val="00C149AE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9CC"/>
    <w:rsid w:val="00C37D00"/>
    <w:rsid w:val="00C40B19"/>
    <w:rsid w:val="00C41B15"/>
    <w:rsid w:val="00C442F6"/>
    <w:rsid w:val="00C445BE"/>
    <w:rsid w:val="00C44F17"/>
    <w:rsid w:val="00C45094"/>
    <w:rsid w:val="00C450EC"/>
    <w:rsid w:val="00C451F0"/>
    <w:rsid w:val="00C456FD"/>
    <w:rsid w:val="00C4721B"/>
    <w:rsid w:val="00C4765C"/>
    <w:rsid w:val="00C51C4D"/>
    <w:rsid w:val="00C52143"/>
    <w:rsid w:val="00C52C28"/>
    <w:rsid w:val="00C53C2B"/>
    <w:rsid w:val="00C547F5"/>
    <w:rsid w:val="00C558C5"/>
    <w:rsid w:val="00C573A6"/>
    <w:rsid w:val="00C61835"/>
    <w:rsid w:val="00C61A4B"/>
    <w:rsid w:val="00C61A9E"/>
    <w:rsid w:val="00C62FFC"/>
    <w:rsid w:val="00C63198"/>
    <w:rsid w:val="00C632A5"/>
    <w:rsid w:val="00C641F7"/>
    <w:rsid w:val="00C650C2"/>
    <w:rsid w:val="00C6565B"/>
    <w:rsid w:val="00C65841"/>
    <w:rsid w:val="00C66D82"/>
    <w:rsid w:val="00C66D86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A70"/>
    <w:rsid w:val="00CD757B"/>
    <w:rsid w:val="00CD76FD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474"/>
    <w:rsid w:val="00CF3FD0"/>
    <w:rsid w:val="00CF4728"/>
    <w:rsid w:val="00CF564C"/>
    <w:rsid w:val="00CF5ECA"/>
    <w:rsid w:val="00CF6BBD"/>
    <w:rsid w:val="00CF6CB7"/>
    <w:rsid w:val="00D0194D"/>
    <w:rsid w:val="00D01B77"/>
    <w:rsid w:val="00D02B64"/>
    <w:rsid w:val="00D0577E"/>
    <w:rsid w:val="00D057C6"/>
    <w:rsid w:val="00D107F7"/>
    <w:rsid w:val="00D10969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1A88"/>
    <w:rsid w:val="00D824C7"/>
    <w:rsid w:val="00D825FF"/>
    <w:rsid w:val="00D83176"/>
    <w:rsid w:val="00D837C2"/>
    <w:rsid w:val="00D84701"/>
    <w:rsid w:val="00D84D6F"/>
    <w:rsid w:val="00D8582E"/>
    <w:rsid w:val="00D85BF3"/>
    <w:rsid w:val="00D8657F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DC0"/>
    <w:rsid w:val="00D957FE"/>
    <w:rsid w:val="00D959A8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652"/>
    <w:rsid w:val="00DB57B1"/>
    <w:rsid w:val="00DB6153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2241"/>
    <w:rsid w:val="00DD268F"/>
    <w:rsid w:val="00DD27F3"/>
    <w:rsid w:val="00DD383A"/>
    <w:rsid w:val="00DD4ABA"/>
    <w:rsid w:val="00DD51B5"/>
    <w:rsid w:val="00DD5528"/>
    <w:rsid w:val="00DD55C1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CD1"/>
    <w:rsid w:val="00DE6D81"/>
    <w:rsid w:val="00DE7875"/>
    <w:rsid w:val="00DE7E05"/>
    <w:rsid w:val="00DF0236"/>
    <w:rsid w:val="00DF113B"/>
    <w:rsid w:val="00DF15EF"/>
    <w:rsid w:val="00DF187C"/>
    <w:rsid w:val="00DF2447"/>
    <w:rsid w:val="00DF2451"/>
    <w:rsid w:val="00DF3166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4958"/>
    <w:rsid w:val="00E35542"/>
    <w:rsid w:val="00E35AAD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D60"/>
    <w:rsid w:val="00E560DB"/>
    <w:rsid w:val="00E56912"/>
    <w:rsid w:val="00E56AED"/>
    <w:rsid w:val="00E56BE8"/>
    <w:rsid w:val="00E578F9"/>
    <w:rsid w:val="00E60918"/>
    <w:rsid w:val="00E619F9"/>
    <w:rsid w:val="00E61F43"/>
    <w:rsid w:val="00E6287D"/>
    <w:rsid w:val="00E6323D"/>
    <w:rsid w:val="00E642BE"/>
    <w:rsid w:val="00E64AA3"/>
    <w:rsid w:val="00E64E29"/>
    <w:rsid w:val="00E65BC6"/>
    <w:rsid w:val="00E66665"/>
    <w:rsid w:val="00E66856"/>
    <w:rsid w:val="00E66D93"/>
    <w:rsid w:val="00E673B9"/>
    <w:rsid w:val="00E675A3"/>
    <w:rsid w:val="00E67DEA"/>
    <w:rsid w:val="00E715EB"/>
    <w:rsid w:val="00E71C38"/>
    <w:rsid w:val="00E7203E"/>
    <w:rsid w:val="00E72A50"/>
    <w:rsid w:val="00E73B55"/>
    <w:rsid w:val="00E75407"/>
    <w:rsid w:val="00E758BD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52F1"/>
    <w:rsid w:val="00E957CF"/>
    <w:rsid w:val="00E95AE1"/>
    <w:rsid w:val="00EA1EBE"/>
    <w:rsid w:val="00EA37BD"/>
    <w:rsid w:val="00EA41C9"/>
    <w:rsid w:val="00EA43D8"/>
    <w:rsid w:val="00EA546B"/>
    <w:rsid w:val="00EA55C9"/>
    <w:rsid w:val="00EB2636"/>
    <w:rsid w:val="00EB2A12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E2458"/>
    <w:rsid w:val="00EE2973"/>
    <w:rsid w:val="00EE2D2F"/>
    <w:rsid w:val="00EE4ABF"/>
    <w:rsid w:val="00EE5A7B"/>
    <w:rsid w:val="00EE5D9C"/>
    <w:rsid w:val="00EE70F5"/>
    <w:rsid w:val="00EE7937"/>
    <w:rsid w:val="00EF023F"/>
    <w:rsid w:val="00EF0E69"/>
    <w:rsid w:val="00EF2651"/>
    <w:rsid w:val="00EF35D3"/>
    <w:rsid w:val="00EF3DB6"/>
    <w:rsid w:val="00EF3F4C"/>
    <w:rsid w:val="00EF4222"/>
    <w:rsid w:val="00EF4D4F"/>
    <w:rsid w:val="00EF5CC4"/>
    <w:rsid w:val="00EF5D77"/>
    <w:rsid w:val="00EF61C8"/>
    <w:rsid w:val="00EF7291"/>
    <w:rsid w:val="00EF7AFA"/>
    <w:rsid w:val="00F022F8"/>
    <w:rsid w:val="00F026D1"/>
    <w:rsid w:val="00F02E87"/>
    <w:rsid w:val="00F034B0"/>
    <w:rsid w:val="00F038CB"/>
    <w:rsid w:val="00F03C3A"/>
    <w:rsid w:val="00F04501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B69"/>
    <w:rsid w:val="00F26E27"/>
    <w:rsid w:val="00F275A2"/>
    <w:rsid w:val="00F27A7F"/>
    <w:rsid w:val="00F27C77"/>
    <w:rsid w:val="00F32367"/>
    <w:rsid w:val="00F32777"/>
    <w:rsid w:val="00F33706"/>
    <w:rsid w:val="00F3622C"/>
    <w:rsid w:val="00F363D8"/>
    <w:rsid w:val="00F363E4"/>
    <w:rsid w:val="00F3670B"/>
    <w:rsid w:val="00F4229C"/>
    <w:rsid w:val="00F43520"/>
    <w:rsid w:val="00F462C0"/>
    <w:rsid w:val="00F46C3B"/>
    <w:rsid w:val="00F478F9"/>
    <w:rsid w:val="00F50C29"/>
    <w:rsid w:val="00F50C68"/>
    <w:rsid w:val="00F50F2B"/>
    <w:rsid w:val="00F51595"/>
    <w:rsid w:val="00F516DF"/>
    <w:rsid w:val="00F557E6"/>
    <w:rsid w:val="00F55846"/>
    <w:rsid w:val="00F55EB7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70501"/>
    <w:rsid w:val="00F71094"/>
    <w:rsid w:val="00F71478"/>
    <w:rsid w:val="00F72EDD"/>
    <w:rsid w:val="00F72FF2"/>
    <w:rsid w:val="00F739FD"/>
    <w:rsid w:val="00F74004"/>
    <w:rsid w:val="00F74D80"/>
    <w:rsid w:val="00F754F6"/>
    <w:rsid w:val="00F76379"/>
    <w:rsid w:val="00F76A8B"/>
    <w:rsid w:val="00F81AA6"/>
    <w:rsid w:val="00F82844"/>
    <w:rsid w:val="00F833E5"/>
    <w:rsid w:val="00F84A42"/>
    <w:rsid w:val="00F86B1C"/>
    <w:rsid w:val="00F87CAE"/>
    <w:rsid w:val="00F87DED"/>
    <w:rsid w:val="00F87ED8"/>
    <w:rsid w:val="00F90F5A"/>
    <w:rsid w:val="00F91415"/>
    <w:rsid w:val="00F91834"/>
    <w:rsid w:val="00F92ABC"/>
    <w:rsid w:val="00F942F8"/>
    <w:rsid w:val="00F96C3F"/>
    <w:rsid w:val="00F97103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F12"/>
    <w:rsid w:val="00FB1183"/>
    <w:rsid w:val="00FB368B"/>
    <w:rsid w:val="00FB3982"/>
    <w:rsid w:val="00FB40C3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2377"/>
    <w:rsid w:val="00FC24EA"/>
    <w:rsid w:val="00FC3818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AA8"/>
    <w:rsid w:val="00FF0F75"/>
    <w:rsid w:val="00FF19BC"/>
    <w:rsid w:val="00FF24A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6C3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13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Sven Hanssen</dc:creator>
  <cp:lastModifiedBy>Ursula Wienbruch</cp:lastModifiedBy>
  <cp:revision>6</cp:revision>
  <cp:lastPrinted>2023-02-19T10:38:00Z</cp:lastPrinted>
  <dcterms:created xsi:type="dcterms:W3CDTF">2023-01-11T22:21:00Z</dcterms:created>
  <dcterms:modified xsi:type="dcterms:W3CDTF">2023-02-19T10:38:00Z</dcterms:modified>
</cp:coreProperties>
</file>