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75B8" w14:textId="3B667094" w:rsidR="00AD4158" w:rsidRDefault="00AD4158" w:rsidP="004A69AD">
      <w:pPr>
        <w:spacing w:after="60"/>
        <w:jc w:val="left"/>
      </w:pPr>
    </w:p>
    <w:p w14:paraId="6763AFD8" w14:textId="77777777" w:rsidR="00994093" w:rsidRPr="000C730C" w:rsidRDefault="00994093" w:rsidP="00994093">
      <w:pPr>
        <w:rPr>
          <w:b/>
          <w:bCs/>
        </w:rPr>
      </w:pPr>
      <w:r w:rsidRPr="000C730C">
        <w:rPr>
          <w:b/>
          <w:bCs/>
        </w:rPr>
        <w:t>Modellierung der Spannung, Ladung und Stromstärke beim Auflade</w:t>
      </w:r>
      <w:r>
        <w:rPr>
          <w:b/>
          <w:bCs/>
        </w:rPr>
        <w:t xml:space="preserve">n eines Kondensators </w:t>
      </w:r>
    </w:p>
    <w:p w14:paraId="765DD319" w14:textId="037404A5" w:rsidR="00994093" w:rsidRDefault="00994093" w:rsidP="00994093">
      <w:r>
        <w:t xml:space="preserve">Öffnen Sie die Excel-Datei: </w:t>
      </w:r>
      <w:r w:rsidR="00371617">
        <w:t>2258_</w:t>
      </w:r>
      <w:r>
        <w:t>modellierung_</w:t>
      </w:r>
      <w:r w:rsidR="00371617">
        <w:t>l</w:t>
      </w:r>
      <w:r>
        <w:t>adevorgang.xlsx</w:t>
      </w:r>
    </w:p>
    <w:p w14:paraId="087859ED" w14:textId="77777777" w:rsidR="00994093" w:rsidRDefault="00994093" w:rsidP="00994093">
      <w:r>
        <w:t>Es wird der Ladevorgang eines Kondensators modelliert, der mit einem Widerstand in Reihe geschaltet ist. Mit dieser Modellierung können Sie untersuchen, wie die Ladezeit, die Stromstärke, und die Ladung durch den Widerstand und die Kapazität des Kondensators beeinflusst wird.</w:t>
      </w:r>
    </w:p>
    <w:p w14:paraId="0C1E85AF" w14:textId="77777777" w:rsidR="00994093" w:rsidRPr="00425FF1" w:rsidRDefault="00994093" w:rsidP="00994093">
      <w:pPr>
        <w:rPr>
          <w:b/>
          <w:bCs/>
        </w:rPr>
      </w:pPr>
      <w:r>
        <w:t xml:space="preserve">Im blauen Bereich links oben können Sie Werte für den Widerstand, die Kapazität, die Ladespannung und den Zeitschritt ihres Modells eingeben. Die Stromstärke berechnet das Programm. Im roten Bereich rechts können Sie die Daten für ihr Referenzmodell angeben. </w:t>
      </w:r>
      <w:r w:rsidRPr="00425FF1">
        <w:rPr>
          <w:b/>
          <w:bCs/>
        </w:rPr>
        <w:t>Sie sollten immer nur einen Parameter verändern.</w:t>
      </w:r>
    </w:p>
    <w:p w14:paraId="09FB40FA" w14:textId="6FDD2D03" w:rsidR="00994093" w:rsidRDefault="000318C6" w:rsidP="00994093">
      <w:r>
        <w:rPr>
          <w:noProof/>
        </w:rPr>
        <mc:AlternateContent>
          <mc:Choice Requires="wps">
            <w:drawing>
              <wp:anchor distT="0" distB="0" distL="114300" distR="114300" simplePos="0" relativeHeight="251659264" behindDoc="0" locked="0" layoutInCell="1" allowOverlap="1" wp14:anchorId="227DB55A" wp14:editId="72B1193D">
                <wp:simplePos x="0" y="0"/>
                <wp:positionH relativeFrom="column">
                  <wp:posOffset>-71120</wp:posOffset>
                </wp:positionH>
                <wp:positionV relativeFrom="paragraph">
                  <wp:posOffset>323215</wp:posOffset>
                </wp:positionV>
                <wp:extent cx="2619375" cy="552450"/>
                <wp:effectExtent l="0" t="0" r="28575" b="19050"/>
                <wp:wrapNone/>
                <wp:docPr id="9" name="Ellipse 9"/>
                <wp:cNvGraphicFramePr/>
                <a:graphic xmlns:a="http://schemas.openxmlformats.org/drawingml/2006/main">
                  <a:graphicData uri="http://schemas.microsoft.com/office/word/2010/wordprocessingShape">
                    <wps:wsp>
                      <wps:cNvSpPr/>
                      <wps:spPr>
                        <a:xfrm>
                          <a:off x="0" y="0"/>
                          <a:ext cx="2619375" cy="552450"/>
                        </a:xfrm>
                        <a:prstGeom prst="ellipse">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138B02" id="Ellipse 9" o:spid="_x0000_s1026" style="position:absolute;margin-left:-5.6pt;margin-top:25.45pt;width:206.2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" filled="f" strokecolor="#0070c0" strokeweight="2pt"/>
            </w:pict>
          </mc:Fallback>
        </mc:AlternateContent>
      </w:r>
      <w:r w:rsidR="00994093">
        <w:t>Eingabe der Modellparameter                                          Daten vom Referenzmodell</w:t>
      </w:r>
    </w:p>
    <w:p w14:paraId="06F8655B" w14:textId="1314CC98" w:rsidR="00994093" w:rsidRDefault="000318C6" w:rsidP="00994093">
      <w:r>
        <w:rPr>
          <w:noProof/>
        </w:rPr>
        <mc:AlternateContent>
          <mc:Choice Requires="wps">
            <w:drawing>
              <wp:anchor distT="0" distB="0" distL="114300" distR="114300" simplePos="0" relativeHeight="251660288" behindDoc="0" locked="0" layoutInCell="1" allowOverlap="1" wp14:anchorId="68D3420C" wp14:editId="1FF9AA7A">
                <wp:simplePos x="0" y="0"/>
                <wp:positionH relativeFrom="margin">
                  <wp:align>right</wp:align>
                </wp:positionH>
                <wp:positionV relativeFrom="paragraph">
                  <wp:posOffset>11430</wp:posOffset>
                </wp:positionV>
                <wp:extent cx="2619375" cy="571500"/>
                <wp:effectExtent l="0" t="0" r="28575" b="19050"/>
                <wp:wrapNone/>
                <wp:docPr id="3" name="Ellipse 3"/>
                <wp:cNvGraphicFramePr/>
                <a:graphic xmlns:a="http://schemas.openxmlformats.org/drawingml/2006/main">
                  <a:graphicData uri="http://schemas.microsoft.com/office/word/2010/wordprocessingShape">
                    <wps:wsp>
                      <wps:cNvSpPr/>
                      <wps:spPr>
                        <a:xfrm>
                          <a:off x="0" y="0"/>
                          <a:ext cx="2619375" cy="5715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661B0C" id="Ellipse 3" o:spid="_x0000_s1026" style="position:absolute;margin-left:155.05pt;margin-top:.9pt;width:206.25pt;height:4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" filled="f" strokecolor="red" strokeweight="2pt">
                <w10:wrap anchorx="margin"/>
              </v:oval>
            </w:pict>
          </mc:Fallback>
        </mc:AlternateContent>
      </w:r>
      <w:r w:rsidRPr="000318C6">
        <w:rPr>
          <w:noProof/>
        </w:rPr>
        <w:drawing>
          <wp:inline distT="0" distB="0" distL="0" distR="0" wp14:anchorId="3898D6D2" wp14:editId="3677D5DE">
            <wp:extent cx="5761355" cy="37560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1355" cy="3756025"/>
                    </a:xfrm>
                    <a:prstGeom prst="rect">
                      <a:avLst/>
                    </a:prstGeom>
                  </pic:spPr>
                </pic:pic>
              </a:graphicData>
            </a:graphic>
          </wp:inline>
        </w:drawing>
      </w:r>
    </w:p>
    <w:p w14:paraId="0254FFD2" w14:textId="77777777" w:rsidR="00994093" w:rsidRDefault="00994093" w:rsidP="00994093">
      <w:r>
        <w:t xml:space="preserve">Als Diagramme stehen Ihnen die Kondensatorspannung </w:t>
      </w:r>
      <w:proofErr w:type="spellStart"/>
      <w:r>
        <w:t>U</w:t>
      </w:r>
      <w:r>
        <w:rPr>
          <w:vertAlign w:val="subscript"/>
        </w:rPr>
        <w:t>c</w:t>
      </w:r>
      <w:proofErr w:type="spellEnd"/>
      <w:r>
        <w:t>(t), die Ladung Q</w:t>
      </w:r>
      <w:r>
        <w:rPr>
          <w:vertAlign w:val="subscript"/>
        </w:rPr>
        <w:t>C</w:t>
      </w:r>
      <w:r>
        <w:t>(t), die Stromstärke I(t) zur Verfügung. Die blauen Datenpunkte gehören zu den Modelldaten, die roten Datenpunkte gehören zu ihrem Referenzmodell.</w:t>
      </w:r>
    </w:p>
    <w:p w14:paraId="11E6D1C4" w14:textId="77777777" w:rsidR="00994093" w:rsidRDefault="00994093" w:rsidP="00994093">
      <w:r>
        <w:t>Im Diagramm rechts unten ist die Spannung am Kondensator und Widerstand für das linke Modell dargestellt.</w:t>
      </w:r>
    </w:p>
    <w:p w14:paraId="5F0A01B4" w14:textId="416F2B80" w:rsidR="00994093" w:rsidRDefault="00994093" w:rsidP="00994093">
      <w:r w:rsidRPr="000E3074">
        <w:rPr>
          <w:b/>
          <w:bCs/>
        </w:rPr>
        <w:t>Aufgabe 1:</w:t>
      </w:r>
      <w:r>
        <w:t xml:space="preserve"> Begründen Sie den Verlauf der Spannung am Kondensator und am Widerstand im Diagramm rechts unten.</w:t>
      </w:r>
    </w:p>
    <w:p w14:paraId="60E49D12" w14:textId="380A1DD1" w:rsidR="00905489" w:rsidRPr="00905489" w:rsidRDefault="00905489" w:rsidP="00994093">
      <w:pPr>
        <w:rPr>
          <w:i/>
          <w:iCs/>
        </w:rPr>
      </w:pPr>
      <w:r>
        <w:rPr>
          <w:i/>
          <w:iCs/>
        </w:rPr>
        <w:t xml:space="preserve">Beim Ladevorgang sind der Widerstand und der Kondensator mit der Spannungsquelle in Reihe geschaltet. Die Summe der Teilspannungen entspricht der Ladespannung. Deshalb </w:t>
      </w:r>
      <w:r>
        <w:rPr>
          <w:i/>
          <w:iCs/>
        </w:rPr>
        <w:lastRenderedPageBreak/>
        <w:t>nimmt die Spannung am Widerstand im gleichen Maße ab, wie die Spannung am Kondensator ansteigt.</w:t>
      </w:r>
    </w:p>
    <w:p w14:paraId="1DF03B65" w14:textId="7726AED8" w:rsidR="00994093" w:rsidRDefault="00994093" w:rsidP="00994093">
      <w:r w:rsidRPr="000E3074">
        <w:rPr>
          <w:b/>
          <w:bCs/>
        </w:rPr>
        <w:t>Aufgabe 2:</w:t>
      </w:r>
      <w:r>
        <w:t xml:space="preserve"> Untersuchen Sie, welchen Einfluss die Ladespannung auf die Stromstärke hat. Notieren und begründen Sie Ihre Beobachtungen.</w:t>
      </w:r>
    </w:p>
    <w:p w14:paraId="220E7F18" w14:textId="212E817B" w:rsidR="00905489" w:rsidRDefault="00905489" w:rsidP="00994093"/>
    <w:p w14:paraId="102A0349" w14:textId="2D7132C0" w:rsidR="00905489" w:rsidRPr="00905489" w:rsidRDefault="00905489" w:rsidP="00994093">
      <w:pPr>
        <w:rPr>
          <w:i/>
          <w:iCs/>
        </w:rPr>
      </w:pPr>
      <w:r>
        <w:rPr>
          <w:i/>
          <w:iCs/>
        </w:rPr>
        <w:t xml:space="preserve">Je größer die Ladespannung ist, desto größer ist der Anfangswert für die Stromstärke. Die Stromstärke hängt nur vom Widerstand </w:t>
      </w:r>
      <w:r w:rsidR="00D54DCE">
        <w:rPr>
          <w:i/>
          <w:iCs/>
        </w:rPr>
        <w:t>und der Spannung am Widerstand U</w:t>
      </w:r>
      <w:r w:rsidR="00D54DCE">
        <w:rPr>
          <w:i/>
          <w:iCs/>
          <w:vertAlign w:val="subscript"/>
        </w:rPr>
        <w:t>R</w:t>
      </w:r>
      <w:r w:rsidR="00D54DCE">
        <w:rPr>
          <w:i/>
          <w:iCs/>
        </w:rPr>
        <w:t xml:space="preserve">(t) </w:t>
      </w:r>
      <w:r>
        <w:rPr>
          <w:i/>
          <w:iCs/>
        </w:rPr>
        <w:t xml:space="preserve">ab. </w:t>
      </w:r>
      <w:r w:rsidR="00D54DCE">
        <w:rPr>
          <w:i/>
          <w:iCs/>
        </w:rPr>
        <w:t>Z</w:t>
      </w:r>
      <w:r>
        <w:rPr>
          <w:i/>
          <w:iCs/>
        </w:rPr>
        <w:t xml:space="preserve">um Zeitpunkt t=0 </w:t>
      </w:r>
      <w:r w:rsidR="00D54DCE">
        <w:rPr>
          <w:i/>
          <w:iCs/>
        </w:rPr>
        <w:t xml:space="preserve">s entspricht die Spannung am Widerstand der Ladespannung. Wegen </w:t>
      </w:r>
      <w:proofErr w:type="gramStart"/>
      <w:r w:rsidR="00D54DCE">
        <w:rPr>
          <w:i/>
          <w:iCs/>
        </w:rPr>
        <w:t>I(</w:t>
      </w:r>
      <w:proofErr w:type="gramEnd"/>
      <w:r w:rsidR="00D54DCE">
        <w:rPr>
          <w:i/>
          <w:iCs/>
        </w:rPr>
        <w:t>0)=</w:t>
      </w:r>
      <m:oMath>
        <m:f>
          <m:fPr>
            <m:ctrlPr>
              <w:rPr>
                <w:rFonts w:ascii="Cambria Math" w:hAnsi="Cambria Math"/>
                <w:i/>
                <w:iCs/>
              </w:rPr>
            </m:ctrlPr>
          </m:fPr>
          <m:num>
            <m:sSub>
              <m:sSubPr>
                <m:ctrlPr>
                  <w:rPr>
                    <w:rFonts w:ascii="Cambria Math" w:hAnsi="Cambria Math"/>
                    <w:i/>
                    <w:iCs/>
                  </w:rPr>
                </m:ctrlPr>
              </m:sSubPr>
              <m:e>
                <m:r>
                  <w:rPr>
                    <w:rFonts w:ascii="Cambria Math" w:hAnsi="Cambria Math"/>
                  </w:rPr>
                  <m:t>U</m:t>
                </m:r>
              </m:e>
              <m:sub>
                <m:r>
                  <w:rPr>
                    <w:rFonts w:ascii="Cambria Math" w:hAnsi="Cambria Math"/>
                  </w:rPr>
                  <m:t>0</m:t>
                </m:r>
              </m:sub>
            </m:sSub>
          </m:num>
          <m:den>
            <m:r>
              <w:rPr>
                <w:rFonts w:ascii="Cambria Math" w:hAnsi="Cambria Math"/>
              </w:rPr>
              <m:t>R</m:t>
            </m:r>
          </m:den>
        </m:f>
      </m:oMath>
      <w:r w:rsidR="00D54DCE">
        <w:rPr>
          <w:rFonts w:eastAsiaTheme="minorEastAsia"/>
          <w:i/>
          <w:iCs/>
        </w:rPr>
        <w:t xml:space="preserve"> steigt die Stromstärke zum Zeitpunkt t=0 proportional zur Ladespannung.</w:t>
      </w:r>
    </w:p>
    <w:p w14:paraId="242365D7" w14:textId="7482CC96" w:rsidR="00994093" w:rsidRDefault="00994093" w:rsidP="00994093">
      <w:r w:rsidRPr="000E3074">
        <w:rPr>
          <w:b/>
          <w:bCs/>
        </w:rPr>
        <w:t>Aufgabe 3:</w:t>
      </w:r>
      <w:r>
        <w:t xml:space="preserve"> Untersuchen Sie, welchen Einfluss die Kapazität auf die</w:t>
      </w:r>
      <w:r w:rsidR="00250225">
        <w:t xml:space="preserve"> Ladung, die</w:t>
      </w:r>
      <w:r>
        <w:t xml:space="preserve"> Ladezeit und die Stromstärke hat. Notieren Sie Ihre Beobachtungen.</w:t>
      </w:r>
    </w:p>
    <w:p w14:paraId="4E30D457" w14:textId="40E84B91" w:rsidR="00EB7A78" w:rsidRDefault="00EB7A78" w:rsidP="00994093">
      <w:pPr>
        <w:rPr>
          <w:i/>
          <w:iCs/>
        </w:rPr>
      </w:pPr>
      <w:r w:rsidRPr="00250225">
        <w:rPr>
          <w:i/>
          <w:iCs/>
        </w:rPr>
        <w:t>Je größer d</w:t>
      </w:r>
      <w:r>
        <w:rPr>
          <w:i/>
          <w:iCs/>
        </w:rPr>
        <w:t>ie Kapazität</w:t>
      </w:r>
      <w:r w:rsidRPr="00250225">
        <w:rPr>
          <w:i/>
          <w:iCs/>
        </w:rPr>
        <w:t xml:space="preserve"> ist, desto </w:t>
      </w:r>
      <w:r>
        <w:rPr>
          <w:i/>
          <w:iCs/>
        </w:rPr>
        <w:t>größer ist die Gesamtladung am Ende des Ladevorgangs.</w:t>
      </w:r>
    </w:p>
    <w:p w14:paraId="302B8B21" w14:textId="7C89D156" w:rsidR="00D54DCE" w:rsidRPr="00250225" w:rsidRDefault="00D54DCE" w:rsidP="00994093">
      <w:pPr>
        <w:rPr>
          <w:i/>
          <w:iCs/>
        </w:rPr>
      </w:pPr>
      <w:r w:rsidRPr="00250225">
        <w:rPr>
          <w:i/>
          <w:iCs/>
        </w:rPr>
        <w:t>Je größer die Kapazität ist, desto größer ist die Ladezeit.</w:t>
      </w:r>
    </w:p>
    <w:p w14:paraId="5E8FA4E5" w14:textId="77777777" w:rsidR="00250225" w:rsidRDefault="00D54DCE" w:rsidP="00994093">
      <w:pPr>
        <w:rPr>
          <w:i/>
          <w:iCs/>
        </w:rPr>
      </w:pPr>
      <w:r w:rsidRPr="00250225">
        <w:rPr>
          <w:i/>
          <w:iCs/>
        </w:rPr>
        <w:t>Je größer die Kapazität ist, desto</w:t>
      </w:r>
      <w:r w:rsidR="00250225" w:rsidRPr="00250225">
        <w:rPr>
          <w:i/>
          <w:iCs/>
        </w:rPr>
        <w:t xml:space="preserve"> langsamer nimmt die Stromstärke ab.</w:t>
      </w:r>
    </w:p>
    <w:p w14:paraId="1EBBB36A" w14:textId="0667FE33" w:rsidR="00D54DCE" w:rsidRPr="00250225" w:rsidRDefault="00250225" w:rsidP="00994093">
      <w:pPr>
        <w:rPr>
          <w:i/>
          <w:iCs/>
        </w:rPr>
      </w:pPr>
      <w:r w:rsidRPr="00250225">
        <w:rPr>
          <w:i/>
          <w:iCs/>
        </w:rPr>
        <w:t xml:space="preserve"> Auf den Anfangswert zur Zeit t=0 hat die Kapazität keinen Einfluss.</w:t>
      </w:r>
    </w:p>
    <w:p w14:paraId="7D069BE7" w14:textId="73AC341D" w:rsidR="00994093" w:rsidRDefault="00994093" w:rsidP="00994093">
      <w:r w:rsidRPr="000E3074">
        <w:rPr>
          <w:b/>
          <w:bCs/>
        </w:rPr>
        <w:t>Aufgabe 4:</w:t>
      </w:r>
      <w:r>
        <w:t xml:space="preserve"> Untersuchen Sie, welchen Einfluss der Widerstand auf die</w:t>
      </w:r>
      <w:r w:rsidR="00250225">
        <w:t xml:space="preserve"> Ladung, die</w:t>
      </w:r>
      <w:r>
        <w:t xml:space="preserve"> Ladezeit und die Stromstärke hat. Notieren Sie ihre Beobachtung.</w:t>
      </w:r>
    </w:p>
    <w:p w14:paraId="58ABEC46" w14:textId="146072DA" w:rsidR="00250225" w:rsidRDefault="00250225" w:rsidP="00994093">
      <w:pPr>
        <w:rPr>
          <w:i/>
          <w:iCs/>
        </w:rPr>
      </w:pPr>
      <w:r w:rsidRPr="00250225">
        <w:rPr>
          <w:i/>
          <w:iCs/>
        </w:rPr>
        <w:t>Je größer d</w:t>
      </w:r>
      <w:r>
        <w:rPr>
          <w:i/>
          <w:iCs/>
        </w:rPr>
        <w:t>er Widerstand</w:t>
      </w:r>
      <w:r w:rsidRPr="00250225">
        <w:rPr>
          <w:i/>
          <w:iCs/>
        </w:rPr>
        <w:t xml:space="preserve"> ist, desto </w:t>
      </w:r>
      <w:r w:rsidR="00EB7A78">
        <w:rPr>
          <w:i/>
          <w:iCs/>
        </w:rPr>
        <w:t>langsamer steigt die Kondensatorladung. Die Gesamtladung am Ende des Ladevorgangs ist unabhängig vom Widerstand.</w:t>
      </w:r>
    </w:p>
    <w:p w14:paraId="0042CB72" w14:textId="59D8C950" w:rsidR="00250225" w:rsidRPr="00250225" w:rsidRDefault="00250225" w:rsidP="00994093">
      <w:pPr>
        <w:rPr>
          <w:i/>
          <w:iCs/>
        </w:rPr>
      </w:pPr>
      <w:r w:rsidRPr="00250225">
        <w:rPr>
          <w:i/>
          <w:iCs/>
        </w:rPr>
        <w:t>Je größer d</w:t>
      </w:r>
      <w:r>
        <w:rPr>
          <w:i/>
          <w:iCs/>
        </w:rPr>
        <w:t>er Widerstand</w:t>
      </w:r>
      <w:r w:rsidRPr="00250225">
        <w:rPr>
          <w:i/>
          <w:iCs/>
        </w:rPr>
        <w:t xml:space="preserve"> ist, desto größer ist die Ladezeit.</w:t>
      </w:r>
    </w:p>
    <w:p w14:paraId="0197F2F8" w14:textId="254B669A" w:rsidR="00994093" w:rsidRPr="00250225" w:rsidRDefault="00250225" w:rsidP="00994093">
      <w:pPr>
        <w:rPr>
          <w:i/>
          <w:iCs/>
        </w:rPr>
      </w:pPr>
      <w:r w:rsidRPr="00250225">
        <w:rPr>
          <w:i/>
          <w:iCs/>
        </w:rPr>
        <w:t>Je größer der Widerstand, desto langsamer sinkt die Stromstärke.</w:t>
      </w:r>
    </w:p>
    <w:p w14:paraId="2DEDC801" w14:textId="431751DC" w:rsidR="00250225" w:rsidRPr="00250225" w:rsidRDefault="00250225" w:rsidP="00994093">
      <w:pPr>
        <w:rPr>
          <w:i/>
          <w:iCs/>
        </w:rPr>
      </w:pPr>
      <w:r w:rsidRPr="00250225">
        <w:rPr>
          <w:i/>
          <w:iCs/>
        </w:rPr>
        <w:t xml:space="preserve">Je größer der Widerstand, desto geringer ist die Stromstärke </w:t>
      </w:r>
      <w:proofErr w:type="gramStart"/>
      <w:r w:rsidR="007B7AB0" w:rsidRPr="00250225">
        <w:rPr>
          <w:i/>
          <w:iCs/>
        </w:rPr>
        <w:t>zur</w:t>
      </w:r>
      <w:r w:rsidR="007B7AB0">
        <w:rPr>
          <w:i/>
          <w:iCs/>
        </w:rPr>
        <w:t xml:space="preserve"> Z</w:t>
      </w:r>
      <w:r w:rsidR="007B7AB0" w:rsidRPr="00250225">
        <w:rPr>
          <w:i/>
          <w:iCs/>
        </w:rPr>
        <w:t>eit</w:t>
      </w:r>
      <w:proofErr w:type="gramEnd"/>
      <w:r w:rsidRPr="00250225">
        <w:rPr>
          <w:i/>
          <w:iCs/>
        </w:rPr>
        <w:t xml:space="preserve"> t=0s.</w:t>
      </w:r>
    </w:p>
    <w:p w14:paraId="3D50C5EC" w14:textId="77777777" w:rsidR="00994093" w:rsidRDefault="00994093" w:rsidP="00994093"/>
    <w:p w14:paraId="5EC5C08E" w14:textId="77777777" w:rsidR="00994093" w:rsidRDefault="00994093" w:rsidP="00994093">
      <w:r w:rsidRPr="000E3074">
        <w:rPr>
          <w:b/>
          <w:bCs/>
        </w:rPr>
        <w:t>Aufgabe 5:</w:t>
      </w:r>
      <w:r>
        <w:t xml:space="preserve"> Wählen Sie für beide Modelle folgende Einstellungen: Ladespannung 10V, Zeitschritt 0,05s. Bestimmen Sie für die in der folgenden Tabelle angegebenen Kombinationen von Widerstand und Kapazität die Halbwertszeit T</w:t>
      </w:r>
      <w:r>
        <w:rPr>
          <w:vertAlign w:val="subscript"/>
        </w:rPr>
        <w:t>H</w:t>
      </w:r>
      <w:r>
        <w:t xml:space="preserve"> für die Stromstärke. Vergrößern sie das Diagramm für die Stromstärke, damit Sie die Werte besser ablesen können.</w:t>
      </w:r>
    </w:p>
    <w:p w14:paraId="6378FA60" w14:textId="77777777" w:rsidR="00994093" w:rsidRPr="00275A1D" w:rsidRDefault="00994093" w:rsidP="00994093">
      <w:r>
        <w:t xml:space="preserve"> </w:t>
      </w:r>
    </w:p>
    <w:tbl>
      <w:tblPr>
        <w:tblStyle w:val="Tabellenraster"/>
        <w:tblW w:w="0" w:type="auto"/>
        <w:tblLook w:val="04A0" w:firstRow="1" w:lastRow="0" w:firstColumn="1" w:lastColumn="0" w:noHBand="0" w:noVBand="1"/>
      </w:tblPr>
      <w:tblGrid>
        <w:gridCol w:w="3020"/>
        <w:gridCol w:w="3021"/>
        <w:gridCol w:w="3021"/>
      </w:tblGrid>
      <w:tr w:rsidR="00994093" w14:paraId="340F59A3" w14:textId="77777777" w:rsidTr="0063516A">
        <w:tc>
          <w:tcPr>
            <w:tcW w:w="3020" w:type="dxa"/>
          </w:tcPr>
          <w:p w14:paraId="332A1935" w14:textId="77777777" w:rsidR="00994093" w:rsidRDefault="00994093" w:rsidP="007A1DEA">
            <w:pPr>
              <w:jc w:val="center"/>
            </w:pPr>
            <w:r>
              <w:t xml:space="preserve">Widerstand in </w:t>
            </w:r>
            <w:r>
              <w:rPr>
                <w:rFonts w:cstheme="minorHAnsi"/>
              </w:rPr>
              <w:t>Ω</w:t>
            </w:r>
          </w:p>
        </w:tc>
        <w:tc>
          <w:tcPr>
            <w:tcW w:w="3021" w:type="dxa"/>
          </w:tcPr>
          <w:p w14:paraId="7115C20B" w14:textId="77777777" w:rsidR="00994093" w:rsidRDefault="00994093" w:rsidP="007A1DEA">
            <w:pPr>
              <w:jc w:val="center"/>
            </w:pPr>
            <w:r>
              <w:t xml:space="preserve">Kapazität in </w:t>
            </w:r>
            <w:proofErr w:type="spellStart"/>
            <w:r>
              <w:rPr>
                <w:rFonts w:cstheme="minorHAnsi"/>
              </w:rPr>
              <w:t>μ</w:t>
            </w:r>
            <w:r>
              <w:t>F</w:t>
            </w:r>
            <w:proofErr w:type="spellEnd"/>
          </w:p>
        </w:tc>
        <w:tc>
          <w:tcPr>
            <w:tcW w:w="3021" w:type="dxa"/>
          </w:tcPr>
          <w:p w14:paraId="6AC21E3F" w14:textId="77777777" w:rsidR="00994093" w:rsidRDefault="00994093" w:rsidP="007A1DEA">
            <w:pPr>
              <w:jc w:val="center"/>
            </w:pPr>
            <w:r>
              <w:t>Halbwertszeit in s</w:t>
            </w:r>
          </w:p>
        </w:tc>
      </w:tr>
      <w:tr w:rsidR="00994093" w14:paraId="44A14405" w14:textId="77777777" w:rsidTr="0063516A">
        <w:tc>
          <w:tcPr>
            <w:tcW w:w="3020" w:type="dxa"/>
          </w:tcPr>
          <w:p w14:paraId="4BEE9AA1" w14:textId="77777777" w:rsidR="00994093" w:rsidRDefault="00994093" w:rsidP="007A1DEA">
            <w:pPr>
              <w:jc w:val="center"/>
            </w:pPr>
            <w:r>
              <w:t>1000</w:t>
            </w:r>
          </w:p>
        </w:tc>
        <w:tc>
          <w:tcPr>
            <w:tcW w:w="3021" w:type="dxa"/>
          </w:tcPr>
          <w:p w14:paraId="1BAEF938" w14:textId="77777777" w:rsidR="00994093" w:rsidRDefault="00994093" w:rsidP="007A1DEA">
            <w:pPr>
              <w:jc w:val="center"/>
            </w:pPr>
            <w:r>
              <w:t>10000</w:t>
            </w:r>
          </w:p>
        </w:tc>
        <w:tc>
          <w:tcPr>
            <w:tcW w:w="3021" w:type="dxa"/>
          </w:tcPr>
          <w:p w14:paraId="229B8DF2" w14:textId="3A365C19" w:rsidR="00994093" w:rsidRPr="007A1DEA" w:rsidRDefault="007A1DEA" w:rsidP="007A1DEA">
            <w:pPr>
              <w:jc w:val="center"/>
              <w:rPr>
                <w:i/>
                <w:iCs/>
              </w:rPr>
            </w:pPr>
            <w:r w:rsidRPr="007A1DEA">
              <w:rPr>
                <w:i/>
                <w:iCs/>
              </w:rPr>
              <w:t>6,9</w:t>
            </w:r>
          </w:p>
        </w:tc>
      </w:tr>
      <w:tr w:rsidR="00994093" w14:paraId="698456E2" w14:textId="77777777" w:rsidTr="0063516A">
        <w:tc>
          <w:tcPr>
            <w:tcW w:w="3020" w:type="dxa"/>
          </w:tcPr>
          <w:p w14:paraId="79BB5C1D" w14:textId="77777777" w:rsidR="00994093" w:rsidRDefault="00994093" w:rsidP="007A1DEA">
            <w:pPr>
              <w:jc w:val="center"/>
            </w:pPr>
            <w:r>
              <w:t>1000</w:t>
            </w:r>
          </w:p>
        </w:tc>
        <w:tc>
          <w:tcPr>
            <w:tcW w:w="3021" w:type="dxa"/>
          </w:tcPr>
          <w:p w14:paraId="23C9BEBF" w14:textId="77777777" w:rsidR="00994093" w:rsidRDefault="00994093" w:rsidP="007A1DEA">
            <w:pPr>
              <w:jc w:val="center"/>
            </w:pPr>
            <w:r>
              <w:t>5000</w:t>
            </w:r>
          </w:p>
        </w:tc>
        <w:tc>
          <w:tcPr>
            <w:tcW w:w="3021" w:type="dxa"/>
          </w:tcPr>
          <w:p w14:paraId="0DA762C2" w14:textId="576293D7" w:rsidR="00994093" w:rsidRPr="007A1DEA" w:rsidRDefault="007A1DEA" w:rsidP="007A1DEA">
            <w:pPr>
              <w:jc w:val="center"/>
              <w:rPr>
                <w:i/>
                <w:iCs/>
              </w:rPr>
            </w:pPr>
            <w:r w:rsidRPr="007A1DEA">
              <w:rPr>
                <w:i/>
                <w:iCs/>
              </w:rPr>
              <w:t>3,45</w:t>
            </w:r>
          </w:p>
        </w:tc>
      </w:tr>
      <w:tr w:rsidR="00994093" w14:paraId="3E7C0541" w14:textId="77777777" w:rsidTr="0063516A">
        <w:tc>
          <w:tcPr>
            <w:tcW w:w="3020" w:type="dxa"/>
          </w:tcPr>
          <w:p w14:paraId="150614F7" w14:textId="77777777" w:rsidR="00994093" w:rsidRDefault="00994093" w:rsidP="007A1DEA">
            <w:pPr>
              <w:jc w:val="center"/>
            </w:pPr>
            <w:r>
              <w:t>1000</w:t>
            </w:r>
          </w:p>
        </w:tc>
        <w:tc>
          <w:tcPr>
            <w:tcW w:w="3021" w:type="dxa"/>
          </w:tcPr>
          <w:p w14:paraId="255EFAAF" w14:textId="77777777" w:rsidR="00994093" w:rsidRDefault="00994093" w:rsidP="007A1DEA">
            <w:pPr>
              <w:jc w:val="center"/>
            </w:pPr>
            <w:r>
              <w:t>2500</w:t>
            </w:r>
          </w:p>
        </w:tc>
        <w:tc>
          <w:tcPr>
            <w:tcW w:w="3021" w:type="dxa"/>
          </w:tcPr>
          <w:p w14:paraId="47C3D2D5" w14:textId="26E08883" w:rsidR="00994093" w:rsidRPr="007A1DEA" w:rsidRDefault="007A1DEA" w:rsidP="007A1DEA">
            <w:pPr>
              <w:jc w:val="center"/>
              <w:rPr>
                <w:i/>
                <w:iCs/>
              </w:rPr>
            </w:pPr>
            <w:r w:rsidRPr="007A1DEA">
              <w:rPr>
                <w:i/>
                <w:iCs/>
              </w:rPr>
              <w:t>1,75</w:t>
            </w:r>
          </w:p>
        </w:tc>
      </w:tr>
      <w:tr w:rsidR="00994093" w14:paraId="5F2C5F57" w14:textId="77777777" w:rsidTr="0063516A">
        <w:tc>
          <w:tcPr>
            <w:tcW w:w="3020" w:type="dxa"/>
          </w:tcPr>
          <w:p w14:paraId="36E25A38" w14:textId="77777777" w:rsidR="00994093" w:rsidRDefault="00994093" w:rsidP="007A1DEA">
            <w:pPr>
              <w:jc w:val="center"/>
            </w:pPr>
            <w:r>
              <w:t>1000</w:t>
            </w:r>
          </w:p>
        </w:tc>
        <w:tc>
          <w:tcPr>
            <w:tcW w:w="3021" w:type="dxa"/>
          </w:tcPr>
          <w:p w14:paraId="24ABD463" w14:textId="77777777" w:rsidR="00994093" w:rsidRDefault="00994093" w:rsidP="007A1DEA">
            <w:pPr>
              <w:jc w:val="center"/>
            </w:pPr>
            <w:r>
              <w:t>1250</w:t>
            </w:r>
          </w:p>
        </w:tc>
        <w:tc>
          <w:tcPr>
            <w:tcW w:w="3021" w:type="dxa"/>
          </w:tcPr>
          <w:p w14:paraId="6EFF9CB9" w14:textId="6ECB60C4" w:rsidR="00994093" w:rsidRPr="007A1DEA" w:rsidRDefault="007A1DEA" w:rsidP="007A1DEA">
            <w:pPr>
              <w:jc w:val="center"/>
              <w:rPr>
                <w:i/>
                <w:iCs/>
              </w:rPr>
            </w:pPr>
            <w:r w:rsidRPr="007A1DEA">
              <w:rPr>
                <w:i/>
                <w:iCs/>
              </w:rPr>
              <w:t>0,85</w:t>
            </w:r>
          </w:p>
        </w:tc>
      </w:tr>
      <w:tr w:rsidR="00994093" w14:paraId="57B4D3F0" w14:textId="77777777" w:rsidTr="0063516A">
        <w:tc>
          <w:tcPr>
            <w:tcW w:w="3020" w:type="dxa"/>
          </w:tcPr>
          <w:p w14:paraId="44526971" w14:textId="77777777" w:rsidR="00994093" w:rsidRDefault="00994093" w:rsidP="007A1DEA">
            <w:pPr>
              <w:jc w:val="center"/>
            </w:pPr>
            <w:r>
              <w:t>2000</w:t>
            </w:r>
          </w:p>
        </w:tc>
        <w:tc>
          <w:tcPr>
            <w:tcW w:w="3021" w:type="dxa"/>
          </w:tcPr>
          <w:p w14:paraId="28A3EFEA" w14:textId="77777777" w:rsidR="00994093" w:rsidRDefault="00994093" w:rsidP="007A1DEA">
            <w:pPr>
              <w:jc w:val="center"/>
            </w:pPr>
            <w:r>
              <w:t>5000</w:t>
            </w:r>
          </w:p>
        </w:tc>
        <w:tc>
          <w:tcPr>
            <w:tcW w:w="3021" w:type="dxa"/>
          </w:tcPr>
          <w:p w14:paraId="3437B202" w14:textId="1FA4E88C" w:rsidR="00994093" w:rsidRPr="007A1DEA" w:rsidRDefault="007A1DEA" w:rsidP="007A1DEA">
            <w:pPr>
              <w:jc w:val="center"/>
              <w:rPr>
                <w:i/>
                <w:iCs/>
              </w:rPr>
            </w:pPr>
            <w:r w:rsidRPr="007A1DEA">
              <w:rPr>
                <w:i/>
                <w:iCs/>
              </w:rPr>
              <w:t>6,9</w:t>
            </w:r>
          </w:p>
        </w:tc>
      </w:tr>
      <w:tr w:rsidR="00994093" w14:paraId="17C2C7AF" w14:textId="77777777" w:rsidTr="0063516A">
        <w:tc>
          <w:tcPr>
            <w:tcW w:w="3020" w:type="dxa"/>
          </w:tcPr>
          <w:p w14:paraId="4F337687" w14:textId="77777777" w:rsidR="00994093" w:rsidRDefault="00994093" w:rsidP="007A1DEA">
            <w:pPr>
              <w:jc w:val="center"/>
            </w:pPr>
            <w:r>
              <w:t>500</w:t>
            </w:r>
          </w:p>
        </w:tc>
        <w:tc>
          <w:tcPr>
            <w:tcW w:w="3021" w:type="dxa"/>
          </w:tcPr>
          <w:p w14:paraId="0456F8CE" w14:textId="77777777" w:rsidR="00994093" w:rsidRDefault="00994093" w:rsidP="007A1DEA">
            <w:pPr>
              <w:jc w:val="center"/>
            </w:pPr>
            <w:r>
              <w:t>5000</w:t>
            </w:r>
          </w:p>
        </w:tc>
        <w:tc>
          <w:tcPr>
            <w:tcW w:w="3021" w:type="dxa"/>
          </w:tcPr>
          <w:p w14:paraId="1793AF8F" w14:textId="72A44172" w:rsidR="00994093" w:rsidRPr="007A1DEA" w:rsidRDefault="007A1DEA" w:rsidP="007A1DEA">
            <w:pPr>
              <w:jc w:val="center"/>
              <w:rPr>
                <w:i/>
                <w:iCs/>
              </w:rPr>
            </w:pPr>
            <w:r w:rsidRPr="007A1DEA">
              <w:rPr>
                <w:i/>
                <w:iCs/>
              </w:rPr>
              <w:t>1,75</w:t>
            </w:r>
          </w:p>
        </w:tc>
      </w:tr>
      <w:tr w:rsidR="00994093" w14:paraId="0079AC86" w14:textId="77777777" w:rsidTr="0063516A">
        <w:tc>
          <w:tcPr>
            <w:tcW w:w="3020" w:type="dxa"/>
          </w:tcPr>
          <w:p w14:paraId="26734A09" w14:textId="77777777" w:rsidR="00994093" w:rsidRDefault="00994093" w:rsidP="007A1DEA">
            <w:pPr>
              <w:jc w:val="center"/>
            </w:pPr>
            <w:r>
              <w:t>250</w:t>
            </w:r>
          </w:p>
        </w:tc>
        <w:tc>
          <w:tcPr>
            <w:tcW w:w="3021" w:type="dxa"/>
          </w:tcPr>
          <w:p w14:paraId="2FEBFD5C" w14:textId="77777777" w:rsidR="00994093" w:rsidRDefault="00994093" w:rsidP="007A1DEA">
            <w:pPr>
              <w:jc w:val="center"/>
            </w:pPr>
            <w:r>
              <w:t>5000</w:t>
            </w:r>
          </w:p>
        </w:tc>
        <w:tc>
          <w:tcPr>
            <w:tcW w:w="3021" w:type="dxa"/>
          </w:tcPr>
          <w:p w14:paraId="0B636DD8" w14:textId="25559BF9" w:rsidR="00994093" w:rsidRPr="007A1DEA" w:rsidRDefault="007A1DEA" w:rsidP="007A1DEA">
            <w:pPr>
              <w:jc w:val="center"/>
              <w:rPr>
                <w:i/>
                <w:iCs/>
              </w:rPr>
            </w:pPr>
            <w:r w:rsidRPr="007A1DEA">
              <w:rPr>
                <w:i/>
                <w:iCs/>
              </w:rPr>
              <w:t>0,85</w:t>
            </w:r>
          </w:p>
        </w:tc>
      </w:tr>
    </w:tbl>
    <w:p w14:paraId="56DC34DE" w14:textId="77777777" w:rsidR="00994093" w:rsidRDefault="00994093" w:rsidP="00994093"/>
    <w:p w14:paraId="37C278B7" w14:textId="6EBD39BA" w:rsidR="0092100F" w:rsidRPr="00250225" w:rsidRDefault="00994093" w:rsidP="00250225">
      <w:r>
        <w:lastRenderedPageBreak/>
        <w:t xml:space="preserve">Interpretieren Sie ihre Ergebnisse. Welcher funktionale Zusammenhang besteht zwischen der Halbwertszeit </w:t>
      </w:r>
      <w:proofErr w:type="gramStart"/>
      <w:r>
        <w:t>T</w:t>
      </w:r>
      <w:r>
        <w:rPr>
          <w:vertAlign w:val="subscript"/>
        </w:rPr>
        <w:t>H</w:t>
      </w:r>
      <w:r>
        <w:t xml:space="preserve"> ,</w:t>
      </w:r>
      <w:proofErr w:type="gramEnd"/>
      <w:r>
        <w:t xml:space="preserve"> der Kapazität und dem Widerstand? Stellen Sie eine Vermutung auf.</w:t>
      </w:r>
    </w:p>
    <w:p w14:paraId="36EB59EF" w14:textId="6942B150" w:rsidR="00C63198" w:rsidRDefault="007A1DEA" w:rsidP="004A69AD">
      <w:pPr>
        <w:pStyle w:val="Listenabsatz"/>
        <w:spacing w:after="60"/>
        <w:ind w:left="709"/>
        <w:contextualSpacing w:val="0"/>
        <w:jc w:val="left"/>
        <w:rPr>
          <w:i/>
          <w:iCs/>
        </w:rPr>
      </w:pPr>
      <w:r w:rsidRPr="00AD4158">
        <w:rPr>
          <w:rFonts w:eastAsiaTheme="minorEastAsia"/>
          <w:b/>
          <w:bCs/>
          <w:noProof/>
        </w:rPr>
        <mc:AlternateContent>
          <mc:Choice Requires="wps">
            <w:drawing>
              <wp:anchor distT="0" distB="0" distL="114300" distR="114300" simplePos="0" relativeHeight="251662336" behindDoc="0" locked="0" layoutInCell="1" allowOverlap="1" wp14:anchorId="68D943A2" wp14:editId="346B71ED">
                <wp:simplePos x="0" y="0"/>
                <wp:positionH relativeFrom="margin">
                  <wp:align>left</wp:align>
                </wp:positionH>
                <wp:positionV relativeFrom="paragraph">
                  <wp:posOffset>4524375</wp:posOffset>
                </wp:positionV>
                <wp:extent cx="1552575" cy="161925"/>
                <wp:effectExtent l="0" t="0" r="9525" b="9525"/>
                <wp:wrapSquare wrapText="bothSides"/>
                <wp:docPr id="15" name="Textfeld 15"/>
                <wp:cNvGraphicFramePr/>
                <a:graphic xmlns:a="http://schemas.openxmlformats.org/drawingml/2006/main">
                  <a:graphicData uri="http://schemas.microsoft.com/office/word/2010/wordprocessingShape">
                    <wps:wsp>
                      <wps:cNvSpPr txBox="1"/>
                      <wps:spPr>
                        <a:xfrm>
                          <a:off x="0" y="0"/>
                          <a:ext cx="1552575" cy="161925"/>
                        </a:xfrm>
                        <a:prstGeom prst="rect">
                          <a:avLst/>
                        </a:prstGeom>
                        <a:noFill/>
                        <a:ln w="6350">
                          <a:noFill/>
                        </a:ln>
                      </wps:spPr>
                      <wps:txbx>
                        <w:txbxContent>
                          <w:p w14:paraId="3B4C1C13" w14:textId="474CCF7C" w:rsidR="007A1DEA" w:rsidRPr="009A26E8" w:rsidRDefault="007A1DEA" w:rsidP="007A1DEA">
                            <w:pPr>
                              <w:jc w:val="right"/>
                              <w:rPr>
                                <w:sz w:val="16"/>
                                <w:szCs w:val="16"/>
                              </w:rPr>
                            </w:pPr>
                            <w:r>
                              <w:rPr>
                                <w:sz w:val="16"/>
                                <w:szCs w:val="16"/>
                              </w:rPr>
                              <w:t>Bildquelle: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943A2" id="_x0000_t202" coordsize="21600,21600" o:spt="202" path="m,l,21600r21600,l21600,xe">
                <v:stroke joinstyle="miter"/>
                <v:path gradientshapeok="t" o:connecttype="rect"/>
              </v:shapetype>
              <v:shape id="Textfeld 15" o:spid="_x0000_s1026" type="#_x0000_t202" style="position:absolute;left:0;text-align:left;margin-left:0;margin-top:356.25pt;width:122.25pt;height:12.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" filled="f" stroked="f" strokeweight=".5pt">
                <v:textbox inset="1mm,0,1mm,0">
                  <w:txbxContent>
                    <w:p w14:paraId="3B4C1C13" w14:textId="474CCF7C" w:rsidR="007A1DEA" w:rsidRPr="009A26E8" w:rsidRDefault="007A1DEA" w:rsidP="007A1DEA">
                      <w:pPr>
                        <w:jc w:val="right"/>
                        <w:rPr>
                          <w:sz w:val="16"/>
                          <w:szCs w:val="16"/>
                        </w:rPr>
                      </w:pPr>
                      <w:r>
                        <w:rPr>
                          <w:sz w:val="16"/>
                          <w:szCs w:val="16"/>
                        </w:rPr>
                        <w:t>Bildquelle: Dr. U. Wienbruch</w:t>
                      </w:r>
                    </w:p>
                  </w:txbxContent>
                </v:textbox>
                <w10:wrap type="square" anchorx="margin"/>
              </v:shape>
            </w:pict>
          </mc:Fallback>
        </mc:AlternateContent>
      </w:r>
      <w:r>
        <w:rPr>
          <w:i/>
          <w:iCs/>
        </w:rPr>
        <w:t>Bei doppelter Kapazität verdoppelt sich die Halbwertszeit.</w:t>
      </w:r>
    </w:p>
    <w:p w14:paraId="3E993390" w14:textId="520B5D59" w:rsidR="007A1DEA" w:rsidRDefault="007A1DEA" w:rsidP="004A69AD">
      <w:pPr>
        <w:pStyle w:val="Listenabsatz"/>
        <w:spacing w:after="60"/>
        <w:ind w:left="709"/>
        <w:contextualSpacing w:val="0"/>
        <w:jc w:val="left"/>
        <w:rPr>
          <w:i/>
          <w:iCs/>
        </w:rPr>
      </w:pPr>
      <w:r>
        <w:rPr>
          <w:i/>
          <w:iCs/>
        </w:rPr>
        <w:t>Bei doppeltem Widerstand verdoppelt sich die Halbwertszeit.</w:t>
      </w:r>
    </w:p>
    <w:p w14:paraId="1908F820" w14:textId="4B3E5282" w:rsidR="007A1DEA" w:rsidRDefault="007A1DEA" w:rsidP="004A69AD">
      <w:pPr>
        <w:pStyle w:val="Listenabsatz"/>
        <w:spacing w:after="60"/>
        <w:ind w:left="709"/>
        <w:contextualSpacing w:val="0"/>
        <w:jc w:val="left"/>
        <w:rPr>
          <w:i/>
          <w:iCs/>
        </w:rPr>
      </w:pPr>
      <w:r>
        <w:rPr>
          <w:i/>
          <w:iCs/>
        </w:rPr>
        <w:t>Wenn das Produkt aus Widerstand und Kapazität gleich groß ist, dann ist auch die Halbwertszeit gleich groß.</w:t>
      </w:r>
    </w:p>
    <w:p w14:paraId="30F024D6" w14:textId="27A5E066" w:rsidR="007A1DEA" w:rsidRDefault="007A1DEA" w:rsidP="004A69AD">
      <w:pPr>
        <w:pStyle w:val="Listenabsatz"/>
        <w:spacing w:after="60"/>
        <w:ind w:left="709"/>
        <w:contextualSpacing w:val="0"/>
        <w:jc w:val="left"/>
        <w:rPr>
          <w:rFonts w:eastAsiaTheme="minorEastAsia"/>
          <w:i/>
          <w:iCs/>
        </w:rPr>
      </w:pPr>
      <w:r>
        <w:rPr>
          <w:i/>
          <w:iCs/>
        </w:rPr>
        <w:t>Offensichtlich ist T</w:t>
      </w:r>
      <w:r>
        <w:rPr>
          <w:i/>
          <w:iCs/>
          <w:vertAlign w:val="subscript"/>
        </w:rPr>
        <w:t>H</w:t>
      </w:r>
      <m:oMath>
        <m:r>
          <w:rPr>
            <w:rFonts w:ascii="Cambria Math" w:hAnsi="Cambria Math"/>
            <w:vertAlign w:val="subscript"/>
          </w:rPr>
          <m:t xml:space="preserve"> ~</m:t>
        </m:r>
      </m:oMath>
      <w:r>
        <w:rPr>
          <w:rFonts w:eastAsiaTheme="minorEastAsia"/>
          <w:i/>
          <w:iCs/>
        </w:rPr>
        <w:t xml:space="preserve"> C und </w:t>
      </w:r>
      <w:r>
        <w:rPr>
          <w:i/>
          <w:iCs/>
        </w:rPr>
        <w:t>T</w:t>
      </w:r>
      <w:r>
        <w:rPr>
          <w:i/>
          <w:iCs/>
          <w:vertAlign w:val="subscript"/>
        </w:rPr>
        <w:t>H</w:t>
      </w:r>
      <m:oMath>
        <m:r>
          <w:rPr>
            <w:rFonts w:ascii="Cambria Math" w:hAnsi="Cambria Math"/>
            <w:vertAlign w:val="subscript"/>
          </w:rPr>
          <m:t xml:space="preserve"> ~</m:t>
        </m:r>
      </m:oMath>
      <w:r>
        <w:rPr>
          <w:rFonts w:eastAsiaTheme="minorEastAsia"/>
          <w:i/>
          <w:iCs/>
        </w:rPr>
        <w:t xml:space="preserve"> R. Somit muss auch gelten, dass </w:t>
      </w:r>
      <w:r>
        <w:rPr>
          <w:i/>
          <w:iCs/>
        </w:rPr>
        <w:t>T</w:t>
      </w:r>
      <w:r>
        <w:rPr>
          <w:i/>
          <w:iCs/>
          <w:vertAlign w:val="subscript"/>
        </w:rPr>
        <w:t>H</w:t>
      </w:r>
      <m:oMath>
        <m:r>
          <w:rPr>
            <w:rFonts w:ascii="Cambria Math" w:hAnsi="Cambria Math"/>
            <w:vertAlign w:val="subscript"/>
          </w:rPr>
          <m:t xml:space="preserve"> ~</m:t>
        </m:r>
      </m:oMath>
      <w:r>
        <w:rPr>
          <w:rFonts w:eastAsiaTheme="minorEastAsia"/>
          <w:i/>
          <w:iCs/>
        </w:rPr>
        <w:t xml:space="preserve"> C</w:t>
      </w:r>
      <w:r>
        <w:rPr>
          <w:rFonts w:eastAsiaTheme="minorEastAsia" w:cs="Arial"/>
          <w:i/>
          <w:iCs/>
        </w:rPr>
        <w:t>∙</w:t>
      </w:r>
      <w:r>
        <w:rPr>
          <w:rFonts w:eastAsiaTheme="minorEastAsia"/>
          <w:i/>
          <w:iCs/>
        </w:rPr>
        <w:t>R.</w:t>
      </w:r>
    </w:p>
    <w:p w14:paraId="219E666C" w14:textId="41A40D04" w:rsidR="007A1DEA" w:rsidRPr="007A1DEA" w:rsidRDefault="007A1DEA" w:rsidP="004A69AD">
      <w:pPr>
        <w:pStyle w:val="Listenabsatz"/>
        <w:spacing w:after="60"/>
        <w:ind w:left="709"/>
        <w:contextualSpacing w:val="0"/>
        <w:jc w:val="left"/>
      </w:pPr>
      <w:r>
        <w:rPr>
          <w:i/>
          <w:iCs/>
        </w:rPr>
        <w:t>Als Proportionalitätskonstante erhält man 0,69.</w:t>
      </w:r>
    </w:p>
    <w:sectPr w:rsidR="007A1DEA" w:rsidRPr="007A1DEA"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7517D" w14:textId="77777777" w:rsidR="001B6A69" w:rsidRDefault="001B6A69" w:rsidP="00762DC9">
      <w:pPr>
        <w:spacing w:after="0" w:line="240" w:lineRule="auto"/>
      </w:pPr>
      <w:r>
        <w:separator/>
      </w:r>
    </w:p>
  </w:endnote>
  <w:endnote w:type="continuationSeparator" w:id="0">
    <w:p w14:paraId="4302F134" w14:textId="77777777" w:rsidR="001B6A69" w:rsidRDefault="001B6A69"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0687FE58"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5D3A5A">
      <w:t xml:space="preserve">       </w:t>
    </w:r>
    <w:r w:rsidR="005D3A5A">
      <w:t>225</w:t>
    </w:r>
    <w:r w:rsidR="005D3A5A">
      <w:t>7</w:t>
    </w:r>
    <w:r w:rsidR="005D3A5A">
      <w:t>_ab_</w:t>
    </w:r>
    <w:r w:rsidR="005D3A5A">
      <w:t xml:space="preserve">ladevorgang_modellierung_loesung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867D8" w14:textId="77777777" w:rsidR="001B6A69" w:rsidRDefault="001B6A69" w:rsidP="00762DC9">
      <w:pPr>
        <w:spacing w:after="0" w:line="240" w:lineRule="auto"/>
      </w:pPr>
      <w:r>
        <w:separator/>
      </w:r>
    </w:p>
  </w:footnote>
  <w:footnote w:type="continuationSeparator" w:id="0">
    <w:p w14:paraId="7CD51422" w14:textId="77777777" w:rsidR="001B6A69" w:rsidRDefault="001B6A69"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79E99DB4" w:rsidR="00FC5F3F" w:rsidRPr="00236C2B" w:rsidRDefault="00994093" w:rsidP="00FC5F3F">
                          <w:pPr>
                            <w:jc w:val="center"/>
                            <w:rPr>
                              <w:color w:val="000000" w:themeColor="text1"/>
                            </w:rPr>
                          </w:pPr>
                          <w:r>
                            <w:rPr>
                              <w:b/>
                              <w:color w:val="000000" w:themeColor="text1"/>
                              <w:sz w:val="36"/>
                              <w:szCs w:val="36"/>
                            </w:rPr>
                            <w:t>Kondensator: Modellierung mit Excel</w:t>
                          </w:r>
                          <w:r w:rsidR="00250225">
                            <w:rPr>
                              <w:b/>
                              <w:color w:val="000000" w:themeColor="text1"/>
                              <w:sz w:val="36"/>
                              <w:szCs w:val="36"/>
                            </w:rPr>
                            <w:t>-Lösung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79E99DB4" w:rsidR="00FC5F3F" w:rsidRPr="00236C2B" w:rsidRDefault="00994093" w:rsidP="00FC5F3F">
                    <w:pPr>
                      <w:jc w:val="center"/>
                      <w:rPr>
                        <w:color w:val="000000" w:themeColor="text1"/>
                      </w:rPr>
                    </w:pPr>
                    <w:r>
                      <w:rPr>
                        <w:b/>
                        <w:color w:val="000000" w:themeColor="text1"/>
                        <w:sz w:val="36"/>
                        <w:szCs w:val="36"/>
                      </w:rPr>
                      <w:t>Kondensator: Modellierung mit Excel</w:t>
                    </w:r>
                    <w:r w:rsidR="00250225">
                      <w:rPr>
                        <w:b/>
                        <w:color w:val="000000" w:themeColor="text1"/>
                        <w:sz w:val="36"/>
                        <w:szCs w:val="36"/>
                      </w:rPr>
                      <w:t>-Lösung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19"/>
  </w:num>
  <w:num w:numId="2" w16cid:durableId="1803225420">
    <w:abstractNumId w:val="0"/>
  </w:num>
  <w:num w:numId="3" w16cid:durableId="870611624">
    <w:abstractNumId w:val="13"/>
  </w:num>
  <w:num w:numId="4" w16cid:durableId="291638428">
    <w:abstractNumId w:val="20"/>
  </w:num>
  <w:num w:numId="5" w16cid:durableId="169411284">
    <w:abstractNumId w:val="12"/>
  </w:num>
  <w:num w:numId="6" w16cid:durableId="1029331419">
    <w:abstractNumId w:val="9"/>
  </w:num>
  <w:num w:numId="7" w16cid:durableId="502622797">
    <w:abstractNumId w:val="6"/>
  </w:num>
  <w:num w:numId="8" w16cid:durableId="1263150391">
    <w:abstractNumId w:val="16"/>
  </w:num>
  <w:num w:numId="9" w16cid:durableId="1664822022">
    <w:abstractNumId w:val="10"/>
  </w:num>
  <w:num w:numId="10" w16cid:durableId="1698196000">
    <w:abstractNumId w:val="2"/>
  </w:num>
  <w:num w:numId="11" w16cid:durableId="609123686">
    <w:abstractNumId w:val="18"/>
  </w:num>
  <w:num w:numId="12" w16cid:durableId="1504737416">
    <w:abstractNumId w:val="25"/>
  </w:num>
  <w:num w:numId="13" w16cid:durableId="231670708">
    <w:abstractNumId w:val="1"/>
  </w:num>
  <w:num w:numId="14" w16cid:durableId="922907581">
    <w:abstractNumId w:val="5"/>
  </w:num>
  <w:num w:numId="15" w16cid:durableId="1417244916">
    <w:abstractNumId w:val="15"/>
  </w:num>
  <w:num w:numId="16" w16cid:durableId="123234397">
    <w:abstractNumId w:val="22"/>
  </w:num>
  <w:num w:numId="17" w16cid:durableId="1708523969">
    <w:abstractNumId w:val="17"/>
  </w:num>
  <w:num w:numId="18" w16cid:durableId="692070679">
    <w:abstractNumId w:val="3"/>
  </w:num>
  <w:num w:numId="19" w16cid:durableId="290332073">
    <w:abstractNumId w:val="8"/>
  </w:num>
  <w:num w:numId="20" w16cid:durableId="1822842311">
    <w:abstractNumId w:val="11"/>
  </w:num>
  <w:num w:numId="21" w16cid:durableId="1607887270">
    <w:abstractNumId w:val="24"/>
  </w:num>
  <w:num w:numId="22" w16cid:durableId="777985800">
    <w:abstractNumId w:val="7"/>
  </w:num>
  <w:num w:numId="23" w16cid:durableId="343020963">
    <w:abstractNumId w:val="23"/>
  </w:num>
  <w:num w:numId="24" w16cid:durableId="597835579">
    <w:abstractNumId w:val="21"/>
  </w:num>
  <w:num w:numId="25" w16cid:durableId="227036075">
    <w:abstractNumId w:val="4"/>
  </w:num>
  <w:num w:numId="26" w16cid:durableId="5511633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18C6"/>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6A69"/>
    <w:rsid w:val="001B7684"/>
    <w:rsid w:val="001C1001"/>
    <w:rsid w:val="001C1A53"/>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0225"/>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617"/>
    <w:rsid w:val="00371EE4"/>
    <w:rsid w:val="00372016"/>
    <w:rsid w:val="003723D5"/>
    <w:rsid w:val="0037243A"/>
    <w:rsid w:val="00372649"/>
    <w:rsid w:val="003726A7"/>
    <w:rsid w:val="0037342E"/>
    <w:rsid w:val="00373D55"/>
    <w:rsid w:val="003760DB"/>
    <w:rsid w:val="003766B7"/>
    <w:rsid w:val="00376AA2"/>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3A5A"/>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1DEA"/>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0"/>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0B12"/>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026A"/>
    <w:rsid w:val="008F18FB"/>
    <w:rsid w:val="008F203C"/>
    <w:rsid w:val="008F2ED2"/>
    <w:rsid w:val="008F3955"/>
    <w:rsid w:val="008F4452"/>
    <w:rsid w:val="008F5930"/>
    <w:rsid w:val="008F5A57"/>
    <w:rsid w:val="009019DD"/>
    <w:rsid w:val="00901CAA"/>
    <w:rsid w:val="0090200E"/>
    <w:rsid w:val="00902FA6"/>
    <w:rsid w:val="0090353A"/>
    <w:rsid w:val="00904C5F"/>
    <w:rsid w:val="00905489"/>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4228"/>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093"/>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4DCE"/>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B7A78"/>
    <w:rsid w:val="00EC077C"/>
    <w:rsid w:val="00EC259E"/>
    <w:rsid w:val="00EC2E43"/>
    <w:rsid w:val="00EC38A9"/>
    <w:rsid w:val="00EC450A"/>
    <w:rsid w:val="00EC46F2"/>
    <w:rsid w:val="00ED06BD"/>
    <w:rsid w:val="00ED08A8"/>
    <w:rsid w:val="00ED19CA"/>
    <w:rsid w:val="00ED1A2B"/>
    <w:rsid w:val="00ED34D6"/>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2F"/>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542</Words>
  <Characters>3421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9</cp:revision>
  <cp:lastPrinted>2023-02-19T10:43:00Z</cp:lastPrinted>
  <dcterms:created xsi:type="dcterms:W3CDTF">2023-01-11T20:34:00Z</dcterms:created>
  <dcterms:modified xsi:type="dcterms:W3CDTF">2023-02-19T10:43:00Z</dcterms:modified>
</cp:coreProperties>
</file>