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839BE" w14:textId="42A0C79B" w:rsidR="007C6D55" w:rsidRPr="00706604" w:rsidRDefault="00F95A43" w:rsidP="007C6D55">
      <w:pPr>
        <w:rPr>
          <w:b/>
          <w:bCs/>
          <w:sz w:val="24"/>
          <w:szCs w:val="24"/>
        </w:rPr>
      </w:pPr>
      <w:r w:rsidRPr="00706604">
        <w:rPr>
          <w:b/>
          <w:bCs/>
          <w:sz w:val="24"/>
          <w:szCs w:val="24"/>
        </w:rPr>
        <w:t>Fragestellung: Was geschieht, wenn eine Ladung schräg auf ein Magnetfeld trifft?</w:t>
      </w:r>
    </w:p>
    <w:p w14:paraId="30B3F1CC" w14:textId="6B047278" w:rsidR="00F95A43" w:rsidRDefault="00F95A43" w:rsidP="007C6D55">
      <w:pPr>
        <w:rPr>
          <w:b/>
          <w:bCs/>
        </w:rPr>
      </w:pPr>
      <w:r>
        <w:rPr>
          <w:b/>
          <w:bCs/>
        </w:rPr>
        <w:t xml:space="preserve">Gehen Sie auf folgende Internetseite: </w:t>
      </w:r>
      <w:hyperlink r:id="rId8" w:history="1">
        <w:r w:rsidRPr="00551ED8">
          <w:rPr>
            <w:rStyle w:val="Hyperlink"/>
            <w:b/>
            <w:bCs/>
          </w:rPr>
          <w:t>https://virtuelle-experimente.de/b-feld/anwendung/schraubenbahn.php</w:t>
        </w:r>
      </w:hyperlink>
    </w:p>
    <w:p w14:paraId="046C8AFA" w14:textId="0E96D681" w:rsidR="00F95A43" w:rsidRPr="00FD677E" w:rsidRDefault="00F95A43" w:rsidP="007C6D55">
      <w:r>
        <w:rPr>
          <w:b/>
          <w:bCs/>
        </w:rPr>
        <w:t xml:space="preserve">Aufgabe 1: </w:t>
      </w:r>
      <w:r w:rsidRPr="00FD677E">
        <w:t xml:space="preserve">Was beobachtet man, wenn die Kathodenstrahlröhre etwas verdreht wird, so dass der Elektronenstrahl mit einem etwas kleineren Winkel als 90° auf das Magnetfeld trifft? Wie verändert sich die Elektronenbahn? </w:t>
      </w:r>
      <w:r w:rsidR="004220E0" w:rsidRPr="00FD677E">
        <w:t xml:space="preserve">Welchen Einfluss hat dabei die Beschleunigungsspannung bzw. die Stromstärke und damit die Flussdichte? </w:t>
      </w:r>
      <w:r w:rsidRPr="00FD677E">
        <w:t xml:space="preserve">Fassen Sie die </w:t>
      </w:r>
      <w:r w:rsidR="00706604">
        <w:t xml:space="preserve">dargestellten </w:t>
      </w:r>
      <w:r w:rsidRPr="00FD677E">
        <w:t>Beobachtungen zusammen.</w:t>
      </w:r>
    </w:p>
    <w:p w14:paraId="798C8FD1" w14:textId="784B7581" w:rsidR="004220E0" w:rsidRPr="00FD677E" w:rsidRDefault="004220E0" w:rsidP="007C6D55">
      <w:r w:rsidRPr="00706604">
        <w:rPr>
          <w:b/>
          <w:bCs/>
        </w:rPr>
        <w:t>Aufgabe 2:</w:t>
      </w:r>
      <w:r w:rsidRPr="00FD677E">
        <w:t xml:space="preserve"> Erklären Sie die Entstehung der Schraubenbahn</w:t>
      </w:r>
      <w:r w:rsidR="00706604">
        <w:t xml:space="preserve"> in eigenen Worten</w:t>
      </w:r>
      <w:r w:rsidRPr="00FD677E">
        <w:t>.</w:t>
      </w:r>
    </w:p>
    <w:p w14:paraId="4ED3E315" w14:textId="470E0EA8" w:rsidR="004220E0" w:rsidRPr="00FD677E" w:rsidRDefault="004220E0" w:rsidP="007C6D55">
      <w:r w:rsidRPr="00706604">
        <w:rPr>
          <w:b/>
          <w:bCs/>
        </w:rPr>
        <w:t>Aufgabe 3:</w:t>
      </w:r>
      <w:r w:rsidRPr="00FD677E">
        <w:t xml:space="preserve"> Klicken Sie rechts unten auf </w:t>
      </w:r>
      <w:r w:rsidRPr="00706604">
        <w:rPr>
          <w:i/>
          <w:iCs/>
        </w:rPr>
        <w:t>weiter</w:t>
      </w:r>
      <w:r w:rsidRPr="00FD677E">
        <w:t>. Informieren Sie sich</w:t>
      </w:r>
      <w:r w:rsidR="00706604">
        <w:t xml:space="preserve"> auf der nächsten Seite</w:t>
      </w:r>
      <w:r w:rsidRPr="00FD677E">
        <w:t xml:space="preserve"> über die mathematische Beschreibung der Schraubenbahn</w:t>
      </w:r>
      <w:r w:rsidR="00FD677E" w:rsidRPr="00FD677E">
        <w:t>.</w:t>
      </w:r>
    </w:p>
    <w:p w14:paraId="70086EF3" w14:textId="15239A67" w:rsidR="004220E0" w:rsidRPr="00FD677E" w:rsidRDefault="004220E0" w:rsidP="004220E0">
      <w:pPr>
        <w:pStyle w:val="Listenabsatz"/>
        <w:numPr>
          <w:ilvl w:val="0"/>
          <w:numId w:val="28"/>
        </w:numPr>
      </w:pPr>
      <w:r w:rsidRPr="00FD677E">
        <w:t>Von welchen Größen hängt der Radius der Schraubenbahn ab?</w:t>
      </w:r>
    </w:p>
    <w:p w14:paraId="11E70EAE" w14:textId="26989E38" w:rsidR="004220E0" w:rsidRPr="00FD677E" w:rsidRDefault="00FD677E" w:rsidP="004220E0">
      <w:pPr>
        <w:pStyle w:val="Listenabsatz"/>
        <w:numPr>
          <w:ilvl w:val="0"/>
          <w:numId w:val="28"/>
        </w:numPr>
      </w:pPr>
      <w:r w:rsidRPr="00FD677E">
        <w:t xml:space="preserve">Was ist die </w:t>
      </w:r>
      <w:proofErr w:type="spellStart"/>
      <w:r w:rsidRPr="00FD677E">
        <w:t>Ganghöhe</w:t>
      </w:r>
      <w:proofErr w:type="spellEnd"/>
      <w:r w:rsidRPr="00FD677E">
        <w:t xml:space="preserve"> h </w:t>
      </w:r>
      <w:r w:rsidR="004220E0" w:rsidRPr="00FD677E">
        <w:t xml:space="preserve">der Schraubenbahn </w:t>
      </w:r>
      <w:r w:rsidRPr="00FD677E">
        <w:t>und wovon hängt sie ab?</w:t>
      </w:r>
    </w:p>
    <w:p w14:paraId="0F0E5533" w14:textId="33E738EE" w:rsidR="004220E0" w:rsidRPr="00FD677E" w:rsidRDefault="004220E0" w:rsidP="007C6D55"/>
    <w:p w14:paraId="487FCD2A" w14:textId="77777777" w:rsidR="004220E0" w:rsidRPr="00FD677E" w:rsidRDefault="004220E0" w:rsidP="007C6D55">
      <w:pPr>
        <w:rPr>
          <w:rFonts w:eastAsiaTheme="minorEastAsia"/>
        </w:rPr>
      </w:pPr>
    </w:p>
    <w:p w14:paraId="5AA12CB2" w14:textId="0BB29FAC" w:rsidR="007C6D55" w:rsidRPr="00FD677E" w:rsidRDefault="007C6D55" w:rsidP="007C6D55">
      <w:pPr>
        <w:rPr>
          <w:rFonts w:eastAsiaTheme="minorEastAsia"/>
        </w:rPr>
      </w:pPr>
    </w:p>
    <w:p w14:paraId="13D6CEC4" w14:textId="77777777" w:rsidR="007C6D55" w:rsidRPr="00FD677E" w:rsidRDefault="007C6D55" w:rsidP="007C6D55"/>
    <w:p w14:paraId="1B4F75B8" w14:textId="62B14565" w:rsidR="00AD4158" w:rsidRDefault="00AD4158" w:rsidP="004A69AD">
      <w:pPr>
        <w:spacing w:after="60"/>
        <w:jc w:val="left"/>
      </w:pPr>
    </w:p>
    <w:sectPr w:rsidR="00AD4158" w:rsidSect="00581D91">
      <w:headerReference w:type="default" r:id="rId9"/>
      <w:footerReference w:type="even" r:id="rId10"/>
      <w:footerReference w:type="default" r:id="rId11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01E92" w14:textId="77777777" w:rsidR="003A3A8A" w:rsidRDefault="003A3A8A" w:rsidP="00762DC9">
      <w:pPr>
        <w:spacing w:after="0" w:line="240" w:lineRule="auto"/>
      </w:pPr>
      <w:r>
        <w:separator/>
      </w:r>
    </w:p>
  </w:endnote>
  <w:endnote w:type="continuationSeparator" w:id="0">
    <w:p w14:paraId="47454E23" w14:textId="77777777" w:rsidR="003A3A8A" w:rsidRDefault="003A3A8A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2AC150E3" w:rsidR="009A6261" w:rsidRDefault="00B91F8B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27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E758BD">
      <w:t>Dr. U. Wienbruch</w:t>
    </w:r>
    <w:r>
      <w:t xml:space="preserve">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 w:rsidR="001B117C">
      <w:t xml:space="preserve">           </w:t>
    </w:r>
    <w:r w:rsidR="001B117C">
      <w:t>226</w:t>
    </w:r>
    <w:r w:rsidR="001B117C">
      <w:t>6</w:t>
    </w:r>
    <w:r w:rsidR="001B117C">
      <w:t>_ab_</w:t>
    </w:r>
    <w:r w:rsidR="001B117C">
      <w:t xml:space="preserve">schraubenbahn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4</w:t>
      </w:r>
    </w:fldSimple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3347D" w14:textId="77777777" w:rsidR="003A3A8A" w:rsidRDefault="003A3A8A" w:rsidP="00762DC9">
      <w:pPr>
        <w:spacing w:after="0" w:line="240" w:lineRule="auto"/>
      </w:pPr>
      <w:r>
        <w:separator/>
      </w:r>
    </w:p>
  </w:footnote>
  <w:footnote w:type="continuationSeparator" w:id="0">
    <w:p w14:paraId="33A1AC8E" w14:textId="77777777" w:rsidR="003A3A8A" w:rsidRDefault="003A3A8A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2F416C04" w:rsidR="00FC5F3F" w:rsidRPr="00236C2B" w:rsidRDefault="00D966C9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Elektronen im B-Feld: Schraubenbahn</w:t>
                          </w:r>
                          <w:r w:rsidR="00706604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26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0E78DBA0" w14:textId="2F416C04" w:rsidR="00FC5F3F" w:rsidRPr="00236C2B" w:rsidRDefault="00D966C9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Elektronen im B-Feld: Schraubenbahn</w:t>
                    </w:r>
                    <w:r w:rsidR="00706604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 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308E8"/>
    <w:multiLevelType w:val="hybridMultilevel"/>
    <w:tmpl w:val="CB4231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1582473F"/>
    <w:multiLevelType w:val="hybridMultilevel"/>
    <w:tmpl w:val="283E4D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D34B0"/>
    <w:multiLevelType w:val="hybridMultilevel"/>
    <w:tmpl w:val="61D6C5E8"/>
    <w:lvl w:ilvl="0" w:tplc="D0ECABA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1"/>
  </w:num>
  <w:num w:numId="2" w16cid:durableId="1803225420">
    <w:abstractNumId w:val="0"/>
  </w:num>
  <w:num w:numId="3" w16cid:durableId="870611624">
    <w:abstractNumId w:val="15"/>
  </w:num>
  <w:num w:numId="4" w16cid:durableId="291638428">
    <w:abstractNumId w:val="22"/>
  </w:num>
  <w:num w:numId="5" w16cid:durableId="169411284">
    <w:abstractNumId w:val="14"/>
  </w:num>
  <w:num w:numId="6" w16cid:durableId="1029331419">
    <w:abstractNumId w:val="11"/>
  </w:num>
  <w:num w:numId="7" w16cid:durableId="502622797">
    <w:abstractNumId w:val="7"/>
  </w:num>
  <w:num w:numId="8" w16cid:durableId="1263150391">
    <w:abstractNumId w:val="18"/>
  </w:num>
  <w:num w:numId="9" w16cid:durableId="1664822022">
    <w:abstractNumId w:val="12"/>
  </w:num>
  <w:num w:numId="10" w16cid:durableId="1698196000">
    <w:abstractNumId w:val="2"/>
  </w:num>
  <w:num w:numId="11" w16cid:durableId="609123686">
    <w:abstractNumId w:val="20"/>
  </w:num>
  <w:num w:numId="12" w16cid:durableId="1504737416">
    <w:abstractNumId w:val="27"/>
  </w:num>
  <w:num w:numId="13" w16cid:durableId="231670708">
    <w:abstractNumId w:val="1"/>
  </w:num>
  <w:num w:numId="14" w16cid:durableId="922907581">
    <w:abstractNumId w:val="6"/>
  </w:num>
  <w:num w:numId="15" w16cid:durableId="1417244916">
    <w:abstractNumId w:val="17"/>
  </w:num>
  <w:num w:numId="16" w16cid:durableId="123234397">
    <w:abstractNumId w:val="24"/>
  </w:num>
  <w:num w:numId="17" w16cid:durableId="1708523969">
    <w:abstractNumId w:val="19"/>
  </w:num>
  <w:num w:numId="18" w16cid:durableId="692070679">
    <w:abstractNumId w:val="3"/>
  </w:num>
  <w:num w:numId="19" w16cid:durableId="290332073">
    <w:abstractNumId w:val="10"/>
  </w:num>
  <w:num w:numId="20" w16cid:durableId="1822842311">
    <w:abstractNumId w:val="13"/>
  </w:num>
  <w:num w:numId="21" w16cid:durableId="1607887270">
    <w:abstractNumId w:val="26"/>
  </w:num>
  <w:num w:numId="22" w16cid:durableId="777985800">
    <w:abstractNumId w:val="9"/>
  </w:num>
  <w:num w:numId="23" w16cid:durableId="343020963">
    <w:abstractNumId w:val="25"/>
  </w:num>
  <w:num w:numId="24" w16cid:durableId="597835579">
    <w:abstractNumId w:val="23"/>
  </w:num>
  <w:num w:numId="25" w16cid:durableId="227036075">
    <w:abstractNumId w:val="5"/>
  </w:num>
  <w:num w:numId="26" w16cid:durableId="551163343">
    <w:abstractNumId w:val="16"/>
  </w:num>
  <w:num w:numId="27" w16cid:durableId="1362777985">
    <w:abstractNumId w:val="4"/>
  </w:num>
  <w:num w:numId="28" w16cid:durableId="18652475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04E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0DF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7C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A99"/>
    <w:rsid w:val="00226E94"/>
    <w:rsid w:val="00227F1F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A8A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20E5"/>
    <w:rsid w:val="003C2453"/>
    <w:rsid w:val="003C4636"/>
    <w:rsid w:val="003C5078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0E0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69AD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7AE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30D"/>
    <w:rsid w:val="00530EC7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1414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779A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153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553"/>
    <w:rsid w:val="006C1995"/>
    <w:rsid w:val="006C1D16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6604"/>
    <w:rsid w:val="00707085"/>
    <w:rsid w:val="00707440"/>
    <w:rsid w:val="007101C6"/>
    <w:rsid w:val="007113EF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16C"/>
    <w:rsid w:val="007438EA"/>
    <w:rsid w:val="00744278"/>
    <w:rsid w:val="00744C75"/>
    <w:rsid w:val="00745218"/>
    <w:rsid w:val="00746F9E"/>
    <w:rsid w:val="00750006"/>
    <w:rsid w:val="007501E6"/>
    <w:rsid w:val="00750DC7"/>
    <w:rsid w:val="00751543"/>
    <w:rsid w:val="007532D4"/>
    <w:rsid w:val="007536E8"/>
    <w:rsid w:val="0075514A"/>
    <w:rsid w:val="0075520F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59A4"/>
    <w:rsid w:val="007C6D55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300F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5337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03C"/>
    <w:rsid w:val="008F2ED2"/>
    <w:rsid w:val="008F3955"/>
    <w:rsid w:val="008F4452"/>
    <w:rsid w:val="008F5930"/>
    <w:rsid w:val="008F5A57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630E"/>
    <w:rsid w:val="00916CED"/>
    <w:rsid w:val="00917643"/>
    <w:rsid w:val="009178CB"/>
    <w:rsid w:val="00920ADB"/>
    <w:rsid w:val="00920F4A"/>
    <w:rsid w:val="0092100F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29C6"/>
    <w:rsid w:val="00934403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BE"/>
    <w:rsid w:val="00951A00"/>
    <w:rsid w:val="00952287"/>
    <w:rsid w:val="0095262A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4A86"/>
    <w:rsid w:val="009953D8"/>
    <w:rsid w:val="00996EE9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5295"/>
    <w:rsid w:val="009C60CC"/>
    <w:rsid w:val="009C6A86"/>
    <w:rsid w:val="009D0B51"/>
    <w:rsid w:val="009D0F22"/>
    <w:rsid w:val="009D13CE"/>
    <w:rsid w:val="009D2505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4F39"/>
    <w:rsid w:val="009E5558"/>
    <w:rsid w:val="009E58C5"/>
    <w:rsid w:val="009F0FE1"/>
    <w:rsid w:val="009F1937"/>
    <w:rsid w:val="009F1B55"/>
    <w:rsid w:val="009F33F6"/>
    <w:rsid w:val="009F389D"/>
    <w:rsid w:val="009F5F71"/>
    <w:rsid w:val="009F627C"/>
    <w:rsid w:val="009F7123"/>
    <w:rsid w:val="009F78D2"/>
    <w:rsid w:val="00A00011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02E8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BE6"/>
    <w:rsid w:val="00A913A6"/>
    <w:rsid w:val="00A926EB"/>
    <w:rsid w:val="00A9326D"/>
    <w:rsid w:val="00A95909"/>
    <w:rsid w:val="00A96588"/>
    <w:rsid w:val="00A965E1"/>
    <w:rsid w:val="00A96835"/>
    <w:rsid w:val="00AA0EB5"/>
    <w:rsid w:val="00AA1257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4158"/>
    <w:rsid w:val="00AD4C1F"/>
    <w:rsid w:val="00AD7925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E02"/>
    <w:rsid w:val="00B840EA"/>
    <w:rsid w:val="00B84493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CBF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9C7"/>
    <w:rsid w:val="00BE5BC2"/>
    <w:rsid w:val="00BF03C9"/>
    <w:rsid w:val="00BF0783"/>
    <w:rsid w:val="00BF3A73"/>
    <w:rsid w:val="00BF5216"/>
    <w:rsid w:val="00BF560D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8C5"/>
    <w:rsid w:val="00C573A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3B"/>
    <w:rsid w:val="00CD6A70"/>
    <w:rsid w:val="00CD757B"/>
    <w:rsid w:val="00CD76FD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5DE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DC0"/>
    <w:rsid w:val="00D957FE"/>
    <w:rsid w:val="00D959A8"/>
    <w:rsid w:val="00D966C9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153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166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15EB"/>
    <w:rsid w:val="00E71C38"/>
    <w:rsid w:val="00E7203E"/>
    <w:rsid w:val="00E72A50"/>
    <w:rsid w:val="00E73B55"/>
    <w:rsid w:val="00E75407"/>
    <w:rsid w:val="00E758BD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4B5C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A7F"/>
    <w:rsid w:val="00F27C77"/>
    <w:rsid w:val="00F32367"/>
    <w:rsid w:val="00F32777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5A43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677E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rtuelle-experimente.de/b-feld/anwendung/schraubenbahn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136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Ursula Wienbruch</dc:creator>
  <cp:lastModifiedBy>Ursula Wienbruch</cp:lastModifiedBy>
  <cp:revision>6</cp:revision>
  <cp:lastPrinted>2023-02-19T10:53:00Z</cp:lastPrinted>
  <dcterms:created xsi:type="dcterms:W3CDTF">2023-01-12T09:28:00Z</dcterms:created>
  <dcterms:modified xsi:type="dcterms:W3CDTF">2023-02-19T10:53:00Z</dcterms:modified>
</cp:coreProperties>
</file>