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30518" w14:textId="5578E39C" w:rsidR="009358BF" w:rsidRPr="009358BF" w:rsidRDefault="00914F6E" w:rsidP="001D0D40">
      <w:pPr>
        <w:pStyle w:val="Listenabsatz"/>
        <w:numPr>
          <w:ilvl w:val="0"/>
          <w:numId w:val="30"/>
        </w:numPr>
        <w:spacing w:after="120"/>
        <w:ind w:hanging="357"/>
        <w:contextualSpacing w:val="0"/>
      </w:pPr>
      <w:r>
        <w:rPr>
          <w:noProof/>
        </w:rPr>
        <mc:AlternateContent>
          <mc:Choice Requires="wpg">
            <w:drawing>
              <wp:anchor distT="180340" distB="180340" distL="114300" distR="114300" simplePos="0" relativeHeight="251663360" behindDoc="0" locked="0" layoutInCell="1" allowOverlap="1" wp14:anchorId="34DE77A8" wp14:editId="61CDA9DA">
                <wp:simplePos x="0" y="0"/>
                <wp:positionH relativeFrom="margin">
                  <wp:posOffset>100330</wp:posOffset>
                </wp:positionH>
                <wp:positionV relativeFrom="paragraph">
                  <wp:posOffset>719455</wp:posOffset>
                </wp:positionV>
                <wp:extent cx="5562000" cy="2570400"/>
                <wp:effectExtent l="0" t="0" r="635" b="0"/>
                <wp:wrapTopAndBottom/>
                <wp:docPr id="66" name="Gruppieren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2000" cy="2570400"/>
                          <a:chOff x="0" y="0"/>
                          <a:chExt cx="5563351" cy="2571750"/>
                        </a:xfrm>
                      </wpg:grpSpPr>
                      <wpg:grpSp>
                        <wpg:cNvPr id="65" name="Gruppieren 65"/>
                        <wpg:cNvGrpSpPr>
                          <a:grpSpLocks noChangeAspect="1"/>
                        </wpg:cNvGrpSpPr>
                        <wpg:grpSpPr>
                          <a:xfrm>
                            <a:off x="0" y="85725"/>
                            <a:ext cx="3837305" cy="1579880"/>
                            <a:chOff x="0" y="-60771"/>
                            <a:chExt cx="5624968" cy="2318845"/>
                          </a:xfrm>
                        </wpg:grpSpPr>
                        <wpg:grpSp>
                          <wpg:cNvPr id="3" name="Gruppieren 37"/>
                          <wpg:cNvGrpSpPr/>
                          <wpg:grpSpPr>
                            <a:xfrm>
                              <a:off x="548608" y="-60771"/>
                              <a:ext cx="3911663" cy="1984886"/>
                              <a:chOff x="541765" y="-18571"/>
                              <a:chExt cx="3911663" cy="1984886"/>
                            </a:xfrm>
                          </wpg:grpSpPr>
                          <wpg:grpSp>
                            <wpg:cNvPr id="4" name="Gruppieren 4"/>
                            <wpg:cNvGrpSpPr/>
                            <wpg:grpSpPr>
                              <a:xfrm>
                                <a:off x="541765" y="-18571"/>
                                <a:ext cx="3911663" cy="1984886"/>
                                <a:chOff x="541765" y="-18571"/>
                                <a:chExt cx="3911663" cy="1984886"/>
                              </a:xfrm>
                            </wpg:grpSpPr>
                            <wpg:grpSp>
                              <wpg:cNvPr id="5" name="Gruppieren 5"/>
                              <wpg:cNvGrpSpPr/>
                              <wpg:grpSpPr>
                                <a:xfrm>
                                  <a:off x="643578" y="814315"/>
                                  <a:ext cx="3528456" cy="1152000"/>
                                  <a:chOff x="643578" y="814315"/>
                                  <a:chExt cx="3528456" cy="1152000"/>
                                </a:xfrm>
                              </wpg:grpSpPr>
                              <wpg:grpSp>
                                <wpg:cNvPr id="6" name="Gruppieren 6"/>
                                <wpg:cNvGrpSpPr/>
                                <wpg:grpSpPr>
                                  <a:xfrm>
                                    <a:off x="2802068" y="814315"/>
                                    <a:ext cx="1750" cy="1144501"/>
                                    <a:chOff x="2802068" y="814315"/>
                                    <a:chExt cx="1750" cy="1144501"/>
                                  </a:xfrm>
                                </wpg:grpSpPr>
                                <wps:wsp>
                                  <wps:cNvPr id="7" name="Gerader Verbinder 7"/>
                                  <wps:cNvCnPr/>
                                  <wps:spPr>
                                    <a:xfrm>
                                      <a:off x="2803818" y="814315"/>
                                      <a:ext cx="0" cy="36000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" name="Gerader Verbinder 8"/>
                                  <wps:cNvCnPr/>
                                  <wps:spPr>
                                    <a:xfrm>
                                      <a:off x="2802068" y="1598816"/>
                                      <a:ext cx="0" cy="36000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" name="Gerader Verbinder 9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2802068" y="1210295"/>
                                      <a:ext cx="0" cy="36004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0070C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0" name="Rechteck 10"/>
                                <wps:cNvSpPr/>
                                <wps:spPr>
                                  <a:xfrm>
                                    <a:off x="651680" y="1222216"/>
                                    <a:ext cx="576064" cy="36004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1" name="Rechteck 11"/>
                                <wps:cNvSpPr/>
                                <wps:spPr>
                                  <a:xfrm>
                                    <a:off x="643578" y="814315"/>
                                    <a:ext cx="3528456" cy="1152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12" name="Textfeld 17"/>
                              <wps:cNvSpPr txBox="1"/>
                              <wps:spPr>
                                <a:xfrm>
                                  <a:off x="541765" y="-18571"/>
                                  <a:ext cx="1224280" cy="660907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A1CE1A4" w14:textId="77777777" w:rsidR="0095351D" w:rsidRPr="0062206D" w:rsidRDefault="0095351D" w:rsidP="0095351D">
                                    <w:pPr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 w:rsidRPr="0062206D"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Elektronen-quelle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3" name="Textfeld 21"/>
                              <wps:cNvSpPr txBox="1"/>
                              <wps:spPr>
                                <a:xfrm>
                                  <a:off x="1907949" y="42201"/>
                                  <a:ext cx="935989" cy="638237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D1F3DD3" w14:textId="77777777" w:rsidR="0095351D" w:rsidRPr="0062206D" w:rsidRDefault="0095351D" w:rsidP="0095351D">
                                    <w:pPr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 w:rsidRPr="0062206D"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Doppel-spalt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5" name="Textfeld 22"/>
                              <wps:cNvSpPr txBox="1"/>
                              <wps:spPr>
                                <a:xfrm>
                                  <a:off x="2903392" y="61586"/>
                                  <a:ext cx="1550036" cy="60487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E4679E6" w14:textId="77777777" w:rsidR="0095351D" w:rsidRPr="0062206D" w:rsidRDefault="0095351D" w:rsidP="0095351D">
                                    <w:pPr>
                                      <w:jc w:val="right"/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 w:rsidRPr="0062206D"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Beobachtungs-ebene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grpSp>
                          <wps:wsp>
                            <wps:cNvPr id="16" name="Gerader Verbinder 16"/>
                            <wps:cNvCnPr>
                              <a:cxnSpLocks/>
                            </wps:cNvCnPr>
                            <wps:spPr>
                              <a:xfrm>
                                <a:off x="812753" y="516459"/>
                                <a:ext cx="126959" cy="70575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Gerader Verbinder 17"/>
                            <wps:cNvCnPr>
                              <a:cxnSpLocks/>
                            </wps:cNvCnPr>
                            <wps:spPr>
                              <a:xfrm>
                                <a:off x="2376224" y="626975"/>
                                <a:ext cx="425844" cy="623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Gerader Verbinder 18"/>
                            <wps:cNvCnPr>
                              <a:cxnSpLocks/>
                            </wps:cNvCnPr>
                            <wps:spPr>
                              <a:xfrm>
                                <a:off x="4054930" y="642335"/>
                                <a:ext cx="107792" cy="77388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" name="Gruppieren 55"/>
                          <wpg:cNvGrpSpPr/>
                          <wpg:grpSpPr>
                            <a:xfrm>
                              <a:off x="0" y="1714500"/>
                              <a:ext cx="971550" cy="543574"/>
                              <a:chOff x="0" y="1757259"/>
                              <a:chExt cx="971550" cy="543574"/>
                            </a:xfrm>
                          </wpg:grpSpPr>
                          <wps:wsp>
                            <wps:cNvPr id="20" name="Textfeld 53"/>
                            <wps:cNvSpPr txBox="1"/>
                            <wps:spPr>
                              <a:xfrm>
                                <a:off x="0" y="1914753"/>
                                <a:ext cx="971550" cy="3860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AC1F6E4" w14:textId="77777777" w:rsidR="0095351D" w:rsidRPr="0062206D" w:rsidRDefault="0095351D" w:rsidP="0095351D">
                                  <w:pPr>
                                    <w:rPr>
                                      <w:rFonts w:cs="Arial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</w:pPr>
                                  <w:r w:rsidRPr="0062206D">
                                    <w:rPr>
                                      <w:rFonts w:cs="Arial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Vakuum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21" name="Gerader Verbinder 21"/>
                            <wps:cNvCnPr>
                              <a:cxnSpLocks/>
                            </wps:cNvCnPr>
                            <wps:spPr>
                              <a:xfrm flipH="1">
                                <a:off x="459829" y="1757259"/>
                                <a:ext cx="479883" cy="2260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2" name="Gruppieren 60"/>
                          <wpg:cNvGrpSpPr/>
                          <wpg:grpSpPr>
                            <a:xfrm>
                              <a:off x="1228725" y="1066793"/>
                              <a:ext cx="2944290" cy="943028"/>
                              <a:chOff x="1227744" y="1109582"/>
                              <a:chExt cx="2944290" cy="943028"/>
                            </a:xfrm>
                          </wpg:grpSpPr>
                          <wpg:grpSp>
                            <wpg:cNvPr id="23" name="Gruppieren 23"/>
                            <wpg:cNvGrpSpPr/>
                            <wpg:grpSpPr>
                              <a:xfrm>
                                <a:off x="2818147" y="1198944"/>
                                <a:ext cx="1353887" cy="853666"/>
                                <a:chOff x="2818147" y="1198944"/>
                                <a:chExt cx="1353887" cy="853666"/>
                              </a:xfrm>
                            </wpg:grpSpPr>
                            <wps:wsp>
                              <wps:cNvPr id="24" name="Gerade Verbindung mit Pfeil 24"/>
                              <wps:cNvCnPr>
                                <a:cxnSpLocks/>
                              </wps:cNvCnPr>
                              <wps:spPr>
                                <a:xfrm>
                                  <a:off x="2865926" y="1198944"/>
                                  <a:ext cx="0" cy="39604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Textfeld 42"/>
                              <wps:cNvSpPr txBox="1"/>
                              <wps:spPr>
                                <a:xfrm>
                                  <a:off x="2825754" y="1234536"/>
                                  <a:ext cx="831215" cy="38608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7D1883B" w14:textId="77777777" w:rsidR="0095351D" w:rsidRPr="0062206D" w:rsidRDefault="0095351D" w:rsidP="0095351D">
                                    <w:pPr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 w:rsidRPr="0062206D"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2,0 µm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26" name="Gerade Verbindung mit Pfeil 26"/>
                              <wps:cNvCnPr>
                                <a:cxnSpLocks/>
                              </wps:cNvCnPr>
                              <wps:spPr>
                                <a:xfrm>
                                  <a:off x="2818147" y="1703762"/>
                                  <a:ext cx="1353887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" name="Textfeld 46"/>
                              <wps:cNvSpPr txBox="1"/>
                              <wps:spPr>
                                <a:xfrm>
                                  <a:off x="3127735" y="1666530"/>
                                  <a:ext cx="831215" cy="38608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3FCE8B3" w14:textId="77777777" w:rsidR="0095351D" w:rsidRPr="0062206D" w:rsidRDefault="0095351D" w:rsidP="0095351D">
                                    <w:pPr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 w:rsidRPr="0062206D">
                                      <w:rPr>
                                        <w:rFonts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35 cm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grpSp>
                          <wps:wsp>
                            <wps:cNvPr id="28" name="Gerade Verbindung mit Pfeil 28"/>
                            <wps:cNvCnPr>
                              <a:cxnSpLocks/>
                            </wps:cNvCnPr>
                            <wps:spPr>
                              <a:xfrm>
                                <a:off x="1227744" y="1402236"/>
                                <a:ext cx="1598505" cy="1641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Textfeld 57"/>
                            <wps:cNvSpPr txBox="1"/>
                            <wps:spPr>
                              <a:xfrm>
                                <a:off x="1713060" y="1109582"/>
                                <a:ext cx="831215" cy="3860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3F35C0BC" w14:textId="77777777" w:rsidR="0095351D" w:rsidRPr="0062206D" w:rsidRDefault="0095351D" w:rsidP="0095351D">
                                  <w:pPr>
                                    <w:rPr>
                                      <w:rFonts w:cs="Arial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</w:pPr>
                                  <w:r w:rsidRPr="0062206D">
                                    <w:rPr>
                                      <w:rFonts w:cs="Arial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77 cm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s:wsp>
                          <wps:cNvPr id="72" name="Textfeld 71">
                            <a:extLst>
                              <a:ext uri="{FF2B5EF4-FFF2-40B4-BE49-F238E27FC236}">
                                <a16:creationId xmlns:a16="http://schemas.microsoft.com/office/drawing/2014/main" id="{EE3B15B4-2DF2-A886-1CA5-E44F682DB86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142878" y="1200108"/>
                              <a:ext cx="1482090" cy="3860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FABA012" w14:textId="77777777" w:rsidR="0095351D" w:rsidRPr="0062206D" w:rsidRDefault="0095351D" w:rsidP="0095351D">
                                <w:pPr>
                                  <w:rPr>
                                    <w:rFonts w:cs="Arial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  <w:lang w:val="el-GR"/>
                                  </w:rPr>
                                </w:pPr>
                                <w:r w:rsidRPr="0062206D">
                                  <w:rPr>
                                    <w:rFonts w:cs="Arial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  <w:lang w:val="el-GR"/>
                                  </w:rPr>
                                  <w:t>Δ</w:t>
                                </w:r>
                                <w:r w:rsidRPr="0062206D">
                                  <w:rPr>
                                    <w:rFonts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  <w:r w:rsidRPr="0062206D">
                                  <w:rPr>
                                    <w:rFonts w:cs="Arial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 xml:space="preserve"> = 0,94 µm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30" name="Gruppieren 75"/>
                        <wpg:cNvGrpSpPr/>
                        <wpg:grpSpPr>
                          <a:xfrm>
                            <a:off x="3943268" y="0"/>
                            <a:ext cx="1620083" cy="2571750"/>
                            <a:chOff x="6487951" y="0"/>
                            <a:chExt cx="1620083" cy="2571750"/>
                          </a:xfrm>
                        </wpg:grpSpPr>
                        <pic:pic xmlns:pic="http://schemas.openxmlformats.org/drawingml/2006/picture">
                          <pic:nvPicPr>
                            <pic:cNvPr id="31" name="Grafik 31" descr="Ein Bild, das Text, Elektronik, Computer, Kameraobjektiv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488034" y="0"/>
                              <a:ext cx="1620000" cy="2219178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4" name="Textfeld 77"/>
                          <wps:cNvSpPr txBox="1"/>
                          <wps:spPr>
                            <a:xfrm>
                              <a:off x="6487951" y="2218166"/>
                              <a:ext cx="1619885" cy="35358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DE05FA6" w14:textId="7A320AE9" w:rsidR="0095351D" w:rsidRDefault="0095351D" w:rsidP="001D0D40">
                                <w:pPr>
                                  <w:spacing w:after="0" w:line="240" w:lineRule="auto"/>
                                  <w:rPr>
                                    <w:rFonts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 xml:space="preserve">Elektronen-Interferenz </w:t>
                                </w:r>
                                <w:r w:rsidR="00CA1E86">
                                  <w:rPr>
                                    <w:rFonts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br/>
                                </w:r>
                                <w:r>
                                  <w:rPr>
                                    <w:rFonts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am Doppelspalt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DE77A8" id="Gruppieren 66" o:spid="_x0000_s1026" style="position:absolute;left:0;text-align:left;margin-left:7.9pt;margin-top:56.65pt;width:437.95pt;height:202.4pt;z-index:251663360;mso-wrap-distance-top:14.2pt;mso-wrap-distance-bottom:14.2pt;mso-position-horizontal-relative:margin;mso-width-relative:margin;mso-height-relative:margin" coordsize="55633,2571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">
                <v:group id="Gruppieren 65" o:spid="_x0000_s1027" style="position:absolute;top:857;width:38373;height:15799" coordorigin=",-607" coordsize="56249,23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o:lock v:ext="edit" aspectratio="t"/>
                  <v:group id="Gruppieren 37" o:spid="_x0000_s1028" style="position:absolute;left:5486;top:-607;width:39116;height:19848" coordorigin="5417,-185" coordsize="39116,19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group id="Gruppieren 4" o:spid="_x0000_s1029" style="position:absolute;left:5417;top:-185;width:39117;height:19848" coordorigin="5417,-185" coordsize="39116,19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<v:group id="Gruppieren 5" o:spid="_x0000_s1030" style="position:absolute;left:6435;top:8143;width:35285;height:11520" coordorigin="6435,8143" coordsize="35284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group id="Gruppieren 6" o:spid="_x0000_s1031" style="position:absolute;left:28020;top:8143;width:18;height:11445" coordorigin="28020,8143" coordsize="17,1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<v:line id="Gerader Verbinder 7" o:spid="_x0000_s1032" style="position:absolute;visibility:visible;mso-wrap-style:square" from="28038,8143" to="28038,11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" strokecolor="#0070c0" strokeweight="2.25pt"/>
                          <v:line id="Gerader Verbinder 8" o:spid="_x0000_s1033" style="position:absolute;visibility:visible;mso-wrap-style:square" from="28020,15988" to="28020,19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" strokecolor="#0070c0" strokeweight="2.25pt"/>
                          <v:line id="Gerader Verbinder 9" o:spid="_x0000_s1034" style="position:absolute;visibility:visible;mso-wrap-style:square" from="28020,12102" to="28020,15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" strokecolor="#0070c0" strokeweight="2.25pt">
                            <o:lock v:ext="edit" shapetype="f"/>
                          </v:line>
                        </v:group>
                        <v:rect id="Rechteck 10" o:spid="_x0000_s1035" style="position:absolute;left:6516;top:12222;width:5761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" fillcolor="#4f81bd [3204]" strokecolor="#243f60 [1604]" strokeweight="2pt"/>
                        <v:rect id="Rechteck 11" o:spid="_x0000_s1036" style="position:absolute;left:6435;top:8143;width:3528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" filled="f" strokecolor="#243f60 [1604]" strokeweight="2pt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17" o:spid="_x0000_s1037" type="#_x0000_t202" style="position:absolute;left:5417;top:-185;width:12243;height:6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14:paraId="6A1CE1A4" w14:textId="77777777" w:rsidR="0095351D" w:rsidRPr="0062206D" w:rsidRDefault="0095351D" w:rsidP="0095351D">
                              <w:pP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62206D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Elektronen-quelle</w:t>
                              </w:r>
                            </w:p>
                          </w:txbxContent>
                        </v:textbox>
                      </v:shape>
                      <v:shape id="Textfeld 21" o:spid="_x0000_s1038" type="#_x0000_t202" style="position:absolute;left:19079;top:422;width:9360;height:6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14:paraId="0D1F3DD3" w14:textId="77777777" w:rsidR="0095351D" w:rsidRPr="0062206D" w:rsidRDefault="0095351D" w:rsidP="0095351D">
                              <w:pP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62206D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Doppel-spalt</w:t>
                              </w:r>
                            </w:p>
                          </w:txbxContent>
                        </v:textbox>
                      </v:shape>
                      <v:shape id="Textfeld 22" o:spid="_x0000_s1039" type="#_x0000_t202" style="position:absolute;left:29033;top:615;width:15501;height:6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14:paraId="6E4679E6" w14:textId="77777777" w:rsidR="0095351D" w:rsidRPr="0062206D" w:rsidRDefault="0095351D" w:rsidP="0095351D">
                              <w:pPr>
                                <w:jc w:val="right"/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62206D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Beobachtungs-ebene</w:t>
                              </w:r>
                            </w:p>
                          </w:txbxContent>
                        </v:textbox>
                      </v:shape>
                    </v:group>
                    <v:line id="Gerader Verbinder 16" o:spid="_x0000_s1040" style="position:absolute;visibility:visible;mso-wrap-style:square" from="8127,5164" to="9397,12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" strokecolor="black [3040]">
                      <o:lock v:ext="edit" shapetype="f"/>
                    </v:line>
                    <v:line id="Gerader Verbinder 17" o:spid="_x0000_s1041" style="position:absolute;visibility:visible;mso-wrap-style:square" from="23762,6269" to="28020,12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" strokecolor="black [3040]">
                      <o:lock v:ext="edit" shapetype="f"/>
                    </v:line>
                    <v:line id="Gerader Verbinder 18" o:spid="_x0000_s1042" style="position:absolute;visibility:visible;mso-wrap-style:square" from="40549,6423" to="41627,14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" strokecolor="black [3040]">
                      <o:lock v:ext="edit" shapetype="f"/>
                    </v:line>
                  </v:group>
                  <v:group id="Gruppieren 55" o:spid="_x0000_s1043" style="position:absolute;top:17145;width:9715;height:5435" coordorigin=",17572" coordsize="9715,5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Textfeld 53" o:spid="_x0000_s1044" type="#_x0000_t202" style="position:absolute;top:19147;width:9715;height:3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6AC1F6E4" w14:textId="77777777" w:rsidR="0095351D" w:rsidRPr="0062206D" w:rsidRDefault="0095351D" w:rsidP="0095351D">
                            <w:pPr>
                              <w:rPr>
                                <w:rFonts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62206D">
                              <w:rPr>
                                <w:rFonts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Vakuum</w:t>
                            </w:r>
                          </w:p>
                        </w:txbxContent>
                      </v:textbox>
                    </v:shape>
                    <v:line id="Gerader Verbinder 21" o:spid="_x0000_s1045" style="position:absolute;flip:x;visibility:visible;mso-wrap-style:square" from="4598,17572" to="9397,19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" strokecolor="black [3040]">
                      <o:lock v:ext="edit" shapetype="f"/>
                    </v:line>
                  </v:group>
                  <v:group id="Gruppieren 60" o:spid="_x0000_s1046" style="position:absolute;left:12287;top:10667;width:29443;height:9431" coordorigin="12277,11095" coordsize="29442,9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group id="Gruppieren 23" o:spid="_x0000_s1047" style="position:absolute;left:28181;top:11989;width:13539;height:8537" coordorigin="28181,11989" coordsize="13538,8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24" o:spid="_x0000_s1048" type="#_x0000_t32" style="position:absolute;left:28659;top:11989;width:0;height:39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" strokecolor="black [3040]">
                        <v:stroke startarrow="block" endarrow="block"/>
                        <o:lock v:ext="edit" shapetype="f"/>
                      </v:shape>
                      <v:shape id="Textfeld 42" o:spid="_x0000_s1049" type="#_x0000_t202" style="position:absolute;left:28257;top:12345;width:8312;height:3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14:paraId="07D1883B" w14:textId="77777777" w:rsidR="0095351D" w:rsidRPr="0062206D" w:rsidRDefault="0095351D" w:rsidP="0095351D">
                              <w:pP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62206D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2,0 µm</w:t>
                              </w:r>
                            </w:p>
                          </w:txbxContent>
                        </v:textbox>
                      </v:shape>
                      <v:shape id="Gerade Verbindung mit Pfeil 26" o:spid="_x0000_s1050" type="#_x0000_t32" style="position:absolute;left:28181;top:17037;width:1353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" strokecolor="black [3040]">
                        <v:stroke startarrow="block" endarrow="block"/>
                        <o:lock v:ext="edit" shapetype="f"/>
                      </v:shape>
                      <v:shape id="Textfeld 46" o:spid="_x0000_s1051" type="#_x0000_t202" style="position:absolute;left:31277;top:16665;width:8312;height:3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14:paraId="73FCE8B3" w14:textId="77777777" w:rsidR="0095351D" w:rsidRPr="0062206D" w:rsidRDefault="0095351D" w:rsidP="0095351D">
                              <w:pP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62206D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35 cm</w:t>
                              </w:r>
                            </w:p>
                          </w:txbxContent>
                        </v:textbox>
                      </v:shape>
                    </v:group>
                    <v:shape id="Gerade Verbindung mit Pfeil 28" o:spid="_x0000_s1052" type="#_x0000_t32" style="position:absolute;left:12277;top:14022;width:15985;height: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" strokecolor="black [3040]">
                      <v:stroke startarrow="block" endarrow="block"/>
                      <o:lock v:ext="edit" shapetype="f"/>
                    </v:shape>
                    <v:shape id="Textfeld 57" o:spid="_x0000_s1053" type="#_x0000_t202" style="position:absolute;left:17130;top:11095;width:8312;height:3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<v:textbox>
                        <w:txbxContent>
                          <w:p w14:paraId="3F35C0BC" w14:textId="77777777" w:rsidR="0095351D" w:rsidRPr="0062206D" w:rsidRDefault="0095351D" w:rsidP="0095351D">
                            <w:pPr>
                              <w:rPr>
                                <w:rFonts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62206D">
                              <w:rPr>
                                <w:rFonts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77 cm</w:t>
                            </w:r>
                          </w:p>
                        </w:txbxContent>
                      </v:textbox>
                    </v:shape>
                  </v:group>
                  <v:shape id="Textfeld 71" o:spid="_x0000_s1054" type="#_x0000_t202" style="position:absolute;left:41428;top:12001;width:14821;height:3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  <v:textbox>
                      <w:txbxContent>
                        <w:p w14:paraId="1FABA012" w14:textId="77777777" w:rsidR="0095351D" w:rsidRPr="0062206D" w:rsidRDefault="0095351D" w:rsidP="0095351D">
                          <w:pPr>
                            <w:rPr>
                              <w:rFonts w:cs="Arial"/>
                              <w:color w:val="000000" w:themeColor="text1"/>
                              <w:kern w:val="24"/>
                              <w:sz w:val="20"/>
                              <w:szCs w:val="20"/>
                              <w:lang w:val="el-GR"/>
                            </w:rPr>
                          </w:pPr>
                          <w:r w:rsidRPr="0062206D">
                            <w:rPr>
                              <w:rFonts w:cs="Arial"/>
                              <w:color w:val="000000" w:themeColor="text1"/>
                              <w:kern w:val="24"/>
                              <w:sz w:val="20"/>
                              <w:szCs w:val="20"/>
                              <w:lang w:val="el-GR"/>
                            </w:rPr>
                            <w:t>Δ</w:t>
                          </w:r>
                          <w:r w:rsidRPr="0062206D">
                            <w:rPr>
                              <w:rFonts w:cs="Arial"/>
                              <w:i/>
                              <w:i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  <w:r w:rsidRPr="0062206D">
                            <w:rPr>
                              <w:rFonts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 xml:space="preserve"> = 0,94 µm</w:t>
                          </w:r>
                        </w:p>
                      </w:txbxContent>
                    </v:textbox>
                  </v:shape>
                </v:group>
                <v:group id="Gruppieren 75" o:spid="_x0000_s1055" style="position:absolute;left:39432;width:16201;height:25717" coordorigin="64879" coordsize="16200,25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56" type="#_x0000_t75" alt="Ein Bild, das Text, Elektronik, Computer, Kameraobjektiv enthält.&#10;&#10;Automatisch generierte Beschreibung" style="position:absolute;left:64880;width:16200;height:22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">
                    <v:imagedata r:id="rId9" o:title="Ein Bild, das Text, Elektronik, Computer, Kameraobjektiv enthält"/>
                  </v:shape>
                  <v:shape id="Textfeld 77" o:spid="_x0000_s1057" type="#_x0000_t202" style="position:absolute;left:64879;top:22181;width:16199;height:3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  <v:textbox>
                      <w:txbxContent>
                        <w:p w14:paraId="2DE05FA6" w14:textId="7A320AE9" w:rsidR="0095351D" w:rsidRDefault="0095351D" w:rsidP="001D0D40">
                          <w:pPr>
                            <w:spacing w:after="0" w:line="240" w:lineRule="auto"/>
                            <w:rPr>
                              <w:rFonts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Elektronen-Interferenz </w:t>
                          </w:r>
                          <w:r w:rsidR="00CA1E86">
                            <w:rPr>
                              <w:rFonts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am Doppelspalt</w:t>
                          </w:r>
                        </w:p>
                      </w:txbxContent>
                    </v:textbox>
                  </v:shape>
                </v:group>
                <w10:wrap type="topAndBottom" anchorx="margin"/>
              </v:group>
            </w:pict>
          </mc:Fallback>
        </mc:AlternateContent>
      </w:r>
      <w:r w:rsidR="00B82918">
        <w:t xml:space="preserve">Ein Doppelspalt-Versuch mit Elektronen wurde </w:t>
      </w:r>
      <w:r w:rsidR="009358BF" w:rsidRPr="009358BF">
        <w:t>erst</w:t>
      </w:r>
      <w:r w:rsidR="00B82918">
        <w:t>mals</w:t>
      </w:r>
      <w:r w:rsidR="00747CC9">
        <w:t xml:space="preserve"> 1961 von</w:t>
      </w:r>
      <w:r w:rsidR="009358BF" w:rsidRPr="009358BF">
        <w:t xml:space="preserve"> Claus Jönsson</w:t>
      </w:r>
      <w:r w:rsidR="00747CC9">
        <w:t xml:space="preserve"> in</w:t>
      </w:r>
      <w:r w:rsidR="009358BF" w:rsidRPr="009358BF">
        <w:t xml:space="preserve"> Tübingen </w:t>
      </w:r>
      <w:r w:rsidR="00747CC9">
        <w:t xml:space="preserve">durchgeführt. Die Abbildung zeigt einen </w:t>
      </w:r>
      <w:r w:rsidR="00A0070F">
        <w:t xml:space="preserve">vereinfachten Aufbau und das </w:t>
      </w:r>
      <w:r>
        <w:t>Versuchsergebnis</w:t>
      </w:r>
      <w:r w:rsidR="00A0070F">
        <w:t>:</w:t>
      </w:r>
    </w:p>
    <w:p w14:paraId="536F95AC" w14:textId="12688160" w:rsidR="009358BF" w:rsidRPr="009358BF" w:rsidRDefault="009358BF" w:rsidP="001D0D40">
      <w:pPr>
        <w:pStyle w:val="Listenabsatz"/>
        <w:numPr>
          <w:ilvl w:val="0"/>
          <w:numId w:val="32"/>
        </w:numPr>
        <w:spacing w:after="120"/>
        <w:ind w:hanging="357"/>
        <w:contextualSpacing w:val="0"/>
        <w:jc w:val="left"/>
      </w:pPr>
      <w:r w:rsidRPr="009358BF">
        <w:t xml:space="preserve">Diskutieren Sie das Versuchsergebnis. </w:t>
      </w:r>
      <w:r w:rsidR="00993AD9">
        <w:br/>
      </w:r>
      <w:r w:rsidRPr="009358BF">
        <w:t>Stellen Sie dabei den Bezug zu Ihrer Hypothese her.</w:t>
      </w:r>
    </w:p>
    <w:p w14:paraId="36EB59EF" w14:textId="29F9FEDE" w:rsidR="00C63198" w:rsidRDefault="009358BF" w:rsidP="001D0D40">
      <w:pPr>
        <w:pStyle w:val="Listenabsatz"/>
        <w:numPr>
          <w:ilvl w:val="0"/>
          <w:numId w:val="32"/>
        </w:numPr>
        <w:spacing w:after="120"/>
        <w:ind w:hanging="357"/>
        <w:contextualSpacing w:val="0"/>
        <w:jc w:val="left"/>
      </w:pPr>
      <w:r w:rsidRPr="009358BF">
        <w:t>Berechnen Sie die Wellenlänge der Elektronen.</w:t>
      </w:r>
      <w:r w:rsidR="00055F01">
        <w:br/>
      </w:r>
    </w:p>
    <w:p w14:paraId="31A89494" w14:textId="7F64CE30" w:rsidR="00A9079E" w:rsidRPr="00A9079E" w:rsidRDefault="00C07066" w:rsidP="001D0D40">
      <w:pPr>
        <w:pStyle w:val="Listenabsatz"/>
        <w:numPr>
          <w:ilvl w:val="0"/>
          <w:numId w:val="30"/>
        </w:numPr>
        <w:spacing w:after="120"/>
        <w:ind w:hanging="357"/>
        <w:contextualSpacing w:val="0"/>
        <w:jc w:val="left"/>
      </w:pPr>
      <w:r w:rsidRPr="00C07066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9B182F0" wp14:editId="0D882087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619885" cy="2409825"/>
                <wp:effectExtent l="0" t="0" r="0" b="0"/>
                <wp:wrapSquare wrapText="bothSides"/>
                <wp:docPr id="68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2409825"/>
                          <a:chOff x="0" y="0"/>
                          <a:chExt cx="1620002" cy="2410298"/>
                        </a:xfrm>
                      </wpg:grpSpPr>
                      <pic:pic xmlns:pic="http://schemas.openxmlformats.org/drawingml/2006/picture">
                        <pic:nvPicPr>
                          <pic:cNvPr id="69" name="Grafik 69" descr="Ein Bild, das Person, Mann, drinnen, al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" y="0"/>
                            <a:ext cx="1620000" cy="2057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0" name="Textfeld 8"/>
                        <wps:cNvSpPr txBox="1"/>
                        <wps:spPr>
                          <a:xfrm>
                            <a:off x="0" y="2057238"/>
                            <a:ext cx="1619885" cy="3530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8229F0" w14:textId="77777777" w:rsidR="00C07066" w:rsidRDefault="00C07066" w:rsidP="00C07066">
                              <w:pP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Louis de Broglie (1929)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B182F0" id="Gruppieren 9" o:spid="_x0000_s1058" style="position:absolute;left:0;text-align:left;margin-left:76.35pt;margin-top:.9pt;width:127.55pt;height:189.75pt;z-index:251667456;mso-position-horizontal:right;mso-position-horizontal-relative:margin" coordsize="16200,2410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">
                <v:shape id="Grafik 69" o:spid="_x0000_s1059" type="#_x0000_t75" alt="Ein Bild, das Person, Mann, drinnen, alt enthält.&#10;&#10;Automatisch generierte Beschreibung" style="position:absolute;width:16200;height:205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">
                  <v:imagedata r:id="rId11" o:title="Ein Bild, das Person, Mann, drinnen, alt enthält"/>
                </v:shape>
                <v:shape id="Textfeld 8" o:spid="_x0000_s1060" type="#_x0000_t202" style="position:absolute;top:20572;width:16198;height:3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3A8229F0" w14:textId="77777777" w:rsidR="00C07066" w:rsidRDefault="00C07066" w:rsidP="00C07066">
                        <w:pPr>
                          <w:rPr>
                            <w:rFonts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Louis de Broglie (1929)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A9079E" w:rsidRPr="00A9079E">
        <w:t xml:space="preserve">Elektronen verhalten beim Jönsson-Versuch wie Wellen: </w:t>
      </w:r>
      <w:r w:rsidR="00475AD3">
        <w:br/>
      </w:r>
      <w:r w:rsidR="00A9079E" w:rsidRPr="00A9079E">
        <w:t xml:space="preserve">Sie haben eine </w:t>
      </w:r>
      <w:r w:rsidR="00A9079E" w:rsidRPr="00993AD9">
        <w:rPr>
          <w:b/>
          <w:bCs/>
        </w:rPr>
        <w:t>De-Broglie-Wellenlänge</w:t>
      </w:r>
      <w:r w:rsidR="00EA0FCD" w:rsidRPr="00993AD9">
        <w:rPr>
          <w:rFonts w:ascii="Cambria Math" w:hAnsi="Cambria Math" w:cs="Cambria Math"/>
        </w:rPr>
        <w:t xml:space="preserve"> </w:t>
      </w:r>
      <m:oMath>
        <m:sSub>
          <m:sSubPr>
            <m:ctrlPr>
              <w:rPr>
                <w:rFonts w:ascii="Cambria Math" w:hAnsi="Cambria Math" w:cs="Cambria Math"/>
                <w:b/>
                <w:bCs/>
                <w:i/>
                <w:iCs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Cambria Math"/>
              </w:rPr>
              <m:t>λ</m:t>
            </m:r>
          </m:e>
          <m:sub>
            <m:r>
              <m:rPr>
                <m:sty m:val="b"/>
              </m:rPr>
              <w:rPr>
                <w:rFonts w:ascii="Cambria Math" w:hAnsi="Cambria Math" w:cs="Cambria Math"/>
              </w:rPr>
              <m:t>B</m:t>
            </m:r>
          </m:sub>
        </m:sSub>
      </m:oMath>
      <w:r w:rsidR="00A9079E" w:rsidRPr="00A9079E">
        <w:t>.</w:t>
      </w:r>
      <w:r w:rsidR="00993AD9">
        <w:t xml:space="preserve"> </w:t>
      </w:r>
      <w:r w:rsidR="00993AD9">
        <w:br/>
      </w:r>
      <w:r w:rsidR="00A9079E" w:rsidRPr="00A9079E">
        <w:t>Die Idee, dass sich Materie wie eine Welle verhält, formulierte Louis de Broglie als Erster 1924.</w:t>
      </w:r>
      <w:r w:rsidRPr="00C07066">
        <w:rPr>
          <w:noProof/>
        </w:rPr>
        <w:t xml:space="preserve"> </w:t>
      </w:r>
    </w:p>
    <w:p w14:paraId="057CCE08" w14:textId="292C1E17" w:rsidR="00A9079E" w:rsidRPr="00A9079E" w:rsidRDefault="00A9079E" w:rsidP="000A0FB6">
      <w:pPr>
        <w:pStyle w:val="Listenabsatz"/>
        <w:numPr>
          <w:ilvl w:val="1"/>
          <w:numId w:val="33"/>
        </w:numPr>
        <w:spacing w:after="120"/>
        <w:ind w:hanging="357"/>
        <w:contextualSpacing w:val="0"/>
        <w:jc w:val="left"/>
      </w:pPr>
      <w:r w:rsidRPr="00A9079E">
        <w:t xml:space="preserve">Ein Gitter für Licht habe eine Gitterkonstante von 10 µm. </w:t>
      </w:r>
      <w:r w:rsidR="00630FDF">
        <w:br/>
      </w:r>
      <w:r w:rsidRPr="00A9079E">
        <w:t>Schätzen Sie begründet ab, welche Gitterkonstante ein entsprechendes Gitter für Elektronen haben müsste.</w:t>
      </w:r>
    </w:p>
    <w:p w14:paraId="3CB85EDE" w14:textId="12014FBE" w:rsidR="004D455B" w:rsidRPr="007C7445" w:rsidRDefault="00A9079E" w:rsidP="001D0D40">
      <w:pPr>
        <w:pStyle w:val="Listenabsatz"/>
        <w:numPr>
          <w:ilvl w:val="1"/>
          <w:numId w:val="33"/>
        </w:numPr>
        <w:spacing w:after="120"/>
        <w:ind w:hanging="357"/>
        <w:contextualSpacing w:val="0"/>
        <w:jc w:val="left"/>
      </w:pPr>
      <w:r w:rsidRPr="00A9079E">
        <w:t>Folgern Sie daraus, wie man ein solches Elektronen-Gitter realisieren könnte.</w:t>
      </w:r>
      <w:r w:rsidR="00D365E4" w:rsidRPr="00D365E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EFB671" wp14:editId="7C1559D8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762625" cy="461665"/>
                <wp:effectExtent l="0" t="0" r="0" b="0"/>
                <wp:wrapSquare wrapText="bothSides"/>
                <wp:docPr id="79" name="Textfeld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27D39F-B965-9B1C-662E-2374ACDB11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625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C35AFF" w14:textId="63CA6BD0" w:rsidR="00475B2B" w:rsidRDefault="00475B2B" w:rsidP="00D365E4">
                            <w:pPr>
                              <w:spacing w:after="0" w:line="240" w:lineRule="auto"/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Bildquellen:</w:t>
                            </w:r>
                          </w:p>
                          <w:p w14:paraId="39B9E147" w14:textId="43245AFC" w:rsidR="00D365E4" w:rsidRDefault="00D365E4" w:rsidP="00D365E4">
                            <w:pPr>
                              <w:spacing w:after="0" w:line="240" w:lineRule="auto"/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vereinfachter Aufbau: C.-J. Pardall</w:t>
                            </w:r>
                          </w:p>
                          <w:p w14:paraId="2B043CBB" w14:textId="746D2062" w:rsidR="00D365E4" w:rsidRDefault="00D365E4" w:rsidP="00D365E4">
                            <w:pPr>
                              <w:spacing w:after="0" w:line="240" w:lineRule="auto"/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Elektronen-Interferenz am Doppelspalt: </w:t>
                            </w:r>
                            <w:r w:rsidR="00031404" w:rsidRPr="00031404"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Prof Dr. Claus Jönsson (</w:t>
                            </w:r>
                            <w:hyperlink r:id="rId12" w:history="1">
                              <w:r w:rsidR="00031404" w:rsidRPr="00031404">
                                <w:rPr>
                                  <w:rStyle w:val="Hyperlink"/>
                                  <w:rFonts w:cs="Arial"/>
                                  <w:kern w:val="24"/>
                                  <w:sz w:val="16"/>
                                  <w:szCs w:val="16"/>
                                </w:rPr>
                                <w:t>https://commons.wikimedia.org/w/index.php?curid=5337106</w:t>
                              </w:r>
                            </w:hyperlink>
                            <w:r w:rsidR="00031404" w:rsidRPr="00031404"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), „Claus Jönsson Interferenz“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(12.11.22)</w:t>
                            </w:r>
                          </w:p>
                          <w:p w14:paraId="51149917" w14:textId="53260369" w:rsidR="00C451D6" w:rsidRDefault="00C451D6" w:rsidP="00C451D6">
                            <w:pPr>
                              <w:spacing w:after="0" w:line="240" w:lineRule="auto"/>
                              <w:jc w:val="left"/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C451D6"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Louis de Broglie (1929): </w:t>
                            </w:r>
                            <w:proofErr w:type="spellStart"/>
                            <w:r w:rsidR="007B0E96" w:rsidRPr="007B0E96"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Unknown</w:t>
                            </w:r>
                            <w:proofErr w:type="spellEnd"/>
                            <w:r w:rsidR="007B0E96" w:rsidRPr="007B0E96"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B0E96" w:rsidRPr="007B0E96"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author</w:t>
                            </w:r>
                            <w:proofErr w:type="spellEnd"/>
                            <w:r w:rsidR="007B0E96" w:rsidRPr="007B0E96"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(</w:t>
                            </w:r>
                            <w:hyperlink r:id="rId13" w:history="1">
                              <w:r w:rsidR="002031FF" w:rsidRPr="002031FF">
                                <w:rPr>
                                  <w:rStyle w:val="Hyperlink"/>
                                  <w:rFonts w:cs="Arial"/>
                                  <w:kern w:val="24"/>
                                  <w:sz w:val="16"/>
                                  <w:szCs w:val="16"/>
                                </w:rPr>
                                <w:t>https://commons.wikimedia.org/w/index.php?curid=622169</w:t>
                              </w:r>
                            </w:hyperlink>
                            <w:r w:rsidR="007B0E96" w:rsidRPr="007B0E96"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), „Broglie Big“, als gemeinfrei gekennzeichnet, Details auf Wikimedia Commons: </w:t>
                            </w:r>
                            <w:hyperlink r:id="rId14" w:history="1">
                              <w:r w:rsidR="002031FF" w:rsidRPr="004E04DD">
                                <w:rPr>
                                  <w:rStyle w:val="Hyperlink"/>
                                  <w:rFonts w:cs="Arial"/>
                                  <w:kern w:val="24"/>
                                  <w:sz w:val="16"/>
                                  <w:szCs w:val="16"/>
                                </w:rPr>
                                <w:t>https://commons.wikimedia.org/wiki/Template:PD-old</w:t>
                              </w:r>
                            </w:hyperlink>
                            <w:r w:rsidRPr="00C451D6">
                              <w:rPr>
                                <w:rFonts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(12.11.22)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EFB671" id="Textfeld 78" o:spid="_x0000_s1061" type="#_x0000_t202" style="position:absolute;left:0;text-align:left;margin-left:0;margin-top:0;width:453.75pt;height:36.35pt;z-index:251665408;visibility:visible;mso-wrap-style:square;mso-width-percent:0;mso-wrap-distance-left:9pt;mso-wrap-distance-top:0;mso-wrap-distance-right:9pt;mso-wrap-distance-bottom:0;mso-position-horizontal:center;mso-position-horizontal-relative:margin;mso-position-vertical:bottom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" filled="f" stroked="f">
                <v:textbox style="mso-fit-shape-to-text:t">
                  <w:txbxContent>
                    <w:p w14:paraId="64C35AFF" w14:textId="63CA6BD0" w:rsidR="00475B2B" w:rsidRDefault="00475B2B" w:rsidP="00D365E4">
                      <w:pPr>
                        <w:spacing w:after="0" w:line="240" w:lineRule="auto"/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Bildquellen:</w:t>
                      </w:r>
                    </w:p>
                    <w:p w14:paraId="39B9E147" w14:textId="43245AFC" w:rsidR="00D365E4" w:rsidRDefault="00D365E4" w:rsidP="00D365E4">
                      <w:pPr>
                        <w:spacing w:after="0" w:line="240" w:lineRule="auto"/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vereinfachter Aufbau: C.-J. Pardall</w:t>
                      </w:r>
                    </w:p>
                    <w:p w14:paraId="2B043CBB" w14:textId="746D2062" w:rsidR="00D365E4" w:rsidRDefault="00D365E4" w:rsidP="00D365E4">
                      <w:pPr>
                        <w:spacing w:after="0" w:line="240" w:lineRule="auto"/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Elektronen-Interferenz am Doppelspalt: </w:t>
                      </w:r>
                      <w:r w:rsidR="00031404" w:rsidRPr="00031404"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Prof Dr. Claus Jönsson (</w:t>
                      </w:r>
                      <w:hyperlink r:id="rId15" w:history="1">
                        <w:r w:rsidR="00031404" w:rsidRPr="00031404">
                          <w:rPr>
                            <w:rStyle w:val="Hyperlink"/>
                            <w:rFonts w:cs="Arial"/>
                            <w:kern w:val="24"/>
                            <w:sz w:val="16"/>
                            <w:szCs w:val="16"/>
                          </w:rPr>
                          <w:t>https://commons.wikimedia.org/w/index.php?curid=5337106</w:t>
                        </w:r>
                      </w:hyperlink>
                      <w:r w:rsidR="00031404" w:rsidRPr="00031404"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), „Claus Jönsson Interferenz“ </w:t>
                      </w:r>
                      <w:r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(12.11.22)</w:t>
                      </w:r>
                    </w:p>
                    <w:p w14:paraId="51149917" w14:textId="53260369" w:rsidR="00C451D6" w:rsidRDefault="00C451D6" w:rsidP="00C451D6">
                      <w:pPr>
                        <w:spacing w:after="0" w:line="240" w:lineRule="auto"/>
                        <w:jc w:val="left"/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C451D6"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Louis de Broglie (1929): </w:t>
                      </w:r>
                      <w:proofErr w:type="spellStart"/>
                      <w:r w:rsidR="007B0E96" w:rsidRPr="007B0E96"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Unknown</w:t>
                      </w:r>
                      <w:proofErr w:type="spellEnd"/>
                      <w:r w:rsidR="007B0E96" w:rsidRPr="007B0E96"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B0E96" w:rsidRPr="007B0E96"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>author</w:t>
                      </w:r>
                      <w:proofErr w:type="spellEnd"/>
                      <w:r w:rsidR="007B0E96" w:rsidRPr="007B0E96"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(</w:t>
                      </w:r>
                      <w:hyperlink r:id="rId16" w:history="1">
                        <w:r w:rsidR="002031FF" w:rsidRPr="002031FF">
                          <w:rPr>
                            <w:rStyle w:val="Hyperlink"/>
                            <w:rFonts w:cs="Arial"/>
                            <w:kern w:val="24"/>
                            <w:sz w:val="16"/>
                            <w:szCs w:val="16"/>
                          </w:rPr>
                          <w:t>https://commons.wikimedia.org/w/index.php?curid=622169</w:t>
                        </w:r>
                      </w:hyperlink>
                      <w:r w:rsidR="007B0E96" w:rsidRPr="007B0E96"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), „Broglie Big“, als gemeinfrei gekennzeichnet, Details auf Wikimedia Commons: </w:t>
                      </w:r>
                      <w:hyperlink r:id="rId17" w:history="1">
                        <w:r w:rsidR="002031FF" w:rsidRPr="004E04DD">
                          <w:rPr>
                            <w:rStyle w:val="Hyperlink"/>
                            <w:rFonts w:cs="Arial"/>
                            <w:kern w:val="24"/>
                            <w:sz w:val="16"/>
                            <w:szCs w:val="16"/>
                          </w:rPr>
                          <w:t>https://commons.wikimedia.org/wiki/Template:PD-old</w:t>
                        </w:r>
                      </w:hyperlink>
                      <w:r w:rsidRPr="00C451D6">
                        <w:rPr>
                          <w:rFonts w:cs="Arial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(12.11.22)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D455B" w:rsidRPr="007C7445" w:rsidSect="00581D91">
      <w:headerReference w:type="default" r:id="rId18"/>
      <w:footerReference w:type="even" r:id="rId19"/>
      <w:footerReference w:type="default" r:id="rId20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8B0D2" w14:textId="77777777" w:rsidR="00473735" w:rsidRDefault="00473735" w:rsidP="00762DC9">
      <w:pPr>
        <w:spacing w:after="0" w:line="240" w:lineRule="auto"/>
      </w:pPr>
      <w:r>
        <w:separator/>
      </w:r>
    </w:p>
  </w:endnote>
  <w:endnote w:type="continuationSeparator" w:id="0">
    <w:p w14:paraId="2DB15A1D" w14:textId="77777777" w:rsidR="00473735" w:rsidRDefault="00473735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0BC6AD7F" w:rsidR="009A6261" w:rsidRPr="001D54DA" w:rsidRDefault="00B91F8B" w:rsidP="00B91F8B">
    <w:pPr>
      <w:pStyle w:val="Fuzeile"/>
      <w:spacing w:line="360" w:lineRule="auto"/>
      <w:rPr>
        <w:sz w:val="18"/>
        <w:szCs w:val="18"/>
      </w:rPr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63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t xml:space="preserve">C.-J. Pardall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>
      <w:tab/>
    </w:r>
    <w:r>
      <w:tab/>
    </w:r>
    <w:r w:rsidR="001D54DA" w:rsidRPr="001D54DA">
      <w:rPr>
        <w:sz w:val="18"/>
        <w:szCs w:val="18"/>
      </w:rPr>
      <w:t>4113_ab_joensson-experiment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F3A57" w14:textId="77777777" w:rsidR="00473735" w:rsidRDefault="00473735" w:rsidP="00762DC9">
      <w:pPr>
        <w:spacing w:after="0" w:line="240" w:lineRule="auto"/>
      </w:pPr>
      <w:r>
        <w:separator/>
      </w:r>
    </w:p>
  </w:footnote>
  <w:footnote w:type="continuationSeparator" w:id="0">
    <w:p w14:paraId="7F97ABF6" w14:textId="77777777" w:rsidR="00473735" w:rsidRDefault="00473735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1E00788E" w:rsidR="00FC5F3F" w:rsidRPr="00236C2B" w:rsidRDefault="00C670DB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Elektronen am Doppelspalt</w:t>
                          </w:r>
                          <w:r w:rsidR="00B432EF">
                            <w:rPr>
                              <w:rFonts w:eastAsiaTheme="minorEastAsia"/>
                              <w:b/>
                              <w:iCs/>
                              <w:color w:val="000000" w:themeColor="text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62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1E00788E" w:rsidR="00FC5F3F" w:rsidRPr="00236C2B" w:rsidRDefault="00C670DB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Elektronen am Doppelspalt</w:t>
                    </w:r>
                    <w:r w:rsidR="00B432EF">
                      <w:rPr>
                        <w:rFonts w:eastAsiaTheme="minorEastAsia"/>
                        <w:b/>
                        <w:iCs/>
                        <w:color w:val="000000" w:themeColor="text1"/>
                        <w:sz w:val="36"/>
                        <w:szCs w:val="36"/>
                      </w:rPr>
                      <w:t xml:space="preserve"> 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29C56BA"/>
    <w:multiLevelType w:val="hybridMultilevel"/>
    <w:tmpl w:val="12AE0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23736"/>
    <w:multiLevelType w:val="hybridMultilevel"/>
    <w:tmpl w:val="746237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3035127"/>
    <w:multiLevelType w:val="hybridMultilevel"/>
    <w:tmpl w:val="0130056A"/>
    <w:lvl w:ilvl="0" w:tplc="E772998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56F83"/>
    <w:multiLevelType w:val="hybridMultilevel"/>
    <w:tmpl w:val="47AE41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E9663D7"/>
    <w:multiLevelType w:val="hybridMultilevel"/>
    <w:tmpl w:val="E2266E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A7011"/>
    <w:multiLevelType w:val="hybridMultilevel"/>
    <w:tmpl w:val="C0A868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C2CAF"/>
    <w:multiLevelType w:val="hybridMultilevel"/>
    <w:tmpl w:val="028C26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421AE9"/>
    <w:multiLevelType w:val="hybridMultilevel"/>
    <w:tmpl w:val="2B34C9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5"/>
  </w:num>
  <w:num w:numId="2" w16cid:durableId="1803225420">
    <w:abstractNumId w:val="0"/>
  </w:num>
  <w:num w:numId="3" w16cid:durableId="870611624">
    <w:abstractNumId w:val="19"/>
  </w:num>
  <w:num w:numId="4" w16cid:durableId="291638428">
    <w:abstractNumId w:val="26"/>
  </w:num>
  <w:num w:numId="5" w16cid:durableId="169411284">
    <w:abstractNumId w:val="18"/>
  </w:num>
  <w:num w:numId="6" w16cid:durableId="1029331419">
    <w:abstractNumId w:val="11"/>
  </w:num>
  <w:num w:numId="7" w16cid:durableId="502622797">
    <w:abstractNumId w:val="8"/>
  </w:num>
  <w:num w:numId="8" w16cid:durableId="1263150391">
    <w:abstractNumId w:val="22"/>
  </w:num>
  <w:num w:numId="9" w16cid:durableId="1664822022">
    <w:abstractNumId w:val="14"/>
  </w:num>
  <w:num w:numId="10" w16cid:durableId="1698196000">
    <w:abstractNumId w:val="3"/>
  </w:num>
  <w:num w:numId="11" w16cid:durableId="609123686">
    <w:abstractNumId w:val="24"/>
  </w:num>
  <w:num w:numId="12" w16cid:durableId="1504737416">
    <w:abstractNumId w:val="32"/>
  </w:num>
  <w:num w:numId="13" w16cid:durableId="231670708">
    <w:abstractNumId w:val="1"/>
  </w:num>
  <w:num w:numId="14" w16cid:durableId="922907581">
    <w:abstractNumId w:val="7"/>
  </w:num>
  <w:num w:numId="15" w16cid:durableId="1417244916">
    <w:abstractNumId w:val="20"/>
  </w:num>
  <w:num w:numId="16" w16cid:durableId="123234397">
    <w:abstractNumId w:val="28"/>
  </w:num>
  <w:num w:numId="17" w16cid:durableId="1708523969">
    <w:abstractNumId w:val="23"/>
  </w:num>
  <w:num w:numId="18" w16cid:durableId="692070679">
    <w:abstractNumId w:val="4"/>
  </w:num>
  <w:num w:numId="19" w16cid:durableId="290332073">
    <w:abstractNumId w:val="10"/>
  </w:num>
  <w:num w:numId="20" w16cid:durableId="1822842311">
    <w:abstractNumId w:val="15"/>
  </w:num>
  <w:num w:numId="21" w16cid:durableId="1607887270">
    <w:abstractNumId w:val="30"/>
  </w:num>
  <w:num w:numId="22" w16cid:durableId="777985800">
    <w:abstractNumId w:val="9"/>
  </w:num>
  <w:num w:numId="23" w16cid:durableId="343020963">
    <w:abstractNumId w:val="29"/>
  </w:num>
  <w:num w:numId="24" w16cid:durableId="597835579">
    <w:abstractNumId w:val="27"/>
  </w:num>
  <w:num w:numId="25" w16cid:durableId="227036075">
    <w:abstractNumId w:val="6"/>
  </w:num>
  <w:num w:numId="26" w16cid:durableId="994188227">
    <w:abstractNumId w:val="16"/>
  </w:num>
  <w:num w:numId="27" w16cid:durableId="274555786">
    <w:abstractNumId w:val="17"/>
  </w:num>
  <w:num w:numId="28" w16cid:durableId="1689715855">
    <w:abstractNumId w:val="2"/>
  </w:num>
  <w:num w:numId="29" w16cid:durableId="1824195881">
    <w:abstractNumId w:val="12"/>
  </w:num>
  <w:num w:numId="30" w16cid:durableId="2034763485">
    <w:abstractNumId w:val="31"/>
  </w:num>
  <w:num w:numId="31" w16cid:durableId="1634872265">
    <w:abstractNumId w:val="21"/>
  </w:num>
  <w:num w:numId="32" w16cid:durableId="1065567237">
    <w:abstractNumId w:val="5"/>
  </w:num>
  <w:num w:numId="33" w16cid:durableId="12653354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1404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5F01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37C81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114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D40"/>
    <w:rsid w:val="001D0F0B"/>
    <w:rsid w:val="001D1EAF"/>
    <w:rsid w:val="001D368C"/>
    <w:rsid w:val="001D3B40"/>
    <w:rsid w:val="001D46CD"/>
    <w:rsid w:val="001D4C4A"/>
    <w:rsid w:val="001D53B0"/>
    <w:rsid w:val="001D54DA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1FF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0A73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273F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557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33BE5"/>
    <w:rsid w:val="00341830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0AD6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DCD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68F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3735"/>
    <w:rsid w:val="00475AD3"/>
    <w:rsid w:val="00475B2B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4D6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21F4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55B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4F4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EC7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C7CD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06D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0FDF"/>
    <w:rsid w:val="00631414"/>
    <w:rsid w:val="00632029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6F6E"/>
    <w:rsid w:val="0064779A"/>
    <w:rsid w:val="00651F71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2F4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9B6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4278"/>
    <w:rsid w:val="00744C75"/>
    <w:rsid w:val="00745218"/>
    <w:rsid w:val="00746F9E"/>
    <w:rsid w:val="00747CC9"/>
    <w:rsid w:val="00750006"/>
    <w:rsid w:val="007501E6"/>
    <w:rsid w:val="00750DC7"/>
    <w:rsid w:val="00751543"/>
    <w:rsid w:val="007532D4"/>
    <w:rsid w:val="0075338B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2FD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E9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7445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3F48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ED2"/>
    <w:rsid w:val="008F3955"/>
    <w:rsid w:val="008F4452"/>
    <w:rsid w:val="008F5930"/>
    <w:rsid w:val="008F5A57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4F6E"/>
    <w:rsid w:val="00915117"/>
    <w:rsid w:val="0091630E"/>
    <w:rsid w:val="00916CED"/>
    <w:rsid w:val="00917643"/>
    <w:rsid w:val="009178CB"/>
    <w:rsid w:val="00920ADB"/>
    <w:rsid w:val="00920F4A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0517"/>
    <w:rsid w:val="009329C6"/>
    <w:rsid w:val="00934403"/>
    <w:rsid w:val="009358BF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351D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3AD9"/>
    <w:rsid w:val="00994A86"/>
    <w:rsid w:val="009953D8"/>
    <w:rsid w:val="00996EE9"/>
    <w:rsid w:val="009A06AA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FE1"/>
    <w:rsid w:val="009F1937"/>
    <w:rsid w:val="009F1B55"/>
    <w:rsid w:val="009F2428"/>
    <w:rsid w:val="009F33F6"/>
    <w:rsid w:val="009F389D"/>
    <w:rsid w:val="009F5F71"/>
    <w:rsid w:val="009F627C"/>
    <w:rsid w:val="009F7123"/>
    <w:rsid w:val="009F78D2"/>
    <w:rsid w:val="00A00011"/>
    <w:rsid w:val="00A0070F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851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79E"/>
    <w:rsid w:val="00A90BE6"/>
    <w:rsid w:val="00A913A6"/>
    <w:rsid w:val="00A9326D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7925"/>
    <w:rsid w:val="00AD796D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933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918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7DF"/>
    <w:rsid w:val="00BE49C7"/>
    <w:rsid w:val="00BE5BC2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07066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D6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067"/>
    <w:rsid w:val="00C558C5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0DB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1E86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2DA"/>
    <w:rsid w:val="00CD757B"/>
    <w:rsid w:val="00CD76FD"/>
    <w:rsid w:val="00CD78BB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07FB1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5E4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095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8AD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51E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03E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C38"/>
    <w:rsid w:val="00E7203E"/>
    <w:rsid w:val="00E72A50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0FCD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5783B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BBB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54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0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0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4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6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commons.wikimedia.org/w/index.php?curid=622169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commons.wikimedia.org/w/index.php?curid=5337106" TargetMode="External"/><Relationship Id="rId17" Type="http://schemas.openxmlformats.org/officeDocument/2006/relationships/hyperlink" Target="https://commons.wikimedia.org/wiki/Template:PD-ol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ommons.wikimedia.org/w/index.php?curid=622169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commons.wikimedia.org/w/index.php?curid=5337106" TargetMode="External"/><Relationship Id="rId10" Type="http://schemas.openxmlformats.org/officeDocument/2006/relationships/image" Target="media/image3.jp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commons.wikimedia.org/wiki/Template:PD-old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02_euw_ab_begriffe_und_kometen.dotx</Template>
  <TotalTime>0</TotalTime>
  <Pages>1</Pages>
  <Words>104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Carl-Julian Pardall</dc:creator>
  <cp:lastModifiedBy>Carl-Julian Pardall</cp:lastModifiedBy>
  <cp:revision>1297</cp:revision>
  <cp:lastPrinted>2022-11-16T08:33:00Z</cp:lastPrinted>
  <dcterms:created xsi:type="dcterms:W3CDTF">2022-10-09T18:28:00Z</dcterms:created>
  <dcterms:modified xsi:type="dcterms:W3CDTF">2023-02-06T20:50:00Z</dcterms:modified>
</cp:coreProperties>
</file>