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85EDE" w14:textId="7062B6F3" w:rsidR="004D455B" w:rsidRPr="00D94672" w:rsidRDefault="00E65938" w:rsidP="00E65938">
      <w:pPr>
        <w:spacing w:after="120"/>
        <w:jc w:val="left"/>
        <w:rPr>
          <w:b/>
          <w:bCs/>
        </w:rPr>
      </w:pPr>
      <w:r w:rsidRPr="00D94672">
        <w:rPr>
          <w:b/>
          <w:bCs/>
        </w:rPr>
        <w:t>Ziel</w:t>
      </w:r>
    </w:p>
    <w:p w14:paraId="2B18F898" w14:textId="231B5105" w:rsidR="00E65938" w:rsidRDefault="009050D2" w:rsidP="001519C6">
      <w:pPr>
        <w:pBdr>
          <w:bottom w:val="single" w:sz="4" w:space="1" w:color="auto"/>
        </w:pBdr>
        <w:spacing w:after="120"/>
        <w:jc w:val="left"/>
      </w:pPr>
      <w:r>
        <w:t xml:space="preserve">Sie können </w:t>
      </w:r>
      <w:r w:rsidR="0075378C">
        <w:t xml:space="preserve">anhand von Beispielen </w:t>
      </w:r>
      <w:r>
        <w:t>erklären</w:t>
      </w:r>
      <w:r w:rsidR="0075378C">
        <w:t xml:space="preserve">, inwiefern Realität in der Quantenphysik oft erst durch eine Messung </w:t>
      </w:r>
      <w:r w:rsidR="00441C57">
        <w:t>erzeugt</w:t>
      </w:r>
      <w:r w:rsidR="0075378C">
        <w:t xml:space="preserve"> wird</w:t>
      </w:r>
      <w:r w:rsidR="00441C57">
        <w:t xml:space="preserve"> und inwiefern in der Quantenphysik das Prinzip der Lokalität aufgegeben werden muss.</w:t>
      </w:r>
    </w:p>
    <w:p w14:paraId="13407B2D" w14:textId="712C77AB" w:rsidR="00B05013" w:rsidRDefault="00B05013" w:rsidP="0075378C">
      <w:pPr>
        <w:pStyle w:val="Listenabsatz"/>
        <w:numPr>
          <w:ilvl w:val="0"/>
          <w:numId w:val="39"/>
        </w:numPr>
        <w:spacing w:after="120"/>
        <w:ind w:left="357" w:hanging="357"/>
        <w:contextualSpacing w:val="0"/>
        <w:jc w:val="left"/>
      </w:pPr>
      <w:r>
        <w:t>Realität von Größen</w:t>
      </w:r>
    </w:p>
    <w:p w14:paraId="05EEF09A" w14:textId="4635A67A" w:rsidR="00441C57" w:rsidRDefault="00441C57" w:rsidP="00B05013">
      <w:pPr>
        <w:pStyle w:val="Listenabsatz"/>
        <w:numPr>
          <w:ilvl w:val="1"/>
          <w:numId w:val="41"/>
        </w:numPr>
        <w:spacing w:after="120"/>
        <w:ind w:left="709"/>
        <w:contextualSpacing w:val="0"/>
        <w:jc w:val="left"/>
      </w:pPr>
      <w:r>
        <w:t>Geben Sie für eine Metallkugel fünf Größen an, die man messen könnte, die aber auch einen festen Wert haben, wenn man nicht misst.</w:t>
      </w:r>
    </w:p>
    <w:p w14:paraId="1F19952F" w14:textId="2D56A773" w:rsidR="00441C57" w:rsidRDefault="00562ACC" w:rsidP="00B05013">
      <w:pPr>
        <w:pStyle w:val="Listenabsatz"/>
        <w:numPr>
          <w:ilvl w:val="1"/>
          <w:numId w:val="41"/>
        </w:numPr>
        <w:spacing w:after="120"/>
        <w:ind w:left="709"/>
        <w:contextualSpacing w:val="0"/>
        <w:jc w:val="left"/>
      </w:pPr>
      <w:r w:rsidRPr="0075378C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BA52C27" wp14:editId="3ED68790">
                <wp:simplePos x="0" y="0"/>
                <wp:positionH relativeFrom="column">
                  <wp:posOffset>4558030</wp:posOffset>
                </wp:positionH>
                <wp:positionV relativeFrom="paragraph">
                  <wp:posOffset>575310</wp:posOffset>
                </wp:positionV>
                <wp:extent cx="1109980" cy="748665"/>
                <wp:effectExtent l="0" t="0" r="13970" b="13335"/>
                <wp:wrapSquare wrapText="bothSides"/>
                <wp:docPr id="40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9980" cy="748665"/>
                          <a:chOff x="0" y="0"/>
                          <a:chExt cx="4176464" cy="2592288"/>
                        </a:xfrm>
                      </wpg:grpSpPr>
                      <wpg:grpSp>
                        <wpg:cNvPr id="41" name="Gruppieren 41"/>
                        <wpg:cNvGrpSpPr/>
                        <wpg:grpSpPr>
                          <a:xfrm>
                            <a:off x="388073" y="327552"/>
                            <a:ext cx="2309563" cy="1798949"/>
                            <a:chOff x="388073" y="327552"/>
                            <a:chExt cx="2309563" cy="1798949"/>
                          </a:xfrm>
                        </wpg:grpSpPr>
                        <wpg:grpSp>
                          <wpg:cNvPr id="42" name="Gruppieren 42"/>
                          <wpg:cNvGrpSpPr/>
                          <wpg:grpSpPr>
                            <a:xfrm>
                              <a:off x="388073" y="327552"/>
                              <a:ext cx="1656921" cy="1798949"/>
                              <a:chOff x="388073" y="327552"/>
                              <a:chExt cx="1656921" cy="1798949"/>
                            </a:xfrm>
                          </wpg:grpSpPr>
                          <wps:wsp>
                            <wps:cNvPr id="43" name="Rectangle 5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951856" y="327552"/>
                                <a:ext cx="89244" cy="594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44" name="Rectangle 5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951856" y="1091406"/>
                                <a:ext cx="93138" cy="278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45" name="Rectangle 5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968449" y="1532084"/>
                                <a:ext cx="76544" cy="594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46" name="Rectangle 51" descr="Diagonal weit nach oben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8073" y="1037978"/>
                                <a:ext cx="693481" cy="360990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wpg:grpSp>
                        <wps:wsp>
                          <wps:cNvPr id="47" name="AutoShap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376264" y="700269"/>
                              <a:ext cx="321372" cy="500679"/>
                            </a:xfrm>
                            <a:prstGeom prst="flowChartDelay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8" name="AutoShap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376264" y="1264570"/>
                              <a:ext cx="321372" cy="500679"/>
                            </a:xfrm>
                            <a:prstGeom prst="flowChartDelay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9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76264" y="915026"/>
                              <a:ext cx="127472" cy="127507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50" name="Rectangl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2384352" y="1452547"/>
                              <a:ext cx="121958" cy="1410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s:wsp>
                        <wps:cNvPr id="51" name="Rechteck 51"/>
                        <wps:cNvSpPr/>
                        <wps:spPr>
                          <a:xfrm>
                            <a:off x="0" y="0"/>
                            <a:ext cx="4176464" cy="25922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E4C0C9" id="Gruppieren 27" o:spid="_x0000_s1026" style="position:absolute;margin-left:358.9pt;margin-top:45.3pt;width:87.4pt;height:58.95pt;z-index:251661312;mso-width-relative:margin;mso-height-relative:margin" coordsize="41764,25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">
                <v:group id="Gruppieren 41" o:spid="_x0000_s1027" style="position:absolute;left:3880;top:3275;width:23096;height:17990" coordorigin="3880,3275" coordsize="23095,17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group id="Gruppieren 42" o:spid="_x0000_s1028" style="position:absolute;left:3880;top:3275;width:16569;height:17990" coordorigin="3880,3275" coordsize="16569,17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rect id="Rectangle 50" o:spid="_x0000_s1029" style="position:absolute;left:19518;top:3275;width:893;height:59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" fillcolor="silver"/>
                    <v:rect id="Rectangle 50" o:spid="_x0000_s1030" style="position:absolute;left:19518;top:10914;width:931;height:27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" fillcolor="silver"/>
                    <v:rect id="Rectangle 50" o:spid="_x0000_s1031" style="position:absolute;left:19684;top:15320;width:765;height:594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" fillcolor="silver"/>
                    <v:rect id="Rectangle 51" o:spid="_x0000_s1032" alt="Diagonal weit nach oben" style="position:absolute;left:3880;top:10379;width:6935;height:3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" fillcolor="black">
                      <v:fill r:id="rId8" o:title="" type="pattern"/>
                    </v:rect>
                  </v:group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53" o:spid="_x0000_s1033" type="#_x0000_t135" style="position:absolute;left:23762;top:7002;width:3214;height:50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"/>
                  <v:shape id="AutoShape 53" o:spid="_x0000_s1034" type="#_x0000_t135" style="position:absolute;left:23762;top:12645;width:3214;height:50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"/>
                  <v:rect id="Rectangle 48" o:spid="_x0000_s1035" style="position:absolute;left:23762;top:9150;width:1275;height:1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" fillcolor="#ffc000"/>
                  <v:rect id="Rectangle 57" o:spid="_x0000_s1036" style="position:absolute;left:23843;top:14525;width:1220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fRewQAAANsAAAAPAAAAZHJzL2Rvd25yZXYueG1sRE89b8Iw&#10;EN0r8R+sQ2IrDlRU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AzF9F7BAAAA2wAAAA8AAAAA&#10;AAAAAAAAAAAABwIAAGRycy9kb3ducmV2LnhtbFBLBQYAAAAAAwADALcAAAD1AgAAAAA=&#10;"/>
                </v:group>
                <v:rect id="Rechteck 51" o:spid="_x0000_s1037" style="position:absolute;width:41764;height:25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" filled="f" strokecolor="black [3213]" strokeweight=".5pt"/>
                <w10:wrap type="square"/>
              </v:group>
            </w:pict>
          </mc:Fallback>
        </mc:AlternateContent>
      </w:r>
      <w:r w:rsidR="00441C57">
        <w:t>Zeigen Sie am Beispiel eines Atoms in einem Interferometer-Experiment, dass ein Atom die Größe „Ort“ nicht haben muss.</w:t>
      </w:r>
      <w:r w:rsidR="00441C57">
        <w:br/>
      </w:r>
    </w:p>
    <w:p w14:paraId="3FEB0226" w14:textId="09284585" w:rsidR="00B05013" w:rsidRDefault="00B05013" w:rsidP="0075378C">
      <w:pPr>
        <w:pStyle w:val="Listenabsatz"/>
        <w:numPr>
          <w:ilvl w:val="0"/>
          <w:numId w:val="39"/>
        </w:numPr>
        <w:spacing w:after="120"/>
        <w:ind w:left="357" w:hanging="357"/>
        <w:contextualSpacing w:val="0"/>
        <w:jc w:val="left"/>
      </w:pPr>
      <w:r>
        <w:t>Erzeugung von Realität</w:t>
      </w:r>
    </w:p>
    <w:p w14:paraId="5C0C031C" w14:textId="1DC9139A" w:rsidR="00B05013" w:rsidRDefault="00562ACC" w:rsidP="00CC65B5">
      <w:pPr>
        <w:spacing w:after="120"/>
        <w:ind w:left="426"/>
        <w:jc w:val="left"/>
      </w:pPr>
      <w:r w:rsidRPr="0075378C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99D3A5" wp14:editId="0890D6B3">
                <wp:simplePos x="0" y="0"/>
                <wp:positionH relativeFrom="margin">
                  <wp:posOffset>4557395</wp:posOffset>
                </wp:positionH>
                <wp:positionV relativeFrom="paragraph">
                  <wp:posOffset>505460</wp:posOffset>
                </wp:positionV>
                <wp:extent cx="1094740" cy="757555"/>
                <wp:effectExtent l="0" t="0" r="10160" b="23495"/>
                <wp:wrapSquare wrapText="bothSides"/>
                <wp:docPr id="6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4740" cy="757555"/>
                          <a:chOff x="0" y="0"/>
                          <a:chExt cx="3744416" cy="2592288"/>
                        </a:xfrm>
                      </wpg:grpSpPr>
                      <wpg:grpSp>
                        <wpg:cNvPr id="7" name="Gruppieren 7"/>
                        <wpg:cNvGrpSpPr/>
                        <wpg:grpSpPr>
                          <a:xfrm>
                            <a:off x="394313" y="453565"/>
                            <a:ext cx="3095106" cy="1588933"/>
                            <a:chOff x="394312" y="453577"/>
                            <a:chExt cx="3154797" cy="1619576"/>
                          </a:xfrm>
                        </wpg:grpSpPr>
                        <wpg:grpSp>
                          <wpg:cNvPr id="9" name="Group 99"/>
                          <wpg:cNvGrpSpPr>
                            <a:grpSpLocks/>
                          </wpg:cNvGrpSpPr>
                          <wpg:grpSpPr bwMode="auto">
                            <a:xfrm>
                              <a:off x="394312" y="453577"/>
                              <a:ext cx="3154797" cy="1619576"/>
                              <a:chOff x="394376" y="452972"/>
                              <a:chExt cx="2244" cy="1152"/>
                            </a:xfrm>
                          </wpg:grpSpPr>
                          <wps:wsp>
                            <wps:cNvPr id="11" name="Line 44"/>
                            <wps:cNvCnPr/>
                            <wps:spPr bwMode="auto">
                              <a:xfrm>
                                <a:off x="394901" y="453171"/>
                                <a:ext cx="604" cy="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Line 47"/>
                            <wps:cNvCnPr/>
                            <wps:spPr bwMode="auto">
                              <a:xfrm>
                                <a:off x="395581" y="453132"/>
                                <a:ext cx="0" cy="72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Line 48"/>
                            <wps:cNvCnPr/>
                            <wps:spPr bwMode="auto">
                              <a:xfrm>
                                <a:off x="395552" y="453144"/>
                                <a:ext cx="85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Rectangle 50"/>
                            <wps:cNvSpPr>
                              <a:spLocks noChangeArrowheads="1"/>
                            </wps:cNvSpPr>
                            <wps:spPr bwMode="auto">
                              <a:xfrm rot="18712016" flipH="1">
                                <a:off x="395521" y="452858"/>
                                <a:ext cx="75" cy="6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17" name="Rectangle 51" descr="Diagonal weit nach oben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94376" y="453038"/>
                                <a:ext cx="511" cy="266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  <wpg:grpSp>
                            <wpg:cNvPr id="18" name="Group 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6387" y="452972"/>
                                <a:ext cx="233" cy="363"/>
                                <a:chOff x="396387" y="452972"/>
                                <a:chExt cx="245" cy="366"/>
                              </a:xfrm>
                            </wpg:grpSpPr>
                            <wps:wsp>
                              <wps:cNvPr id="19" name="AutoShap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6387" y="452972"/>
                                  <a:ext cx="245" cy="366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20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6391" y="453097"/>
                                  <a:ext cx="93" cy="1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23" name="Group 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5439" y="453850"/>
                                <a:ext cx="309" cy="274"/>
                                <a:chOff x="395439" y="453850"/>
                                <a:chExt cx="325" cy="276"/>
                              </a:xfrm>
                            </wpg:grpSpPr>
                            <wps:wsp>
                              <wps:cNvPr id="24" name="AutoShape 56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395464" y="453825"/>
                                  <a:ext cx="276" cy="32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25" name="Rectangle 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5542" y="453859"/>
                                  <a:ext cx="93" cy="1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grpSp>
                        </wpg:grpSp>
                        <wps:wsp>
                          <wps:cNvPr id="26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229925" y="632912"/>
                              <a:ext cx="129930" cy="129966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s:wsp>
                        <wps:cNvPr id="27" name="Rechteck 27"/>
                        <wps:cNvSpPr/>
                        <wps:spPr>
                          <a:xfrm>
                            <a:off x="0" y="0"/>
                            <a:ext cx="3744416" cy="25922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9353CE" id="Gruppieren 1" o:spid="_x0000_s1026" style="position:absolute;margin-left:358.85pt;margin-top:39.8pt;width:86.2pt;height:59.65pt;z-index:251659264;mso-position-horizontal-relative:margin;mso-width-relative:margin;mso-height-relative:margin" coordsize="37444,25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">
                <v:group id="Gruppieren 7" o:spid="_x0000_s1027" style="position:absolute;left:3943;top:4535;width:30951;height:15889" coordorigin="3943,4535" coordsize="31547,1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group id="Group 99" o:spid="_x0000_s1028" style="position:absolute;left:3943;top:4535;width:31548;height:16196" coordorigin="394376,452972" coordsize="2244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line id="Line 44" o:spid="_x0000_s1029" style="position:absolute;visibility:visible;mso-wrap-style:square;v-text-anchor:top" from="394901,453171" to="395505,453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">
                      <v:stroke endarrow="block"/>
                    </v:line>
                    <v:line id="Line 47" o:spid="_x0000_s1030" style="position:absolute;visibility:visible;mso-wrap-style:square;v-text-anchor:top" from="395581,453132" to="395581,453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">
                      <v:stroke endarrow="block"/>
                    </v:line>
                    <v:line id="Line 48" o:spid="_x0000_s1031" style="position:absolute;visibility:visible;mso-wrap-style:square;v-text-anchor:top" from="395552,453144" to="396404,45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">
                      <v:stroke endarrow="block"/>
                    </v:line>
                    <v:rect id="Rectangle 50" o:spid="_x0000_s1032" style="position:absolute;left:395521;top:452858;width:75;height:604;rotation:3154449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" fillcolor="silver"/>
                    <v:rect id="Rectangle 51" o:spid="_x0000_s1033" alt="Diagonal weit nach oben" style="position:absolute;left:394376;top:453038;width:511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" fillcolor="black">
                      <v:fill r:id="rId8" o:title="" type="pattern"/>
                    </v:rect>
                    <v:group id="Group 52" o:spid="_x0000_s1034" style="position:absolute;left:396387;top:452972;width:233;height:363" coordorigin="396387,452972" coordsize="245,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shape id="AutoShape 53" o:spid="_x0000_s1035" type="#_x0000_t135" style="position:absolute;left:396387;top:452972;width:245;height: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"/>
                      <v:rect id="Rectangle 54" o:spid="_x0000_s1036" style="position:absolute;left:396391;top:453097;width:93;height: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/>
                    </v:group>
                    <v:group id="Group 55" o:spid="_x0000_s1037" style="position:absolute;left:395439;top:453850;width:309;height:274" coordorigin="395439,453850" coordsize="325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<v:shape id="AutoShape 56" o:spid="_x0000_s1038" type="#_x0000_t135" style="position:absolute;left:395464;top:453825;width:276;height:32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"/>
                      <v:rect id="Rectangle 57" o:spid="_x0000_s1039" style="position:absolute;left:395542;top:453859;width:93;height: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/>
                    </v:group>
                  </v:group>
                  <v:rect id="Rectangle 48" o:spid="_x0000_s1040" style="position:absolute;left:32299;top:6329;width:1299;height:1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" fillcolor="#ffc000"/>
                </v:group>
                <v:rect id="Rechteck 27" o:spid="_x0000_s1041" style="position:absolute;width:37444;height:25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" filled="f" strokecolor="black [3213]" strokeweight=".5pt"/>
                <w10:wrap type="square" anchorx="margin"/>
              </v:group>
            </w:pict>
          </mc:Fallback>
        </mc:AlternateContent>
      </w:r>
      <w:r w:rsidR="0075378C">
        <w:t xml:space="preserve">In den nebenstehenden </w:t>
      </w:r>
      <w:r w:rsidR="00B05013">
        <w:t xml:space="preserve">zwei </w:t>
      </w:r>
      <w:r w:rsidR="0075378C">
        <w:t>Abbildungen sind zwei Situationen mit einem Quantenobjekt ikonisch dargestellt, in denen durch eine Ortsmessung Realität erzeugt wird.</w:t>
      </w:r>
    </w:p>
    <w:p w14:paraId="07C763D8" w14:textId="6425EB84" w:rsidR="0075378C" w:rsidRDefault="0075378C" w:rsidP="00CC65B5">
      <w:pPr>
        <w:spacing w:after="120"/>
        <w:ind w:left="426"/>
        <w:jc w:val="left"/>
      </w:pPr>
      <w:r>
        <w:t>Erläutern Sie dies jeweils und gehen Sie dabei auch darauf ein, inwiefern der entsprechende Anteil an Realität vorher nicht da war und woher man das weiß.</w:t>
      </w:r>
      <w:r>
        <w:br/>
        <w:t xml:space="preserve"> </w:t>
      </w:r>
    </w:p>
    <w:p w14:paraId="2FE1A94E" w14:textId="2EBE3D9F" w:rsidR="00441C57" w:rsidRDefault="00562ACC" w:rsidP="0075378C">
      <w:pPr>
        <w:pStyle w:val="Listenabsatz"/>
        <w:numPr>
          <w:ilvl w:val="0"/>
          <w:numId w:val="39"/>
        </w:numPr>
        <w:spacing w:after="120"/>
        <w:ind w:left="357" w:hanging="357"/>
        <w:contextualSpacing w:val="0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34EC691" wp14:editId="78B48F9E">
                <wp:simplePos x="0" y="0"/>
                <wp:positionH relativeFrom="column">
                  <wp:posOffset>3642164</wp:posOffset>
                </wp:positionH>
                <wp:positionV relativeFrom="paragraph">
                  <wp:posOffset>19050</wp:posOffset>
                </wp:positionV>
                <wp:extent cx="1971675" cy="638175"/>
                <wp:effectExtent l="0" t="0" r="28575" b="47625"/>
                <wp:wrapSquare wrapText="bothSides"/>
                <wp:docPr id="66" name="Gruppieren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1675" cy="638175"/>
                          <a:chOff x="0" y="0"/>
                          <a:chExt cx="1971675" cy="638175"/>
                        </a:xfrm>
                      </wpg:grpSpPr>
                      <wpg:grpSp>
                        <wpg:cNvPr id="63" name="Gruppieren 63"/>
                        <wpg:cNvGrpSpPr/>
                        <wpg:grpSpPr>
                          <a:xfrm flipV="1">
                            <a:off x="123825" y="66675"/>
                            <a:ext cx="1730679" cy="519494"/>
                            <a:chOff x="0" y="9525"/>
                            <a:chExt cx="3596360" cy="1080119"/>
                          </a:xfrm>
                        </wpg:grpSpPr>
                        <wpg:grpSp>
                          <wpg:cNvPr id="52" name="Gruppieren 4"/>
                          <wpg:cNvGrpSpPr/>
                          <wpg:grpSpPr>
                            <a:xfrm>
                              <a:off x="0" y="9525"/>
                              <a:ext cx="2800437" cy="1080119"/>
                              <a:chOff x="0" y="0"/>
                              <a:chExt cx="2800434" cy="1080120"/>
                            </a:xfrm>
                          </wpg:grpSpPr>
                          <wpg:grpSp>
                            <wpg:cNvPr id="53" name="Gruppieren 53"/>
                            <wpg:cNvGrpSpPr/>
                            <wpg:grpSpPr>
                              <a:xfrm>
                                <a:off x="216024" y="0"/>
                                <a:ext cx="2584410" cy="1080120"/>
                                <a:chOff x="216024" y="0"/>
                                <a:chExt cx="3230516" cy="1350148"/>
                              </a:xfrm>
                            </wpg:grpSpPr>
                            <wps:wsp>
                              <wps:cNvPr id="54" name="Ellipse 54"/>
                              <wps:cNvSpPr/>
                              <wps:spPr>
                                <a:xfrm>
                                  <a:off x="216024" y="468054"/>
                                  <a:ext cx="432048" cy="43204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70C0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5" name="Ellipse 55"/>
                              <wps:cNvSpPr/>
                              <wps:spPr>
                                <a:xfrm>
                                  <a:off x="3144106" y="288034"/>
                                  <a:ext cx="302434" cy="7560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6" name="Gerade Verbindung mit Pfeil 56"/>
                              <wps:cNvCnPr>
                                <a:cxnSpLocks/>
                              </wps:cNvCnPr>
                              <wps:spPr>
                                <a:xfrm>
                                  <a:off x="3280603" y="0"/>
                                  <a:ext cx="0" cy="1350148"/>
                                </a:xfrm>
                                <a:prstGeom prst="straightConnector1">
                                  <a:avLst/>
                                </a:prstGeom>
                                <a:ln w="0">
                                  <a:solidFill>
                                    <a:srgbClr val="002060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" name="Gerade Verbindung mit Pfeil 57"/>
                              <wps:cNvCnPr/>
                              <wps:spPr>
                                <a:xfrm>
                                  <a:off x="1073097" y="684078"/>
                                  <a:ext cx="1584176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58" name="Bogen 58"/>
                            <wps:cNvSpPr/>
                            <wps:spPr>
                              <a:xfrm>
                                <a:off x="0" y="159846"/>
                                <a:ext cx="766716" cy="776255"/>
                              </a:xfrm>
                              <a:prstGeom prst="arc">
                                <a:avLst>
                                  <a:gd name="adj1" fmla="val 16200000"/>
                                  <a:gd name="adj2" fmla="val 14669905"/>
                                </a:avLst>
                              </a:prstGeom>
                              <a:ln w="19050">
                                <a:solidFill>
                                  <a:srgbClr val="002060"/>
                                </a:solidFill>
                                <a:headEnd type="triangle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61" name="Flussdiagramm: Verzögerung 61"/>
                          <wps:cNvSpPr/>
                          <wps:spPr>
                            <a:xfrm>
                              <a:off x="3234359" y="344447"/>
                              <a:ext cx="362001" cy="408762"/>
                            </a:xfrm>
                            <a:prstGeom prst="flowChartDelay">
                              <a:avLst/>
                            </a:prstGeom>
                            <a:solidFill>
                              <a:srgbClr val="FFC000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64" name="Rechteck 64"/>
                        <wps:cNvSpPr/>
                        <wps:spPr>
                          <a:xfrm>
                            <a:off x="0" y="0"/>
                            <a:ext cx="1971675" cy="638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B7DC79" id="Gruppieren 66" o:spid="_x0000_s1026" style="position:absolute;margin-left:286.8pt;margin-top:1.5pt;width:155.25pt;height:50.25pt;z-index:251668480" coordsize="19716,6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">
                <v:group id="Gruppieren 63" o:spid="_x0000_s1027" style="position:absolute;left:1238;top:666;width:17307;height:5195;flip:y" coordorigin=",95" coordsize="35963,10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">
                  <v:group id="Gruppieren 4" o:spid="_x0000_s1028" style="position:absolute;top:95;width:28004;height:10801" coordsize="28004,10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<v:group id="Gruppieren 53" o:spid="_x0000_s1029" style="position:absolute;left:2160;width:25844;height:10801" coordorigin="2160" coordsize="32305,13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<v:oval id="Ellipse 54" o:spid="_x0000_s1030" style="position:absolute;left:2160;top:4680;width:4320;height:4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" fillcolor="#0070c0" strokecolor="#243f60 [1604]" strokeweight="2pt"/>
                      <v:oval id="Ellipse 55" o:spid="_x0000_s1031" style="position:absolute;left:31441;top:2880;width:3024;height:75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" fillcolor="#31849b [2408]" strokecolor="#243f60 [1604]" strokeweight="2pt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Gerade Verbindung mit Pfeil 56" o:spid="_x0000_s1032" type="#_x0000_t32" style="position:absolute;left:32806;width:0;height:135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" strokecolor="#002060" strokeweight="0">
                        <v:stroke startarrow="block" endarrow="block"/>
                        <o:lock v:ext="edit" shapetype="f"/>
                      </v:shape>
                      <v:shape id="Gerade Verbindung mit Pfeil 57" o:spid="_x0000_s1033" type="#_x0000_t32" style="position:absolute;left:10730;top:6840;width:1584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" strokecolor="black [3213]">
                        <v:stroke endarrow="block"/>
                      </v:shape>
                    </v:group>
                    <v:shape id="Bogen 58" o:spid="_x0000_s1034" style="position:absolute;top:1598;width:7667;height:7763;visibility:visible;mso-wrap-style:square;v-text-anchor:middle" coordsize="766716,776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" path="m383358,nsc578806,,742963,148866,764403,345553,785756,541445,658714,722442,468970,766454,277725,810815,84264,701823,20686,513900,-42175,328097,41959,124036,216642,38624l383358,388128,383358,xem383358,nfc578806,,742963,148866,764403,345553,785756,541445,658714,722442,468970,766454,277725,810815,84264,701823,20686,513900,-42175,328097,41959,124036,216642,38624e" filled="f" strokecolor="#002060" strokeweight="1.5pt">
                      <v:stroke startarrow="block" startarrowwidth="wide" startarrowlength="long"/>
                      <v:path arrowok="t" o:connecttype="custom" o:connectlocs="383358,0;764403,345553;468970,766454;20686,513900;216642,38624" o:connectangles="0,0,0,0,0"/>
                    </v:shape>
                  </v:group>
                  <v:shape id="Flussdiagramm: Verzögerung 61" o:spid="_x0000_s1035" type="#_x0000_t135" style="position:absolute;left:32343;top:3444;width:3620;height:4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" fillcolor="#ffc000" strokecolor="#243f60 [1604]" strokeweight="2pt"/>
                </v:group>
                <v:rect id="Rechteck 64" o:spid="_x0000_s1036" style="position:absolute;width:19716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" filled="f" strokecolor="black [3213]" strokeweight=".5pt"/>
                <w10:wrap type="square"/>
              </v:group>
            </w:pict>
          </mc:Fallback>
        </mc:AlternateContent>
      </w:r>
      <w:r w:rsidR="0075378C">
        <w:t xml:space="preserve">Ein </w:t>
      </w:r>
      <w:r w:rsidR="00B05013">
        <w:t>zirkular polarisiertes</w:t>
      </w:r>
      <w:r w:rsidR="0075378C">
        <w:t xml:space="preserve"> Photon ist unbestimmt in der Polarisation. Wenn man an ihm die Polarisation z.B. mit einem Filter misst, ist das ein Zufallsexperiment. Erläuter</w:t>
      </w:r>
      <w:r w:rsidR="00B05013">
        <w:t>n Sie</w:t>
      </w:r>
      <w:r w:rsidR="0075378C">
        <w:t xml:space="preserve"> mit Hilfe der Zeichnung rechts!</w:t>
      </w:r>
      <w:r w:rsidR="0075378C" w:rsidRPr="00EB6E0D">
        <w:t xml:space="preserve"> </w:t>
      </w:r>
      <w:r w:rsidR="00441C57">
        <w:br/>
      </w:r>
    </w:p>
    <w:p w14:paraId="404EF12C" w14:textId="77777777" w:rsidR="00562ACC" w:rsidRDefault="00562ACC" w:rsidP="0075378C">
      <w:pPr>
        <w:pStyle w:val="Listenabsatz"/>
        <w:numPr>
          <w:ilvl w:val="0"/>
          <w:numId w:val="39"/>
        </w:numPr>
        <w:spacing w:after="120"/>
        <w:ind w:left="357" w:hanging="357"/>
        <w:contextualSpacing w:val="0"/>
        <w:jc w:val="left"/>
      </w:pPr>
      <w:r>
        <w:t>Lokalität in der klassischen Physik</w:t>
      </w:r>
    </w:p>
    <w:p w14:paraId="09BFBDE0" w14:textId="77777777" w:rsidR="00562ACC" w:rsidRDefault="00562ACC" w:rsidP="00562ACC">
      <w:pPr>
        <w:spacing w:after="120"/>
        <w:ind w:left="350"/>
        <w:jc w:val="left"/>
      </w:pPr>
      <w:r>
        <w:t xml:space="preserve">Betrachten Sie zwei fixierte geladene Körper A und B. Körper A wird nun näher zu Körper B gebracht. </w:t>
      </w:r>
    </w:p>
    <w:p w14:paraId="187DF6E3" w14:textId="77777777" w:rsidR="00562ACC" w:rsidRDefault="00562ACC" w:rsidP="00562ACC">
      <w:pPr>
        <w:pStyle w:val="Listenabsatz"/>
        <w:numPr>
          <w:ilvl w:val="0"/>
          <w:numId w:val="43"/>
        </w:numPr>
        <w:spacing w:after="120"/>
        <w:ind w:left="709"/>
        <w:contextualSpacing w:val="0"/>
        <w:jc w:val="left"/>
      </w:pPr>
      <w:r>
        <w:t xml:space="preserve">Begründen Sie, wie sich die Kraft auf Körper B verändert. </w:t>
      </w:r>
    </w:p>
    <w:p w14:paraId="55652E45" w14:textId="77777777" w:rsidR="00562ACC" w:rsidRDefault="00562ACC" w:rsidP="00562ACC">
      <w:pPr>
        <w:pStyle w:val="Listenabsatz"/>
        <w:numPr>
          <w:ilvl w:val="0"/>
          <w:numId w:val="43"/>
        </w:numPr>
        <w:spacing w:after="120"/>
        <w:ind w:left="709"/>
        <w:contextualSpacing w:val="0"/>
        <w:jc w:val="left"/>
      </w:pPr>
      <w:r>
        <w:t xml:space="preserve">Erklären Sie, warum diese Veränderung nicht instantan geschieht. </w:t>
      </w:r>
    </w:p>
    <w:p w14:paraId="05DF0C3E" w14:textId="35C3DCEB" w:rsidR="00562ACC" w:rsidRDefault="00562ACC" w:rsidP="00562ACC">
      <w:pPr>
        <w:pStyle w:val="Listenabsatz"/>
        <w:numPr>
          <w:ilvl w:val="0"/>
          <w:numId w:val="43"/>
        </w:numPr>
        <w:spacing w:after="120"/>
        <w:ind w:left="709"/>
        <w:contextualSpacing w:val="0"/>
        <w:jc w:val="left"/>
      </w:pPr>
      <w:r>
        <w:t>Erläutern Sie, wie die Verzögerung physikalisch erklärt wird.</w:t>
      </w:r>
      <w:r>
        <w:br/>
      </w:r>
    </w:p>
    <w:p w14:paraId="3F408407" w14:textId="5A6B6859" w:rsidR="00562ACC" w:rsidRDefault="008F2588" w:rsidP="008F2588">
      <w:pPr>
        <w:pStyle w:val="Listenabsatz"/>
        <w:numPr>
          <w:ilvl w:val="0"/>
          <w:numId w:val="39"/>
        </w:numPr>
        <w:spacing w:after="120"/>
        <w:ind w:left="357" w:hanging="357"/>
        <w:contextualSpacing w:val="0"/>
        <w:jc w:val="left"/>
      </w:pPr>
      <w:r>
        <w:t>Nichtlokalität bei verschränkten Photonen</w:t>
      </w:r>
    </w:p>
    <w:p w14:paraId="18FD75C1" w14:textId="7BA40D84" w:rsidR="008F2588" w:rsidRDefault="008F2588" w:rsidP="008F2588">
      <w:pPr>
        <w:spacing w:after="120"/>
        <w:ind w:left="378"/>
        <w:jc w:val="left"/>
      </w:pPr>
      <w:r>
        <w:t xml:space="preserve">Eine Messung </w:t>
      </w:r>
      <w:proofErr w:type="gramStart"/>
      <w:r>
        <w:t>am einen Partner</w:t>
      </w:r>
      <w:proofErr w:type="gramEnd"/>
      <w:r>
        <w:t xml:space="preserve"> eines Photonenpaars wirkt sich instantan auf den Zustand des anderen Partners aus.</w:t>
      </w:r>
    </w:p>
    <w:p w14:paraId="2D8951D5" w14:textId="77777777" w:rsidR="008F2588" w:rsidRDefault="008F2588" w:rsidP="008F2588">
      <w:pPr>
        <w:pStyle w:val="Listenabsatz"/>
        <w:numPr>
          <w:ilvl w:val="0"/>
          <w:numId w:val="44"/>
        </w:numPr>
        <w:spacing w:after="120"/>
        <w:ind w:left="709"/>
        <w:contextualSpacing w:val="0"/>
        <w:jc w:val="left"/>
      </w:pPr>
      <w:r>
        <w:t>Beschreiben Sie, wie man dies in einem Experiment zeigen könnte.</w:t>
      </w:r>
    </w:p>
    <w:p w14:paraId="092912EA" w14:textId="65EC9FD6" w:rsidR="0075378C" w:rsidRDefault="008F2588" w:rsidP="00326574">
      <w:pPr>
        <w:pStyle w:val="Listenabsatz"/>
        <w:numPr>
          <w:ilvl w:val="0"/>
          <w:numId w:val="44"/>
        </w:numPr>
        <w:spacing w:after="120"/>
        <w:ind w:left="709"/>
        <w:contextualSpacing w:val="0"/>
        <w:jc w:val="left"/>
      </w:pPr>
      <w:r>
        <w:t xml:space="preserve">Erläutern Sie, warum man </w:t>
      </w:r>
      <w:r w:rsidR="00EF5B78">
        <w:t>mit diesem Experiment nicht instantan Nachrichten versenden kann.</w:t>
      </w:r>
    </w:p>
    <w:sectPr w:rsidR="0075378C" w:rsidSect="00581D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CAD62" w14:textId="77777777" w:rsidR="00CF4FE1" w:rsidRDefault="00CF4FE1" w:rsidP="00762DC9">
      <w:pPr>
        <w:spacing w:after="0" w:line="240" w:lineRule="auto"/>
      </w:pPr>
      <w:r>
        <w:separator/>
      </w:r>
    </w:p>
  </w:endnote>
  <w:endnote w:type="continuationSeparator" w:id="0">
    <w:p w14:paraId="3A5E6426" w14:textId="77777777" w:rsidR="00CF4FE1" w:rsidRDefault="00CF4FE1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24FC5DF3" w:rsidR="009A6261" w:rsidRPr="00E65938" w:rsidRDefault="00B91F8B" w:rsidP="00B91F8B">
    <w:pPr>
      <w:pStyle w:val="Fuzeile"/>
      <w:spacing w:line="360" w:lineRule="auto"/>
      <w:rPr>
        <w:lang w:val="en-US"/>
      </w:rPr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27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842999">
      <w:rPr>
        <w:lang w:val="en-US"/>
      </w:rPr>
      <w:t>J. Küblbeck</w:t>
    </w:r>
    <w:r w:rsidR="00FC236C">
      <w:rPr>
        <w:lang w:val="en-US"/>
      </w:rPr>
      <w:t xml:space="preserve">  </w:t>
    </w:r>
    <w:hyperlink r:id="rId1" w:history="1">
      <w:r w:rsidRPr="00E65938">
        <w:rPr>
          <w:rStyle w:val="Hyperlink"/>
          <w:lang w:val="en-US"/>
        </w:rPr>
        <w:t>CC BY 4.0</w:t>
      </w:r>
    </w:hyperlink>
    <w:r w:rsidRPr="00E65938">
      <w:rPr>
        <w:lang w:val="en-US"/>
      </w:rPr>
      <w:t xml:space="preserve"> </w:t>
    </w:r>
    <w:r w:rsidRPr="00E65938">
      <w:rPr>
        <w:lang w:val="en-US"/>
      </w:rPr>
      <w:tab/>
    </w:r>
    <w:r w:rsidRPr="00E65938">
      <w:rPr>
        <w:lang w:val="en-US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3AB23" w14:textId="77777777" w:rsidR="00FC236C" w:rsidRDefault="00FC236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C5FCA" w14:textId="77777777" w:rsidR="00CF4FE1" w:rsidRDefault="00CF4FE1" w:rsidP="00762DC9">
      <w:pPr>
        <w:spacing w:after="0" w:line="240" w:lineRule="auto"/>
      </w:pPr>
      <w:r>
        <w:separator/>
      </w:r>
    </w:p>
  </w:footnote>
  <w:footnote w:type="continuationSeparator" w:id="0">
    <w:p w14:paraId="30950CF0" w14:textId="77777777" w:rsidR="00CF4FE1" w:rsidRDefault="00CF4FE1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44251" w14:textId="77777777" w:rsidR="00FC236C" w:rsidRDefault="00FC236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61DEF6B1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120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1B3121D9" w:rsidR="00FC5F3F" w:rsidRPr="00236C2B" w:rsidRDefault="00441C57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 xml:space="preserve">Aufgeben von </w:t>
                          </w:r>
                          <w:r w:rsidR="0075378C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 xml:space="preserve">Realität und </w:t>
                          </w: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Lokalität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26" style="position:absolute;left:0;text-align:left;margin-left:0;margin-top:2.2pt;width:481.9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" fillcolor="#d8d8d8 [2732]" stroked="f" strokeweight="2pt">
              <v:textbox>
                <w:txbxContent>
                  <w:p w14:paraId="0E78DBA0" w14:textId="1B3121D9" w:rsidR="00FC5F3F" w:rsidRPr="00236C2B" w:rsidRDefault="00441C57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 xml:space="preserve">Aufgeben von </w:t>
                    </w:r>
                    <w:r w:rsidR="0075378C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 xml:space="preserve">Realität und </w:t>
                    </w: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Lokalität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3D96D045">
              <wp:simplePos x="0" y="0"/>
              <wp:positionH relativeFrom="column">
                <wp:posOffset>-166370</wp:posOffset>
              </wp:positionH>
              <wp:positionV relativeFrom="paragraph">
                <wp:posOffset>17145</wp:posOffset>
              </wp:positionV>
              <wp:extent cx="6115050" cy="9772650"/>
              <wp:effectExtent l="9525" t="9525" r="9525" b="9525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86FED" id="Rectangle 41" o:spid="_x0000_s1026" style="position:absolute;margin-left:-13.1pt;margin-top:1.35pt;width:481.5pt;height:769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" filled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5C07A" w14:textId="77777777" w:rsidR="00FC236C" w:rsidRDefault="00FC236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29C56BA"/>
    <w:multiLevelType w:val="hybridMultilevel"/>
    <w:tmpl w:val="12AE07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23736"/>
    <w:multiLevelType w:val="hybridMultilevel"/>
    <w:tmpl w:val="7462374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9138F"/>
    <w:multiLevelType w:val="hybridMultilevel"/>
    <w:tmpl w:val="37785912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12B3FAF"/>
    <w:multiLevelType w:val="hybridMultilevel"/>
    <w:tmpl w:val="37785912"/>
    <w:lvl w:ilvl="0" w:tplc="FFFFFFFF">
      <w:start w:val="1"/>
      <w:numFmt w:val="lowerLetter"/>
      <w:lvlText w:val="%1)"/>
      <w:lvlJc w:val="left"/>
      <w:pPr>
        <w:ind w:left="1808" w:hanging="360"/>
      </w:pPr>
    </w:lvl>
    <w:lvl w:ilvl="1" w:tplc="FFFFFFFF" w:tentative="1">
      <w:start w:val="1"/>
      <w:numFmt w:val="lowerLetter"/>
      <w:lvlText w:val="%2."/>
      <w:lvlJc w:val="left"/>
      <w:pPr>
        <w:ind w:left="2528" w:hanging="360"/>
      </w:pPr>
    </w:lvl>
    <w:lvl w:ilvl="2" w:tplc="FFFFFFFF" w:tentative="1">
      <w:start w:val="1"/>
      <w:numFmt w:val="lowerRoman"/>
      <w:lvlText w:val="%3."/>
      <w:lvlJc w:val="right"/>
      <w:pPr>
        <w:ind w:left="3248" w:hanging="180"/>
      </w:pPr>
    </w:lvl>
    <w:lvl w:ilvl="3" w:tplc="FFFFFFFF" w:tentative="1">
      <w:start w:val="1"/>
      <w:numFmt w:val="decimal"/>
      <w:lvlText w:val="%4."/>
      <w:lvlJc w:val="left"/>
      <w:pPr>
        <w:ind w:left="3968" w:hanging="360"/>
      </w:pPr>
    </w:lvl>
    <w:lvl w:ilvl="4" w:tplc="FFFFFFFF" w:tentative="1">
      <w:start w:val="1"/>
      <w:numFmt w:val="lowerLetter"/>
      <w:lvlText w:val="%5."/>
      <w:lvlJc w:val="left"/>
      <w:pPr>
        <w:ind w:left="4688" w:hanging="360"/>
      </w:pPr>
    </w:lvl>
    <w:lvl w:ilvl="5" w:tplc="FFFFFFFF" w:tentative="1">
      <w:start w:val="1"/>
      <w:numFmt w:val="lowerRoman"/>
      <w:lvlText w:val="%6."/>
      <w:lvlJc w:val="right"/>
      <w:pPr>
        <w:ind w:left="5408" w:hanging="180"/>
      </w:pPr>
    </w:lvl>
    <w:lvl w:ilvl="6" w:tplc="FFFFFFFF" w:tentative="1">
      <w:start w:val="1"/>
      <w:numFmt w:val="decimal"/>
      <w:lvlText w:val="%7."/>
      <w:lvlJc w:val="left"/>
      <w:pPr>
        <w:ind w:left="6128" w:hanging="360"/>
      </w:pPr>
    </w:lvl>
    <w:lvl w:ilvl="7" w:tplc="FFFFFFFF" w:tentative="1">
      <w:start w:val="1"/>
      <w:numFmt w:val="lowerLetter"/>
      <w:lvlText w:val="%8."/>
      <w:lvlJc w:val="left"/>
      <w:pPr>
        <w:ind w:left="6848" w:hanging="360"/>
      </w:pPr>
    </w:lvl>
    <w:lvl w:ilvl="8" w:tplc="FFFFFFFF" w:tentative="1">
      <w:start w:val="1"/>
      <w:numFmt w:val="lowerRoman"/>
      <w:lvlText w:val="%9."/>
      <w:lvlJc w:val="right"/>
      <w:pPr>
        <w:ind w:left="7568" w:hanging="180"/>
      </w:pPr>
    </w:lvl>
  </w:abstractNum>
  <w:abstractNum w:abstractNumId="8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B275710"/>
    <w:multiLevelType w:val="hybridMultilevel"/>
    <w:tmpl w:val="B60A4F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40474C"/>
    <w:multiLevelType w:val="hybridMultilevel"/>
    <w:tmpl w:val="D7FC574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661728"/>
    <w:multiLevelType w:val="hybridMultilevel"/>
    <w:tmpl w:val="40267C7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3035127"/>
    <w:multiLevelType w:val="hybridMultilevel"/>
    <w:tmpl w:val="0130056A"/>
    <w:lvl w:ilvl="0" w:tplc="E772998A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B56F83"/>
    <w:multiLevelType w:val="hybridMultilevel"/>
    <w:tmpl w:val="47AE41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4B61FD1"/>
    <w:multiLevelType w:val="hybridMultilevel"/>
    <w:tmpl w:val="433814E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2E9663D7"/>
    <w:multiLevelType w:val="hybridMultilevel"/>
    <w:tmpl w:val="E2266E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4A7011"/>
    <w:multiLevelType w:val="hybridMultilevel"/>
    <w:tmpl w:val="C0A868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9C2CAF"/>
    <w:multiLevelType w:val="hybridMultilevel"/>
    <w:tmpl w:val="028C26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3D215169"/>
    <w:multiLevelType w:val="hybridMultilevel"/>
    <w:tmpl w:val="95BCF4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05D50B7"/>
    <w:multiLevelType w:val="hybridMultilevel"/>
    <w:tmpl w:val="A34621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3A17FBE"/>
    <w:multiLevelType w:val="hybridMultilevel"/>
    <w:tmpl w:val="FFDAD466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9252C2"/>
    <w:multiLevelType w:val="hybridMultilevel"/>
    <w:tmpl w:val="737A7A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945016C"/>
    <w:multiLevelType w:val="hybridMultilevel"/>
    <w:tmpl w:val="46F460B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6421AE9"/>
    <w:multiLevelType w:val="hybridMultilevel"/>
    <w:tmpl w:val="2B34C9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32"/>
  </w:num>
  <w:num w:numId="2" w16cid:durableId="1803225420">
    <w:abstractNumId w:val="0"/>
  </w:num>
  <w:num w:numId="3" w16cid:durableId="870611624">
    <w:abstractNumId w:val="25"/>
  </w:num>
  <w:num w:numId="4" w16cid:durableId="291638428">
    <w:abstractNumId w:val="33"/>
  </w:num>
  <w:num w:numId="5" w16cid:durableId="169411284">
    <w:abstractNumId w:val="24"/>
  </w:num>
  <w:num w:numId="6" w16cid:durableId="1029331419">
    <w:abstractNumId w:val="16"/>
  </w:num>
  <w:num w:numId="7" w16cid:durableId="502622797">
    <w:abstractNumId w:val="10"/>
  </w:num>
  <w:num w:numId="8" w16cid:durableId="1263150391">
    <w:abstractNumId w:val="28"/>
  </w:num>
  <w:num w:numId="9" w16cid:durableId="1664822022">
    <w:abstractNumId w:val="20"/>
  </w:num>
  <w:num w:numId="10" w16cid:durableId="1698196000">
    <w:abstractNumId w:val="3"/>
  </w:num>
  <w:num w:numId="11" w16cid:durableId="609123686">
    <w:abstractNumId w:val="30"/>
  </w:num>
  <w:num w:numId="12" w16cid:durableId="1504737416">
    <w:abstractNumId w:val="43"/>
  </w:num>
  <w:num w:numId="13" w16cid:durableId="231670708">
    <w:abstractNumId w:val="1"/>
  </w:num>
  <w:num w:numId="14" w16cid:durableId="922907581">
    <w:abstractNumId w:val="9"/>
  </w:num>
  <w:num w:numId="15" w16cid:durableId="1417244916">
    <w:abstractNumId w:val="26"/>
  </w:num>
  <w:num w:numId="16" w16cid:durableId="123234397">
    <w:abstractNumId w:val="36"/>
  </w:num>
  <w:num w:numId="17" w16cid:durableId="1708523969">
    <w:abstractNumId w:val="29"/>
  </w:num>
  <w:num w:numId="18" w16cid:durableId="692070679">
    <w:abstractNumId w:val="4"/>
  </w:num>
  <w:num w:numId="19" w16cid:durableId="290332073">
    <w:abstractNumId w:val="13"/>
  </w:num>
  <w:num w:numId="20" w16cid:durableId="1822842311">
    <w:abstractNumId w:val="21"/>
  </w:num>
  <w:num w:numId="21" w16cid:durableId="1607887270">
    <w:abstractNumId w:val="39"/>
  </w:num>
  <w:num w:numId="22" w16cid:durableId="777985800">
    <w:abstractNumId w:val="12"/>
  </w:num>
  <w:num w:numId="23" w16cid:durableId="343020963">
    <w:abstractNumId w:val="37"/>
  </w:num>
  <w:num w:numId="24" w16cid:durableId="597835579">
    <w:abstractNumId w:val="34"/>
  </w:num>
  <w:num w:numId="25" w16cid:durableId="227036075">
    <w:abstractNumId w:val="8"/>
  </w:num>
  <w:num w:numId="26" w16cid:durableId="994188227">
    <w:abstractNumId w:val="22"/>
  </w:num>
  <w:num w:numId="27" w16cid:durableId="274555786">
    <w:abstractNumId w:val="23"/>
  </w:num>
  <w:num w:numId="28" w16cid:durableId="1689715855">
    <w:abstractNumId w:val="2"/>
  </w:num>
  <w:num w:numId="29" w16cid:durableId="1824195881">
    <w:abstractNumId w:val="17"/>
  </w:num>
  <w:num w:numId="30" w16cid:durableId="2034763485">
    <w:abstractNumId w:val="42"/>
  </w:num>
  <w:num w:numId="31" w16cid:durableId="1634872265">
    <w:abstractNumId w:val="27"/>
  </w:num>
  <w:num w:numId="32" w16cid:durableId="1065567237">
    <w:abstractNumId w:val="5"/>
  </w:num>
  <w:num w:numId="33" w16cid:durableId="1265335401">
    <w:abstractNumId w:val="18"/>
  </w:num>
  <w:num w:numId="34" w16cid:durableId="945960421">
    <w:abstractNumId w:val="35"/>
  </w:num>
  <w:num w:numId="35" w16cid:durableId="828517353">
    <w:abstractNumId w:val="41"/>
  </w:num>
  <w:num w:numId="36" w16cid:durableId="722018746">
    <w:abstractNumId w:val="11"/>
  </w:num>
  <w:num w:numId="37" w16cid:durableId="1831365549">
    <w:abstractNumId w:val="14"/>
  </w:num>
  <w:num w:numId="38" w16cid:durableId="88351519">
    <w:abstractNumId w:val="19"/>
  </w:num>
  <w:num w:numId="39" w16cid:durableId="331371669">
    <w:abstractNumId w:val="15"/>
  </w:num>
  <w:num w:numId="40" w16cid:durableId="1123378213">
    <w:abstractNumId w:val="31"/>
  </w:num>
  <w:num w:numId="41" w16cid:durableId="803738576">
    <w:abstractNumId w:val="40"/>
  </w:num>
  <w:num w:numId="42" w16cid:durableId="441271308">
    <w:abstractNumId w:val="38"/>
  </w:num>
  <w:num w:numId="43" w16cid:durableId="1427996016">
    <w:abstractNumId w:val="6"/>
  </w:num>
  <w:num w:numId="44" w16cid:durableId="14212166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260"/>
    <w:rsid w:val="00000574"/>
    <w:rsid w:val="00000C10"/>
    <w:rsid w:val="000011E3"/>
    <w:rsid w:val="00001F58"/>
    <w:rsid w:val="00002419"/>
    <w:rsid w:val="00002465"/>
    <w:rsid w:val="000035C3"/>
    <w:rsid w:val="00003A91"/>
    <w:rsid w:val="00003EC4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5F01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8687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3326"/>
    <w:rsid w:val="000B44CD"/>
    <w:rsid w:val="000B4AB3"/>
    <w:rsid w:val="000B4DFC"/>
    <w:rsid w:val="000B625B"/>
    <w:rsid w:val="000B6560"/>
    <w:rsid w:val="000B718D"/>
    <w:rsid w:val="000C043F"/>
    <w:rsid w:val="000C10D0"/>
    <w:rsid w:val="000C45F6"/>
    <w:rsid w:val="000C47B2"/>
    <w:rsid w:val="000C4E18"/>
    <w:rsid w:val="000C50CA"/>
    <w:rsid w:val="000C5515"/>
    <w:rsid w:val="000C68A1"/>
    <w:rsid w:val="000D027C"/>
    <w:rsid w:val="000D0E14"/>
    <w:rsid w:val="000D11DA"/>
    <w:rsid w:val="000D199B"/>
    <w:rsid w:val="000D204D"/>
    <w:rsid w:val="000D2AE4"/>
    <w:rsid w:val="000D3260"/>
    <w:rsid w:val="000D3C3B"/>
    <w:rsid w:val="000D3ED1"/>
    <w:rsid w:val="000D4051"/>
    <w:rsid w:val="000D4647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77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37C81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19C6"/>
    <w:rsid w:val="001529E2"/>
    <w:rsid w:val="00153474"/>
    <w:rsid w:val="001537D0"/>
    <w:rsid w:val="00155413"/>
    <w:rsid w:val="00157E19"/>
    <w:rsid w:val="0016035D"/>
    <w:rsid w:val="00160441"/>
    <w:rsid w:val="00160443"/>
    <w:rsid w:val="00161CD0"/>
    <w:rsid w:val="00161CD1"/>
    <w:rsid w:val="00163676"/>
    <w:rsid w:val="00163C21"/>
    <w:rsid w:val="00165495"/>
    <w:rsid w:val="00165B21"/>
    <w:rsid w:val="00167A04"/>
    <w:rsid w:val="00167D0F"/>
    <w:rsid w:val="00170045"/>
    <w:rsid w:val="001701B5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114"/>
    <w:rsid w:val="00187841"/>
    <w:rsid w:val="00187E17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C785E"/>
    <w:rsid w:val="001D0D40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C96"/>
    <w:rsid w:val="0020554B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6349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E94"/>
    <w:rsid w:val="00227F1F"/>
    <w:rsid w:val="00230A73"/>
    <w:rsid w:val="002310EE"/>
    <w:rsid w:val="002321F7"/>
    <w:rsid w:val="002341CB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273F"/>
    <w:rsid w:val="002440AA"/>
    <w:rsid w:val="0024419E"/>
    <w:rsid w:val="00244A26"/>
    <w:rsid w:val="0024532E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640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153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79E"/>
    <w:rsid w:val="00281FF3"/>
    <w:rsid w:val="00282ADF"/>
    <w:rsid w:val="002833A5"/>
    <w:rsid w:val="00284318"/>
    <w:rsid w:val="00284439"/>
    <w:rsid w:val="00285086"/>
    <w:rsid w:val="002860DF"/>
    <w:rsid w:val="00290476"/>
    <w:rsid w:val="0029184F"/>
    <w:rsid w:val="002922B5"/>
    <w:rsid w:val="002926C9"/>
    <w:rsid w:val="00292E33"/>
    <w:rsid w:val="0029378A"/>
    <w:rsid w:val="00293F33"/>
    <w:rsid w:val="0029512D"/>
    <w:rsid w:val="0029585E"/>
    <w:rsid w:val="00296835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CB3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557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375B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6EBC"/>
    <w:rsid w:val="002E791B"/>
    <w:rsid w:val="002E7B68"/>
    <w:rsid w:val="002F03C0"/>
    <w:rsid w:val="002F04A3"/>
    <w:rsid w:val="002F1FEB"/>
    <w:rsid w:val="002F2847"/>
    <w:rsid w:val="002F2C00"/>
    <w:rsid w:val="002F5883"/>
    <w:rsid w:val="002F5AB2"/>
    <w:rsid w:val="002F5FF6"/>
    <w:rsid w:val="002F6ABE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DF7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4C29"/>
    <w:rsid w:val="00326574"/>
    <w:rsid w:val="00327174"/>
    <w:rsid w:val="00330C17"/>
    <w:rsid w:val="00331BD3"/>
    <w:rsid w:val="00331D4C"/>
    <w:rsid w:val="00332D44"/>
    <w:rsid w:val="0033311E"/>
    <w:rsid w:val="00333BE5"/>
    <w:rsid w:val="00341830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0AD6"/>
    <w:rsid w:val="00361391"/>
    <w:rsid w:val="00361927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DCD"/>
    <w:rsid w:val="00386ED0"/>
    <w:rsid w:val="00387AE9"/>
    <w:rsid w:val="00387F69"/>
    <w:rsid w:val="003901E8"/>
    <w:rsid w:val="00391549"/>
    <w:rsid w:val="00392412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471"/>
    <w:rsid w:val="003B56C1"/>
    <w:rsid w:val="003B572C"/>
    <w:rsid w:val="003B5C01"/>
    <w:rsid w:val="003C1399"/>
    <w:rsid w:val="003C20E5"/>
    <w:rsid w:val="003C2453"/>
    <w:rsid w:val="003C4636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F0BE3"/>
    <w:rsid w:val="003F2CA5"/>
    <w:rsid w:val="003F368F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07B2"/>
    <w:rsid w:val="0044128F"/>
    <w:rsid w:val="00441B17"/>
    <w:rsid w:val="00441BD4"/>
    <w:rsid w:val="00441C57"/>
    <w:rsid w:val="004437F9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AD3"/>
    <w:rsid w:val="00475B2B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157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74D6"/>
    <w:rsid w:val="004A786B"/>
    <w:rsid w:val="004B0C79"/>
    <w:rsid w:val="004B104A"/>
    <w:rsid w:val="004B1089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21F4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55B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08B5"/>
    <w:rsid w:val="004F2881"/>
    <w:rsid w:val="004F3984"/>
    <w:rsid w:val="004F3A22"/>
    <w:rsid w:val="004F3C42"/>
    <w:rsid w:val="004F4284"/>
    <w:rsid w:val="00500759"/>
    <w:rsid w:val="00503964"/>
    <w:rsid w:val="00505085"/>
    <w:rsid w:val="005055C3"/>
    <w:rsid w:val="00505A92"/>
    <w:rsid w:val="005062FE"/>
    <w:rsid w:val="00506321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3D2"/>
    <w:rsid w:val="005134A4"/>
    <w:rsid w:val="00513E7E"/>
    <w:rsid w:val="00514D8E"/>
    <w:rsid w:val="00514F4E"/>
    <w:rsid w:val="00515056"/>
    <w:rsid w:val="00515490"/>
    <w:rsid w:val="00517D4A"/>
    <w:rsid w:val="005200DC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EC7"/>
    <w:rsid w:val="00531862"/>
    <w:rsid w:val="0053191F"/>
    <w:rsid w:val="00531D81"/>
    <w:rsid w:val="0053467F"/>
    <w:rsid w:val="00535FCB"/>
    <w:rsid w:val="005363FA"/>
    <w:rsid w:val="00537084"/>
    <w:rsid w:val="005400D6"/>
    <w:rsid w:val="005402B2"/>
    <w:rsid w:val="005405CF"/>
    <w:rsid w:val="0054064A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1AB2"/>
    <w:rsid w:val="00562ACC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4334"/>
    <w:rsid w:val="005A60C1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6D14"/>
    <w:rsid w:val="005C7ABD"/>
    <w:rsid w:val="005C7CD4"/>
    <w:rsid w:val="005D2438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55A5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4F7D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06D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0FDF"/>
    <w:rsid w:val="00631414"/>
    <w:rsid w:val="00632029"/>
    <w:rsid w:val="00633355"/>
    <w:rsid w:val="00633C05"/>
    <w:rsid w:val="006348DF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6F6E"/>
    <w:rsid w:val="0064779A"/>
    <w:rsid w:val="00651F71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805CA"/>
    <w:rsid w:val="00681108"/>
    <w:rsid w:val="00681F2C"/>
    <w:rsid w:val="006826DD"/>
    <w:rsid w:val="00682AE4"/>
    <w:rsid w:val="00684042"/>
    <w:rsid w:val="00684153"/>
    <w:rsid w:val="006846E9"/>
    <w:rsid w:val="00684D93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7697"/>
    <w:rsid w:val="006A04D7"/>
    <w:rsid w:val="006A071B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2F4"/>
    <w:rsid w:val="006C1553"/>
    <w:rsid w:val="006C1995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23D1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9B6"/>
    <w:rsid w:val="00711A02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934"/>
    <w:rsid w:val="00731B1F"/>
    <w:rsid w:val="00731E3A"/>
    <w:rsid w:val="00732815"/>
    <w:rsid w:val="00733A7D"/>
    <w:rsid w:val="00733D28"/>
    <w:rsid w:val="0073716C"/>
    <w:rsid w:val="00744278"/>
    <w:rsid w:val="00744C75"/>
    <w:rsid w:val="00745218"/>
    <w:rsid w:val="00746F9E"/>
    <w:rsid w:val="00747CC9"/>
    <w:rsid w:val="00750006"/>
    <w:rsid w:val="007501E6"/>
    <w:rsid w:val="00750DC7"/>
    <w:rsid w:val="00751543"/>
    <w:rsid w:val="007532D4"/>
    <w:rsid w:val="0075338B"/>
    <w:rsid w:val="007536E8"/>
    <w:rsid w:val="0075378C"/>
    <w:rsid w:val="0075514A"/>
    <w:rsid w:val="0075520F"/>
    <w:rsid w:val="007565D8"/>
    <w:rsid w:val="0075682A"/>
    <w:rsid w:val="00757678"/>
    <w:rsid w:val="00757F95"/>
    <w:rsid w:val="007624AD"/>
    <w:rsid w:val="00762A15"/>
    <w:rsid w:val="00762DC9"/>
    <w:rsid w:val="00762E16"/>
    <w:rsid w:val="00762EB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FBB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D57"/>
    <w:rsid w:val="00791ECD"/>
    <w:rsid w:val="007928D1"/>
    <w:rsid w:val="00792CD9"/>
    <w:rsid w:val="00793049"/>
    <w:rsid w:val="007932FD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3AC"/>
    <w:rsid w:val="007A1637"/>
    <w:rsid w:val="007A4603"/>
    <w:rsid w:val="007A7CCA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6F08"/>
    <w:rsid w:val="007B7AB7"/>
    <w:rsid w:val="007C1854"/>
    <w:rsid w:val="007C244D"/>
    <w:rsid w:val="007C319D"/>
    <w:rsid w:val="007C37CE"/>
    <w:rsid w:val="007C59A4"/>
    <w:rsid w:val="007C7445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63E7"/>
    <w:rsid w:val="007D6C11"/>
    <w:rsid w:val="007D713B"/>
    <w:rsid w:val="007D7B50"/>
    <w:rsid w:val="007D7DF0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B7F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5DD6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2999"/>
    <w:rsid w:val="0084300F"/>
    <w:rsid w:val="00843F48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1BE"/>
    <w:rsid w:val="00867AF5"/>
    <w:rsid w:val="0087066B"/>
    <w:rsid w:val="00870F57"/>
    <w:rsid w:val="00873E3A"/>
    <w:rsid w:val="0087510B"/>
    <w:rsid w:val="00875327"/>
    <w:rsid w:val="00875F46"/>
    <w:rsid w:val="00876A8F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B7D5E"/>
    <w:rsid w:val="008C0499"/>
    <w:rsid w:val="008C0ACD"/>
    <w:rsid w:val="008C161B"/>
    <w:rsid w:val="008C179F"/>
    <w:rsid w:val="008C2B06"/>
    <w:rsid w:val="008C342A"/>
    <w:rsid w:val="008C3BD6"/>
    <w:rsid w:val="008C50DC"/>
    <w:rsid w:val="008C627F"/>
    <w:rsid w:val="008C73E6"/>
    <w:rsid w:val="008D1DEF"/>
    <w:rsid w:val="008D2271"/>
    <w:rsid w:val="008D2455"/>
    <w:rsid w:val="008D2FE9"/>
    <w:rsid w:val="008D32AE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132"/>
    <w:rsid w:val="008F18FB"/>
    <w:rsid w:val="008F2588"/>
    <w:rsid w:val="008F2ED2"/>
    <w:rsid w:val="008F3955"/>
    <w:rsid w:val="008F4452"/>
    <w:rsid w:val="008F5930"/>
    <w:rsid w:val="008F5A57"/>
    <w:rsid w:val="0090007F"/>
    <w:rsid w:val="009019DD"/>
    <w:rsid w:val="00901CAA"/>
    <w:rsid w:val="0090200E"/>
    <w:rsid w:val="00902FA6"/>
    <w:rsid w:val="0090353A"/>
    <w:rsid w:val="00904C5F"/>
    <w:rsid w:val="009050D2"/>
    <w:rsid w:val="00905DB4"/>
    <w:rsid w:val="00906E7D"/>
    <w:rsid w:val="00907A06"/>
    <w:rsid w:val="0091161F"/>
    <w:rsid w:val="00911D5D"/>
    <w:rsid w:val="00912243"/>
    <w:rsid w:val="00912E01"/>
    <w:rsid w:val="0091363C"/>
    <w:rsid w:val="00913D66"/>
    <w:rsid w:val="0091499E"/>
    <w:rsid w:val="00914EA5"/>
    <w:rsid w:val="00914EBF"/>
    <w:rsid w:val="00914F6E"/>
    <w:rsid w:val="00915117"/>
    <w:rsid w:val="0091630E"/>
    <w:rsid w:val="00916CED"/>
    <w:rsid w:val="00917643"/>
    <w:rsid w:val="009178CB"/>
    <w:rsid w:val="00920ADB"/>
    <w:rsid w:val="00920F4A"/>
    <w:rsid w:val="00922630"/>
    <w:rsid w:val="009226F1"/>
    <w:rsid w:val="00922F95"/>
    <w:rsid w:val="00923F99"/>
    <w:rsid w:val="00924795"/>
    <w:rsid w:val="0092566E"/>
    <w:rsid w:val="00926B1B"/>
    <w:rsid w:val="0092725A"/>
    <w:rsid w:val="00927A4D"/>
    <w:rsid w:val="00930400"/>
    <w:rsid w:val="00930517"/>
    <w:rsid w:val="009329C6"/>
    <w:rsid w:val="00934403"/>
    <w:rsid w:val="009358BF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352"/>
    <w:rsid w:val="00950C89"/>
    <w:rsid w:val="00950DCE"/>
    <w:rsid w:val="009511D4"/>
    <w:rsid w:val="009515BE"/>
    <w:rsid w:val="00951A00"/>
    <w:rsid w:val="00952287"/>
    <w:rsid w:val="0095262A"/>
    <w:rsid w:val="0095351D"/>
    <w:rsid w:val="00955859"/>
    <w:rsid w:val="00955FD9"/>
    <w:rsid w:val="00957120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DB5"/>
    <w:rsid w:val="00986F5A"/>
    <w:rsid w:val="009879E1"/>
    <w:rsid w:val="00987C7C"/>
    <w:rsid w:val="00991D34"/>
    <w:rsid w:val="00992652"/>
    <w:rsid w:val="00992A41"/>
    <w:rsid w:val="00993AD9"/>
    <w:rsid w:val="00994A86"/>
    <w:rsid w:val="009953D8"/>
    <w:rsid w:val="00996EE9"/>
    <w:rsid w:val="009A06AA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09C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60CC"/>
    <w:rsid w:val="009C6A86"/>
    <w:rsid w:val="009D0B51"/>
    <w:rsid w:val="009D0F22"/>
    <w:rsid w:val="009D13CE"/>
    <w:rsid w:val="009D2505"/>
    <w:rsid w:val="009D2C38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5558"/>
    <w:rsid w:val="009E58C5"/>
    <w:rsid w:val="009F0FE1"/>
    <w:rsid w:val="009F1937"/>
    <w:rsid w:val="009F1B55"/>
    <w:rsid w:val="009F2428"/>
    <w:rsid w:val="009F33F6"/>
    <w:rsid w:val="009F389D"/>
    <w:rsid w:val="009F5F71"/>
    <w:rsid w:val="009F627C"/>
    <w:rsid w:val="009F7123"/>
    <w:rsid w:val="009F78D2"/>
    <w:rsid w:val="00A00011"/>
    <w:rsid w:val="00A0070F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851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4A60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641"/>
    <w:rsid w:val="00A9079E"/>
    <w:rsid w:val="00A90BE6"/>
    <w:rsid w:val="00A913A6"/>
    <w:rsid w:val="00A91746"/>
    <w:rsid w:val="00A9326D"/>
    <w:rsid w:val="00A95909"/>
    <w:rsid w:val="00A96588"/>
    <w:rsid w:val="00A965E1"/>
    <w:rsid w:val="00A96835"/>
    <w:rsid w:val="00AA0EB5"/>
    <w:rsid w:val="00AA2B93"/>
    <w:rsid w:val="00AA2C93"/>
    <w:rsid w:val="00AA311E"/>
    <w:rsid w:val="00AA3E54"/>
    <w:rsid w:val="00AA3F11"/>
    <w:rsid w:val="00AA4FC7"/>
    <w:rsid w:val="00AA5031"/>
    <w:rsid w:val="00AA69B9"/>
    <w:rsid w:val="00AA702E"/>
    <w:rsid w:val="00AA7313"/>
    <w:rsid w:val="00AA731C"/>
    <w:rsid w:val="00AA7968"/>
    <w:rsid w:val="00AB0380"/>
    <w:rsid w:val="00AB0C05"/>
    <w:rsid w:val="00AB0C4B"/>
    <w:rsid w:val="00AB1B46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839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7925"/>
    <w:rsid w:val="00AD796D"/>
    <w:rsid w:val="00AD7FCA"/>
    <w:rsid w:val="00AE125A"/>
    <w:rsid w:val="00AE14E3"/>
    <w:rsid w:val="00AE1C1A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9A1"/>
    <w:rsid w:val="00AF721C"/>
    <w:rsid w:val="00B012CD"/>
    <w:rsid w:val="00B01722"/>
    <w:rsid w:val="00B02048"/>
    <w:rsid w:val="00B021EA"/>
    <w:rsid w:val="00B03950"/>
    <w:rsid w:val="00B03F67"/>
    <w:rsid w:val="00B044E0"/>
    <w:rsid w:val="00B04933"/>
    <w:rsid w:val="00B04FB3"/>
    <w:rsid w:val="00B0501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053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918"/>
    <w:rsid w:val="00B82E02"/>
    <w:rsid w:val="00B840EA"/>
    <w:rsid w:val="00B84493"/>
    <w:rsid w:val="00B84885"/>
    <w:rsid w:val="00B85ADC"/>
    <w:rsid w:val="00B87B6A"/>
    <w:rsid w:val="00B91780"/>
    <w:rsid w:val="00B91C21"/>
    <w:rsid w:val="00B91F8B"/>
    <w:rsid w:val="00B9337E"/>
    <w:rsid w:val="00B933A6"/>
    <w:rsid w:val="00B933CB"/>
    <w:rsid w:val="00B94621"/>
    <w:rsid w:val="00B9483A"/>
    <w:rsid w:val="00B95A9A"/>
    <w:rsid w:val="00B95BF1"/>
    <w:rsid w:val="00B96039"/>
    <w:rsid w:val="00B9677E"/>
    <w:rsid w:val="00B96CDC"/>
    <w:rsid w:val="00B96FD0"/>
    <w:rsid w:val="00B97523"/>
    <w:rsid w:val="00B978BF"/>
    <w:rsid w:val="00B97966"/>
    <w:rsid w:val="00B97F08"/>
    <w:rsid w:val="00BA1EB4"/>
    <w:rsid w:val="00BA2872"/>
    <w:rsid w:val="00BA3967"/>
    <w:rsid w:val="00BA39DA"/>
    <w:rsid w:val="00BA39FE"/>
    <w:rsid w:val="00BA3A86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D0F53"/>
    <w:rsid w:val="00BD2F79"/>
    <w:rsid w:val="00BD3971"/>
    <w:rsid w:val="00BD46DA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7DF"/>
    <w:rsid w:val="00BE49C7"/>
    <w:rsid w:val="00BE5BC2"/>
    <w:rsid w:val="00BF03C9"/>
    <w:rsid w:val="00BF0783"/>
    <w:rsid w:val="00BF3A73"/>
    <w:rsid w:val="00BF5216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1F3"/>
    <w:rsid w:val="00C04269"/>
    <w:rsid w:val="00C043B2"/>
    <w:rsid w:val="00C04714"/>
    <w:rsid w:val="00C04830"/>
    <w:rsid w:val="00C05532"/>
    <w:rsid w:val="00C05807"/>
    <w:rsid w:val="00C07066"/>
    <w:rsid w:val="00C11026"/>
    <w:rsid w:val="00C11A63"/>
    <w:rsid w:val="00C12999"/>
    <w:rsid w:val="00C12D8F"/>
    <w:rsid w:val="00C1369A"/>
    <w:rsid w:val="00C1416F"/>
    <w:rsid w:val="00C144BE"/>
    <w:rsid w:val="00C149AE"/>
    <w:rsid w:val="00C162A6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D6"/>
    <w:rsid w:val="00C451F0"/>
    <w:rsid w:val="00C453AE"/>
    <w:rsid w:val="00C456FD"/>
    <w:rsid w:val="00C471CA"/>
    <w:rsid w:val="00C4721B"/>
    <w:rsid w:val="00C4765C"/>
    <w:rsid w:val="00C51C4D"/>
    <w:rsid w:val="00C52143"/>
    <w:rsid w:val="00C52C28"/>
    <w:rsid w:val="00C53C2B"/>
    <w:rsid w:val="00C547F5"/>
    <w:rsid w:val="00C55067"/>
    <w:rsid w:val="00C558C5"/>
    <w:rsid w:val="00C573A6"/>
    <w:rsid w:val="00C603B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6D82"/>
    <w:rsid w:val="00C66D86"/>
    <w:rsid w:val="00C670DB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1E86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65B5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70"/>
    <w:rsid w:val="00CD72DA"/>
    <w:rsid w:val="00CD757B"/>
    <w:rsid w:val="00CD76FD"/>
    <w:rsid w:val="00CD78BB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4FE1"/>
    <w:rsid w:val="00CF564C"/>
    <w:rsid w:val="00CF5ECA"/>
    <w:rsid w:val="00CF6BBD"/>
    <w:rsid w:val="00CF6CB7"/>
    <w:rsid w:val="00D0194D"/>
    <w:rsid w:val="00D01B77"/>
    <w:rsid w:val="00D02B64"/>
    <w:rsid w:val="00D0577E"/>
    <w:rsid w:val="00D057C6"/>
    <w:rsid w:val="00D07FB1"/>
    <w:rsid w:val="00D107F7"/>
    <w:rsid w:val="00D10969"/>
    <w:rsid w:val="00D10C96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5E4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26C"/>
    <w:rsid w:val="00D837C2"/>
    <w:rsid w:val="00D84701"/>
    <w:rsid w:val="00D84D6F"/>
    <w:rsid w:val="00D84ECE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672"/>
    <w:rsid w:val="00D94DC0"/>
    <w:rsid w:val="00D957FE"/>
    <w:rsid w:val="00D959A8"/>
    <w:rsid w:val="00D96095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652"/>
    <w:rsid w:val="00DB57B1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1757"/>
    <w:rsid w:val="00DD2241"/>
    <w:rsid w:val="00DD268F"/>
    <w:rsid w:val="00DD27F3"/>
    <w:rsid w:val="00DD383A"/>
    <w:rsid w:val="00DD4ABA"/>
    <w:rsid w:val="00DD51B5"/>
    <w:rsid w:val="00DD5528"/>
    <w:rsid w:val="00DD55C1"/>
    <w:rsid w:val="00DD6AD3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8AD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51E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40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938"/>
    <w:rsid w:val="00E65BC6"/>
    <w:rsid w:val="00E66665"/>
    <w:rsid w:val="00E66856"/>
    <w:rsid w:val="00E66D93"/>
    <w:rsid w:val="00E673B9"/>
    <w:rsid w:val="00E675A3"/>
    <w:rsid w:val="00E67DEA"/>
    <w:rsid w:val="00E67FEC"/>
    <w:rsid w:val="00E71C38"/>
    <w:rsid w:val="00E7203E"/>
    <w:rsid w:val="00E72A50"/>
    <w:rsid w:val="00E73B55"/>
    <w:rsid w:val="00E75407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52F1"/>
    <w:rsid w:val="00E957CF"/>
    <w:rsid w:val="00E95AE1"/>
    <w:rsid w:val="00EA0FCD"/>
    <w:rsid w:val="00EA1EBE"/>
    <w:rsid w:val="00EA37BD"/>
    <w:rsid w:val="00EA41C9"/>
    <w:rsid w:val="00EA43D8"/>
    <w:rsid w:val="00EA546B"/>
    <w:rsid w:val="00EA55C9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C7E1D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E2458"/>
    <w:rsid w:val="00EE2973"/>
    <w:rsid w:val="00EE2D2F"/>
    <w:rsid w:val="00EE3ED3"/>
    <w:rsid w:val="00EE4ABF"/>
    <w:rsid w:val="00EE5A7B"/>
    <w:rsid w:val="00EE5D9C"/>
    <w:rsid w:val="00EE6685"/>
    <w:rsid w:val="00EE70F5"/>
    <w:rsid w:val="00EE7937"/>
    <w:rsid w:val="00EF023F"/>
    <w:rsid w:val="00EF0B55"/>
    <w:rsid w:val="00EF0E69"/>
    <w:rsid w:val="00EF2651"/>
    <w:rsid w:val="00EF35D3"/>
    <w:rsid w:val="00EF3DB6"/>
    <w:rsid w:val="00EF3E5B"/>
    <w:rsid w:val="00EF3F4C"/>
    <w:rsid w:val="00EF4222"/>
    <w:rsid w:val="00EF4B84"/>
    <w:rsid w:val="00EF4D4F"/>
    <w:rsid w:val="00EF5B78"/>
    <w:rsid w:val="00EF5CC4"/>
    <w:rsid w:val="00EF5D77"/>
    <w:rsid w:val="00EF61C8"/>
    <w:rsid w:val="00EF7291"/>
    <w:rsid w:val="00EF7535"/>
    <w:rsid w:val="00EF7AFA"/>
    <w:rsid w:val="00F022F8"/>
    <w:rsid w:val="00F026D1"/>
    <w:rsid w:val="00F02E87"/>
    <w:rsid w:val="00F034B0"/>
    <w:rsid w:val="00F038CB"/>
    <w:rsid w:val="00F03C3A"/>
    <w:rsid w:val="00F04501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72C"/>
    <w:rsid w:val="00F27A7F"/>
    <w:rsid w:val="00F27C77"/>
    <w:rsid w:val="00F32777"/>
    <w:rsid w:val="00F33706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CE2"/>
    <w:rsid w:val="00F50F2B"/>
    <w:rsid w:val="00F51595"/>
    <w:rsid w:val="00F516DF"/>
    <w:rsid w:val="00F52875"/>
    <w:rsid w:val="00F557E6"/>
    <w:rsid w:val="00F55846"/>
    <w:rsid w:val="00F55D13"/>
    <w:rsid w:val="00F55EB7"/>
    <w:rsid w:val="00F5783B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478"/>
    <w:rsid w:val="00F72EDD"/>
    <w:rsid w:val="00F72FF2"/>
    <w:rsid w:val="00F739FD"/>
    <w:rsid w:val="00F74004"/>
    <w:rsid w:val="00F74D80"/>
    <w:rsid w:val="00F754F6"/>
    <w:rsid w:val="00F76379"/>
    <w:rsid w:val="00F76A8B"/>
    <w:rsid w:val="00F81AA6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BBB"/>
    <w:rsid w:val="00FA7F12"/>
    <w:rsid w:val="00FB1183"/>
    <w:rsid w:val="00FB368B"/>
    <w:rsid w:val="00FB3982"/>
    <w:rsid w:val="00FB40C3"/>
    <w:rsid w:val="00FB4756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6C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54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80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0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24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6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229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Carl-Julian Pardall</dc:creator>
  <cp:lastModifiedBy>Josef Küblbeck</cp:lastModifiedBy>
  <cp:revision>2</cp:revision>
  <cp:lastPrinted>2023-01-05T15:20:00Z</cp:lastPrinted>
  <dcterms:created xsi:type="dcterms:W3CDTF">2023-01-30T17:46:00Z</dcterms:created>
  <dcterms:modified xsi:type="dcterms:W3CDTF">2023-01-30T17:46:00Z</dcterms:modified>
</cp:coreProperties>
</file>