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85EDE" w14:textId="7062B6F3" w:rsidR="004D455B" w:rsidRPr="00D94672" w:rsidRDefault="00E65938" w:rsidP="00E65938">
      <w:pPr>
        <w:spacing w:after="120"/>
        <w:jc w:val="left"/>
        <w:rPr>
          <w:b/>
          <w:bCs/>
        </w:rPr>
      </w:pPr>
      <w:r w:rsidRPr="00D94672">
        <w:rPr>
          <w:b/>
          <w:bCs/>
        </w:rPr>
        <w:t>Ziel</w:t>
      </w:r>
    </w:p>
    <w:p w14:paraId="2B18F898" w14:textId="5A2AC1F7" w:rsidR="00E65938" w:rsidRDefault="009050D2" w:rsidP="00BD4A8D">
      <w:pPr>
        <w:pBdr>
          <w:bottom w:val="single" w:sz="4" w:space="1" w:color="auto"/>
        </w:pBdr>
        <w:spacing w:after="120"/>
        <w:jc w:val="left"/>
      </w:pPr>
      <w:r>
        <w:t xml:space="preserve">Sie können </w:t>
      </w:r>
      <w:r w:rsidR="0075378C">
        <w:t xml:space="preserve">anhand von Beispielen </w:t>
      </w:r>
      <w:r>
        <w:t>erklären</w:t>
      </w:r>
      <w:r w:rsidR="0075378C">
        <w:t xml:space="preserve">, </w:t>
      </w:r>
      <w:r w:rsidR="00070F47">
        <w:t>was man unter Korrelation versteht. Sie können erläutern, wieso die Korrelation bei verschränkten Photonen nicht mit Informationsaustausch erklärbar ist.</w:t>
      </w:r>
    </w:p>
    <w:p w14:paraId="4B0DC9FC" w14:textId="11D0132A" w:rsidR="00683E43" w:rsidRPr="00BD4A8D" w:rsidRDefault="00683E43" w:rsidP="00683E43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  <w:rPr>
          <w:b/>
          <w:bCs/>
        </w:rPr>
      </w:pPr>
      <w:r w:rsidRPr="00BD4A8D">
        <w:rPr>
          <w:b/>
          <w:bCs/>
        </w:rPr>
        <w:t>Klassische Korrelationen</w:t>
      </w:r>
    </w:p>
    <w:p w14:paraId="1065B20B" w14:textId="6476AA3D" w:rsidR="00683E43" w:rsidRDefault="00683E43" w:rsidP="00683E43">
      <w:pPr>
        <w:pStyle w:val="Listenabsatz"/>
        <w:numPr>
          <w:ilvl w:val="1"/>
          <w:numId w:val="45"/>
        </w:numPr>
        <w:spacing w:after="120"/>
        <w:ind w:left="709"/>
        <w:contextualSpacing w:val="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B949808" wp14:editId="789AF23D">
                <wp:simplePos x="0" y="0"/>
                <wp:positionH relativeFrom="column">
                  <wp:posOffset>3176905</wp:posOffset>
                </wp:positionH>
                <wp:positionV relativeFrom="paragraph">
                  <wp:posOffset>7620</wp:posOffset>
                </wp:positionV>
                <wp:extent cx="2616200" cy="1847850"/>
                <wp:effectExtent l="0" t="0" r="12700" b="19050"/>
                <wp:wrapSquare wrapText="bothSides"/>
                <wp:docPr id="68" name="Gruppieren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6200" cy="1847850"/>
                          <a:chOff x="0" y="9525"/>
                          <a:chExt cx="2616200" cy="1847850"/>
                        </a:xfrm>
                      </wpg:grpSpPr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"/>
                            <a:ext cx="1282700" cy="1847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lenraster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1"/>
                                <w:gridCol w:w="832"/>
                              </w:tblGrid>
                              <w:tr w:rsidR="00683E43" w14:paraId="4A372724" w14:textId="77777777" w:rsidTr="00EA0357">
                                <w:tc>
                                  <w:tcPr>
                                    <w:tcW w:w="916" w:type="dxa"/>
                                  </w:tcPr>
                                  <w:p w14:paraId="4D0E38FC" w14:textId="77777777" w:rsidR="00683E43" w:rsidRDefault="00683E43" w:rsidP="00EA0357">
                                    <w:r>
                                      <w:t>Kopf</w:t>
                                    </w:r>
                                  </w:p>
                                </w:tc>
                                <w:tc>
                                  <w:tcPr>
                                    <w:tcW w:w="916" w:type="dxa"/>
                                  </w:tcPr>
                                  <w:p w14:paraId="35AD08CB" w14:textId="77777777" w:rsidR="00683E43" w:rsidRDefault="00683E43" w:rsidP="00EA0357"/>
                                </w:tc>
                              </w:tr>
                              <w:tr w:rsidR="00683E43" w14:paraId="63DD5E17" w14:textId="77777777" w:rsidTr="00EA0357">
                                <w:tc>
                                  <w:tcPr>
                                    <w:tcW w:w="916" w:type="dxa"/>
                                  </w:tcPr>
                                  <w:p w14:paraId="40E57049" w14:textId="77777777" w:rsidR="00683E43" w:rsidRDefault="00683E43" w:rsidP="00EA0357">
                                    <w:r>
                                      <w:t>Kopf</w:t>
                                    </w:r>
                                  </w:p>
                                </w:tc>
                                <w:tc>
                                  <w:tcPr>
                                    <w:tcW w:w="916" w:type="dxa"/>
                                  </w:tcPr>
                                  <w:p w14:paraId="3D11830D" w14:textId="77777777" w:rsidR="00683E43" w:rsidRDefault="00683E43" w:rsidP="00EA0357"/>
                                </w:tc>
                              </w:tr>
                              <w:tr w:rsidR="00683E43" w14:paraId="1E35CE9D" w14:textId="77777777" w:rsidTr="00EA0357">
                                <w:tc>
                                  <w:tcPr>
                                    <w:tcW w:w="916" w:type="dxa"/>
                                  </w:tcPr>
                                  <w:p w14:paraId="3E6F866D" w14:textId="77777777" w:rsidR="00683E43" w:rsidRDefault="00683E43" w:rsidP="00EA0357">
                                    <w:r>
                                      <w:t>Zahl</w:t>
                                    </w:r>
                                  </w:p>
                                </w:tc>
                                <w:tc>
                                  <w:tcPr>
                                    <w:tcW w:w="916" w:type="dxa"/>
                                  </w:tcPr>
                                  <w:p w14:paraId="5784D6EB" w14:textId="77777777" w:rsidR="00683E43" w:rsidRDefault="00683E43" w:rsidP="00EA0357"/>
                                </w:tc>
                              </w:tr>
                              <w:tr w:rsidR="00683E43" w14:paraId="2E3BF609" w14:textId="77777777" w:rsidTr="00EA0357">
                                <w:tc>
                                  <w:tcPr>
                                    <w:tcW w:w="916" w:type="dxa"/>
                                  </w:tcPr>
                                  <w:p w14:paraId="11441D54" w14:textId="77777777" w:rsidR="00683E43" w:rsidRDefault="00683E43" w:rsidP="00EA0357">
                                    <w:r>
                                      <w:t>Kopf</w:t>
                                    </w:r>
                                  </w:p>
                                </w:tc>
                                <w:tc>
                                  <w:tcPr>
                                    <w:tcW w:w="916" w:type="dxa"/>
                                  </w:tcPr>
                                  <w:p w14:paraId="7D25CD25" w14:textId="77777777" w:rsidR="00683E43" w:rsidRDefault="00683E43" w:rsidP="00EA0357"/>
                                </w:tc>
                              </w:tr>
                              <w:tr w:rsidR="00683E43" w14:paraId="2DD82349" w14:textId="77777777" w:rsidTr="00EA0357">
                                <w:tc>
                                  <w:tcPr>
                                    <w:tcW w:w="916" w:type="dxa"/>
                                  </w:tcPr>
                                  <w:p w14:paraId="4D5A78D5" w14:textId="77777777" w:rsidR="00683E43" w:rsidRDefault="00683E43" w:rsidP="00EA0357">
                                    <w:r>
                                      <w:t>Zahl</w:t>
                                    </w:r>
                                  </w:p>
                                </w:tc>
                                <w:tc>
                                  <w:tcPr>
                                    <w:tcW w:w="916" w:type="dxa"/>
                                  </w:tcPr>
                                  <w:p w14:paraId="22DA5ABF" w14:textId="77777777" w:rsidR="00683E43" w:rsidRDefault="00683E43" w:rsidP="00EA0357"/>
                                </w:tc>
                              </w:tr>
                              <w:tr w:rsidR="00683E43" w14:paraId="18602E3E" w14:textId="77777777" w:rsidTr="00EA0357">
                                <w:tc>
                                  <w:tcPr>
                                    <w:tcW w:w="916" w:type="dxa"/>
                                  </w:tcPr>
                                  <w:p w14:paraId="57CE6F73" w14:textId="77777777" w:rsidR="00683E43" w:rsidRDefault="00683E43" w:rsidP="00EA0357">
                                    <w:r>
                                      <w:t>Zahl</w:t>
                                    </w:r>
                                  </w:p>
                                </w:tc>
                                <w:tc>
                                  <w:tcPr>
                                    <w:tcW w:w="916" w:type="dxa"/>
                                  </w:tcPr>
                                  <w:p w14:paraId="25967701" w14:textId="77777777" w:rsidR="00683E43" w:rsidRDefault="00683E43" w:rsidP="00EA0357"/>
                                </w:tc>
                              </w:tr>
                              <w:tr w:rsidR="00683E43" w14:paraId="7F98D089" w14:textId="77777777" w:rsidTr="00EA0357">
                                <w:tc>
                                  <w:tcPr>
                                    <w:tcW w:w="916" w:type="dxa"/>
                                  </w:tcPr>
                                  <w:p w14:paraId="3CDAC1F0" w14:textId="77777777" w:rsidR="00683E43" w:rsidRDefault="00683E43" w:rsidP="00EA0357">
                                    <w:r>
                                      <w:t>Zahl</w:t>
                                    </w:r>
                                  </w:p>
                                </w:tc>
                                <w:tc>
                                  <w:tcPr>
                                    <w:tcW w:w="916" w:type="dxa"/>
                                  </w:tcPr>
                                  <w:p w14:paraId="2F4EDD9E" w14:textId="77777777" w:rsidR="00683E43" w:rsidRDefault="00683E43" w:rsidP="00EA0357"/>
                                </w:tc>
                              </w:tr>
                              <w:tr w:rsidR="00683E43" w14:paraId="4256F558" w14:textId="77777777" w:rsidTr="00EA0357">
                                <w:tc>
                                  <w:tcPr>
                                    <w:tcW w:w="916" w:type="dxa"/>
                                  </w:tcPr>
                                  <w:p w14:paraId="24850551" w14:textId="77777777" w:rsidR="00683E43" w:rsidRDefault="00683E43" w:rsidP="00EA0357">
                                    <w:r>
                                      <w:t>Kopf</w:t>
                                    </w:r>
                                  </w:p>
                                </w:tc>
                                <w:tc>
                                  <w:tcPr>
                                    <w:tcW w:w="916" w:type="dxa"/>
                                  </w:tcPr>
                                  <w:p w14:paraId="1E29BD7C" w14:textId="77777777" w:rsidR="00683E43" w:rsidRDefault="00683E43" w:rsidP="00EA0357"/>
                                </w:tc>
                              </w:tr>
                            </w:tbl>
                            <w:p w14:paraId="1D0F0CC2" w14:textId="77777777" w:rsidR="00683E43" w:rsidRDefault="00683E43" w:rsidP="00683E4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0" y="9525"/>
                            <a:ext cx="1282700" cy="1847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lenraster"/>
                                <w:tblW w:w="1838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63"/>
                                <w:gridCol w:w="875"/>
                              </w:tblGrid>
                              <w:tr w:rsidR="00683E43" w14:paraId="1A474EEB" w14:textId="77777777" w:rsidTr="00683E43">
                                <w:tc>
                                  <w:tcPr>
                                    <w:tcW w:w="963" w:type="dxa"/>
                                  </w:tcPr>
                                  <w:p w14:paraId="65693582" w14:textId="77777777" w:rsidR="00683E43" w:rsidRDefault="00683E43" w:rsidP="00EA0357">
                                    <w:r>
                                      <w:t>Links</w:t>
                                    </w:r>
                                  </w:p>
                                </w:tc>
                                <w:tc>
                                  <w:tcPr>
                                    <w:tcW w:w="875" w:type="dxa"/>
                                  </w:tcPr>
                                  <w:p w14:paraId="10369D90" w14:textId="77777777" w:rsidR="00683E43" w:rsidRDefault="00683E43" w:rsidP="00EA0357"/>
                                </w:tc>
                              </w:tr>
                              <w:tr w:rsidR="00683E43" w14:paraId="4CB9CA7A" w14:textId="77777777" w:rsidTr="00683E43">
                                <w:tc>
                                  <w:tcPr>
                                    <w:tcW w:w="963" w:type="dxa"/>
                                  </w:tcPr>
                                  <w:p w14:paraId="3CAB4A4A" w14:textId="77777777" w:rsidR="00683E43" w:rsidRDefault="00683E43" w:rsidP="00EA0357">
                                    <w:r>
                                      <w:t>Links</w:t>
                                    </w:r>
                                  </w:p>
                                </w:tc>
                                <w:tc>
                                  <w:tcPr>
                                    <w:tcW w:w="875" w:type="dxa"/>
                                  </w:tcPr>
                                  <w:p w14:paraId="124DC636" w14:textId="77777777" w:rsidR="00683E43" w:rsidRDefault="00683E43" w:rsidP="00EA0357"/>
                                </w:tc>
                              </w:tr>
                              <w:tr w:rsidR="00683E43" w14:paraId="1A59481D" w14:textId="77777777" w:rsidTr="00683E43">
                                <w:tc>
                                  <w:tcPr>
                                    <w:tcW w:w="963" w:type="dxa"/>
                                  </w:tcPr>
                                  <w:p w14:paraId="0E998164" w14:textId="77777777" w:rsidR="00683E43" w:rsidRDefault="00683E43" w:rsidP="00EA0357">
                                    <w:r>
                                      <w:t>Rechts</w:t>
                                    </w:r>
                                  </w:p>
                                </w:tc>
                                <w:tc>
                                  <w:tcPr>
                                    <w:tcW w:w="875" w:type="dxa"/>
                                  </w:tcPr>
                                  <w:p w14:paraId="32058F5A" w14:textId="77777777" w:rsidR="00683E43" w:rsidRDefault="00683E43" w:rsidP="00EA0357"/>
                                </w:tc>
                              </w:tr>
                              <w:tr w:rsidR="00683E43" w14:paraId="649FBF92" w14:textId="77777777" w:rsidTr="00683E43">
                                <w:tc>
                                  <w:tcPr>
                                    <w:tcW w:w="963" w:type="dxa"/>
                                  </w:tcPr>
                                  <w:p w14:paraId="6E3040E5" w14:textId="77777777" w:rsidR="00683E43" w:rsidRDefault="00683E43" w:rsidP="00EA0357">
                                    <w:r>
                                      <w:t>Links</w:t>
                                    </w:r>
                                  </w:p>
                                </w:tc>
                                <w:tc>
                                  <w:tcPr>
                                    <w:tcW w:w="875" w:type="dxa"/>
                                  </w:tcPr>
                                  <w:p w14:paraId="4C369284" w14:textId="77777777" w:rsidR="00683E43" w:rsidRDefault="00683E43" w:rsidP="00EA0357"/>
                                </w:tc>
                              </w:tr>
                              <w:tr w:rsidR="00683E43" w14:paraId="0E85E419" w14:textId="77777777" w:rsidTr="00683E43">
                                <w:tc>
                                  <w:tcPr>
                                    <w:tcW w:w="963" w:type="dxa"/>
                                  </w:tcPr>
                                  <w:p w14:paraId="5F853A46" w14:textId="77777777" w:rsidR="00683E43" w:rsidRDefault="00683E43" w:rsidP="00EA0357">
                                    <w:r>
                                      <w:t>Rechts</w:t>
                                    </w:r>
                                  </w:p>
                                </w:tc>
                                <w:tc>
                                  <w:tcPr>
                                    <w:tcW w:w="875" w:type="dxa"/>
                                  </w:tcPr>
                                  <w:p w14:paraId="15198166" w14:textId="77777777" w:rsidR="00683E43" w:rsidRDefault="00683E43" w:rsidP="00EA0357"/>
                                </w:tc>
                              </w:tr>
                              <w:tr w:rsidR="00683E43" w14:paraId="2CDCE7D9" w14:textId="77777777" w:rsidTr="00683E43">
                                <w:tc>
                                  <w:tcPr>
                                    <w:tcW w:w="963" w:type="dxa"/>
                                  </w:tcPr>
                                  <w:p w14:paraId="418C55D8" w14:textId="77777777" w:rsidR="00683E43" w:rsidRDefault="00683E43" w:rsidP="00EA0357">
                                    <w:r>
                                      <w:t>Rechts</w:t>
                                    </w:r>
                                  </w:p>
                                </w:tc>
                                <w:tc>
                                  <w:tcPr>
                                    <w:tcW w:w="875" w:type="dxa"/>
                                  </w:tcPr>
                                  <w:p w14:paraId="3FC6133D" w14:textId="77777777" w:rsidR="00683E43" w:rsidRDefault="00683E43" w:rsidP="00EA0357"/>
                                </w:tc>
                              </w:tr>
                              <w:tr w:rsidR="00683E43" w14:paraId="05B99C4F" w14:textId="77777777" w:rsidTr="00683E43">
                                <w:tc>
                                  <w:tcPr>
                                    <w:tcW w:w="963" w:type="dxa"/>
                                  </w:tcPr>
                                  <w:p w14:paraId="31B73DC2" w14:textId="77777777" w:rsidR="00683E43" w:rsidRDefault="00683E43" w:rsidP="00EA0357">
                                    <w:r>
                                      <w:t>Rechts</w:t>
                                    </w:r>
                                  </w:p>
                                </w:tc>
                                <w:tc>
                                  <w:tcPr>
                                    <w:tcW w:w="875" w:type="dxa"/>
                                  </w:tcPr>
                                  <w:p w14:paraId="5DC911B8" w14:textId="77777777" w:rsidR="00683E43" w:rsidRDefault="00683E43" w:rsidP="00EA0357"/>
                                </w:tc>
                              </w:tr>
                              <w:tr w:rsidR="00683E43" w14:paraId="4589EB1D" w14:textId="77777777" w:rsidTr="00683E43">
                                <w:tc>
                                  <w:tcPr>
                                    <w:tcW w:w="963" w:type="dxa"/>
                                  </w:tcPr>
                                  <w:p w14:paraId="3CAE3BB8" w14:textId="77777777" w:rsidR="00683E43" w:rsidRDefault="00683E43" w:rsidP="00EA0357">
                                    <w:r>
                                      <w:t>Links</w:t>
                                    </w:r>
                                  </w:p>
                                </w:tc>
                                <w:tc>
                                  <w:tcPr>
                                    <w:tcW w:w="875" w:type="dxa"/>
                                  </w:tcPr>
                                  <w:p w14:paraId="0335E474" w14:textId="77777777" w:rsidR="00683E43" w:rsidRDefault="00683E43" w:rsidP="00EA0357"/>
                                </w:tc>
                              </w:tr>
                            </w:tbl>
                            <w:p w14:paraId="570DA17C" w14:textId="77777777" w:rsidR="00683E43" w:rsidRDefault="00683E43" w:rsidP="00683E4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1562100"/>
                            <a:ext cx="1057275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7F69F" w14:textId="65E4AD77" w:rsidR="00683E43" w:rsidRDefault="00683E43" w:rsidP="00683E43">
                              <w:pPr>
                                <w:jc w:val="left"/>
                              </w:pPr>
                              <w:r>
                                <w:t>Tabelle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428750" y="1562100"/>
                            <a:ext cx="116205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DCD6B9" w14:textId="3E55404F" w:rsidR="00683E43" w:rsidRDefault="00683E43" w:rsidP="00683E43">
                              <w:pPr>
                                <w:jc w:val="left"/>
                              </w:pPr>
                              <w:r>
                                <w:t>Tabelle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949808" id="Gruppieren 68" o:spid="_x0000_s1026" style="position:absolute;left:0;text-align:left;margin-left:250.15pt;margin-top:.6pt;width:206pt;height:145.5pt;z-index:251662336;mso-height-relative:margin" coordorigin=",95" coordsize="26162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top:95;width:12827;height:18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cqzxQAAANw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">
                  <v:textbox>
                    <w:txbxContent>
                      <w:tbl>
                        <w:tblPr>
                          <w:tblStyle w:val="Tabellenraster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891"/>
                          <w:gridCol w:w="832"/>
                        </w:tblGrid>
                        <w:tr w:rsidR="00683E43" w14:paraId="4A372724" w14:textId="77777777" w:rsidTr="00EA0357">
                          <w:tc>
                            <w:tcPr>
                              <w:tcW w:w="916" w:type="dxa"/>
                            </w:tcPr>
                            <w:p w14:paraId="4D0E38FC" w14:textId="77777777" w:rsidR="00683E43" w:rsidRDefault="00683E43" w:rsidP="00EA0357">
                              <w:r>
                                <w:t>Kopf</w:t>
                              </w:r>
                            </w:p>
                          </w:tc>
                          <w:tc>
                            <w:tcPr>
                              <w:tcW w:w="916" w:type="dxa"/>
                            </w:tcPr>
                            <w:p w14:paraId="35AD08CB" w14:textId="77777777" w:rsidR="00683E43" w:rsidRDefault="00683E43" w:rsidP="00EA0357"/>
                          </w:tc>
                        </w:tr>
                        <w:tr w:rsidR="00683E43" w14:paraId="63DD5E17" w14:textId="77777777" w:rsidTr="00EA0357">
                          <w:tc>
                            <w:tcPr>
                              <w:tcW w:w="916" w:type="dxa"/>
                            </w:tcPr>
                            <w:p w14:paraId="40E57049" w14:textId="77777777" w:rsidR="00683E43" w:rsidRDefault="00683E43" w:rsidP="00EA0357">
                              <w:r>
                                <w:t>Kopf</w:t>
                              </w:r>
                            </w:p>
                          </w:tc>
                          <w:tc>
                            <w:tcPr>
                              <w:tcW w:w="916" w:type="dxa"/>
                            </w:tcPr>
                            <w:p w14:paraId="3D11830D" w14:textId="77777777" w:rsidR="00683E43" w:rsidRDefault="00683E43" w:rsidP="00EA0357"/>
                          </w:tc>
                        </w:tr>
                        <w:tr w:rsidR="00683E43" w14:paraId="1E35CE9D" w14:textId="77777777" w:rsidTr="00EA0357">
                          <w:tc>
                            <w:tcPr>
                              <w:tcW w:w="916" w:type="dxa"/>
                            </w:tcPr>
                            <w:p w14:paraId="3E6F866D" w14:textId="77777777" w:rsidR="00683E43" w:rsidRDefault="00683E43" w:rsidP="00EA0357">
                              <w:r>
                                <w:t>Zahl</w:t>
                              </w:r>
                            </w:p>
                          </w:tc>
                          <w:tc>
                            <w:tcPr>
                              <w:tcW w:w="916" w:type="dxa"/>
                            </w:tcPr>
                            <w:p w14:paraId="5784D6EB" w14:textId="77777777" w:rsidR="00683E43" w:rsidRDefault="00683E43" w:rsidP="00EA0357"/>
                          </w:tc>
                        </w:tr>
                        <w:tr w:rsidR="00683E43" w14:paraId="2E3BF609" w14:textId="77777777" w:rsidTr="00EA0357">
                          <w:tc>
                            <w:tcPr>
                              <w:tcW w:w="916" w:type="dxa"/>
                            </w:tcPr>
                            <w:p w14:paraId="11441D54" w14:textId="77777777" w:rsidR="00683E43" w:rsidRDefault="00683E43" w:rsidP="00EA0357">
                              <w:r>
                                <w:t>Kopf</w:t>
                              </w:r>
                            </w:p>
                          </w:tc>
                          <w:tc>
                            <w:tcPr>
                              <w:tcW w:w="916" w:type="dxa"/>
                            </w:tcPr>
                            <w:p w14:paraId="7D25CD25" w14:textId="77777777" w:rsidR="00683E43" w:rsidRDefault="00683E43" w:rsidP="00EA0357"/>
                          </w:tc>
                        </w:tr>
                        <w:tr w:rsidR="00683E43" w14:paraId="2DD82349" w14:textId="77777777" w:rsidTr="00EA0357">
                          <w:tc>
                            <w:tcPr>
                              <w:tcW w:w="916" w:type="dxa"/>
                            </w:tcPr>
                            <w:p w14:paraId="4D5A78D5" w14:textId="77777777" w:rsidR="00683E43" w:rsidRDefault="00683E43" w:rsidP="00EA0357">
                              <w:r>
                                <w:t>Zahl</w:t>
                              </w:r>
                            </w:p>
                          </w:tc>
                          <w:tc>
                            <w:tcPr>
                              <w:tcW w:w="916" w:type="dxa"/>
                            </w:tcPr>
                            <w:p w14:paraId="22DA5ABF" w14:textId="77777777" w:rsidR="00683E43" w:rsidRDefault="00683E43" w:rsidP="00EA0357"/>
                          </w:tc>
                        </w:tr>
                        <w:tr w:rsidR="00683E43" w14:paraId="18602E3E" w14:textId="77777777" w:rsidTr="00EA0357">
                          <w:tc>
                            <w:tcPr>
                              <w:tcW w:w="916" w:type="dxa"/>
                            </w:tcPr>
                            <w:p w14:paraId="57CE6F73" w14:textId="77777777" w:rsidR="00683E43" w:rsidRDefault="00683E43" w:rsidP="00EA0357">
                              <w:r>
                                <w:t>Zahl</w:t>
                              </w:r>
                            </w:p>
                          </w:tc>
                          <w:tc>
                            <w:tcPr>
                              <w:tcW w:w="916" w:type="dxa"/>
                            </w:tcPr>
                            <w:p w14:paraId="25967701" w14:textId="77777777" w:rsidR="00683E43" w:rsidRDefault="00683E43" w:rsidP="00EA0357"/>
                          </w:tc>
                        </w:tr>
                        <w:tr w:rsidR="00683E43" w14:paraId="7F98D089" w14:textId="77777777" w:rsidTr="00EA0357">
                          <w:tc>
                            <w:tcPr>
                              <w:tcW w:w="916" w:type="dxa"/>
                            </w:tcPr>
                            <w:p w14:paraId="3CDAC1F0" w14:textId="77777777" w:rsidR="00683E43" w:rsidRDefault="00683E43" w:rsidP="00EA0357">
                              <w:r>
                                <w:t>Zahl</w:t>
                              </w:r>
                            </w:p>
                          </w:tc>
                          <w:tc>
                            <w:tcPr>
                              <w:tcW w:w="916" w:type="dxa"/>
                            </w:tcPr>
                            <w:p w14:paraId="2F4EDD9E" w14:textId="77777777" w:rsidR="00683E43" w:rsidRDefault="00683E43" w:rsidP="00EA0357"/>
                          </w:tc>
                        </w:tr>
                        <w:tr w:rsidR="00683E43" w14:paraId="4256F558" w14:textId="77777777" w:rsidTr="00EA0357">
                          <w:tc>
                            <w:tcPr>
                              <w:tcW w:w="916" w:type="dxa"/>
                            </w:tcPr>
                            <w:p w14:paraId="24850551" w14:textId="77777777" w:rsidR="00683E43" w:rsidRDefault="00683E43" w:rsidP="00EA0357">
                              <w:r>
                                <w:t>Kopf</w:t>
                              </w:r>
                            </w:p>
                          </w:tc>
                          <w:tc>
                            <w:tcPr>
                              <w:tcW w:w="916" w:type="dxa"/>
                            </w:tcPr>
                            <w:p w14:paraId="1E29BD7C" w14:textId="77777777" w:rsidR="00683E43" w:rsidRDefault="00683E43" w:rsidP="00EA0357"/>
                          </w:tc>
                        </w:tr>
                      </w:tbl>
                      <w:p w14:paraId="1D0F0CC2" w14:textId="77777777" w:rsidR="00683E43" w:rsidRDefault="00683E43" w:rsidP="00683E43"/>
                    </w:txbxContent>
                  </v:textbox>
                </v:shape>
                <v:shape id="Textfeld 2" o:spid="_x0000_s1028" type="#_x0000_t202" style="position:absolute;left:13335;top:95;width:12827;height:18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tbl>
                        <w:tblPr>
                          <w:tblStyle w:val="Tabellenraster"/>
                          <w:tblW w:w="1838" w:type="dxa"/>
                          <w:tblLook w:val="04A0" w:firstRow="1" w:lastRow="0" w:firstColumn="1" w:lastColumn="0" w:noHBand="0" w:noVBand="1"/>
                        </w:tblPr>
                        <w:tblGrid>
                          <w:gridCol w:w="963"/>
                          <w:gridCol w:w="875"/>
                        </w:tblGrid>
                        <w:tr w:rsidR="00683E43" w14:paraId="1A474EEB" w14:textId="77777777" w:rsidTr="00683E43">
                          <w:tc>
                            <w:tcPr>
                              <w:tcW w:w="963" w:type="dxa"/>
                            </w:tcPr>
                            <w:p w14:paraId="65693582" w14:textId="77777777" w:rsidR="00683E43" w:rsidRDefault="00683E43" w:rsidP="00EA0357">
                              <w:r>
                                <w:t>Links</w:t>
                              </w:r>
                            </w:p>
                          </w:tc>
                          <w:tc>
                            <w:tcPr>
                              <w:tcW w:w="875" w:type="dxa"/>
                            </w:tcPr>
                            <w:p w14:paraId="10369D90" w14:textId="77777777" w:rsidR="00683E43" w:rsidRDefault="00683E43" w:rsidP="00EA0357"/>
                          </w:tc>
                        </w:tr>
                        <w:tr w:rsidR="00683E43" w14:paraId="4CB9CA7A" w14:textId="77777777" w:rsidTr="00683E43">
                          <w:tc>
                            <w:tcPr>
                              <w:tcW w:w="963" w:type="dxa"/>
                            </w:tcPr>
                            <w:p w14:paraId="3CAB4A4A" w14:textId="77777777" w:rsidR="00683E43" w:rsidRDefault="00683E43" w:rsidP="00EA0357">
                              <w:r>
                                <w:t>Links</w:t>
                              </w:r>
                            </w:p>
                          </w:tc>
                          <w:tc>
                            <w:tcPr>
                              <w:tcW w:w="875" w:type="dxa"/>
                            </w:tcPr>
                            <w:p w14:paraId="124DC636" w14:textId="77777777" w:rsidR="00683E43" w:rsidRDefault="00683E43" w:rsidP="00EA0357"/>
                          </w:tc>
                        </w:tr>
                        <w:tr w:rsidR="00683E43" w14:paraId="1A59481D" w14:textId="77777777" w:rsidTr="00683E43">
                          <w:tc>
                            <w:tcPr>
                              <w:tcW w:w="963" w:type="dxa"/>
                            </w:tcPr>
                            <w:p w14:paraId="0E998164" w14:textId="77777777" w:rsidR="00683E43" w:rsidRDefault="00683E43" w:rsidP="00EA0357">
                              <w:r>
                                <w:t>Rechts</w:t>
                              </w:r>
                            </w:p>
                          </w:tc>
                          <w:tc>
                            <w:tcPr>
                              <w:tcW w:w="875" w:type="dxa"/>
                            </w:tcPr>
                            <w:p w14:paraId="32058F5A" w14:textId="77777777" w:rsidR="00683E43" w:rsidRDefault="00683E43" w:rsidP="00EA0357"/>
                          </w:tc>
                        </w:tr>
                        <w:tr w:rsidR="00683E43" w14:paraId="649FBF92" w14:textId="77777777" w:rsidTr="00683E43">
                          <w:tc>
                            <w:tcPr>
                              <w:tcW w:w="963" w:type="dxa"/>
                            </w:tcPr>
                            <w:p w14:paraId="6E3040E5" w14:textId="77777777" w:rsidR="00683E43" w:rsidRDefault="00683E43" w:rsidP="00EA0357">
                              <w:r>
                                <w:t>Links</w:t>
                              </w:r>
                            </w:p>
                          </w:tc>
                          <w:tc>
                            <w:tcPr>
                              <w:tcW w:w="875" w:type="dxa"/>
                            </w:tcPr>
                            <w:p w14:paraId="4C369284" w14:textId="77777777" w:rsidR="00683E43" w:rsidRDefault="00683E43" w:rsidP="00EA0357"/>
                          </w:tc>
                        </w:tr>
                        <w:tr w:rsidR="00683E43" w14:paraId="0E85E419" w14:textId="77777777" w:rsidTr="00683E43">
                          <w:tc>
                            <w:tcPr>
                              <w:tcW w:w="963" w:type="dxa"/>
                            </w:tcPr>
                            <w:p w14:paraId="5F853A46" w14:textId="77777777" w:rsidR="00683E43" w:rsidRDefault="00683E43" w:rsidP="00EA0357">
                              <w:r>
                                <w:t>Rechts</w:t>
                              </w:r>
                            </w:p>
                          </w:tc>
                          <w:tc>
                            <w:tcPr>
                              <w:tcW w:w="875" w:type="dxa"/>
                            </w:tcPr>
                            <w:p w14:paraId="15198166" w14:textId="77777777" w:rsidR="00683E43" w:rsidRDefault="00683E43" w:rsidP="00EA0357"/>
                          </w:tc>
                        </w:tr>
                        <w:tr w:rsidR="00683E43" w14:paraId="2CDCE7D9" w14:textId="77777777" w:rsidTr="00683E43">
                          <w:tc>
                            <w:tcPr>
                              <w:tcW w:w="963" w:type="dxa"/>
                            </w:tcPr>
                            <w:p w14:paraId="418C55D8" w14:textId="77777777" w:rsidR="00683E43" w:rsidRDefault="00683E43" w:rsidP="00EA0357">
                              <w:r>
                                <w:t>Rechts</w:t>
                              </w:r>
                            </w:p>
                          </w:tc>
                          <w:tc>
                            <w:tcPr>
                              <w:tcW w:w="875" w:type="dxa"/>
                            </w:tcPr>
                            <w:p w14:paraId="3FC6133D" w14:textId="77777777" w:rsidR="00683E43" w:rsidRDefault="00683E43" w:rsidP="00EA0357"/>
                          </w:tc>
                        </w:tr>
                        <w:tr w:rsidR="00683E43" w14:paraId="05B99C4F" w14:textId="77777777" w:rsidTr="00683E43">
                          <w:tc>
                            <w:tcPr>
                              <w:tcW w:w="963" w:type="dxa"/>
                            </w:tcPr>
                            <w:p w14:paraId="31B73DC2" w14:textId="77777777" w:rsidR="00683E43" w:rsidRDefault="00683E43" w:rsidP="00EA0357">
                              <w:r>
                                <w:t>Rechts</w:t>
                              </w:r>
                            </w:p>
                          </w:tc>
                          <w:tc>
                            <w:tcPr>
                              <w:tcW w:w="875" w:type="dxa"/>
                            </w:tcPr>
                            <w:p w14:paraId="5DC911B8" w14:textId="77777777" w:rsidR="00683E43" w:rsidRDefault="00683E43" w:rsidP="00EA0357"/>
                          </w:tc>
                        </w:tr>
                        <w:tr w:rsidR="00683E43" w14:paraId="4589EB1D" w14:textId="77777777" w:rsidTr="00683E43">
                          <w:tc>
                            <w:tcPr>
                              <w:tcW w:w="963" w:type="dxa"/>
                            </w:tcPr>
                            <w:p w14:paraId="3CAE3BB8" w14:textId="77777777" w:rsidR="00683E43" w:rsidRDefault="00683E43" w:rsidP="00EA0357">
                              <w:r>
                                <w:t>Links</w:t>
                              </w:r>
                            </w:p>
                          </w:tc>
                          <w:tc>
                            <w:tcPr>
                              <w:tcW w:w="875" w:type="dxa"/>
                            </w:tcPr>
                            <w:p w14:paraId="0335E474" w14:textId="77777777" w:rsidR="00683E43" w:rsidRDefault="00683E43" w:rsidP="00EA0357"/>
                          </w:tc>
                        </w:tr>
                      </w:tbl>
                      <w:p w14:paraId="570DA17C" w14:textId="77777777" w:rsidR="00683E43" w:rsidRDefault="00683E43" w:rsidP="00683E43"/>
                    </w:txbxContent>
                  </v:textbox>
                </v:shape>
                <v:shape id="Textfeld 2" o:spid="_x0000_s1029" type="#_x0000_t202" style="position:absolute;left:1047;top:15621;width:1057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0C97F69F" w14:textId="65E4AD77" w:rsidR="00683E43" w:rsidRDefault="00683E43" w:rsidP="00683E43">
                        <w:pPr>
                          <w:jc w:val="left"/>
                        </w:pPr>
                        <w:r>
                          <w:t>Tabelle 1</w:t>
                        </w:r>
                      </w:p>
                    </w:txbxContent>
                  </v:textbox>
                </v:shape>
                <v:shape id="Textfeld 2" o:spid="_x0000_s1030" type="#_x0000_t202" style="position:absolute;left:14287;top:15621;width:1162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">
                  <v:textbox>
                    <w:txbxContent>
                      <w:p w14:paraId="7EDCD6B9" w14:textId="3E55404F" w:rsidR="00683E43" w:rsidRDefault="00683E43" w:rsidP="00683E43">
                        <w:pPr>
                          <w:jc w:val="left"/>
                        </w:pPr>
                        <w:r>
                          <w:t>Tabelle 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F69CA">
        <w:t xml:space="preserve">Zwei Münzen werden </w:t>
      </w:r>
      <w:proofErr w:type="gramStart"/>
      <w:r w:rsidR="00EF69CA">
        <w:t>8 mal</w:t>
      </w:r>
      <w:proofErr w:type="gramEnd"/>
      <w:r w:rsidR="00EF69CA">
        <w:t xml:space="preserve"> geworfen. In der linken Spalte von Tabelle 1 sind die Ergebnisse für Münze 1 eingetragen. Trage</w:t>
      </w:r>
      <w:r w:rsidR="00057B0B">
        <w:t>n Sie</w:t>
      </w:r>
      <w:r w:rsidR="00EF69CA">
        <w:t xml:space="preserve"> in die rechte Spalte ein typisches Ergebnis für Münze 2 ein.</w:t>
      </w:r>
    </w:p>
    <w:p w14:paraId="4EDFEAF9" w14:textId="6BC74153" w:rsidR="00683E43" w:rsidRDefault="00CD3A26" w:rsidP="00683E43">
      <w:pPr>
        <w:pStyle w:val="Listenabsatz"/>
        <w:numPr>
          <w:ilvl w:val="1"/>
          <w:numId w:val="45"/>
        </w:numPr>
        <w:spacing w:after="120"/>
        <w:ind w:left="709"/>
        <w:contextualSpacing w:val="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621EC03" wp14:editId="007CEFDE">
                <wp:simplePos x="0" y="0"/>
                <wp:positionH relativeFrom="column">
                  <wp:posOffset>3195955</wp:posOffset>
                </wp:positionH>
                <wp:positionV relativeFrom="paragraph">
                  <wp:posOffset>1036320</wp:posOffset>
                </wp:positionV>
                <wp:extent cx="2642235" cy="1339215"/>
                <wp:effectExtent l="0" t="0" r="5715" b="0"/>
                <wp:wrapSquare wrapText="bothSides"/>
                <wp:docPr id="73" name="Gruppieren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2235" cy="1339215"/>
                          <a:chOff x="-47625" y="0"/>
                          <a:chExt cx="2642235" cy="1339215"/>
                        </a:xfrm>
                      </wpg:grpSpPr>
                      <pic:pic xmlns:pic="http://schemas.openxmlformats.org/drawingml/2006/picture">
                        <pic:nvPicPr>
                          <pic:cNvPr id="69" name="Grafik 3" descr="Ein Bild, das Handschuhe, Kleidung, drinnen, Schuhe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D12CB5BB-A79F-1540-5BDD-8B427E22911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6350" y="57150"/>
                            <a:ext cx="628650" cy="122364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71" name="Gruppieren 71"/>
                        <wpg:cNvGrpSpPr/>
                        <wpg:grpSpPr>
                          <a:xfrm>
                            <a:off x="-47625" y="0"/>
                            <a:ext cx="1087120" cy="1339215"/>
                            <a:chOff x="-47625" y="0"/>
                            <a:chExt cx="1087120" cy="1339215"/>
                          </a:xfrm>
                        </wpg:grpSpPr>
                        <pic:pic xmlns:pic="http://schemas.openxmlformats.org/drawingml/2006/picture">
                          <pic:nvPicPr>
                            <pic:cNvPr id="19" name="Grafik 18" descr="Ein Bild, das Münze, drinnen, Pflanze, schließen enthält.&#10;&#10;Automatisch generierte Beschreibung">
                              <a:extLst>
                                <a:ext uri="{FF2B5EF4-FFF2-40B4-BE49-F238E27FC236}">
                                  <a16:creationId xmlns:a16="http://schemas.microsoft.com/office/drawing/2014/main" id="{A9E158AE-7735-A286-7B13-AFB04A0C251C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0">
                                      <a14:imgEffect>
                                        <a14:brightnessContrast contrast="18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57580" cy="63436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1" name="Grafik 20" descr="Ein Bild, das Münze, Pflanze enthält.&#10;&#10;Automatisch generierte Beschreibung">
                              <a:extLst>
                                <a:ext uri="{FF2B5EF4-FFF2-40B4-BE49-F238E27FC236}">
                                  <a16:creationId xmlns:a16="http://schemas.microsoft.com/office/drawing/2014/main" id="{828EBA2E-37AB-FC21-D83D-D73BD0A4BDD5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2">
                                      <a14:imgEffect>
                                        <a14:brightnessContrast contrast="36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47625" y="704850"/>
                              <a:ext cx="1087120" cy="63436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72" name="Grafik 3" descr="Ein Bild, das Handschuhe, Kleidung, drinnen, Schuhe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D12CB5BB-A79F-1540-5BDD-8B427E22911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1914525" y="57150"/>
                            <a:ext cx="680085" cy="12236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5E9024" id="Gruppieren 73" o:spid="_x0000_s1026" style="position:absolute;margin-left:251.65pt;margin-top:81.6pt;width:208.05pt;height:105.45pt;z-index:251669504;mso-width-relative:margin" coordorigin="-476" coordsize="26422,13392" o:gfxdata="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alt="Ein Bild, das Handschuhe, Kleidung, drinnen, Schuhe enthält.&#10;&#10;Automatisch generierte Beschreibung" style="position:absolute;left:12763;top:571;width:6287;height:12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">
                  <v:imagedata r:id="rId14" o:title="Ein Bild, das Handschuhe, Kleidung, drinnen, Schuhe enthält"/>
                </v:shape>
                <v:group id="Gruppieren 71" o:spid="_x0000_s1028" style="position:absolute;left:-476;width:10870;height:13392" coordorigin="-476" coordsize="10871,1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Grafik 18" o:spid="_x0000_s1029" type="#_x0000_t75" alt="Ein Bild, das Münze, drinnen, Pflanze, schließen enthält.&#10;&#10;Automatisch generierte Beschreibung" style="position:absolute;width:9575;height:63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">
                    <v:imagedata r:id="rId15" o:title="Ein Bild, das Münze, drinnen, Pflanze, schließen enthält"/>
                  </v:shape>
                  <v:shape id="Grafik 20" o:spid="_x0000_s1030" type="#_x0000_t75" alt="Ein Bild, das Münze, Pflanze enthält.&#10;&#10;Automatisch generierte Beschreibung" style="position:absolute;left:-476;top:7048;width:10870;height:6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">
                    <v:imagedata r:id="rId16" o:title="Ein Bild, das Münze, Pflanze enthält"/>
                  </v:shape>
                </v:group>
                <v:shape id="Grafik 3" o:spid="_x0000_s1031" type="#_x0000_t75" alt="Ein Bild, das Handschuhe, Kleidung, drinnen, Schuhe enthält.&#10;&#10;Automatisch generierte Beschreibung" style="position:absolute;left:19145;top:571;width:6801;height:12236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">
                  <v:imagedata r:id="rId17" o:title="Ein Bild, das Handschuhe, Kleidung, drinnen, Schuhe enthält"/>
                </v:shape>
                <w10:wrap type="square"/>
              </v:group>
            </w:pict>
          </mc:Fallback>
        </mc:AlternateContent>
      </w:r>
      <w:r w:rsidR="00057B0B">
        <w:t xml:space="preserve">Sie ziehen </w:t>
      </w:r>
      <w:r w:rsidR="00EF69CA">
        <w:t xml:space="preserve">aus einer Urne mit ein </w:t>
      </w:r>
      <w:proofErr w:type="spellStart"/>
      <w:r w:rsidR="00EF69CA">
        <w:t>Paar</w:t>
      </w:r>
      <w:proofErr w:type="spellEnd"/>
      <w:r w:rsidR="00EF69CA">
        <w:t xml:space="preserve"> Handschuhen jeweils einen Handschuh. In der linken Spalte von Tabelle 2 sind die Ergebnisse der Ziehungen eingezeichnet. Trage</w:t>
      </w:r>
      <w:r w:rsidR="00057B0B">
        <w:t>n Sie</w:t>
      </w:r>
      <w:r w:rsidR="00EF69CA">
        <w:t xml:space="preserve"> in die rechte Spalte ein typisches Ergebnis für den in der Urne verbliebenen Handschuh ein. </w:t>
      </w:r>
    </w:p>
    <w:p w14:paraId="59208E70" w14:textId="03AF0B33" w:rsidR="00683E43" w:rsidRDefault="00EF69CA" w:rsidP="00683E43">
      <w:pPr>
        <w:pStyle w:val="Listenabsatz"/>
        <w:numPr>
          <w:ilvl w:val="1"/>
          <w:numId w:val="45"/>
        </w:numPr>
        <w:spacing w:after="120"/>
        <w:ind w:left="709"/>
        <w:contextualSpacing w:val="0"/>
        <w:jc w:val="left"/>
      </w:pPr>
      <w:r>
        <w:t>Erläuter</w:t>
      </w:r>
      <w:r w:rsidR="00057B0B">
        <w:t>n Sie</w:t>
      </w:r>
      <w:r w:rsidR="00683E43">
        <w:t>, woher</w:t>
      </w:r>
      <w:r>
        <w:t xml:space="preserve"> de</w:t>
      </w:r>
      <w:r w:rsidR="00683E43">
        <w:t>r</w:t>
      </w:r>
      <w:r>
        <w:t xml:space="preserve"> Unterschied</w:t>
      </w:r>
      <w:r w:rsidR="00683E43">
        <w:t xml:space="preserve"> kommt</w:t>
      </w:r>
      <w:r>
        <w:t>.</w:t>
      </w:r>
      <w:r w:rsidR="00CD3A26" w:rsidRPr="00CD3A26">
        <w:t xml:space="preserve"> </w:t>
      </w:r>
    </w:p>
    <w:p w14:paraId="393098F9" w14:textId="540ACCC6" w:rsidR="00683E43" w:rsidRDefault="00683E43" w:rsidP="00683E43">
      <w:pPr>
        <w:pStyle w:val="Listenabsatz"/>
        <w:numPr>
          <w:ilvl w:val="1"/>
          <w:numId w:val="45"/>
        </w:numPr>
        <w:spacing w:after="120"/>
        <w:ind w:left="709"/>
        <w:contextualSpacing w:val="0"/>
        <w:jc w:val="left"/>
      </w:pPr>
      <w:r>
        <w:t>N</w:t>
      </w:r>
      <w:r w:rsidR="00057B0B">
        <w:t>ehmen Sie</w:t>
      </w:r>
      <w:r>
        <w:t xml:space="preserve"> an, dass</w:t>
      </w:r>
      <w:r w:rsidR="00EF69CA">
        <w:t xml:space="preserve"> sich die Münzwürfe im Ergebnis wie die Handschuhziehungen verhalten würden</w:t>
      </w:r>
      <w:r>
        <w:t>. Was könnte dafür verantwortlich sein? Notiere</w:t>
      </w:r>
      <w:r w:rsidR="00057B0B">
        <w:t>n Sie</w:t>
      </w:r>
      <w:r>
        <w:t xml:space="preserve"> eine</w:t>
      </w:r>
      <w:r w:rsidR="00CD3A26" w:rsidRPr="00CD3A26">
        <w:rPr>
          <w:noProof/>
        </w:rPr>
        <w:t xml:space="preserve"> </w:t>
      </w:r>
      <w:r>
        <w:t>Stellungnahme.</w:t>
      </w:r>
      <w:r>
        <w:br/>
      </w:r>
    </w:p>
    <w:p w14:paraId="13CD6A67" w14:textId="77777777" w:rsidR="00CD3A26" w:rsidRPr="00BD4A8D" w:rsidRDefault="00683E43" w:rsidP="00326574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  <w:rPr>
          <w:b/>
          <w:bCs/>
        </w:rPr>
      </w:pPr>
      <w:r w:rsidRPr="00BD4A8D">
        <w:rPr>
          <w:b/>
          <w:bCs/>
        </w:rPr>
        <w:t>Korrelationen</w:t>
      </w:r>
      <w:r w:rsidR="008F2588" w:rsidRPr="00BD4A8D">
        <w:rPr>
          <w:b/>
          <w:bCs/>
        </w:rPr>
        <w:t xml:space="preserve"> bei verschränkten Photonen</w:t>
      </w:r>
    </w:p>
    <w:p w14:paraId="459207AE" w14:textId="08407197" w:rsidR="00CD3A26" w:rsidRDefault="00057B0B" w:rsidP="00CD3A26">
      <w:pPr>
        <w:pStyle w:val="Listenabsatz"/>
        <w:spacing w:after="120"/>
        <w:ind w:left="357"/>
        <w:contextualSpacing w:val="0"/>
        <w:jc w:val="left"/>
      </w:pPr>
      <w:r>
        <w:t xml:space="preserve">Wenn man an einem von zwei verschränkten Photonen (Photon A) eine Polarisationsmessung macht, erhält man ein zufälliges Ergebnis, „1“ oder „0“. Wenn man danach an dem anderen Photon B die gleiche Messung durchführt, erhält man immer das gleiche Ergebnis wie bei der Messung an Photon A. </w:t>
      </w:r>
    </w:p>
    <w:p w14:paraId="17C67294" w14:textId="77777777" w:rsidR="00CD3A26" w:rsidRDefault="00057B0B" w:rsidP="00CD3A26">
      <w:pPr>
        <w:pStyle w:val="Listenabsatz"/>
        <w:numPr>
          <w:ilvl w:val="1"/>
          <w:numId w:val="39"/>
        </w:numPr>
        <w:spacing w:after="120"/>
        <w:ind w:left="709"/>
        <w:contextualSpacing w:val="0"/>
        <w:jc w:val="left"/>
      </w:pPr>
      <w:r>
        <w:t xml:space="preserve">Erläutern Sie, inwiefern die Ergebnisse der Polarisationsmessungen korreliert sind. </w:t>
      </w:r>
    </w:p>
    <w:p w14:paraId="44B37434" w14:textId="6BE0540E" w:rsidR="008B76A8" w:rsidRDefault="008B76A8" w:rsidP="00CD3A26">
      <w:pPr>
        <w:pStyle w:val="Listenabsatz"/>
        <w:numPr>
          <w:ilvl w:val="1"/>
          <w:numId w:val="39"/>
        </w:numPr>
        <w:spacing w:after="120"/>
        <w:ind w:left="709"/>
        <w:contextualSpacing w:val="0"/>
        <w:jc w:val="left"/>
      </w:pPr>
      <w:r>
        <w:t>Erläutern Sie, wie man diese Korrelation erklären würde, wenn die Photonen verborgene Informationen enthalten würden.</w:t>
      </w:r>
    </w:p>
    <w:p w14:paraId="4E0B2794" w14:textId="77777777" w:rsidR="00957B05" w:rsidRDefault="00957B05" w:rsidP="00957B05">
      <w:pPr>
        <w:spacing w:after="120"/>
        <w:ind w:left="349"/>
        <w:jc w:val="left"/>
      </w:pPr>
      <w:r>
        <w:t xml:space="preserve">Man hat in Experimenten (Stichwort Nobelpreis Physik 2022) </w:t>
      </w:r>
      <w:r w:rsidR="00057B0B">
        <w:t xml:space="preserve">Photon </w:t>
      </w:r>
      <w:r>
        <w:t xml:space="preserve">A und Photon B </w:t>
      </w:r>
      <w:r w:rsidR="00057B0B">
        <w:t xml:space="preserve">sich </w:t>
      </w:r>
      <w:r>
        <w:t xml:space="preserve">weit </w:t>
      </w:r>
      <w:r w:rsidR="00057B0B">
        <w:t xml:space="preserve">voneinander entfernen </w:t>
      </w:r>
      <w:r>
        <w:t xml:space="preserve">lassen </w:t>
      </w:r>
      <w:r w:rsidR="00057B0B">
        <w:t>(</w:t>
      </w:r>
      <w:r>
        <w:t xml:space="preserve">unter anderem hat man Photon A und Photon B mit Lichtleitern auf zwei verschiedene </w:t>
      </w:r>
      <w:r w:rsidR="00057B0B">
        <w:t>Inseln im Mittelmeer bzw. im Atlantik</w:t>
      </w:r>
      <w:r>
        <w:t xml:space="preserve"> gebracht</w:t>
      </w:r>
      <w:r w:rsidR="00057B0B">
        <w:t>)</w:t>
      </w:r>
      <w:r>
        <w:t>. Wenn man d</w:t>
      </w:r>
      <w:r w:rsidR="00057B0B">
        <w:t>ie Messungen an Photon A und Photon B sehr schnell hintereinander macht, erhält man trotzdem korrelierte Ergebnisse.</w:t>
      </w:r>
    </w:p>
    <w:p w14:paraId="092912EA" w14:textId="69887BD0" w:rsidR="0075378C" w:rsidRDefault="00057B0B" w:rsidP="00326574">
      <w:pPr>
        <w:pStyle w:val="Listenabsatz"/>
        <w:numPr>
          <w:ilvl w:val="1"/>
          <w:numId w:val="39"/>
        </w:numPr>
        <w:spacing w:after="120"/>
        <w:ind w:left="709"/>
        <w:contextualSpacing w:val="0"/>
        <w:jc w:val="left"/>
      </w:pPr>
      <w:r>
        <w:t>Begründe</w:t>
      </w:r>
      <w:r w:rsidR="00711BDB">
        <w:t>n Sie</w:t>
      </w:r>
      <w:r>
        <w:t>, warum ein Mechanismus</w:t>
      </w:r>
      <w:r w:rsidR="00957B05">
        <w:t xml:space="preserve">, der die Polarisationsinformation von Photon A zu Photon B </w:t>
      </w:r>
      <w:r>
        <w:t>z.B. mit Feldern</w:t>
      </w:r>
      <w:r w:rsidR="00957B05">
        <w:t xml:space="preserve"> überträgt, ausgeschlossen ist.</w:t>
      </w:r>
    </w:p>
    <w:sectPr w:rsidR="0075378C" w:rsidSect="00581D91">
      <w:headerReference w:type="default" r:id="rId18"/>
      <w:footerReference w:type="even" r:id="rId19"/>
      <w:footerReference w:type="default" r:id="rId20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1CFFA" w14:textId="77777777" w:rsidR="00D25F11" w:rsidRDefault="00D25F11" w:rsidP="00762DC9">
      <w:pPr>
        <w:spacing w:after="0" w:line="240" w:lineRule="auto"/>
      </w:pPr>
      <w:r>
        <w:separator/>
      </w:r>
    </w:p>
  </w:endnote>
  <w:endnote w:type="continuationSeparator" w:id="0">
    <w:p w14:paraId="16C3E9B4" w14:textId="77777777" w:rsidR="00D25F11" w:rsidRDefault="00D25F11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24FC5DF3" w:rsidR="009A6261" w:rsidRPr="00E65938" w:rsidRDefault="00B91F8B" w:rsidP="00B91F8B">
    <w:pPr>
      <w:pStyle w:val="Fuzeile"/>
      <w:spacing w:line="360" w:lineRule="auto"/>
      <w:rPr>
        <w:lang w:val="en-US"/>
      </w:rPr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32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842999">
      <w:rPr>
        <w:lang w:val="en-US"/>
      </w:rPr>
      <w:t>J. Küblbeck</w:t>
    </w:r>
    <w:r w:rsidR="00FC236C">
      <w:rPr>
        <w:lang w:val="en-US"/>
      </w:rPr>
      <w:t xml:space="preserve">  </w:t>
    </w:r>
    <w:hyperlink r:id="rId1" w:history="1">
      <w:r w:rsidRPr="00E65938">
        <w:rPr>
          <w:rStyle w:val="Hyperlink"/>
          <w:lang w:val="en-US"/>
        </w:rPr>
        <w:t>CC BY 4.0</w:t>
      </w:r>
    </w:hyperlink>
    <w:r w:rsidRPr="00E65938">
      <w:rPr>
        <w:lang w:val="en-US"/>
      </w:rPr>
      <w:t xml:space="preserve"> </w:t>
    </w:r>
    <w:r w:rsidRPr="00E65938">
      <w:rPr>
        <w:lang w:val="en-US"/>
      </w:rPr>
      <w:tab/>
    </w:r>
    <w:r w:rsidRPr="00E65938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7D3F2" w14:textId="77777777" w:rsidR="00D25F11" w:rsidRDefault="00D25F11" w:rsidP="00762DC9">
      <w:pPr>
        <w:spacing w:after="0" w:line="240" w:lineRule="auto"/>
      </w:pPr>
      <w:r>
        <w:separator/>
      </w:r>
    </w:p>
  </w:footnote>
  <w:footnote w:type="continuationSeparator" w:id="0">
    <w:p w14:paraId="1203CD77" w14:textId="77777777" w:rsidR="00D25F11" w:rsidRDefault="00D25F11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39F6E025" w:rsidR="00FC5F3F" w:rsidRPr="00236C2B" w:rsidRDefault="00EF69CA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Korrelation und Verschränkung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31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39F6E025" w:rsidR="00FC5F3F" w:rsidRPr="00236C2B" w:rsidRDefault="00EF69CA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Korrelation und Verschränkung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736"/>
    <w:multiLevelType w:val="hybridMultilevel"/>
    <w:tmpl w:val="746237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9138F"/>
    <w:multiLevelType w:val="hybridMultilevel"/>
    <w:tmpl w:val="37785912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12B3FAF"/>
    <w:multiLevelType w:val="hybridMultilevel"/>
    <w:tmpl w:val="37785912"/>
    <w:lvl w:ilvl="0" w:tplc="FFFFFFFF">
      <w:start w:val="1"/>
      <w:numFmt w:val="lowerLetter"/>
      <w:lvlText w:val="%1)"/>
      <w:lvlJc w:val="left"/>
      <w:pPr>
        <w:ind w:left="1808" w:hanging="360"/>
      </w:pPr>
    </w:lvl>
    <w:lvl w:ilvl="1" w:tplc="FFFFFFFF" w:tentative="1">
      <w:start w:val="1"/>
      <w:numFmt w:val="lowerLetter"/>
      <w:lvlText w:val="%2."/>
      <w:lvlJc w:val="left"/>
      <w:pPr>
        <w:ind w:left="2528" w:hanging="360"/>
      </w:pPr>
    </w:lvl>
    <w:lvl w:ilvl="2" w:tplc="FFFFFFFF" w:tentative="1">
      <w:start w:val="1"/>
      <w:numFmt w:val="lowerRoman"/>
      <w:lvlText w:val="%3."/>
      <w:lvlJc w:val="right"/>
      <w:pPr>
        <w:ind w:left="3248" w:hanging="180"/>
      </w:pPr>
    </w:lvl>
    <w:lvl w:ilvl="3" w:tplc="FFFFFFFF" w:tentative="1">
      <w:start w:val="1"/>
      <w:numFmt w:val="decimal"/>
      <w:lvlText w:val="%4."/>
      <w:lvlJc w:val="left"/>
      <w:pPr>
        <w:ind w:left="3968" w:hanging="360"/>
      </w:pPr>
    </w:lvl>
    <w:lvl w:ilvl="4" w:tplc="FFFFFFFF" w:tentative="1">
      <w:start w:val="1"/>
      <w:numFmt w:val="lowerLetter"/>
      <w:lvlText w:val="%5."/>
      <w:lvlJc w:val="left"/>
      <w:pPr>
        <w:ind w:left="4688" w:hanging="360"/>
      </w:pPr>
    </w:lvl>
    <w:lvl w:ilvl="5" w:tplc="FFFFFFFF" w:tentative="1">
      <w:start w:val="1"/>
      <w:numFmt w:val="lowerRoman"/>
      <w:lvlText w:val="%6."/>
      <w:lvlJc w:val="right"/>
      <w:pPr>
        <w:ind w:left="5408" w:hanging="180"/>
      </w:pPr>
    </w:lvl>
    <w:lvl w:ilvl="6" w:tplc="FFFFFFFF" w:tentative="1">
      <w:start w:val="1"/>
      <w:numFmt w:val="decimal"/>
      <w:lvlText w:val="%7."/>
      <w:lvlJc w:val="left"/>
      <w:pPr>
        <w:ind w:left="6128" w:hanging="360"/>
      </w:pPr>
    </w:lvl>
    <w:lvl w:ilvl="7" w:tplc="FFFFFFFF" w:tentative="1">
      <w:start w:val="1"/>
      <w:numFmt w:val="lowerLetter"/>
      <w:lvlText w:val="%8."/>
      <w:lvlJc w:val="left"/>
      <w:pPr>
        <w:ind w:left="6848" w:hanging="360"/>
      </w:pPr>
    </w:lvl>
    <w:lvl w:ilvl="8" w:tplc="FFFFFFFF" w:tentative="1">
      <w:start w:val="1"/>
      <w:numFmt w:val="lowerRoman"/>
      <w:lvlText w:val="%9."/>
      <w:lvlJc w:val="right"/>
      <w:pPr>
        <w:ind w:left="7568" w:hanging="180"/>
      </w:pPr>
    </w:lvl>
  </w:abstractNum>
  <w:abstractNum w:abstractNumId="8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B275710"/>
    <w:multiLevelType w:val="hybridMultilevel"/>
    <w:tmpl w:val="B60A4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0474C"/>
    <w:multiLevelType w:val="hybridMultilevel"/>
    <w:tmpl w:val="D7FC574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661728"/>
    <w:multiLevelType w:val="hybridMultilevel"/>
    <w:tmpl w:val="F3A469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B56F83"/>
    <w:multiLevelType w:val="hybridMultilevel"/>
    <w:tmpl w:val="47AE41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B61FD1"/>
    <w:multiLevelType w:val="hybridMultilevel"/>
    <w:tmpl w:val="433814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C2CAF"/>
    <w:multiLevelType w:val="hybridMultilevel"/>
    <w:tmpl w:val="028C2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3D215169"/>
    <w:multiLevelType w:val="hybridMultilevel"/>
    <w:tmpl w:val="95BCF4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1E384C"/>
    <w:multiLevelType w:val="hybridMultilevel"/>
    <w:tmpl w:val="C7082A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05D50B7"/>
    <w:multiLevelType w:val="hybridMultilevel"/>
    <w:tmpl w:val="A34621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3A17FBE"/>
    <w:multiLevelType w:val="hybridMultilevel"/>
    <w:tmpl w:val="FFDAD466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79252C2"/>
    <w:multiLevelType w:val="hybridMultilevel"/>
    <w:tmpl w:val="737A7A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945016C"/>
    <w:multiLevelType w:val="hybridMultilevel"/>
    <w:tmpl w:val="46F460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421AE9"/>
    <w:multiLevelType w:val="hybridMultilevel"/>
    <w:tmpl w:val="2B34C9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32"/>
  </w:num>
  <w:num w:numId="2" w16cid:durableId="1803225420">
    <w:abstractNumId w:val="0"/>
  </w:num>
  <w:num w:numId="3" w16cid:durableId="870611624">
    <w:abstractNumId w:val="25"/>
  </w:num>
  <w:num w:numId="4" w16cid:durableId="291638428">
    <w:abstractNumId w:val="34"/>
  </w:num>
  <w:num w:numId="5" w16cid:durableId="169411284">
    <w:abstractNumId w:val="24"/>
  </w:num>
  <w:num w:numId="6" w16cid:durableId="1029331419">
    <w:abstractNumId w:val="16"/>
  </w:num>
  <w:num w:numId="7" w16cid:durableId="502622797">
    <w:abstractNumId w:val="10"/>
  </w:num>
  <w:num w:numId="8" w16cid:durableId="1263150391">
    <w:abstractNumId w:val="28"/>
  </w:num>
  <w:num w:numId="9" w16cid:durableId="1664822022">
    <w:abstractNumId w:val="20"/>
  </w:num>
  <w:num w:numId="10" w16cid:durableId="1698196000">
    <w:abstractNumId w:val="3"/>
  </w:num>
  <w:num w:numId="11" w16cid:durableId="609123686">
    <w:abstractNumId w:val="30"/>
  </w:num>
  <w:num w:numId="12" w16cid:durableId="1504737416">
    <w:abstractNumId w:val="44"/>
  </w:num>
  <w:num w:numId="13" w16cid:durableId="231670708">
    <w:abstractNumId w:val="1"/>
  </w:num>
  <w:num w:numId="14" w16cid:durableId="922907581">
    <w:abstractNumId w:val="9"/>
  </w:num>
  <w:num w:numId="15" w16cid:durableId="1417244916">
    <w:abstractNumId w:val="26"/>
  </w:num>
  <w:num w:numId="16" w16cid:durableId="123234397">
    <w:abstractNumId w:val="37"/>
  </w:num>
  <w:num w:numId="17" w16cid:durableId="1708523969">
    <w:abstractNumId w:val="29"/>
  </w:num>
  <w:num w:numId="18" w16cid:durableId="692070679">
    <w:abstractNumId w:val="4"/>
  </w:num>
  <w:num w:numId="19" w16cid:durableId="290332073">
    <w:abstractNumId w:val="13"/>
  </w:num>
  <w:num w:numId="20" w16cid:durableId="1822842311">
    <w:abstractNumId w:val="21"/>
  </w:num>
  <w:num w:numId="21" w16cid:durableId="1607887270">
    <w:abstractNumId w:val="40"/>
  </w:num>
  <w:num w:numId="22" w16cid:durableId="777985800">
    <w:abstractNumId w:val="12"/>
  </w:num>
  <w:num w:numId="23" w16cid:durableId="343020963">
    <w:abstractNumId w:val="38"/>
  </w:num>
  <w:num w:numId="24" w16cid:durableId="597835579">
    <w:abstractNumId w:val="35"/>
  </w:num>
  <w:num w:numId="25" w16cid:durableId="227036075">
    <w:abstractNumId w:val="8"/>
  </w:num>
  <w:num w:numId="26" w16cid:durableId="994188227">
    <w:abstractNumId w:val="22"/>
  </w:num>
  <w:num w:numId="27" w16cid:durableId="274555786">
    <w:abstractNumId w:val="23"/>
  </w:num>
  <w:num w:numId="28" w16cid:durableId="1689715855">
    <w:abstractNumId w:val="2"/>
  </w:num>
  <w:num w:numId="29" w16cid:durableId="1824195881">
    <w:abstractNumId w:val="17"/>
  </w:num>
  <w:num w:numId="30" w16cid:durableId="2034763485">
    <w:abstractNumId w:val="43"/>
  </w:num>
  <w:num w:numId="31" w16cid:durableId="1634872265">
    <w:abstractNumId w:val="27"/>
  </w:num>
  <w:num w:numId="32" w16cid:durableId="1065567237">
    <w:abstractNumId w:val="5"/>
  </w:num>
  <w:num w:numId="33" w16cid:durableId="1265335401">
    <w:abstractNumId w:val="18"/>
  </w:num>
  <w:num w:numId="34" w16cid:durableId="945960421">
    <w:abstractNumId w:val="36"/>
  </w:num>
  <w:num w:numId="35" w16cid:durableId="828517353">
    <w:abstractNumId w:val="42"/>
  </w:num>
  <w:num w:numId="36" w16cid:durableId="722018746">
    <w:abstractNumId w:val="11"/>
  </w:num>
  <w:num w:numId="37" w16cid:durableId="1831365549">
    <w:abstractNumId w:val="14"/>
  </w:num>
  <w:num w:numId="38" w16cid:durableId="88351519">
    <w:abstractNumId w:val="19"/>
  </w:num>
  <w:num w:numId="39" w16cid:durableId="331371669">
    <w:abstractNumId w:val="15"/>
  </w:num>
  <w:num w:numId="40" w16cid:durableId="1123378213">
    <w:abstractNumId w:val="31"/>
  </w:num>
  <w:num w:numId="41" w16cid:durableId="803738576">
    <w:abstractNumId w:val="41"/>
  </w:num>
  <w:num w:numId="42" w16cid:durableId="441271308">
    <w:abstractNumId w:val="39"/>
  </w:num>
  <w:num w:numId="43" w16cid:durableId="1427996016">
    <w:abstractNumId w:val="6"/>
  </w:num>
  <w:num w:numId="44" w16cid:durableId="1421216621">
    <w:abstractNumId w:val="7"/>
  </w:num>
  <w:num w:numId="45" w16cid:durableId="213236309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260"/>
    <w:rsid w:val="00000574"/>
    <w:rsid w:val="00000C10"/>
    <w:rsid w:val="000011E3"/>
    <w:rsid w:val="00001F58"/>
    <w:rsid w:val="00002419"/>
    <w:rsid w:val="00002465"/>
    <w:rsid w:val="000035C3"/>
    <w:rsid w:val="00003A91"/>
    <w:rsid w:val="00003EC4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5F01"/>
    <w:rsid w:val="00056E6F"/>
    <w:rsid w:val="00057B0B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0F47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8687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A717E"/>
    <w:rsid w:val="000B0B3E"/>
    <w:rsid w:val="000B3326"/>
    <w:rsid w:val="000B44CD"/>
    <w:rsid w:val="000B4AB3"/>
    <w:rsid w:val="000B4DFC"/>
    <w:rsid w:val="000B625B"/>
    <w:rsid w:val="000B6560"/>
    <w:rsid w:val="000B718D"/>
    <w:rsid w:val="000C043F"/>
    <w:rsid w:val="000C10D0"/>
    <w:rsid w:val="000C45F6"/>
    <w:rsid w:val="000C47B2"/>
    <w:rsid w:val="000C4E18"/>
    <w:rsid w:val="000C50CA"/>
    <w:rsid w:val="000C5515"/>
    <w:rsid w:val="000C68A1"/>
    <w:rsid w:val="000D027C"/>
    <w:rsid w:val="000D0E14"/>
    <w:rsid w:val="000D11DA"/>
    <w:rsid w:val="000D199B"/>
    <w:rsid w:val="000D204D"/>
    <w:rsid w:val="000D2AE4"/>
    <w:rsid w:val="000D3260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77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37D0"/>
    <w:rsid w:val="00155413"/>
    <w:rsid w:val="00157E19"/>
    <w:rsid w:val="0016035D"/>
    <w:rsid w:val="00160441"/>
    <w:rsid w:val="00160443"/>
    <w:rsid w:val="00161CD0"/>
    <w:rsid w:val="00161CD1"/>
    <w:rsid w:val="00163676"/>
    <w:rsid w:val="00163C21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5D0F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C785E"/>
    <w:rsid w:val="001D0D4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1F7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6349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A73"/>
    <w:rsid w:val="002310EE"/>
    <w:rsid w:val="002321F7"/>
    <w:rsid w:val="002341CB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73F"/>
    <w:rsid w:val="002440AA"/>
    <w:rsid w:val="0024419E"/>
    <w:rsid w:val="00244A26"/>
    <w:rsid w:val="0024532E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640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153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79E"/>
    <w:rsid w:val="00281FF3"/>
    <w:rsid w:val="00282ADF"/>
    <w:rsid w:val="002833A5"/>
    <w:rsid w:val="00284318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CB3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375B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883"/>
    <w:rsid w:val="002F5AB2"/>
    <w:rsid w:val="002F5FF6"/>
    <w:rsid w:val="002F6ABE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4C29"/>
    <w:rsid w:val="00326574"/>
    <w:rsid w:val="00327174"/>
    <w:rsid w:val="00330C17"/>
    <w:rsid w:val="00331BD3"/>
    <w:rsid w:val="00331D4C"/>
    <w:rsid w:val="00332D44"/>
    <w:rsid w:val="0033311E"/>
    <w:rsid w:val="00333BE5"/>
    <w:rsid w:val="00341830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0AD6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471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68F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07B2"/>
    <w:rsid w:val="0044128F"/>
    <w:rsid w:val="00441B17"/>
    <w:rsid w:val="00441BD4"/>
    <w:rsid w:val="00441C57"/>
    <w:rsid w:val="004437F9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AD3"/>
    <w:rsid w:val="00475B2B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4D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21F4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55B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08B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3D2"/>
    <w:rsid w:val="005134A4"/>
    <w:rsid w:val="00513E7E"/>
    <w:rsid w:val="00514D8E"/>
    <w:rsid w:val="00514F4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862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64A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1AB2"/>
    <w:rsid w:val="00562ACC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4334"/>
    <w:rsid w:val="005A60C1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C7ABD"/>
    <w:rsid w:val="005C7CD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55A5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4F7D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06D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0FDF"/>
    <w:rsid w:val="00631414"/>
    <w:rsid w:val="00632029"/>
    <w:rsid w:val="00633355"/>
    <w:rsid w:val="00633C05"/>
    <w:rsid w:val="006348DF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6F6E"/>
    <w:rsid w:val="0064779A"/>
    <w:rsid w:val="00651F71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3E43"/>
    <w:rsid w:val="00684042"/>
    <w:rsid w:val="00684153"/>
    <w:rsid w:val="006846E9"/>
    <w:rsid w:val="00684D93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23D1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9B6"/>
    <w:rsid w:val="00711A02"/>
    <w:rsid w:val="00711BDB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934"/>
    <w:rsid w:val="00731B1F"/>
    <w:rsid w:val="00732815"/>
    <w:rsid w:val="00733A7D"/>
    <w:rsid w:val="00733D28"/>
    <w:rsid w:val="0073716C"/>
    <w:rsid w:val="00744278"/>
    <w:rsid w:val="00744C75"/>
    <w:rsid w:val="00745218"/>
    <w:rsid w:val="00746F9E"/>
    <w:rsid w:val="00747CC9"/>
    <w:rsid w:val="00750006"/>
    <w:rsid w:val="007501E6"/>
    <w:rsid w:val="00750DC7"/>
    <w:rsid w:val="00751543"/>
    <w:rsid w:val="007532D4"/>
    <w:rsid w:val="0075338B"/>
    <w:rsid w:val="007536E8"/>
    <w:rsid w:val="0075378C"/>
    <w:rsid w:val="0075514A"/>
    <w:rsid w:val="0075520F"/>
    <w:rsid w:val="007565D8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D57"/>
    <w:rsid w:val="00791ECD"/>
    <w:rsid w:val="007928D1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3AC"/>
    <w:rsid w:val="007A1637"/>
    <w:rsid w:val="007A4603"/>
    <w:rsid w:val="007A7CCA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6F08"/>
    <w:rsid w:val="007B7AB7"/>
    <w:rsid w:val="007C1854"/>
    <w:rsid w:val="007C244D"/>
    <w:rsid w:val="007C319D"/>
    <w:rsid w:val="007C37CE"/>
    <w:rsid w:val="007C59A4"/>
    <w:rsid w:val="007C7445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B7F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5DD6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2999"/>
    <w:rsid w:val="0084300F"/>
    <w:rsid w:val="00843F48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1BE"/>
    <w:rsid w:val="00867AF5"/>
    <w:rsid w:val="0087066B"/>
    <w:rsid w:val="00870F57"/>
    <w:rsid w:val="00873E3A"/>
    <w:rsid w:val="00874531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B76A8"/>
    <w:rsid w:val="008B7D5E"/>
    <w:rsid w:val="008C0499"/>
    <w:rsid w:val="008C0ACD"/>
    <w:rsid w:val="008C161B"/>
    <w:rsid w:val="008C179F"/>
    <w:rsid w:val="008C2B06"/>
    <w:rsid w:val="008C342A"/>
    <w:rsid w:val="008C3BD6"/>
    <w:rsid w:val="008C50DC"/>
    <w:rsid w:val="008C627F"/>
    <w:rsid w:val="008C73E6"/>
    <w:rsid w:val="008D1DEF"/>
    <w:rsid w:val="008D2271"/>
    <w:rsid w:val="008D2455"/>
    <w:rsid w:val="008D2FE9"/>
    <w:rsid w:val="008D32AE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132"/>
    <w:rsid w:val="008F18FB"/>
    <w:rsid w:val="008F2588"/>
    <w:rsid w:val="008F2ED2"/>
    <w:rsid w:val="008F3955"/>
    <w:rsid w:val="008F4452"/>
    <w:rsid w:val="008F5930"/>
    <w:rsid w:val="008F5A57"/>
    <w:rsid w:val="0090007F"/>
    <w:rsid w:val="009019DD"/>
    <w:rsid w:val="00901CAA"/>
    <w:rsid w:val="0090200E"/>
    <w:rsid w:val="00902FA6"/>
    <w:rsid w:val="0090353A"/>
    <w:rsid w:val="00904C5F"/>
    <w:rsid w:val="009050D2"/>
    <w:rsid w:val="00905DB4"/>
    <w:rsid w:val="00906E7D"/>
    <w:rsid w:val="00907A06"/>
    <w:rsid w:val="0091161F"/>
    <w:rsid w:val="00911D5D"/>
    <w:rsid w:val="00912243"/>
    <w:rsid w:val="00912E01"/>
    <w:rsid w:val="0091363C"/>
    <w:rsid w:val="00913D66"/>
    <w:rsid w:val="0091499E"/>
    <w:rsid w:val="00914EA5"/>
    <w:rsid w:val="00914EBF"/>
    <w:rsid w:val="00914F6E"/>
    <w:rsid w:val="00915117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0517"/>
    <w:rsid w:val="009329C6"/>
    <w:rsid w:val="00934403"/>
    <w:rsid w:val="009358BF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352"/>
    <w:rsid w:val="00950C89"/>
    <w:rsid w:val="00950DCE"/>
    <w:rsid w:val="009511D4"/>
    <w:rsid w:val="009515BE"/>
    <w:rsid w:val="00951A00"/>
    <w:rsid w:val="00952287"/>
    <w:rsid w:val="0095262A"/>
    <w:rsid w:val="0095351D"/>
    <w:rsid w:val="00955859"/>
    <w:rsid w:val="00955FD9"/>
    <w:rsid w:val="00957120"/>
    <w:rsid w:val="00957B05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3AD9"/>
    <w:rsid w:val="00994A86"/>
    <w:rsid w:val="009953D8"/>
    <w:rsid w:val="00996EE9"/>
    <w:rsid w:val="009A06AA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2C38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2428"/>
    <w:rsid w:val="009F33F6"/>
    <w:rsid w:val="009F389D"/>
    <w:rsid w:val="009F5F71"/>
    <w:rsid w:val="009F627C"/>
    <w:rsid w:val="009F7123"/>
    <w:rsid w:val="009F78D2"/>
    <w:rsid w:val="00A00011"/>
    <w:rsid w:val="00A0070F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4A60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641"/>
    <w:rsid w:val="00A9079E"/>
    <w:rsid w:val="00A90BE6"/>
    <w:rsid w:val="00A913A6"/>
    <w:rsid w:val="00A9174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69B9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839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96D"/>
    <w:rsid w:val="00AD7FCA"/>
    <w:rsid w:val="00AE125A"/>
    <w:rsid w:val="00AE14E3"/>
    <w:rsid w:val="00AE1C1A"/>
    <w:rsid w:val="00AE1CF3"/>
    <w:rsid w:val="00AE1FEC"/>
    <w:rsid w:val="00AE23BF"/>
    <w:rsid w:val="00AE5ADD"/>
    <w:rsid w:val="00AE6191"/>
    <w:rsid w:val="00AE681C"/>
    <w:rsid w:val="00AE6AEB"/>
    <w:rsid w:val="00AF13C5"/>
    <w:rsid w:val="00AF19A5"/>
    <w:rsid w:val="00AF1A3E"/>
    <w:rsid w:val="00AF36B2"/>
    <w:rsid w:val="00AF4DD9"/>
    <w:rsid w:val="00AF50B9"/>
    <w:rsid w:val="00AF69A1"/>
    <w:rsid w:val="00AF721C"/>
    <w:rsid w:val="00B012CD"/>
    <w:rsid w:val="00B01722"/>
    <w:rsid w:val="00B02048"/>
    <w:rsid w:val="00B021EA"/>
    <w:rsid w:val="00B03950"/>
    <w:rsid w:val="00B03F67"/>
    <w:rsid w:val="00B044E0"/>
    <w:rsid w:val="00B04933"/>
    <w:rsid w:val="00B04FB3"/>
    <w:rsid w:val="00B0501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053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918"/>
    <w:rsid w:val="00B82E02"/>
    <w:rsid w:val="00B840EA"/>
    <w:rsid w:val="00B84493"/>
    <w:rsid w:val="00B84885"/>
    <w:rsid w:val="00B85ADC"/>
    <w:rsid w:val="00B87B6A"/>
    <w:rsid w:val="00B91780"/>
    <w:rsid w:val="00B91C21"/>
    <w:rsid w:val="00B91F8B"/>
    <w:rsid w:val="00B9337E"/>
    <w:rsid w:val="00B933A6"/>
    <w:rsid w:val="00B933CB"/>
    <w:rsid w:val="00B94621"/>
    <w:rsid w:val="00B9483A"/>
    <w:rsid w:val="00B95A9A"/>
    <w:rsid w:val="00B95BF1"/>
    <w:rsid w:val="00B96039"/>
    <w:rsid w:val="00B9677E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4A8D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7DF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1F3"/>
    <w:rsid w:val="00C04269"/>
    <w:rsid w:val="00C043B2"/>
    <w:rsid w:val="00C04714"/>
    <w:rsid w:val="00C04830"/>
    <w:rsid w:val="00C05532"/>
    <w:rsid w:val="00C05807"/>
    <w:rsid w:val="00C07066"/>
    <w:rsid w:val="00C11026"/>
    <w:rsid w:val="00C11A63"/>
    <w:rsid w:val="00C12999"/>
    <w:rsid w:val="00C12D8F"/>
    <w:rsid w:val="00C1369A"/>
    <w:rsid w:val="00C1416F"/>
    <w:rsid w:val="00C144BE"/>
    <w:rsid w:val="00C149AE"/>
    <w:rsid w:val="00C162A6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D6"/>
    <w:rsid w:val="00C451F0"/>
    <w:rsid w:val="00C453AE"/>
    <w:rsid w:val="00C456FD"/>
    <w:rsid w:val="00C471CA"/>
    <w:rsid w:val="00C4721B"/>
    <w:rsid w:val="00C4765C"/>
    <w:rsid w:val="00C51C4D"/>
    <w:rsid w:val="00C52143"/>
    <w:rsid w:val="00C52C28"/>
    <w:rsid w:val="00C53C2B"/>
    <w:rsid w:val="00C547F5"/>
    <w:rsid w:val="00C55067"/>
    <w:rsid w:val="00C558C5"/>
    <w:rsid w:val="00C573A6"/>
    <w:rsid w:val="00C603B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0DB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1E86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546"/>
    <w:rsid w:val="00CD1E58"/>
    <w:rsid w:val="00CD2A2B"/>
    <w:rsid w:val="00CD2A7F"/>
    <w:rsid w:val="00CD2BAB"/>
    <w:rsid w:val="00CD3A26"/>
    <w:rsid w:val="00CD3C82"/>
    <w:rsid w:val="00CD4708"/>
    <w:rsid w:val="00CD4791"/>
    <w:rsid w:val="00CD515D"/>
    <w:rsid w:val="00CD5BC5"/>
    <w:rsid w:val="00CD6A70"/>
    <w:rsid w:val="00CD72DA"/>
    <w:rsid w:val="00CD757B"/>
    <w:rsid w:val="00CD76FD"/>
    <w:rsid w:val="00CD78BB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07FB1"/>
    <w:rsid w:val="00D107F7"/>
    <w:rsid w:val="00D10969"/>
    <w:rsid w:val="00D10C96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5F11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5E4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26C"/>
    <w:rsid w:val="00D837C2"/>
    <w:rsid w:val="00D84701"/>
    <w:rsid w:val="00D84D6F"/>
    <w:rsid w:val="00D84ECE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672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1757"/>
    <w:rsid w:val="00DD2241"/>
    <w:rsid w:val="00DD268F"/>
    <w:rsid w:val="00DD27F3"/>
    <w:rsid w:val="00DD383A"/>
    <w:rsid w:val="00DD4ABA"/>
    <w:rsid w:val="00DD51B5"/>
    <w:rsid w:val="00DD5528"/>
    <w:rsid w:val="00DD55C1"/>
    <w:rsid w:val="00DD6AD3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51E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40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938"/>
    <w:rsid w:val="00E65BC6"/>
    <w:rsid w:val="00E66665"/>
    <w:rsid w:val="00E66856"/>
    <w:rsid w:val="00E66D93"/>
    <w:rsid w:val="00E673B9"/>
    <w:rsid w:val="00E675A3"/>
    <w:rsid w:val="00E67DEA"/>
    <w:rsid w:val="00E67FEC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0FCD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C7E1D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3ED3"/>
    <w:rsid w:val="00EE4ABF"/>
    <w:rsid w:val="00EE5A7B"/>
    <w:rsid w:val="00EE5D9C"/>
    <w:rsid w:val="00EE6685"/>
    <w:rsid w:val="00EE70F5"/>
    <w:rsid w:val="00EE7937"/>
    <w:rsid w:val="00EF023F"/>
    <w:rsid w:val="00EF0B55"/>
    <w:rsid w:val="00EF0E69"/>
    <w:rsid w:val="00EF2651"/>
    <w:rsid w:val="00EF35D3"/>
    <w:rsid w:val="00EF3DB6"/>
    <w:rsid w:val="00EF3E5B"/>
    <w:rsid w:val="00EF3F4C"/>
    <w:rsid w:val="00EF4222"/>
    <w:rsid w:val="00EF4B84"/>
    <w:rsid w:val="00EF4D4F"/>
    <w:rsid w:val="00EF5B78"/>
    <w:rsid w:val="00EF5CC4"/>
    <w:rsid w:val="00EF5D77"/>
    <w:rsid w:val="00EF61C8"/>
    <w:rsid w:val="00EF69CA"/>
    <w:rsid w:val="00EF7291"/>
    <w:rsid w:val="00EF7535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72C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CE2"/>
    <w:rsid w:val="00F50F2B"/>
    <w:rsid w:val="00F51595"/>
    <w:rsid w:val="00F516DF"/>
    <w:rsid w:val="00F52875"/>
    <w:rsid w:val="00F557E6"/>
    <w:rsid w:val="00F55846"/>
    <w:rsid w:val="00F55D13"/>
    <w:rsid w:val="00F55EB7"/>
    <w:rsid w:val="00F5783B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BBB"/>
    <w:rsid w:val="00FA7F12"/>
    <w:rsid w:val="00FB1183"/>
    <w:rsid w:val="00FB368B"/>
    <w:rsid w:val="00FB3982"/>
    <w:rsid w:val="00FB40C3"/>
    <w:rsid w:val="00FB4756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6C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6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microsoft.com/office/2007/relationships/hdphoto" Target="media/hdphoto1.wdp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266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Josef Küblbeck</cp:lastModifiedBy>
  <cp:revision>2</cp:revision>
  <cp:lastPrinted>2023-01-05T15:20:00Z</cp:lastPrinted>
  <dcterms:created xsi:type="dcterms:W3CDTF">2023-01-30T17:42:00Z</dcterms:created>
  <dcterms:modified xsi:type="dcterms:W3CDTF">2023-01-30T17:42:00Z</dcterms:modified>
</cp:coreProperties>
</file>