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C7AF4" w14:textId="5078ABAA" w:rsidR="005C37C1" w:rsidRPr="00687801" w:rsidRDefault="005C37C1" w:rsidP="005C37C1">
      <w:pPr>
        <w:pStyle w:val="berschrift1"/>
      </w:pPr>
      <w:r>
        <w:t xml:space="preserve">Charakterisierung </w:t>
      </w:r>
      <w:r w:rsidR="00BA0599">
        <w:t>Philipp</w:t>
      </w:r>
    </w:p>
    <w:p w14:paraId="6E472C4C" w14:textId="77777777" w:rsidR="005C37C1" w:rsidRDefault="005C37C1" w:rsidP="005C37C1">
      <w:r w:rsidRPr="0067547F">
        <w:rPr>
          <w:b/>
          <w:bCs/>
        </w:rPr>
        <w:t>Aufgabe</w:t>
      </w:r>
      <w:r>
        <w:t>:</w:t>
      </w:r>
    </w:p>
    <w:p w14:paraId="28D04C80" w14:textId="77777777" w:rsidR="00894075" w:rsidRDefault="00894075" w:rsidP="00894075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 xml:space="preserve">Lesen Sie folgende Textstellen zu Philipp und finden Sie weitere relevante Stellen im Roman. </w:t>
      </w:r>
    </w:p>
    <w:p w14:paraId="5A13980D" w14:textId="77777777" w:rsidR="00894075" w:rsidRDefault="00894075" w:rsidP="00894075">
      <w:pPr>
        <w:pStyle w:val="Listenabsatz"/>
      </w:pPr>
      <w:r>
        <w:t>z. Bsp.:</w:t>
      </w:r>
    </w:p>
    <w:p w14:paraId="3CBD047D" w14:textId="77777777" w:rsidR="00894075" w:rsidRDefault="00894075" w:rsidP="00894075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20ff.</w:t>
      </w:r>
    </w:p>
    <w:p w14:paraId="3A61FA1D" w14:textId="77777777" w:rsidR="00894075" w:rsidRDefault="00894075" w:rsidP="00894075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55ff.</w:t>
      </w:r>
    </w:p>
    <w:p w14:paraId="5BC5080B" w14:textId="77777777" w:rsidR="00894075" w:rsidRDefault="00894075" w:rsidP="00894075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168ff.</w:t>
      </w:r>
    </w:p>
    <w:p w14:paraId="30D28236" w14:textId="77777777" w:rsidR="00894075" w:rsidRDefault="00894075" w:rsidP="00894075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…</w:t>
      </w:r>
    </w:p>
    <w:p w14:paraId="16DA20E5" w14:textId="77777777" w:rsidR="00894075" w:rsidRDefault="00894075" w:rsidP="00894075">
      <w:pPr>
        <w:pStyle w:val="Listenabsatz"/>
        <w:ind w:left="1440"/>
      </w:pPr>
    </w:p>
    <w:p w14:paraId="492CAB69" w14:textId="77777777" w:rsidR="00894075" w:rsidRDefault="00894075" w:rsidP="00894075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>Erarbeiten Sie anhand dieser Textstellen eine Charakterisierung zur Figur</w:t>
      </w:r>
    </w:p>
    <w:p w14:paraId="51B8BA27" w14:textId="77777777" w:rsidR="00894075" w:rsidRDefault="00894075" w:rsidP="00894075">
      <w:pPr>
        <w:pStyle w:val="Listenabsatz"/>
      </w:pPr>
    </w:p>
    <w:p w14:paraId="36CA504C" w14:textId="77777777" w:rsidR="00894075" w:rsidRDefault="00894075" w:rsidP="00894075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>Halten Sie Ihre Ergebnisse auf der Figurenkarte fest. Ergänzen Sie ggf. weitere Kategorien.</w:t>
      </w:r>
    </w:p>
    <w:p w14:paraId="0A773D31" w14:textId="77777777" w:rsidR="00894075" w:rsidRDefault="00894075" w:rsidP="00894075">
      <w:pPr>
        <w:pStyle w:val="Listenabsatz"/>
      </w:pPr>
    </w:p>
    <w:p w14:paraId="1B734284" w14:textId="77777777" w:rsidR="00894075" w:rsidRDefault="00894075" w:rsidP="00894075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 xml:space="preserve">Erstellen Sie auf Grundlage Ihrer Ergebnisse ein Instagram-Profil mit Bildern und </w:t>
      </w:r>
      <w:proofErr w:type="spellStart"/>
      <w:r>
        <w:t>Reels</w:t>
      </w:r>
      <w:proofErr w:type="spellEnd"/>
      <w:r>
        <w:t>. Folgen Sie anderen Profilen, denen Emilia, Ihrer Ansicht nach, folgen würde. Begründen Sie Ihre Überlegungen.</w:t>
      </w:r>
    </w:p>
    <w:p w14:paraId="777C3AF8" w14:textId="77777777" w:rsidR="007F7077" w:rsidRDefault="007F7077">
      <w:pPr>
        <w:suppressLineNumbers w:val="0"/>
        <w:spacing w:after="0" w:line="276" w:lineRule="auto"/>
      </w:pPr>
      <w:r>
        <w:br w:type="page"/>
      </w:r>
    </w:p>
    <w:p w14:paraId="65672148" w14:textId="0625D16B" w:rsidR="00C32849" w:rsidRDefault="00C32849" w:rsidP="00DE1B3F">
      <w:pPr>
        <w:pStyle w:val="berschrift2"/>
        <w:numPr>
          <w:ilvl w:val="0"/>
          <w:numId w:val="0"/>
        </w:numPr>
      </w:pPr>
      <w:r w:rsidRPr="00AE1B79">
        <w:lastRenderedPageBreak/>
        <w:t>Charakter Profil (Figurenkarte)</w:t>
      </w:r>
      <w:r>
        <w:t xml:space="preserve"> </w:t>
      </w:r>
    </w:p>
    <w:p w14:paraId="31E2D2A7" w14:textId="4E70666C" w:rsidR="00DE1B3F" w:rsidRDefault="00C32849" w:rsidP="00DE1B3F">
      <w:pPr>
        <w:pStyle w:val="berschrift3"/>
        <w:numPr>
          <w:ilvl w:val="0"/>
          <w:numId w:val="0"/>
        </w:numPr>
      </w:pPr>
      <w:r>
        <w:t>Name der Figur: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209"/>
        <w:gridCol w:w="3209"/>
        <w:gridCol w:w="3210"/>
      </w:tblGrid>
      <w:tr w:rsidR="007C6F2F" w14:paraId="6F0443FB" w14:textId="77777777" w:rsidTr="0058360F">
        <w:trPr>
          <w:cantSplit/>
          <w:tblHeader/>
        </w:trPr>
        <w:tc>
          <w:tcPr>
            <w:tcW w:w="320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40C6B4E9" w14:textId="77777777" w:rsidR="007C6F2F" w:rsidRDefault="007C6F2F" w:rsidP="0058360F">
            <w:pPr>
              <w:pStyle w:val="Tabellenberschrift"/>
            </w:pPr>
          </w:p>
        </w:tc>
        <w:tc>
          <w:tcPr>
            <w:tcW w:w="32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22172749" w14:textId="77777777" w:rsidR="007C6F2F" w:rsidRDefault="007C6F2F" w:rsidP="0058360F">
            <w:pPr>
              <w:pStyle w:val="Tabellenberschrift"/>
            </w:pPr>
            <w:r>
              <w:t>Grundlegendes</w:t>
            </w:r>
          </w:p>
        </w:tc>
        <w:tc>
          <w:tcPr>
            <w:tcW w:w="321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D4AF0C9" w14:textId="77777777" w:rsidR="007C6F2F" w:rsidRDefault="007C6F2F" w:rsidP="0058360F">
            <w:pPr>
              <w:pStyle w:val="Tabellenberschrift"/>
            </w:pPr>
            <w:r>
              <w:t>Seite</w:t>
            </w:r>
          </w:p>
        </w:tc>
      </w:tr>
      <w:tr w:rsidR="007C6F2F" w14:paraId="69AD73FA" w14:textId="77777777" w:rsidTr="0058360F">
        <w:trPr>
          <w:cantSplit/>
          <w:tblHeader/>
        </w:trPr>
        <w:tc>
          <w:tcPr>
            <w:tcW w:w="3209" w:type="dxa"/>
          </w:tcPr>
          <w:p w14:paraId="11B0E2DB" w14:textId="77777777" w:rsidR="007C6F2F" w:rsidRPr="00963EDC" w:rsidRDefault="007C6F2F" w:rsidP="0058360F">
            <w:pPr>
              <w:pStyle w:val="TabellenZeilenberschrift"/>
            </w:pPr>
            <w:r>
              <w:t>Name</w:t>
            </w:r>
          </w:p>
        </w:tc>
        <w:tc>
          <w:tcPr>
            <w:tcW w:w="3209" w:type="dxa"/>
          </w:tcPr>
          <w:p w14:paraId="49FBA9F9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56B49B0F" w14:textId="77777777" w:rsidR="007C6F2F" w:rsidRDefault="007C6F2F" w:rsidP="0058360F">
            <w:pPr>
              <w:pStyle w:val="Tabelleninhalt"/>
            </w:pPr>
            <w:r>
              <w:t xml:space="preserve">S. </w:t>
            </w:r>
          </w:p>
        </w:tc>
      </w:tr>
      <w:tr w:rsidR="007C6F2F" w14:paraId="541F76AD" w14:textId="77777777" w:rsidTr="0058360F">
        <w:trPr>
          <w:cantSplit/>
          <w:tblHeader/>
        </w:trPr>
        <w:tc>
          <w:tcPr>
            <w:tcW w:w="3209" w:type="dxa"/>
          </w:tcPr>
          <w:p w14:paraId="3E471C61" w14:textId="77777777" w:rsidR="007C6F2F" w:rsidRPr="00963EDC" w:rsidRDefault="007C6F2F" w:rsidP="0058360F">
            <w:pPr>
              <w:pStyle w:val="TabellenZeilenberschrift"/>
            </w:pPr>
            <w:r>
              <w:t>Geschlecht</w:t>
            </w:r>
            <w:r w:rsidRPr="00963EDC">
              <w:t xml:space="preserve"> </w:t>
            </w:r>
          </w:p>
        </w:tc>
        <w:tc>
          <w:tcPr>
            <w:tcW w:w="3209" w:type="dxa"/>
          </w:tcPr>
          <w:p w14:paraId="491897EB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F88F4AD" w14:textId="77777777" w:rsidR="007C6F2F" w:rsidRDefault="007C6F2F" w:rsidP="0058360F">
            <w:pPr>
              <w:pStyle w:val="Tabelleninhalt"/>
            </w:pPr>
          </w:p>
        </w:tc>
      </w:tr>
      <w:tr w:rsidR="007C6F2F" w14:paraId="446DD36D" w14:textId="77777777" w:rsidTr="0058360F">
        <w:trPr>
          <w:cantSplit/>
          <w:tblHeader/>
        </w:trPr>
        <w:tc>
          <w:tcPr>
            <w:tcW w:w="3209" w:type="dxa"/>
          </w:tcPr>
          <w:p w14:paraId="56189EEB" w14:textId="77777777" w:rsidR="007C6F2F" w:rsidRPr="00963EDC" w:rsidRDefault="007C6F2F" w:rsidP="0058360F">
            <w:pPr>
              <w:pStyle w:val="TabellenZeilenberschrift"/>
            </w:pPr>
            <w:r>
              <w:t>Alter</w:t>
            </w:r>
            <w:r w:rsidRPr="00963EDC">
              <w:t xml:space="preserve"> </w:t>
            </w:r>
          </w:p>
        </w:tc>
        <w:tc>
          <w:tcPr>
            <w:tcW w:w="3209" w:type="dxa"/>
          </w:tcPr>
          <w:p w14:paraId="09956F92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4E5F17B" w14:textId="77777777" w:rsidR="007C6F2F" w:rsidRDefault="007C6F2F" w:rsidP="0058360F">
            <w:pPr>
              <w:pStyle w:val="Tabelleninhalt"/>
            </w:pPr>
          </w:p>
        </w:tc>
      </w:tr>
      <w:tr w:rsidR="007C6F2F" w14:paraId="7910FCC3" w14:textId="77777777" w:rsidTr="0058360F">
        <w:trPr>
          <w:cantSplit/>
          <w:tblHeader/>
        </w:trPr>
        <w:tc>
          <w:tcPr>
            <w:tcW w:w="3209" w:type="dxa"/>
          </w:tcPr>
          <w:p w14:paraId="4454CAF9" w14:textId="77777777" w:rsidR="007C6F2F" w:rsidRDefault="007C6F2F" w:rsidP="0058360F">
            <w:r w:rsidRPr="00BE3ACD">
              <w:rPr>
                <w:b/>
                <w:color w:val="000000"/>
              </w:rPr>
              <w:t>Heimatstadt</w:t>
            </w:r>
          </w:p>
        </w:tc>
        <w:tc>
          <w:tcPr>
            <w:tcW w:w="3209" w:type="dxa"/>
          </w:tcPr>
          <w:p w14:paraId="03FB8C26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643C518A" w14:textId="77777777" w:rsidR="007C6F2F" w:rsidRDefault="007C6F2F" w:rsidP="0058360F">
            <w:pPr>
              <w:pStyle w:val="Tabelleninhalt"/>
            </w:pPr>
          </w:p>
        </w:tc>
      </w:tr>
      <w:tr w:rsidR="007C6F2F" w14:paraId="4B40CF24" w14:textId="77777777" w:rsidTr="0058360F">
        <w:trPr>
          <w:cantSplit/>
          <w:tblHeader/>
        </w:trPr>
        <w:tc>
          <w:tcPr>
            <w:tcW w:w="3209" w:type="dxa"/>
          </w:tcPr>
          <w:p w14:paraId="1BBDB8AE" w14:textId="77777777" w:rsidR="007C6F2F" w:rsidRDefault="007C6F2F" w:rsidP="0058360F">
            <w:pPr>
              <w:spacing w:after="160" w:line="259" w:lineRule="auto"/>
            </w:pPr>
            <w:r w:rsidRPr="00BE3ACD">
              <w:rPr>
                <w:b/>
                <w:color w:val="000000"/>
              </w:rPr>
              <w:t>Wohnort</w:t>
            </w:r>
          </w:p>
        </w:tc>
        <w:tc>
          <w:tcPr>
            <w:tcW w:w="3209" w:type="dxa"/>
          </w:tcPr>
          <w:p w14:paraId="5862BE28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5F25E14A" w14:textId="77777777" w:rsidR="007C6F2F" w:rsidRDefault="007C6F2F" w:rsidP="0058360F">
            <w:pPr>
              <w:pStyle w:val="Tabelleninhalt"/>
            </w:pPr>
          </w:p>
        </w:tc>
      </w:tr>
      <w:tr w:rsidR="007C6F2F" w14:paraId="0DDEC84F" w14:textId="77777777" w:rsidTr="0058360F">
        <w:trPr>
          <w:cantSplit/>
          <w:tblHeader/>
        </w:trPr>
        <w:tc>
          <w:tcPr>
            <w:tcW w:w="3209" w:type="dxa"/>
          </w:tcPr>
          <w:p w14:paraId="10576A34" w14:textId="77777777" w:rsidR="007C6F2F" w:rsidRDefault="007C6F2F" w:rsidP="0058360F">
            <w:pPr>
              <w:spacing w:after="160" w:line="259" w:lineRule="auto"/>
            </w:pPr>
            <w:r w:rsidRPr="00BE3ACD">
              <w:rPr>
                <w:b/>
                <w:color w:val="000000"/>
              </w:rPr>
              <w:t>Familie</w:t>
            </w:r>
          </w:p>
        </w:tc>
        <w:tc>
          <w:tcPr>
            <w:tcW w:w="3209" w:type="dxa"/>
          </w:tcPr>
          <w:p w14:paraId="0492035E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7097E2A5" w14:textId="77777777" w:rsidR="007C6F2F" w:rsidRDefault="007C6F2F" w:rsidP="0058360F">
            <w:pPr>
              <w:pStyle w:val="Tabelleninhalt"/>
            </w:pPr>
          </w:p>
        </w:tc>
      </w:tr>
      <w:tr w:rsidR="007C6F2F" w14:paraId="15C1C7CF" w14:textId="77777777" w:rsidTr="0058360F">
        <w:trPr>
          <w:cantSplit/>
          <w:tblHeader/>
        </w:trPr>
        <w:tc>
          <w:tcPr>
            <w:tcW w:w="3209" w:type="dxa"/>
          </w:tcPr>
          <w:p w14:paraId="36B7359F" w14:textId="77777777" w:rsidR="007C6F2F" w:rsidRDefault="007C6F2F" w:rsidP="0058360F">
            <w:pPr>
              <w:pStyle w:val="TabellenZeilenberschrift"/>
            </w:pPr>
          </w:p>
        </w:tc>
        <w:tc>
          <w:tcPr>
            <w:tcW w:w="3209" w:type="dxa"/>
          </w:tcPr>
          <w:p w14:paraId="2D90F412" w14:textId="77777777" w:rsidR="007C6F2F" w:rsidRDefault="007C6F2F" w:rsidP="0058360F">
            <w:pPr>
              <w:pStyle w:val="Tabelleninhalt"/>
            </w:pPr>
            <w:r w:rsidRPr="00082892">
              <w:rPr>
                <w:b/>
                <w:color w:val="auto"/>
              </w:rPr>
              <w:t>Aussehen</w:t>
            </w:r>
          </w:p>
        </w:tc>
        <w:tc>
          <w:tcPr>
            <w:tcW w:w="3210" w:type="dxa"/>
          </w:tcPr>
          <w:p w14:paraId="2CF0322E" w14:textId="77777777" w:rsidR="007C6F2F" w:rsidRDefault="007C6F2F" w:rsidP="0058360F">
            <w:pPr>
              <w:pStyle w:val="Tabelleninhalt"/>
            </w:pPr>
            <w:r w:rsidRPr="00082892">
              <w:rPr>
                <w:b/>
                <w:color w:val="auto"/>
              </w:rPr>
              <w:t>Seite</w:t>
            </w:r>
          </w:p>
        </w:tc>
      </w:tr>
      <w:tr w:rsidR="007C6F2F" w14:paraId="27C44090" w14:textId="77777777" w:rsidTr="0058360F">
        <w:trPr>
          <w:cantSplit/>
          <w:tblHeader/>
        </w:trPr>
        <w:tc>
          <w:tcPr>
            <w:tcW w:w="3209" w:type="dxa"/>
          </w:tcPr>
          <w:p w14:paraId="461B1369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Haarfarbe/Frisur</w:t>
            </w:r>
          </w:p>
        </w:tc>
        <w:tc>
          <w:tcPr>
            <w:tcW w:w="3209" w:type="dxa"/>
          </w:tcPr>
          <w:p w14:paraId="17C47A5D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679705BE" w14:textId="77777777" w:rsidR="007C6F2F" w:rsidRDefault="007C6F2F" w:rsidP="0058360F">
            <w:pPr>
              <w:pStyle w:val="Tabelleninhalt"/>
            </w:pPr>
          </w:p>
        </w:tc>
      </w:tr>
      <w:tr w:rsidR="007C6F2F" w14:paraId="0EA5B787" w14:textId="77777777" w:rsidTr="0058360F">
        <w:trPr>
          <w:cantSplit/>
          <w:tblHeader/>
        </w:trPr>
        <w:tc>
          <w:tcPr>
            <w:tcW w:w="3209" w:type="dxa"/>
          </w:tcPr>
          <w:p w14:paraId="2EED956D" w14:textId="77777777" w:rsidR="007C6F2F" w:rsidRDefault="007C6F2F" w:rsidP="0058360F">
            <w:pPr>
              <w:pStyle w:val="TabellenZeilenberschrift"/>
            </w:pPr>
            <w:r w:rsidRPr="00082892">
              <w:t>Größe</w:t>
            </w:r>
          </w:p>
        </w:tc>
        <w:tc>
          <w:tcPr>
            <w:tcW w:w="3209" w:type="dxa"/>
          </w:tcPr>
          <w:p w14:paraId="6B8A4A84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33599494" w14:textId="77777777" w:rsidR="007C6F2F" w:rsidRDefault="007C6F2F" w:rsidP="0058360F">
            <w:pPr>
              <w:pStyle w:val="Tabelleninhalt"/>
            </w:pPr>
          </w:p>
        </w:tc>
      </w:tr>
      <w:tr w:rsidR="007C6F2F" w14:paraId="23196E5A" w14:textId="77777777" w:rsidTr="0058360F">
        <w:trPr>
          <w:cantSplit/>
          <w:tblHeader/>
        </w:trPr>
        <w:tc>
          <w:tcPr>
            <w:tcW w:w="3209" w:type="dxa"/>
          </w:tcPr>
          <w:p w14:paraId="067E6DA5" w14:textId="77777777" w:rsidR="007C6F2F" w:rsidRPr="00082892" w:rsidRDefault="007C6F2F" w:rsidP="0058360F">
            <w:pPr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Körper/Figur</w:t>
            </w:r>
          </w:p>
        </w:tc>
        <w:tc>
          <w:tcPr>
            <w:tcW w:w="3209" w:type="dxa"/>
          </w:tcPr>
          <w:p w14:paraId="3B40FDE0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7585749" w14:textId="77777777" w:rsidR="007C6F2F" w:rsidRDefault="007C6F2F" w:rsidP="0058360F">
            <w:pPr>
              <w:pStyle w:val="Tabelleninhalt"/>
            </w:pPr>
          </w:p>
        </w:tc>
      </w:tr>
      <w:tr w:rsidR="007C6F2F" w14:paraId="14BD0717" w14:textId="77777777" w:rsidTr="0058360F">
        <w:trPr>
          <w:cantSplit/>
          <w:tblHeader/>
        </w:trPr>
        <w:tc>
          <w:tcPr>
            <w:tcW w:w="3209" w:type="dxa"/>
          </w:tcPr>
          <w:p w14:paraId="21AB3C94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Gesicht</w:t>
            </w:r>
          </w:p>
        </w:tc>
        <w:tc>
          <w:tcPr>
            <w:tcW w:w="3209" w:type="dxa"/>
          </w:tcPr>
          <w:p w14:paraId="413FB0FD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375AEBB" w14:textId="77777777" w:rsidR="007C6F2F" w:rsidRDefault="007C6F2F" w:rsidP="0058360F">
            <w:pPr>
              <w:pStyle w:val="Tabelleninhalt"/>
            </w:pPr>
          </w:p>
        </w:tc>
      </w:tr>
      <w:tr w:rsidR="007C6F2F" w14:paraId="3B10DB06" w14:textId="77777777" w:rsidTr="0058360F">
        <w:trPr>
          <w:cantSplit/>
          <w:tblHeader/>
        </w:trPr>
        <w:tc>
          <w:tcPr>
            <w:tcW w:w="3209" w:type="dxa"/>
          </w:tcPr>
          <w:p w14:paraId="32C5B7F3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Merkmale</w:t>
            </w:r>
          </w:p>
        </w:tc>
        <w:tc>
          <w:tcPr>
            <w:tcW w:w="3209" w:type="dxa"/>
          </w:tcPr>
          <w:p w14:paraId="662EC0C3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2AA5F0BA" w14:textId="77777777" w:rsidR="007C6F2F" w:rsidRDefault="007C6F2F" w:rsidP="0058360F">
            <w:pPr>
              <w:pStyle w:val="Tabelleninhalt"/>
            </w:pPr>
          </w:p>
        </w:tc>
      </w:tr>
    </w:tbl>
    <w:p w14:paraId="60194D9E" w14:textId="183B45CE" w:rsidR="00DF485C" w:rsidRDefault="007C6F2F" w:rsidP="007C6F2F">
      <w:pPr>
        <w:spacing w:before="480" w:after="0"/>
        <w:rPr>
          <w:b/>
          <w:color w:val="000000"/>
        </w:rPr>
      </w:pPr>
      <w:r w:rsidRPr="007C6F2F">
        <w:rPr>
          <w:b/>
          <w:color w:val="000000"/>
        </w:rPr>
        <w:t>Weitere Überlegungen zur Figur:</w:t>
      </w:r>
    </w:p>
    <w:p w14:paraId="34F1A76F" w14:textId="77777777" w:rsidR="00DF485C" w:rsidRDefault="00DF485C">
      <w:pPr>
        <w:suppressLineNumbers w:val="0"/>
        <w:spacing w:after="0" w:line="276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0CB50987" w14:textId="77777777" w:rsidR="007C6F2F" w:rsidRDefault="007C6F2F" w:rsidP="007C6F2F">
      <w:pPr>
        <w:spacing w:before="480" w:after="0"/>
        <w:rPr>
          <w:b/>
          <w:color w:val="000000"/>
        </w:rPr>
      </w:pPr>
    </w:p>
    <w:p w14:paraId="54D6452D" w14:textId="23433525" w:rsidR="009A7A83" w:rsidRDefault="009A7A83" w:rsidP="009A7A83">
      <w:pPr>
        <w:pStyle w:val="berschrift3"/>
        <w:numPr>
          <w:ilvl w:val="0"/>
          <w:numId w:val="0"/>
        </w:numPr>
      </w:pPr>
      <w:r>
        <w:t>Eigenschaften / Ansichten: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2410"/>
        <w:gridCol w:w="6344"/>
        <w:gridCol w:w="835"/>
      </w:tblGrid>
      <w:tr w:rsidR="009A7A83" w14:paraId="21A1FC90" w14:textId="77777777" w:rsidTr="00DF485C">
        <w:trPr>
          <w:cantSplit/>
          <w:trHeight w:val="367"/>
          <w:tblHeader/>
        </w:trPr>
        <w:tc>
          <w:tcPr>
            <w:tcW w:w="2410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3B28A464" w14:textId="14DE13CE" w:rsidR="009A7A83" w:rsidRPr="000B6985" w:rsidRDefault="000B6985" w:rsidP="0058360F">
            <w:pPr>
              <w:pStyle w:val="Tabellenberschrift"/>
              <w:rPr>
                <w:color w:val="FFFFFF" w:themeColor="background1"/>
              </w:rPr>
            </w:pPr>
            <w:r w:rsidRPr="000B6985">
              <w:rPr>
                <w:color w:val="FFFFFF" w:themeColor="background1"/>
              </w:rPr>
              <w:t>Merkmal</w:t>
            </w:r>
          </w:p>
        </w:tc>
        <w:tc>
          <w:tcPr>
            <w:tcW w:w="6344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21377063" w14:textId="1ADD772A" w:rsidR="009A7A83" w:rsidRPr="000B6985" w:rsidRDefault="000B6985" w:rsidP="0058360F">
            <w:pPr>
              <w:pStyle w:val="Tabellenberschrift"/>
              <w:rPr>
                <w:color w:val="FFFFFF" w:themeColor="background1"/>
              </w:rPr>
            </w:pPr>
            <w:r w:rsidRPr="000B6985">
              <w:rPr>
                <w:color w:val="FFFFFF" w:themeColor="background1"/>
              </w:rPr>
              <w:t>Beschreibung</w:t>
            </w:r>
          </w:p>
        </w:tc>
        <w:tc>
          <w:tcPr>
            <w:tcW w:w="835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6DF5A8F" w14:textId="77777777" w:rsidR="009A7A83" w:rsidRDefault="009A7A83" w:rsidP="0058360F">
            <w:pPr>
              <w:pStyle w:val="Tabellenberschrift"/>
            </w:pPr>
            <w:r>
              <w:t>Seite</w:t>
            </w:r>
          </w:p>
        </w:tc>
      </w:tr>
      <w:tr w:rsidR="00DF485C" w14:paraId="4490A344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5E62E745" w14:textId="2D40AB62" w:rsidR="00DF485C" w:rsidRPr="00DF485C" w:rsidRDefault="00DF485C" w:rsidP="00DF485C">
            <w:pPr>
              <w:spacing w:after="160" w:line="259" w:lineRule="auto"/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Herkunft</w:t>
            </w:r>
          </w:p>
        </w:tc>
        <w:tc>
          <w:tcPr>
            <w:tcW w:w="6344" w:type="dxa"/>
          </w:tcPr>
          <w:p w14:paraId="134F1C6F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5D02840C" w14:textId="77777777" w:rsidR="00DF485C" w:rsidRDefault="00DF485C" w:rsidP="00DF485C">
            <w:pPr>
              <w:pStyle w:val="Tabelleninhalt"/>
            </w:pPr>
            <w:r>
              <w:t xml:space="preserve">S. </w:t>
            </w:r>
          </w:p>
        </w:tc>
      </w:tr>
      <w:tr w:rsidR="00DF485C" w14:paraId="125842BA" w14:textId="77777777" w:rsidTr="00E93066">
        <w:trPr>
          <w:cantSplit/>
          <w:trHeight w:val="1183"/>
          <w:tblHeader/>
        </w:trPr>
        <w:tc>
          <w:tcPr>
            <w:tcW w:w="2410" w:type="dxa"/>
          </w:tcPr>
          <w:p w14:paraId="7BD4388C" w14:textId="4CD9199F" w:rsidR="00DF485C" w:rsidRPr="00963EDC" w:rsidRDefault="00DF485C" w:rsidP="00E93066">
            <w:pPr>
              <w:pStyle w:val="TabellenZeilenberschrift"/>
              <w:spacing w:line="240" w:lineRule="auto"/>
            </w:pPr>
            <w:r w:rsidRPr="00DF485C">
              <w:t>Schicksal während des Krieges / in der Nachkriegszeit</w:t>
            </w:r>
          </w:p>
        </w:tc>
        <w:tc>
          <w:tcPr>
            <w:tcW w:w="6344" w:type="dxa"/>
          </w:tcPr>
          <w:p w14:paraId="178A52B1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3092FF48" w14:textId="77777777" w:rsidR="00DF485C" w:rsidRDefault="00DF485C" w:rsidP="00DF485C">
            <w:pPr>
              <w:pStyle w:val="Tabelleninhalt"/>
            </w:pPr>
          </w:p>
        </w:tc>
      </w:tr>
      <w:tr w:rsidR="00DB6943" w14:paraId="6C86E9D9" w14:textId="77777777" w:rsidTr="00DB6943">
        <w:trPr>
          <w:cantSplit/>
          <w:trHeight w:val="1271"/>
          <w:tblHeader/>
        </w:trPr>
        <w:tc>
          <w:tcPr>
            <w:tcW w:w="2410" w:type="dxa"/>
          </w:tcPr>
          <w:p w14:paraId="5F049DAE" w14:textId="291A4EA7" w:rsidR="00DB6943" w:rsidRPr="00DF485C" w:rsidRDefault="00DB6943" w:rsidP="00DB6943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Beruf/</w:t>
            </w:r>
            <w:proofErr w:type="spellStart"/>
            <w:r w:rsidRPr="00DB6943">
              <w:rPr>
                <w:b/>
                <w:color w:val="000000"/>
              </w:rPr>
              <w:t>berufl</w:t>
            </w:r>
            <w:proofErr w:type="spellEnd"/>
            <w:r w:rsidRPr="00DB6943">
              <w:rPr>
                <w:b/>
                <w:color w:val="000000"/>
              </w:rPr>
              <w:t>. Möglichkeiten</w:t>
            </w:r>
          </w:p>
        </w:tc>
        <w:tc>
          <w:tcPr>
            <w:tcW w:w="6344" w:type="dxa"/>
          </w:tcPr>
          <w:p w14:paraId="4F21FA52" w14:textId="77777777" w:rsidR="00DB6943" w:rsidRDefault="00DB6943" w:rsidP="00DB6943">
            <w:pPr>
              <w:pStyle w:val="Tabelleninhalt"/>
            </w:pPr>
          </w:p>
        </w:tc>
        <w:tc>
          <w:tcPr>
            <w:tcW w:w="835" w:type="dxa"/>
          </w:tcPr>
          <w:p w14:paraId="658CFB05" w14:textId="77777777" w:rsidR="00DB6943" w:rsidRDefault="00DB6943" w:rsidP="00DB6943">
            <w:pPr>
              <w:pStyle w:val="Tabelleninhalt"/>
            </w:pPr>
          </w:p>
        </w:tc>
      </w:tr>
      <w:tr w:rsidR="00DB6943" w14:paraId="04B4D237" w14:textId="77777777" w:rsidTr="00DB6943">
        <w:trPr>
          <w:cantSplit/>
          <w:trHeight w:val="1261"/>
          <w:tblHeader/>
        </w:trPr>
        <w:tc>
          <w:tcPr>
            <w:tcW w:w="2410" w:type="dxa"/>
          </w:tcPr>
          <w:p w14:paraId="0EC60D6A" w14:textId="6538358C" w:rsidR="00DB6943" w:rsidRPr="00DF485C" w:rsidRDefault="00DB6943" w:rsidP="00DB694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Dichter</w:t>
            </w:r>
            <w:r w:rsidRPr="00DB6943">
              <w:rPr>
                <w:b/>
                <w:color w:val="000000"/>
              </w:rPr>
              <w:t>/Selbstbild</w:t>
            </w:r>
          </w:p>
        </w:tc>
        <w:tc>
          <w:tcPr>
            <w:tcW w:w="6344" w:type="dxa"/>
          </w:tcPr>
          <w:p w14:paraId="5EFD5E6B" w14:textId="77777777" w:rsidR="00DB6943" w:rsidRDefault="00DB6943" w:rsidP="00DB6943">
            <w:pPr>
              <w:pStyle w:val="Tabelleninhalt"/>
            </w:pPr>
          </w:p>
        </w:tc>
        <w:tc>
          <w:tcPr>
            <w:tcW w:w="835" w:type="dxa"/>
          </w:tcPr>
          <w:p w14:paraId="391C1094" w14:textId="77777777" w:rsidR="00DB6943" w:rsidRDefault="00DB6943" w:rsidP="00DB6943">
            <w:pPr>
              <w:pStyle w:val="Tabelleninhalt"/>
            </w:pPr>
          </w:p>
        </w:tc>
      </w:tr>
      <w:tr w:rsidR="00DB6943" w14:paraId="2E3E2595" w14:textId="77777777" w:rsidTr="00DB6943">
        <w:trPr>
          <w:cantSplit/>
          <w:trHeight w:val="1265"/>
          <w:tblHeader/>
        </w:trPr>
        <w:tc>
          <w:tcPr>
            <w:tcW w:w="2410" w:type="dxa"/>
          </w:tcPr>
          <w:p w14:paraId="0A4F73FB" w14:textId="0F8412E5" w:rsidR="00DB6943" w:rsidRPr="00DF485C" w:rsidRDefault="00DB6943" w:rsidP="00DB6943">
            <w:pPr>
              <w:spacing w:after="160" w:line="259" w:lineRule="auto"/>
              <w:rPr>
                <w:b/>
                <w:color w:val="000000"/>
              </w:rPr>
            </w:pPr>
            <w:r w:rsidRPr="00DB6943">
              <w:rPr>
                <w:b/>
                <w:color w:val="000000"/>
              </w:rPr>
              <w:t>Karriere</w:t>
            </w:r>
            <w:r>
              <w:rPr>
                <w:b/>
                <w:color w:val="000000"/>
              </w:rPr>
              <w:t>/</w:t>
            </w:r>
            <w:r w:rsidRPr="00DB6943">
              <w:rPr>
                <w:b/>
                <w:color w:val="000000"/>
              </w:rPr>
              <w:t>Arbeit</w:t>
            </w:r>
          </w:p>
        </w:tc>
        <w:tc>
          <w:tcPr>
            <w:tcW w:w="6344" w:type="dxa"/>
          </w:tcPr>
          <w:p w14:paraId="2521138A" w14:textId="77777777" w:rsidR="00DB6943" w:rsidRDefault="00DB6943" w:rsidP="00DB6943">
            <w:pPr>
              <w:pStyle w:val="Tabelleninhalt"/>
            </w:pPr>
          </w:p>
        </w:tc>
        <w:tc>
          <w:tcPr>
            <w:tcW w:w="835" w:type="dxa"/>
          </w:tcPr>
          <w:p w14:paraId="00F7672F" w14:textId="77777777" w:rsidR="00DB6943" w:rsidRDefault="00DB6943" w:rsidP="00DB6943">
            <w:pPr>
              <w:pStyle w:val="Tabelleninhalt"/>
            </w:pPr>
          </w:p>
        </w:tc>
      </w:tr>
      <w:tr w:rsidR="00DB6943" w14:paraId="7BB313EB" w14:textId="77777777" w:rsidTr="00DB6943">
        <w:trPr>
          <w:cantSplit/>
          <w:trHeight w:val="1269"/>
          <w:tblHeader/>
        </w:trPr>
        <w:tc>
          <w:tcPr>
            <w:tcW w:w="2410" w:type="dxa"/>
          </w:tcPr>
          <w:p w14:paraId="33D773CE" w14:textId="3264FDF4" w:rsidR="00DB6943" w:rsidRPr="00DF485C" w:rsidRDefault="00DB6943" w:rsidP="00DB6943">
            <w:pPr>
              <w:rPr>
                <w:b/>
                <w:color w:val="000000"/>
              </w:rPr>
            </w:pPr>
            <w:r w:rsidRPr="00DB6943">
              <w:rPr>
                <w:b/>
                <w:color w:val="000000"/>
              </w:rPr>
              <w:t>Emilia</w:t>
            </w:r>
          </w:p>
        </w:tc>
        <w:tc>
          <w:tcPr>
            <w:tcW w:w="6344" w:type="dxa"/>
          </w:tcPr>
          <w:p w14:paraId="6B827C27" w14:textId="77777777" w:rsidR="00DB6943" w:rsidRDefault="00DB6943" w:rsidP="00DB6943">
            <w:pPr>
              <w:pStyle w:val="Tabelleninhalt"/>
            </w:pPr>
          </w:p>
        </w:tc>
        <w:tc>
          <w:tcPr>
            <w:tcW w:w="835" w:type="dxa"/>
          </w:tcPr>
          <w:p w14:paraId="07E1C79A" w14:textId="77777777" w:rsidR="00DB6943" w:rsidRDefault="00DB6943" w:rsidP="00DB6943">
            <w:pPr>
              <w:pStyle w:val="Tabelleninhalt"/>
            </w:pPr>
          </w:p>
        </w:tc>
      </w:tr>
      <w:tr w:rsidR="00DB6943" w14:paraId="34A1EB7A" w14:textId="77777777" w:rsidTr="00DB6943">
        <w:trPr>
          <w:cantSplit/>
          <w:trHeight w:val="1260"/>
          <w:tblHeader/>
        </w:trPr>
        <w:tc>
          <w:tcPr>
            <w:tcW w:w="2410" w:type="dxa"/>
          </w:tcPr>
          <w:p w14:paraId="7A0294DE" w14:textId="5CD7B436" w:rsidR="00DB6943" w:rsidRPr="00DF485C" w:rsidRDefault="00DB6943" w:rsidP="00DB6943">
            <w:pPr>
              <w:rPr>
                <w:b/>
                <w:color w:val="000000"/>
              </w:rPr>
            </w:pPr>
            <w:r w:rsidRPr="00DB6943">
              <w:rPr>
                <w:b/>
                <w:color w:val="000000"/>
              </w:rPr>
              <w:t>Kay</w:t>
            </w:r>
          </w:p>
        </w:tc>
        <w:tc>
          <w:tcPr>
            <w:tcW w:w="6344" w:type="dxa"/>
          </w:tcPr>
          <w:p w14:paraId="501612BE" w14:textId="77777777" w:rsidR="00DB6943" w:rsidRDefault="00DB6943" w:rsidP="00DB6943">
            <w:pPr>
              <w:pStyle w:val="Tabelleninhalt"/>
            </w:pPr>
          </w:p>
        </w:tc>
        <w:tc>
          <w:tcPr>
            <w:tcW w:w="835" w:type="dxa"/>
          </w:tcPr>
          <w:p w14:paraId="79D9D3DE" w14:textId="77777777" w:rsidR="00DB6943" w:rsidRDefault="00DB6943" w:rsidP="00DB6943">
            <w:pPr>
              <w:pStyle w:val="Tabelleninhalt"/>
            </w:pPr>
          </w:p>
        </w:tc>
      </w:tr>
    </w:tbl>
    <w:p w14:paraId="6CC5597C" w14:textId="6D7B109E" w:rsidR="009A7A83" w:rsidRPr="007C6F2F" w:rsidRDefault="00DF485C" w:rsidP="00E93066">
      <w:pPr>
        <w:spacing w:before="240" w:after="0"/>
        <w:rPr>
          <w:b/>
          <w:color w:val="000000"/>
        </w:rPr>
      </w:pPr>
      <w:r>
        <w:rPr>
          <w:b/>
          <w:color w:val="000000"/>
        </w:rPr>
        <w:t>Motto</w:t>
      </w:r>
      <w:r w:rsidR="009A7A83" w:rsidRPr="007C6F2F">
        <w:rPr>
          <w:b/>
          <w:color w:val="000000"/>
        </w:rPr>
        <w:t>:</w:t>
      </w:r>
    </w:p>
    <w:p w14:paraId="524DFAAC" w14:textId="52B140B5" w:rsidR="009A7A83" w:rsidRPr="007C6F2F" w:rsidRDefault="00DF485C" w:rsidP="00DB6943">
      <w:pPr>
        <w:spacing w:before="960" w:after="0"/>
        <w:rPr>
          <w:b/>
          <w:color w:val="000000"/>
        </w:rPr>
      </w:pPr>
      <w:r>
        <w:rPr>
          <w:b/>
          <w:color w:val="000000"/>
        </w:rPr>
        <w:t>Notizen:</w:t>
      </w:r>
      <w:bookmarkStart w:id="0" w:name="_GoBack"/>
      <w:bookmarkEnd w:id="0"/>
    </w:p>
    <w:sectPr w:rsidR="009A7A83" w:rsidRPr="007C6F2F" w:rsidSect="00DE1B3F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4C6FE" w14:textId="77777777" w:rsidR="00CD4E32" w:rsidRDefault="00CD4E32" w:rsidP="00263F44">
      <w:r>
        <w:separator/>
      </w:r>
    </w:p>
  </w:endnote>
  <w:endnote w:type="continuationSeparator" w:id="0">
    <w:p w14:paraId="55D708CD" w14:textId="77777777" w:rsidR="00CD4E32" w:rsidRDefault="00CD4E32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Calibri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8D5B" w14:textId="6ADED8A9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4747EE">
      <w:rPr>
        <w:noProof/>
        <w:sz w:val="20"/>
        <w:szCs w:val="20"/>
      </w:rPr>
      <w:t>21.04.2024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DB6943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DB6943">
      <w:rPr>
        <w:noProof/>
        <w:sz w:val="20"/>
        <w:szCs w:val="20"/>
      </w:rPr>
      <w:t>3</w:t>
    </w:r>
    <w:r w:rsidRPr="00120371">
      <w:rPr>
        <w:sz w:val="20"/>
        <w:szCs w:val="20"/>
      </w:rPr>
      <w:fldChar w:fldCharType="end"/>
    </w:r>
  </w:p>
  <w:p w14:paraId="6539C4E2" w14:textId="77777777" w:rsidR="00BD6E85" w:rsidRDefault="00BD6E8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B9F9B" w14:textId="77777777" w:rsidR="00CD4E32" w:rsidRDefault="00CD4E32" w:rsidP="00263F44">
      <w:r>
        <w:separator/>
      </w:r>
    </w:p>
  </w:footnote>
  <w:footnote w:type="continuationSeparator" w:id="0">
    <w:p w14:paraId="180C9837" w14:textId="77777777" w:rsidR="00CD4E32" w:rsidRDefault="00CD4E32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EC918" w14:textId="6F9C12A0" w:rsidR="00EC3925" w:rsidRPr="007E778D" w:rsidRDefault="007E778D" w:rsidP="00843992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64071A95" wp14:editId="7F93B4B8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Unterrichtsprojekte Deutsch - Wolfgang Koeppen – Tauben im Gras - Sprache im Roman</w:t>
    </w:r>
    <w:r w:rsidR="004D1362">
      <w:tab/>
    </w:r>
    <w:r>
      <w:tab/>
    </w:r>
    <w:r w:rsidR="00843992">
      <w:rPr>
        <w:b/>
        <w:bCs/>
      </w:rPr>
      <w:t>Figurenanalyse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02B91"/>
    <w:multiLevelType w:val="hybridMultilevel"/>
    <w:tmpl w:val="B0D20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3"/>
  </w:num>
  <w:num w:numId="9">
    <w:abstractNumId w:val="12"/>
  </w:num>
  <w:num w:numId="10">
    <w:abstractNumId w:val="23"/>
  </w:num>
  <w:num w:numId="11">
    <w:abstractNumId w:val="16"/>
  </w:num>
  <w:num w:numId="12">
    <w:abstractNumId w:val="23"/>
  </w:num>
  <w:num w:numId="13">
    <w:abstractNumId w:val="21"/>
  </w:num>
  <w:num w:numId="14">
    <w:abstractNumId w:val="14"/>
  </w:num>
  <w:num w:numId="15">
    <w:abstractNumId w:val="15"/>
  </w:num>
  <w:num w:numId="16">
    <w:abstractNumId w:val="24"/>
  </w:num>
  <w:num w:numId="17">
    <w:abstractNumId w:val="11"/>
  </w:num>
  <w:num w:numId="18">
    <w:abstractNumId w:val="18"/>
  </w:num>
  <w:num w:numId="19">
    <w:abstractNumId w:val="21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8"/>
  </w:num>
  <w:num w:numId="35">
    <w:abstractNumId w:val="21"/>
    <w:lvlOverride w:ilvl="0">
      <w:startOverride w:val="1"/>
    </w:lvlOverride>
  </w:num>
  <w:num w:numId="36">
    <w:abstractNumId w:val="21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87"/>
    <w:rsid w:val="000119F5"/>
    <w:rsid w:val="0002154A"/>
    <w:rsid w:val="00035065"/>
    <w:rsid w:val="000433EF"/>
    <w:rsid w:val="00046BB2"/>
    <w:rsid w:val="00054517"/>
    <w:rsid w:val="00082892"/>
    <w:rsid w:val="00083838"/>
    <w:rsid w:val="0009635B"/>
    <w:rsid w:val="000A08F7"/>
    <w:rsid w:val="000A2FD9"/>
    <w:rsid w:val="000B6985"/>
    <w:rsid w:val="000C0A48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0558A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75F3F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22991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44AA"/>
    <w:rsid w:val="004046CE"/>
    <w:rsid w:val="004204D2"/>
    <w:rsid w:val="00431EA3"/>
    <w:rsid w:val="0043692F"/>
    <w:rsid w:val="0044650F"/>
    <w:rsid w:val="00455880"/>
    <w:rsid w:val="0046328C"/>
    <w:rsid w:val="00470E0A"/>
    <w:rsid w:val="004747EE"/>
    <w:rsid w:val="0048193B"/>
    <w:rsid w:val="00490727"/>
    <w:rsid w:val="0049356E"/>
    <w:rsid w:val="004A3225"/>
    <w:rsid w:val="004B1AE5"/>
    <w:rsid w:val="004B2484"/>
    <w:rsid w:val="004B4BAA"/>
    <w:rsid w:val="004C2136"/>
    <w:rsid w:val="004D069D"/>
    <w:rsid w:val="004D1362"/>
    <w:rsid w:val="004D476C"/>
    <w:rsid w:val="004F0F9E"/>
    <w:rsid w:val="00514DF7"/>
    <w:rsid w:val="005154E3"/>
    <w:rsid w:val="005259C4"/>
    <w:rsid w:val="00532DFA"/>
    <w:rsid w:val="00535666"/>
    <w:rsid w:val="00535E5A"/>
    <w:rsid w:val="00536EAB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901BA"/>
    <w:rsid w:val="005A2907"/>
    <w:rsid w:val="005A2A87"/>
    <w:rsid w:val="005B6258"/>
    <w:rsid w:val="005C0A84"/>
    <w:rsid w:val="005C37C1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B72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6F2F"/>
    <w:rsid w:val="007D5D28"/>
    <w:rsid w:val="007E00B0"/>
    <w:rsid w:val="007E4198"/>
    <w:rsid w:val="007E778D"/>
    <w:rsid w:val="007F5051"/>
    <w:rsid w:val="007F7077"/>
    <w:rsid w:val="00805430"/>
    <w:rsid w:val="00806A96"/>
    <w:rsid w:val="00811543"/>
    <w:rsid w:val="00813751"/>
    <w:rsid w:val="00822474"/>
    <w:rsid w:val="00843992"/>
    <w:rsid w:val="00851F1D"/>
    <w:rsid w:val="008626D1"/>
    <w:rsid w:val="008666EC"/>
    <w:rsid w:val="00872FD6"/>
    <w:rsid w:val="008836AE"/>
    <w:rsid w:val="00891551"/>
    <w:rsid w:val="00894075"/>
    <w:rsid w:val="008A2EBA"/>
    <w:rsid w:val="008A7911"/>
    <w:rsid w:val="008B5BD4"/>
    <w:rsid w:val="008B5D65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1AF6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A7A83"/>
    <w:rsid w:val="009C05F9"/>
    <w:rsid w:val="009C59DB"/>
    <w:rsid w:val="009E1A78"/>
    <w:rsid w:val="009E4E76"/>
    <w:rsid w:val="009F4E5F"/>
    <w:rsid w:val="00A02163"/>
    <w:rsid w:val="00A04B46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0599"/>
    <w:rsid w:val="00BA4783"/>
    <w:rsid w:val="00BA5A1F"/>
    <w:rsid w:val="00BA69FB"/>
    <w:rsid w:val="00BD195B"/>
    <w:rsid w:val="00BD6E85"/>
    <w:rsid w:val="00BE3ACD"/>
    <w:rsid w:val="00BF6D36"/>
    <w:rsid w:val="00C1022E"/>
    <w:rsid w:val="00C20184"/>
    <w:rsid w:val="00C22C2F"/>
    <w:rsid w:val="00C22DA6"/>
    <w:rsid w:val="00C32849"/>
    <w:rsid w:val="00C43374"/>
    <w:rsid w:val="00C463C2"/>
    <w:rsid w:val="00C47264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4E32"/>
    <w:rsid w:val="00CD6932"/>
    <w:rsid w:val="00CF6ADC"/>
    <w:rsid w:val="00D05737"/>
    <w:rsid w:val="00D074DD"/>
    <w:rsid w:val="00D11D30"/>
    <w:rsid w:val="00D24408"/>
    <w:rsid w:val="00D447BF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6943"/>
    <w:rsid w:val="00DD03E6"/>
    <w:rsid w:val="00DD0775"/>
    <w:rsid w:val="00DD3ABE"/>
    <w:rsid w:val="00DE1B3F"/>
    <w:rsid w:val="00DE41D6"/>
    <w:rsid w:val="00DE7F37"/>
    <w:rsid w:val="00DF485C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3066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3ADFC"/>
  <w15:chartTrackingRefBased/>
  <w15:docId w15:val="{65C9FE33-E976-4B6D-A294-DA74FD7C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3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wnloads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561B0D20-1B5A-4599-8994-52D44D106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3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Charakterisierung Philipp</dc:title>
  <dc:subject/>
  <cp:keywords/>
  <dc:description/>
  <cp:lastModifiedBy>offline</cp:lastModifiedBy>
  <cp:revision>5</cp:revision>
  <dcterms:created xsi:type="dcterms:W3CDTF">2024-04-21T08:06:00Z</dcterms:created>
  <dcterms:modified xsi:type="dcterms:W3CDTF">2024-04-21T08:10:00Z</dcterms:modified>
</cp:coreProperties>
</file>