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84C6D" w14:textId="283EA0D5" w:rsidR="00687801" w:rsidRPr="00687801" w:rsidRDefault="001265FD" w:rsidP="00687801">
      <w:pPr>
        <w:pStyle w:val="berschrift1"/>
      </w:pPr>
      <w:r>
        <w:t>Montagetechnik Interpretation</w:t>
      </w:r>
    </w:p>
    <w:p w14:paraId="7E5894EF" w14:textId="77777777" w:rsidR="001265FD" w:rsidRDefault="001265FD" w:rsidP="001265FD">
      <w:pPr>
        <w:spacing w:after="20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Aufgabe: </w:t>
      </w:r>
    </w:p>
    <w:p w14:paraId="275685F8" w14:textId="77777777" w:rsidR="001265FD" w:rsidRDefault="001265FD" w:rsidP="001265FD">
      <w:pPr>
        <w:pStyle w:val="Listenabsatz"/>
        <w:numPr>
          <w:ilvl w:val="0"/>
          <w:numId w:val="38"/>
        </w:numPr>
        <w:suppressLineNumbers w:val="0"/>
        <w:spacing w:after="20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Lesen Sie AB Grundformen. Wenden Sie die Tabelle auf Ihren eigenen Text an! Beschreiben Sie die Ergebnisse!</w:t>
      </w:r>
    </w:p>
    <w:p w14:paraId="3D5E395C" w14:textId="77777777" w:rsidR="001265FD" w:rsidRDefault="001265FD" w:rsidP="001265FD">
      <w:pPr>
        <w:pStyle w:val="Listenabsatz"/>
        <w:numPr>
          <w:ilvl w:val="0"/>
          <w:numId w:val="38"/>
        </w:numPr>
        <w:suppressLineNumbers w:val="0"/>
        <w:spacing w:after="20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Bilden Sie Tandems und wählen Sie aus den folgenden Textstellen eine aus:</w:t>
      </w:r>
    </w:p>
    <w:p w14:paraId="62CB5616" w14:textId="77777777" w:rsidR="001265FD" w:rsidRDefault="001265FD" w:rsidP="001265FD">
      <w:pPr>
        <w:pStyle w:val="Listenabsatz"/>
        <w:spacing w:after="200" w:line="276" w:lineRule="auto"/>
        <w:jc w:val="both"/>
        <w:rPr>
          <w:rFonts w:ascii="Calibri" w:hAnsi="Calibri"/>
        </w:rPr>
      </w:pPr>
      <w:r w:rsidRPr="00E04979">
        <w:rPr>
          <w:rFonts w:ascii="Calibri" w:hAnsi="Calibri"/>
        </w:rPr>
        <w:t>S. 225 (Z. 2f)</w:t>
      </w:r>
    </w:p>
    <w:p w14:paraId="2DB277C3" w14:textId="77777777" w:rsidR="001265FD" w:rsidRDefault="001265FD" w:rsidP="001265FD">
      <w:pPr>
        <w:pStyle w:val="Listenabsatz"/>
        <w:spacing w:after="200" w:line="276" w:lineRule="auto"/>
        <w:jc w:val="both"/>
        <w:rPr>
          <w:rFonts w:ascii="Calibri" w:hAnsi="Calibri"/>
        </w:rPr>
      </w:pPr>
      <w:r w:rsidRPr="00E04979">
        <w:rPr>
          <w:rFonts w:ascii="Calibri" w:hAnsi="Calibri"/>
        </w:rPr>
        <w:t xml:space="preserve">S. 140 (Z. 8-10) und 161 (Z. 8f) </w:t>
      </w:r>
    </w:p>
    <w:p w14:paraId="32A951A7" w14:textId="77777777" w:rsidR="001265FD" w:rsidRDefault="001265FD" w:rsidP="001265FD">
      <w:pPr>
        <w:pStyle w:val="Listenabsatz"/>
        <w:spacing w:after="200" w:line="276" w:lineRule="auto"/>
        <w:jc w:val="both"/>
        <w:rPr>
          <w:rFonts w:ascii="Calibri" w:hAnsi="Calibri"/>
        </w:rPr>
      </w:pPr>
      <w:r w:rsidRPr="00E04979">
        <w:rPr>
          <w:rFonts w:ascii="Calibri" w:hAnsi="Calibri"/>
        </w:rPr>
        <w:t xml:space="preserve">S. 43 (Z. 19-25) </w:t>
      </w:r>
    </w:p>
    <w:p w14:paraId="24AE3708" w14:textId="77777777" w:rsidR="001265FD" w:rsidRDefault="001265FD" w:rsidP="001265FD">
      <w:pPr>
        <w:pStyle w:val="Listenabsatz"/>
        <w:spacing w:after="200" w:line="276" w:lineRule="auto"/>
        <w:jc w:val="both"/>
        <w:rPr>
          <w:rFonts w:ascii="Calibri" w:hAnsi="Calibri"/>
        </w:rPr>
      </w:pPr>
      <w:r w:rsidRPr="00E04979">
        <w:rPr>
          <w:rFonts w:ascii="Calibri" w:hAnsi="Calibri"/>
        </w:rPr>
        <w:t xml:space="preserve">S. 60/61 (Z. 35f) </w:t>
      </w:r>
    </w:p>
    <w:p w14:paraId="4A81ECB2" w14:textId="77777777" w:rsidR="001265FD" w:rsidRDefault="001265FD" w:rsidP="001265FD">
      <w:pPr>
        <w:pStyle w:val="Listenabsatz"/>
        <w:spacing w:after="200" w:line="276" w:lineRule="auto"/>
        <w:jc w:val="both"/>
        <w:rPr>
          <w:rFonts w:ascii="Calibri" w:hAnsi="Calibri"/>
        </w:rPr>
      </w:pPr>
      <w:r w:rsidRPr="00E04979">
        <w:rPr>
          <w:rFonts w:ascii="Calibri" w:hAnsi="Calibri"/>
        </w:rPr>
        <w:t xml:space="preserve">S. 9 (Z. 7f) </w:t>
      </w:r>
    </w:p>
    <w:p w14:paraId="75624ABE" w14:textId="77777777" w:rsidR="001265FD" w:rsidRDefault="001265FD" w:rsidP="001265FD">
      <w:pPr>
        <w:pStyle w:val="Listenabsatz"/>
        <w:spacing w:after="200" w:line="276" w:lineRule="auto"/>
        <w:jc w:val="both"/>
        <w:rPr>
          <w:rFonts w:ascii="Calibri" w:hAnsi="Calibri"/>
        </w:rPr>
      </w:pPr>
      <w:r w:rsidRPr="00E04979">
        <w:rPr>
          <w:rFonts w:ascii="Calibri" w:hAnsi="Calibri"/>
        </w:rPr>
        <w:t xml:space="preserve">S. 55 (Z. 12f) </w:t>
      </w:r>
    </w:p>
    <w:p w14:paraId="56DA524F" w14:textId="77777777" w:rsidR="001265FD" w:rsidRDefault="001265FD" w:rsidP="001265FD">
      <w:pPr>
        <w:pStyle w:val="Listenabsatz"/>
        <w:spacing w:after="200" w:line="276" w:lineRule="auto"/>
        <w:jc w:val="both"/>
        <w:rPr>
          <w:rFonts w:ascii="Calibri" w:hAnsi="Calibri"/>
        </w:rPr>
      </w:pPr>
      <w:r w:rsidRPr="00E04979">
        <w:rPr>
          <w:rFonts w:ascii="Calibri" w:hAnsi="Calibri"/>
        </w:rPr>
        <w:t>S. 37 (Z. 28f) und 68/69 (Z. 35f)</w:t>
      </w:r>
    </w:p>
    <w:p w14:paraId="10948123" w14:textId="77777777" w:rsidR="001265FD" w:rsidRDefault="001265FD" w:rsidP="001265FD">
      <w:pPr>
        <w:spacing w:after="200" w:line="276" w:lineRule="auto"/>
        <w:ind w:left="709"/>
        <w:jc w:val="both"/>
        <w:rPr>
          <w:rFonts w:ascii="Calibri" w:hAnsi="Calibri"/>
        </w:rPr>
      </w:pPr>
      <w:r w:rsidRPr="00E04979">
        <w:rPr>
          <w:rFonts w:ascii="Calibri" w:hAnsi="Calibri"/>
        </w:rPr>
        <w:t xml:space="preserve">Lesen Sie zunächst die ausgewählte Textstelle. </w:t>
      </w:r>
    </w:p>
    <w:p w14:paraId="2C2AC66D" w14:textId="77777777" w:rsidR="001265FD" w:rsidRDefault="001265FD" w:rsidP="001265FD">
      <w:pPr>
        <w:spacing w:after="200" w:line="276" w:lineRule="auto"/>
        <w:ind w:left="709"/>
        <w:jc w:val="both"/>
        <w:rPr>
          <w:rFonts w:ascii="Calibri" w:hAnsi="Calibri"/>
        </w:rPr>
      </w:pPr>
      <w:r w:rsidRPr="00E04979">
        <w:rPr>
          <w:rFonts w:ascii="Calibri" w:hAnsi="Calibri"/>
        </w:rPr>
        <w:t>Wenden Sie nun erneut AB</w:t>
      </w:r>
      <w:r>
        <w:rPr>
          <w:rFonts w:ascii="Calibri" w:hAnsi="Calibri"/>
        </w:rPr>
        <w:t xml:space="preserve"> Grundformen</w:t>
      </w:r>
      <w:r w:rsidRPr="00E04979">
        <w:rPr>
          <w:rFonts w:ascii="Calibri" w:hAnsi="Calibri"/>
        </w:rPr>
        <w:t xml:space="preserve"> an, aber diesmal auf eine der Textstellen aus „Tauben im Gras“.</w:t>
      </w:r>
    </w:p>
    <w:p w14:paraId="000B0B9C" w14:textId="77777777" w:rsidR="001265FD" w:rsidRDefault="001265FD" w:rsidP="001265FD">
      <w:pPr>
        <w:pStyle w:val="Listenabsatz"/>
        <w:numPr>
          <w:ilvl w:val="0"/>
          <w:numId w:val="38"/>
        </w:numPr>
        <w:suppressLineNumbers w:val="0"/>
        <w:spacing w:after="20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Suchen Sie ein anderes Tandem mit der gleichen Textstelle und vergleichen Sie!</w:t>
      </w:r>
    </w:p>
    <w:p w14:paraId="42C90224" w14:textId="77777777" w:rsidR="001265FD" w:rsidRDefault="001265FD" w:rsidP="001265FD">
      <w:pPr>
        <w:spacing w:after="200" w:line="276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Wählen Sie einen Textauszug mit „Gelenkstelle“, ca. eine halbe Seite. Die Zahl der ausgefüllten Tabellenzeilen bestimmt die Zahl der Vorlesenden.</w:t>
      </w:r>
    </w:p>
    <w:p w14:paraId="3463E7D6" w14:textId="77777777" w:rsidR="001265FD" w:rsidRPr="00113526" w:rsidRDefault="001265FD" w:rsidP="001265FD">
      <w:pPr>
        <w:spacing w:after="200" w:line="276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Sprechen Sie diesen Text mit wechselnden Rollen auf! Beschreiben Sie Wirkung des Textes.</w:t>
      </w:r>
    </w:p>
    <w:p w14:paraId="77C1CC2A" w14:textId="77777777" w:rsidR="001265FD" w:rsidRDefault="001265FD" w:rsidP="001265FD">
      <w:pPr>
        <w:pStyle w:val="Listenabsatz"/>
        <w:numPr>
          <w:ilvl w:val="0"/>
          <w:numId w:val="38"/>
        </w:numPr>
        <w:suppressLineNumbers w:val="0"/>
        <w:spacing w:after="20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Jetzt geht es um die Interpretation der sprachlichen Analyse. Überlegen Sie gemeinsam, warum hier eine Verbindung zweier Textstellen geschaffen wird. Interpretieren Sie die „Verbindungs-Wörter“. Welche Assoziationen liegen nahe, welche Bilder erzeugen Sie im Kopf der Lesenden? Recherchieren Sie passende Bilder und begründen Sie ihre Auswahl!</w:t>
      </w:r>
    </w:p>
    <w:p w14:paraId="60C255C6" w14:textId="77777777" w:rsidR="001265FD" w:rsidRDefault="001265FD" w:rsidP="001265FD">
      <w:pPr>
        <w:pStyle w:val="Listenabsatz"/>
        <w:numPr>
          <w:ilvl w:val="0"/>
          <w:numId w:val="38"/>
        </w:numPr>
        <w:suppressLineNumbers w:val="0"/>
        <w:spacing w:after="20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Im AB Aufgaben haben Sie erfahren, dass Koeppens Montagetechnik ähnlich wie eine Filmtechnik wirkt. Übertragen Sie die Textstelle aus Aufgabe 2 in einen Filmausschnitt! Gestalten Sie dazu zu ihrem Textauszug aus „Tauben im Gras“ ein Storyboard.</w:t>
      </w:r>
    </w:p>
    <w:p w14:paraId="1A618A23" w14:textId="505A01CB" w:rsidR="001265FD" w:rsidRDefault="001265FD" w:rsidP="00C92482">
      <w:pPr>
        <w:pStyle w:val="Listenabsatz"/>
        <w:spacing w:after="36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Eine Anleitung dazu finden Sie hier: </w:t>
      </w:r>
    </w:p>
    <w:p w14:paraId="28039C4B" w14:textId="7E03B8A5" w:rsidR="00BA2EC0" w:rsidRDefault="00BA2EC0" w:rsidP="00C92482">
      <w:pPr>
        <w:pStyle w:val="Listenabsatz"/>
        <w:spacing w:before="360" w:after="200" w:line="276" w:lineRule="auto"/>
        <w:jc w:val="both"/>
        <w:rPr>
          <w:rFonts w:ascii="Calibri" w:hAnsi="Calibri"/>
        </w:rPr>
      </w:pPr>
      <w:hyperlink r:id="rId8" w:history="1">
        <w:proofErr w:type="spellStart"/>
        <w:r>
          <w:rPr>
            <w:rStyle w:val="Hyperlink"/>
          </w:rPr>
          <w:t>Storyboardzeichner</w:t>
        </w:r>
        <w:proofErr w:type="spellEnd"/>
        <w:r>
          <w:rPr>
            <w:rStyle w:val="Hyperlink"/>
          </w:rPr>
          <w:t xml:space="preserve"> (lehrerfortbildung-bw.de)</w:t>
        </w:r>
      </w:hyperlink>
    </w:p>
    <w:p w14:paraId="77710527" w14:textId="77777777" w:rsidR="001265FD" w:rsidRDefault="001265FD" w:rsidP="00C92482">
      <w:pPr>
        <w:pStyle w:val="Listenabsatz"/>
        <w:spacing w:before="360" w:after="20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Digital gibt es mehrere Apps, die ein Storyboard ermöglichen. Ein Beispiel dafür ist </w:t>
      </w:r>
      <w:proofErr w:type="spellStart"/>
      <w:r>
        <w:rPr>
          <w:rFonts w:ascii="Calibri" w:hAnsi="Calibri"/>
        </w:rPr>
        <w:t>canva</w:t>
      </w:r>
      <w:proofErr w:type="spellEnd"/>
      <w:r>
        <w:rPr>
          <w:rFonts w:ascii="Calibri" w:hAnsi="Calibri"/>
        </w:rPr>
        <w:t>:</w:t>
      </w:r>
    </w:p>
    <w:p w14:paraId="01C63AE2" w14:textId="77777777" w:rsidR="00752D2F" w:rsidRDefault="00752D2F" w:rsidP="00752D2F">
      <w:pPr>
        <w:ind w:firstLine="708"/>
      </w:pPr>
      <w:hyperlink r:id="rId9" w:history="1">
        <w:proofErr w:type="spellStart"/>
        <w:r>
          <w:rPr>
            <w:rStyle w:val="Hyperlink"/>
          </w:rPr>
          <w:t>Canva</w:t>
        </w:r>
        <w:proofErr w:type="spellEnd"/>
        <w:r>
          <w:rPr>
            <w:rStyle w:val="Hyperlink"/>
          </w:rPr>
          <w:t xml:space="preserve">: Die Visual Suite für </w:t>
        </w:r>
        <w:proofErr w:type="spellStart"/>
        <w:r>
          <w:rPr>
            <w:rStyle w:val="Hyperlink"/>
          </w:rPr>
          <w:t>alle</w:t>
        </w:r>
      </w:hyperlink>
      <w:bookmarkStart w:id="0" w:name="_GoBack"/>
      <w:bookmarkEnd w:id="0"/>
      <w:proofErr w:type="spellEnd"/>
    </w:p>
    <w:sectPr w:rsidR="00752D2F" w:rsidSect="00B37F25">
      <w:headerReference w:type="default" r:id="rId10"/>
      <w:footerReference w:type="default" r:id="rId11"/>
      <w:pgSz w:w="11906" w:h="16838" w:code="9"/>
      <w:pgMar w:top="851" w:right="1134" w:bottom="1134" w:left="1134" w:header="425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AC36F" w14:textId="77777777" w:rsidR="00745486" w:rsidRDefault="00745486" w:rsidP="00263F44">
      <w:r>
        <w:separator/>
      </w:r>
    </w:p>
  </w:endnote>
  <w:endnote w:type="continuationSeparator" w:id="0">
    <w:p w14:paraId="50F4AC8A" w14:textId="77777777" w:rsidR="00745486" w:rsidRDefault="00745486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4BE06" w14:textId="65DCC79D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BA2EC0">
      <w:rPr>
        <w:noProof/>
        <w:sz w:val="20"/>
        <w:szCs w:val="20"/>
      </w:rPr>
      <w:t>20.04.2024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C92482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C92482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  <w:p w14:paraId="659ACC63" w14:textId="77777777" w:rsidR="008D1F3D" w:rsidRDefault="008D1F3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DFC5E" w14:textId="77777777" w:rsidR="00745486" w:rsidRDefault="00745486" w:rsidP="00263F44">
      <w:r>
        <w:separator/>
      </w:r>
    </w:p>
  </w:footnote>
  <w:footnote w:type="continuationSeparator" w:id="0">
    <w:p w14:paraId="451933B1" w14:textId="77777777" w:rsidR="00745486" w:rsidRDefault="00745486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6E1CE" w14:textId="51C26ED0" w:rsidR="00EC3925" w:rsidRDefault="00EC3925" w:rsidP="001265FD">
    <w:pPr>
      <w:pStyle w:val="Kopfzeile"/>
    </w:pPr>
    <w:r>
      <w:rPr>
        <w:noProof/>
        <w:lang w:eastAsia="de-DE"/>
      </w:rPr>
      <w:drawing>
        <wp:inline distT="0" distB="0" distL="0" distR="0" wp14:anchorId="475CA315" wp14:editId="47E93DE3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65FD" w:rsidRPr="002B4F58">
      <w:tab/>
      <w:t>Unterrichtsprojekte Deutsch - Wolfgang Koeppen – Tauben im Gras - Sprache im Roman</w:t>
    </w:r>
    <w:r w:rsidR="001265FD" w:rsidRPr="002B4F58">
      <w:tab/>
    </w:r>
    <w:r w:rsidR="001265FD" w:rsidRPr="002B4F58">
      <w:tab/>
    </w:r>
    <w:r w:rsidR="001265FD">
      <w:tab/>
    </w:r>
    <w:r w:rsidR="001265FD" w:rsidRPr="001265FD">
      <w:rPr>
        <w:b/>
        <w:bCs/>
      </w:rPr>
      <w:t>Montagetechnik</w:t>
    </w:r>
    <w:r w:rsidR="001265FD">
      <w:rPr>
        <w:b/>
        <w:bCs/>
      </w:rPr>
      <w:t xml:space="preserve"> Interpretation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560B7"/>
    <w:multiLevelType w:val="hybridMultilevel"/>
    <w:tmpl w:val="CF6E4D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0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5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21"/>
  </w:num>
  <w:num w:numId="4">
    <w:abstractNumId w:val="19"/>
  </w:num>
  <w:num w:numId="5">
    <w:abstractNumId w:val="19"/>
  </w:num>
  <w:num w:numId="6">
    <w:abstractNumId w:val="15"/>
  </w:num>
  <w:num w:numId="7">
    <w:abstractNumId w:val="15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4"/>
  </w:num>
  <w:num w:numId="9">
    <w:abstractNumId w:val="14"/>
  </w:num>
  <w:num w:numId="10">
    <w:abstractNumId w:val="24"/>
  </w:num>
  <w:num w:numId="11">
    <w:abstractNumId w:val="18"/>
  </w:num>
  <w:num w:numId="12">
    <w:abstractNumId w:val="24"/>
  </w:num>
  <w:num w:numId="13">
    <w:abstractNumId w:val="22"/>
  </w:num>
  <w:num w:numId="14">
    <w:abstractNumId w:val="16"/>
  </w:num>
  <w:num w:numId="15">
    <w:abstractNumId w:val="17"/>
  </w:num>
  <w:num w:numId="16">
    <w:abstractNumId w:val="25"/>
  </w:num>
  <w:num w:numId="17">
    <w:abstractNumId w:val="13"/>
  </w:num>
  <w:num w:numId="18">
    <w:abstractNumId w:val="20"/>
  </w:num>
  <w:num w:numId="19">
    <w:abstractNumId w:val="22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22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6"/>
  </w:num>
  <w:num w:numId="34">
    <w:abstractNumId w:val="20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0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FD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265FD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6F3E89"/>
    <w:rsid w:val="00705C1A"/>
    <w:rsid w:val="00745486"/>
    <w:rsid w:val="00747952"/>
    <w:rsid w:val="00752D2F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1F3D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0EBA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37F25"/>
    <w:rsid w:val="00B73422"/>
    <w:rsid w:val="00B8215D"/>
    <w:rsid w:val="00B90B2E"/>
    <w:rsid w:val="00BA2EC0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92482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9DC45"/>
  <w15:chartTrackingRefBased/>
  <w15:docId w15:val="{C2376020-6935-4416-B7C2-1AC266C2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hrerfortbildung-bw.de/st_digital/medienwerkstatt/multimedia/video-im-unterricht/baum/jobs/stor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anva.com/de_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mp\AppData\Local\Packages\microsoft.windowscommunicationsapps_8wekyb3d8bbwe\LocalState\Files\S0\976\Attachments\2023-10-04-dokumentvorlage-kurz-word-beta%5b2795%5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FFDFF715-B8E9-4F42-9A59-2163EF4A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2023-10-04-dokumentvorlage-kurz-word-beta[2795]</Template>
  <TotalTime>0</TotalTime>
  <Pages>1</Pages>
  <Words>247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Montagetechnik - Interpretation</dc:title>
  <dc:subject/>
  <cp:keywords/>
  <dc:description/>
  <cp:lastModifiedBy>offline</cp:lastModifiedBy>
  <cp:revision>6</cp:revision>
  <dcterms:created xsi:type="dcterms:W3CDTF">2023-10-31T11:27:00Z</dcterms:created>
  <dcterms:modified xsi:type="dcterms:W3CDTF">2024-04-20T18:05:00Z</dcterms:modified>
</cp:coreProperties>
</file>