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2F60" w14:textId="072A8721" w:rsidR="00216C21" w:rsidRPr="00216C21" w:rsidRDefault="00216C21" w:rsidP="005C1DFC">
      <w:pPr>
        <w:spacing w:after="200" w:line="276" w:lineRule="auto"/>
        <w:rPr>
          <w:rFonts w:ascii="Calibri" w:hAnsi="Calibri"/>
          <w:szCs w:val="24"/>
        </w:rPr>
      </w:pPr>
      <w:r w:rsidRPr="00216C21">
        <w:rPr>
          <w:rFonts w:ascii="Calibri" w:hAnsi="Calibri" w:cs="Calibri"/>
          <w:b/>
          <w:szCs w:val="24"/>
        </w:rPr>
        <w:t>Vorbereitung</w:t>
      </w:r>
      <w:r>
        <w:rPr>
          <w:rFonts w:ascii="Calibri" w:hAnsi="Calibri" w:cs="Calibri"/>
          <w:b/>
          <w:szCs w:val="24"/>
        </w:rPr>
        <w:t xml:space="preserve"> und Strukturierung</w:t>
      </w:r>
      <w:r w:rsidRPr="00216C21">
        <w:rPr>
          <w:rFonts w:ascii="Calibri" w:hAnsi="Calibri" w:cs="Calibri"/>
          <w:b/>
          <w:szCs w:val="24"/>
        </w:rPr>
        <w:t xml:space="preserve"> des Aufsatzes</w:t>
      </w:r>
      <w:r>
        <w:rPr>
          <w:rFonts w:ascii="Calibri" w:hAnsi="Calibri" w:cs="Calibri"/>
          <w:b/>
          <w:szCs w:val="24"/>
        </w:rPr>
        <w:t xml:space="preserve"> mit Hilfe eines Schreibplans</w:t>
      </w:r>
      <w:r w:rsidR="00ED0BC0">
        <w:rPr>
          <w:rFonts w:ascii="Calibri" w:hAnsi="Calibri" w:cs="Calibri"/>
          <w:b/>
          <w:szCs w:val="24"/>
        </w:rPr>
        <w:t xml:space="preserve"> (=stichwortartige Gliederung)</w:t>
      </w:r>
    </w:p>
    <w:p w14:paraId="6E5CFA91" w14:textId="67BCE1EA" w:rsidR="00216C21" w:rsidRPr="006C69A7" w:rsidRDefault="00216C21" w:rsidP="005C1DFC">
      <w:pPr>
        <w:spacing w:after="200" w:line="276" w:lineRule="auto"/>
        <w:rPr>
          <w:rFonts w:ascii="Calibri" w:hAnsi="Calibri"/>
          <w:i/>
          <w:szCs w:val="24"/>
        </w:rPr>
      </w:pPr>
      <w:r w:rsidRPr="006C69A7">
        <w:rPr>
          <w:rFonts w:ascii="Calibri" w:hAnsi="Calibri"/>
          <w:i/>
          <w:szCs w:val="24"/>
        </w:rPr>
        <w:t>Um einen Aufsatz sinnvoll zu strukturieren und inhaltlich ergiebig zu gestalten, empfiehlt es sich, stichpunktartig einen Schreibplan zu erstellen, der beim Verfassen des Aufsatzes als Vorlage und Gedankenstütze dient</w:t>
      </w:r>
      <w:r w:rsidR="00A30A0D" w:rsidRPr="006C69A7">
        <w:rPr>
          <w:rFonts w:ascii="Calibri" w:hAnsi="Calibri"/>
          <w:i/>
          <w:szCs w:val="24"/>
        </w:rPr>
        <w:t xml:space="preserve">. </w:t>
      </w:r>
    </w:p>
    <w:p w14:paraId="5433BCE7" w14:textId="77777777" w:rsidR="00A30A0D" w:rsidRPr="006C69A7" w:rsidRDefault="00A30A0D" w:rsidP="005C1DFC">
      <w:pPr>
        <w:spacing w:after="200" w:line="276" w:lineRule="auto"/>
        <w:rPr>
          <w:rFonts w:ascii="Calibri" w:hAnsi="Calibri"/>
          <w:i/>
          <w:szCs w:val="24"/>
        </w:rPr>
      </w:pPr>
    </w:p>
    <w:p w14:paraId="4D5F0D86" w14:textId="348A5643" w:rsidR="00216C21" w:rsidRPr="006C69A7" w:rsidRDefault="00216C21" w:rsidP="005C1DFC">
      <w:pPr>
        <w:spacing w:after="200" w:line="276" w:lineRule="auto"/>
        <w:rPr>
          <w:rFonts w:ascii="Calibri" w:hAnsi="Calibri"/>
          <w:b/>
          <w:szCs w:val="24"/>
        </w:rPr>
      </w:pPr>
      <w:r w:rsidRPr="006C69A7">
        <w:rPr>
          <w:rFonts w:ascii="Calibri" w:hAnsi="Calibri"/>
          <w:b/>
          <w:szCs w:val="24"/>
        </w:rPr>
        <w:t xml:space="preserve">Aufgabe: </w:t>
      </w:r>
    </w:p>
    <w:p w14:paraId="3A1C29D2" w14:textId="698706FF" w:rsidR="00A30A0D" w:rsidRPr="006C69A7" w:rsidRDefault="00A30A0D" w:rsidP="005C1DFC">
      <w:pPr>
        <w:spacing w:after="200" w:line="276" w:lineRule="auto"/>
        <w:rPr>
          <w:rFonts w:ascii="Calibri" w:hAnsi="Calibri"/>
          <w:szCs w:val="24"/>
        </w:rPr>
      </w:pPr>
      <w:r w:rsidRPr="006C69A7">
        <w:rPr>
          <w:rFonts w:ascii="Calibri" w:hAnsi="Calibri"/>
          <w:szCs w:val="24"/>
        </w:rPr>
        <w:t xml:space="preserve">Halten Sie in Form eines stichwortartigen Schreibplans die einzelnen Elemente für den Aufbau Ihres Aufsatzes (Einleitung – Hauptteil – Schluss) sowie die Gesichtspunkte, die dabei jeweils genauer ausgeführt werden sollen, fest. </w:t>
      </w:r>
      <w:r w:rsidR="00562A2B" w:rsidRPr="006C69A7">
        <w:rPr>
          <w:rFonts w:ascii="Calibri" w:hAnsi="Calibri"/>
          <w:szCs w:val="24"/>
        </w:rPr>
        <w:br/>
      </w:r>
      <w:r w:rsidRPr="006C69A7">
        <w:rPr>
          <w:rFonts w:ascii="Calibri" w:hAnsi="Calibri"/>
          <w:szCs w:val="24"/>
        </w:rPr>
        <w:t>Greifen Sie hierfür auf Ihre</w:t>
      </w:r>
      <w:r w:rsidR="00ED0BC0" w:rsidRPr="006C69A7">
        <w:rPr>
          <w:rFonts w:ascii="Calibri" w:hAnsi="Calibri"/>
          <w:szCs w:val="24"/>
        </w:rPr>
        <w:t xml:space="preserve"> Mindmap und die</w:t>
      </w:r>
      <w:r w:rsidRPr="006C69A7">
        <w:rPr>
          <w:rFonts w:ascii="Calibri" w:hAnsi="Calibri"/>
          <w:szCs w:val="24"/>
        </w:rPr>
        <w:t xml:space="preserve"> </w:t>
      </w:r>
      <w:r w:rsidRPr="006C69A7">
        <w:rPr>
          <w:rFonts w:ascii="Calibri" w:hAnsi="Calibri"/>
          <w:i/>
          <w:szCs w:val="24"/>
        </w:rPr>
        <w:t>Ich-kann-Liste</w:t>
      </w:r>
      <w:r w:rsidRPr="006C69A7">
        <w:rPr>
          <w:rFonts w:ascii="Calibri" w:hAnsi="Calibri"/>
          <w:szCs w:val="24"/>
        </w:rPr>
        <w:t xml:space="preserve"> zurück (vgl. </w:t>
      </w:r>
      <w:r w:rsidR="00562A2B" w:rsidRPr="006C69A7">
        <w:rPr>
          <w:rFonts w:ascii="Calibri" w:hAnsi="Calibri"/>
          <w:szCs w:val="24"/>
        </w:rPr>
        <w:t>vor allem die Punkte</w:t>
      </w:r>
      <w:r w:rsidRPr="006C69A7">
        <w:rPr>
          <w:rFonts w:ascii="Calibri" w:hAnsi="Calibri"/>
          <w:szCs w:val="24"/>
        </w:rPr>
        <w:t xml:space="preserve"> 5 </w:t>
      </w:r>
      <w:r w:rsidR="00562A2B" w:rsidRPr="006C69A7">
        <w:rPr>
          <w:rFonts w:ascii="Calibri" w:hAnsi="Calibri"/>
          <w:szCs w:val="24"/>
        </w:rPr>
        <w:t>bis</w:t>
      </w:r>
      <w:r w:rsidRPr="006C69A7">
        <w:rPr>
          <w:rFonts w:ascii="Calibri" w:hAnsi="Calibri"/>
          <w:szCs w:val="24"/>
        </w:rPr>
        <w:t xml:space="preserve"> 7).</w:t>
      </w:r>
      <w:bookmarkStart w:id="0" w:name="_GoBack"/>
      <w:bookmarkEnd w:id="0"/>
    </w:p>
    <w:p w14:paraId="288F6E82" w14:textId="77777777" w:rsidR="00216C21" w:rsidRPr="006C69A7" w:rsidRDefault="00216C21" w:rsidP="005C1DFC">
      <w:pPr>
        <w:spacing w:after="200" w:line="276" w:lineRule="auto"/>
        <w:rPr>
          <w:rFonts w:ascii="Calibri" w:hAnsi="Calibri"/>
          <w:szCs w:val="24"/>
        </w:rPr>
      </w:pPr>
    </w:p>
    <w:p w14:paraId="308089D9" w14:textId="5D3F45A2" w:rsidR="00B53828" w:rsidRPr="006C69A7" w:rsidRDefault="00216C21" w:rsidP="00A30A0D">
      <w:pPr>
        <w:spacing w:after="200" w:line="276" w:lineRule="auto"/>
        <w:rPr>
          <w:rFonts w:ascii="Calibri" w:hAnsi="Calibri"/>
          <w:szCs w:val="24"/>
        </w:rPr>
      </w:pPr>
      <w:r w:rsidRPr="006C69A7">
        <w:rPr>
          <w:rFonts w:ascii="Calibri" w:hAnsi="Calibri"/>
          <w:szCs w:val="24"/>
        </w:rPr>
        <w:t xml:space="preserve"> </w:t>
      </w:r>
    </w:p>
    <w:p w14:paraId="4E352A1D" w14:textId="77777777" w:rsidR="00B53828" w:rsidRDefault="00B53828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53828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6AD61" w14:textId="37668DB7" w:rsidR="0018092A" w:rsidRDefault="00A1634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5B2DE7B6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C69A7" w:rsidRPr="006C69A7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14:paraId="320B5775" w14:textId="5B2DE7B6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C69A7" w:rsidRPr="006C69A7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7F2B4" w14:textId="43031217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5D41F9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6250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796250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8346B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09306BA" w:rsidR="0018092A" w:rsidRPr="007702B9" w:rsidRDefault="008346B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Erstellung eines Schreibplans</w:t>
                            </w:r>
                            <w:r w:rsidR="00796250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5D41F9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6250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796250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8346B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09306BA" w:rsidR="0018092A" w:rsidRPr="007702B9" w:rsidRDefault="008346B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Erstellung eines Schreibplans</w:t>
                      </w:r>
                      <w:r w:rsidR="00796250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16C21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5339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2A2B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C69A7"/>
    <w:rsid w:val="006E0447"/>
    <w:rsid w:val="006E0C1A"/>
    <w:rsid w:val="006F6CC1"/>
    <w:rsid w:val="007047D6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96250"/>
    <w:rsid w:val="007F6EEA"/>
    <w:rsid w:val="007F7702"/>
    <w:rsid w:val="008068E7"/>
    <w:rsid w:val="00820C15"/>
    <w:rsid w:val="00823188"/>
    <w:rsid w:val="008346B7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0A0D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D0BC0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1E5A9-1C09-4026-A2F5-3B852FBE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B5B2F695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Klein Tajana</cp:lastModifiedBy>
  <cp:revision>8</cp:revision>
  <cp:lastPrinted>2016-11-27T12:11:00Z</cp:lastPrinted>
  <dcterms:created xsi:type="dcterms:W3CDTF">2022-12-12T15:34:00Z</dcterms:created>
  <dcterms:modified xsi:type="dcterms:W3CDTF">2023-02-02T09:37:00Z</dcterms:modified>
</cp:coreProperties>
</file>