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A8D" w:rsidRDefault="001F4A8D" w:rsidP="00E009C3">
      <w:pPr>
        <w:tabs>
          <w:tab w:val="center" w:pos="4536"/>
          <w:tab w:val="right" w:pos="9356"/>
        </w:tabs>
        <w:rPr>
          <w:rFonts w:ascii="Calibri" w:hAnsi="Calibri" w:cs="Calibri"/>
        </w:rPr>
      </w:pPr>
      <w:bookmarkStart w:id="0" w:name="_GoBack"/>
      <w:bookmarkEnd w:id="0"/>
    </w:p>
    <w:p w:rsidR="00306EF6" w:rsidRDefault="00306EF6" w:rsidP="00E009C3">
      <w:pPr>
        <w:tabs>
          <w:tab w:val="center" w:pos="4536"/>
          <w:tab w:val="right" w:pos="9356"/>
        </w:tabs>
        <w:rPr>
          <w:rFonts w:cs="Arial"/>
          <w:b/>
          <w:sz w:val="22"/>
          <w:szCs w:val="22"/>
          <w:lang w:val="en-US"/>
        </w:rPr>
      </w:pPr>
    </w:p>
    <w:p w:rsidR="00EF2C16" w:rsidRDefault="00D64A92" w:rsidP="00EF2C16">
      <w:pPr>
        <w:tabs>
          <w:tab w:val="center" w:pos="4536"/>
          <w:tab w:val="right" w:pos="9356"/>
        </w:tabs>
        <w:jc w:val="center"/>
        <w:rPr>
          <w:rFonts w:asciiTheme="minorHAnsi" w:hAnsiTheme="minorHAnsi" w:cs="Arial"/>
          <w:b/>
          <w:sz w:val="22"/>
          <w:szCs w:val="22"/>
          <w:lang w:val="en-US"/>
        </w:rPr>
      </w:pPr>
      <w:proofErr w:type="spellStart"/>
      <w:r w:rsidRPr="00EF2C16">
        <w:rPr>
          <w:rFonts w:asciiTheme="minorHAnsi" w:hAnsiTheme="minorHAnsi" w:cs="Arial"/>
          <w:b/>
          <w:sz w:val="22"/>
          <w:szCs w:val="22"/>
          <w:lang w:val="en-US"/>
        </w:rPr>
        <w:t>Lernaufgabe</w:t>
      </w:r>
      <w:proofErr w:type="spellEnd"/>
      <w:r w:rsidRPr="00EF2C16">
        <w:rPr>
          <w:rFonts w:asciiTheme="minorHAnsi" w:hAnsiTheme="minorHAnsi" w:cs="Arial"/>
          <w:b/>
          <w:sz w:val="22"/>
          <w:szCs w:val="22"/>
          <w:lang w:val="en-US"/>
        </w:rPr>
        <w:t xml:space="preserve"> </w:t>
      </w:r>
    </w:p>
    <w:p w:rsidR="00EF2C16" w:rsidRPr="00EF2C16" w:rsidRDefault="00D64A92" w:rsidP="00EF2C16">
      <w:pPr>
        <w:tabs>
          <w:tab w:val="center" w:pos="4536"/>
          <w:tab w:val="right" w:pos="9356"/>
        </w:tabs>
        <w:jc w:val="center"/>
        <w:rPr>
          <w:rFonts w:ascii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hAnsiTheme="minorHAnsi" w:cs="Arial"/>
          <w:b/>
          <w:sz w:val="22"/>
          <w:szCs w:val="22"/>
          <w:lang w:val="en-US"/>
        </w:rPr>
        <w:t>“Let’s make our school nicer”</w:t>
      </w:r>
    </w:p>
    <w:p w:rsidR="00EF2C16" w:rsidRPr="00EF2C16" w:rsidRDefault="00EF2C16" w:rsidP="00E009C3">
      <w:pPr>
        <w:tabs>
          <w:tab w:val="center" w:pos="4536"/>
          <w:tab w:val="right" w:pos="9356"/>
        </w:tabs>
        <w:rPr>
          <w:rFonts w:asciiTheme="minorHAnsi" w:hAnsiTheme="minorHAnsi" w:cs="Arial"/>
          <w:b/>
          <w:sz w:val="22"/>
          <w:szCs w:val="22"/>
          <w:lang w:val="en-US"/>
        </w:rPr>
      </w:pPr>
    </w:p>
    <w:p w:rsidR="005926A8" w:rsidRDefault="00EF2C16" w:rsidP="00E009C3">
      <w:pPr>
        <w:tabs>
          <w:tab w:val="center" w:pos="4536"/>
          <w:tab w:val="right" w:pos="9356"/>
        </w:tabs>
        <w:rPr>
          <w:rFonts w:asciiTheme="minorHAnsi" w:hAnsiTheme="minorHAnsi" w:cs="Arial"/>
          <w:b/>
          <w:i/>
          <w:sz w:val="22"/>
          <w:szCs w:val="22"/>
          <w:lang w:val="en-US"/>
        </w:rPr>
      </w:pPr>
      <w:r w:rsidRPr="00EF2C16">
        <w:rPr>
          <w:rFonts w:asciiTheme="minorHAnsi" w:hAnsiTheme="minorHAnsi" w:cs="Arial"/>
          <w:b/>
          <w:i/>
          <w:sz w:val="22"/>
          <w:szCs w:val="22"/>
          <w:lang w:val="en-US"/>
        </w:rPr>
        <w:t>Your task:</w:t>
      </w:r>
    </w:p>
    <w:p w:rsidR="005926A8" w:rsidRPr="005926A8" w:rsidRDefault="005926A8" w:rsidP="00E009C3">
      <w:pPr>
        <w:tabs>
          <w:tab w:val="center" w:pos="4536"/>
          <w:tab w:val="right" w:pos="9356"/>
        </w:tabs>
        <w:rPr>
          <w:rFonts w:asciiTheme="minorHAnsi" w:hAnsiTheme="minorHAnsi" w:cs="Arial"/>
          <w:b/>
          <w:i/>
          <w:sz w:val="22"/>
          <w:szCs w:val="22"/>
          <w:lang w:val="en-US"/>
        </w:rPr>
      </w:pPr>
    </w:p>
    <w:tbl>
      <w:tblPr>
        <w:tblStyle w:val="Tabellenraster"/>
        <w:tblW w:w="0" w:type="auto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70"/>
      </w:tblGrid>
      <w:tr w:rsidR="00D64A92" w:rsidRPr="002832DF" w:rsidTr="00EF2C16">
        <w:tc>
          <w:tcPr>
            <w:tcW w:w="9670" w:type="dxa"/>
            <w:shd w:val="clear" w:color="auto" w:fill="D9D9D9" w:themeFill="background1" w:themeFillShade="D9"/>
          </w:tcPr>
          <w:p w:rsidR="00D64A92" w:rsidRPr="00EF2C16" w:rsidRDefault="00D64A92" w:rsidP="00D64A92">
            <w:pPr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</w:p>
          <w:p w:rsidR="00D64A92" w:rsidRPr="00FE0907" w:rsidRDefault="00D64A92" w:rsidP="00D64A92">
            <w:pPr>
              <w:jc w:val="center"/>
              <w:rPr>
                <w:sz w:val="22"/>
                <w:szCs w:val="22"/>
                <w:lang w:val="en-US"/>
              </w:rPr>
            </w:pPr>
            <w:r w:rsidRPr="00FE0907">
              <w:rPr>
                <w:rFonts w:cs="Arial"/>
                <w:b/>
                <w:sz w:val="22"/>
                <w:szCs w:val="22"/>
                <w:lang w:val="en-US"/>
              </w:rPr>
              <w:t>Let’s make our school nicer</w:t>
            </w:r>
          </w:p>
          <w:p w:rsidR="00D64A92" w:rsidRPr="00FE0907" w:rsidRDefault="00D64A92" w:rsidP="00D64A92">
            <w:pPr>
              <w:jc w:val="both"/>
              <w:rPr>
                <w:sz w:val="22"/>
                <w:szCs w:val="22"/>
                <w:lang w:val="en-US"/>
              </w:rPr>
            </w:pPr>
          </w:p>
          <w:p w:rsidR="00D64A92" w:rsidRPr="00EF2C16" w:rsidRDefault="00D64A92" w:rsidP="00D64A92">
            <w:pPr>
              <w:jc w:val="both"/>
              <w:rPr>
                <w:sz w:val="22"/>
                <w:szCs w:val="22"/>
                <w:lang w:val="en-US"/>
              </w:rPr>
            </w:pPr>
            <w:r w:rsidRPr="00FE0907">
              <w:rPr>
                <w:sz w:val="22"/>
                <w:szCs w:val="22"/>
                <w:lang w:val="en-US"/>
              </w:rPr>
              <w:t>Imagine t</w:t>
            </w:r>
            <w:r w:rsidRPr="00EF2C16">
              <w:rPr>
                <w:sz w:val="22"/>
                <w:szCs w:val="22"/>
                <w:lang w:val="en-US"/>
              </w:rPr>
              <w:t>he SMV wants to make our school nicer and has asked YOU for your help, because you have learnt a lot about British schools so far:</w:t>
            </w:r>
          </w:p>
          <w:p w:rsidR="00D64A92" w:rsidRPr="00EF2C16" w:rsidRDefault="00D64A92" w:rsidP="00D64A92">
            <w:pPr>
              <w:jc w:val="both"/>
              <w:rPr>
                <w:sz w:val="22"/>
                <w:szCs w:val="22"/>
                <w:lang w:val="en-US"/>
              </w:rPr>
            </w:pPr>
          </w:p>
          <w:p w:rsidR="00D64A92" w:rsidRDefault="00D64A92" w:rsidP="00D64A92">
            <w:pPr>
              <w:pStyle w:val="Listenabsatz"/>
              <w:numPr>
                <w:ilvl w:val="0"/>
                <w:numId w:val="22"/>
              </w:numPr>
              <w:rPr>
                <w:sz w:val="22"/>
                <w:szCs w:val="22"/>
                <w:lang w:val="en-US"/>
              </w:rPr>
            </w:pPr>
            <w:r w:rsidRPr="00EF2C16">
              <w:rPr>
                <w:sz w:val="22"/>
                <w:szCs w:val="22"/>
                <w:lang w:val="en-US"/>
              </w:rPr>
              <w:t xml:space="preserve">Think about what our school could take over from </w:t>
            </w:r>
            <w:r w:rsidR="00FE0907">
              <w:rPr>
                <w:sz w:val="22"/>
                <w:szCs w:val="22"/>
                <w:lang w:val="en-US"/>
              </w:rPr>
              <w:t>[</w:t>
            </w:r>
            <w:proofErr w:type="spellStart"/>
            <w:r w:rsidR="00FE0907" w:rsidRPr="00FE0907">
              <w:rPr>
                <w:i/>
                <w:sz w:val="22"/>
                <w:szCs w:val="22"/>
                <w:lang w:val="en-US"/>
              </w:rPr>
              <w:t>Schule</w:t>
            </w:r>
            <w:proofErr w:type="spellEnd"/>
            <w:r w:rsidR="00FE0907" w:rsidRPr="00FE0907">
              <w:rPr>
                <w:i/>
                <w:sz w:val="22"/>
                <w:szCs w:val="22"/>
                <w:lang w:val="en-US"/>
              </w:rPr>
              <w:t xml:space="preserve"> der </w:t>
            </w:r>
            <w:proofErr w:type="spellStart"/>
            <w:r w:rsidR="00FE0907" w:rsidRPr="00FE0907">
              <w:rPr>
                <w:i/>
                <w:sz w:val="22"/>
                <w:szCs w:val="22"/>
                <w:lang w:val="en-US"/>
              </w:rPr>
              <w:t>Lehrwerkskinder</w:t>
            </w:r>
            <w:proofErr w:type="spellEnd"/>
            <w:proofErr w:type="gramStart"/>
            <w:r w:rsidR="00FE0907">
              <w:rPr>
                <w:sz w:val="22"/>
                <w:szCs w:val="22"/>
                <w:lang w:val="en-US"/>
              </w:rPr>
              <w:t xml:space="preserve">] </w:t>
            </w:r>
            <w:r w:rsidRPr="00EF2C16">
              <w:rPr>
                <w:sz w:val="22"/>
                <w:szCs w:val="22"/>
                <w:lang w:val="en-US"/>
              </w:rPr>
              <w:t>.</w:t>
            </w:r>
            <w:proofErr w:type="gramEnd"/>
            <w:r w:rsidRPr="00EF2C16">
              <w:rPr>
                <w:sz w:val="22"/>
                <w:szCs w:val="22"/>
                <w:lang w:val="en-US"/>
              </w:rPr>
              <w:t xml:space="preserve"> </w:t>
            </w:r>
          </w:p>
          <w:p w:rsidR="00EF2C16" w:rsidRPr="00EF2C16" w:rsidRDefault="00EF2C16" w:rsidP="00EF2C16">
            <w:pPr>
              <w:pStyle w:val="Listenabsatz"/>
              <w:rPr>
                <w:sz w:val="22"/>
                <w:szCs w:val="22"/>
                <w:lang w:val="en-US"/>
              </w:rPr>
            </w:pPr>
          </w:p>
          <w:p w:rsidR="00D64A92" w:rsidRDefault="00D64A92" w:rsidP="00D64A92">
            <w:pPr>
              <w:pStyle w:val="Listenabsatz"/>
              <w:numPr>
                <w:ilvl w:val="0"/>
                <w:numId w:val="22"/>
              </w:numPr>
              <w:rPr>
                <w:sz w:val="22"/>
                <w:szCs w:val="22"/>
                <w:lang w:val="en-US"/>
              </w:rPr>
            </w:pPr>
            <w:r w:rsidRPr="00EF2C16">
              <w:rPr>
                <w:sz w:val="22"/>
                <w:szCs w:val="22"/>
                <w:lang w:val="en-US"/>
              </w:rPr>
              <w:t xml:space="preserve">Make at least four suggestions. </w:t>
            </w:r>
          </w:p>
          <w:p w:rsidR="00EF2C16" w:rsidRPr="00EF2C16" w:rsidRDefault="00EF2C16" w:rsidP="00EF2C16">
            <w:pPr>
              <w:pStyle w:val="Listenabsatz"/>
              <w:rPr>
                <w:sz w:val="22"/>
                <w:szCs w:val="22"/>
                <w:lang w:val="en-US"/>
              </w:rPr>
            </w:pPr>
          </w:p>
          <w:p w:rsidR="00D64A92" w:rsidRPr="00EF2C16" w:rsidRDefault="00D64A92" w:rsidP="00D64A92">
            <w:pPr>
              <w:pStyle w:val="Listenabsatz"/>
              <w:numPr>
                <w:ilvl w:val="0"/>
                <w:numId w:val="22"/>
              </w:numPr>
              <w:rPr>
                <w:sz w:val="22"/>
                <w:szCs w:val="22"/>
                <w:lang w:val="en-US"/>
              </w:rPr>
            </w:pPr>
            <w:r w:rsidRPr="00EF2C16">
              <w:rPr>
                <w:sz w:val="22"/>
                <w:szCs w:val="22"/>
                <w:lang w:val="en-US"/>
              </w:rPr>
              <w:t>In a role play, present your suggestions to the principal and vice-principal of our school and give reasons.</w:t>
            </w:r>
          </w:p>
          <w:p w:rsidR="00D64A92" w:rsidRPr="00EF2C16" w:rsidRDefault="00D64A92" w:rsidP="00E009C3">
            <w:pPr>
              <w:tabs>
                <w:tab w:val="center" w:pos="4536"/>
                <w:tab w:val="right" w:pos="9356"/>
              </w:tabs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:rsidR="00D64A92" w:rsidRPr="00EF2C16" w:rsidRDefault="00D64A92" w:rsidP="00E009C3">
      <w:pPr>
        <w:tabs>
          <w:tab w:val="center" w:pos="4536"/>
          <w:tab w:val="right" w:pos="9356"/>
        </w:tabs>
        <w:rPr>
          <w:rFonts w:asciiTheme="minorHAnsi" w:hAnsiTheme="minorHAnsi" w:cs="Arial"/>
          <w:sz w:val="22"/>
          <w:szCs w:val="22"/>
          <w:lang w:val="en-US"/>
        </w:rPr>
      </w:pPr>
    </w:p>
    <w:p w:rsidR="00D64A92" w:rsidRPr="00EF2C16" w:rsidRDefault="00EF2C16" w:rsidP="00E009C3">
      <w:pPr>
        <w:tabs>
          <w:tab w:val="center" w:pos="4536"/>
          <w:tab w:val="right" w:pos="9356"/>
        </w:tabs>
        <w:rPr>
          <w:rFonts w:asciiTheme="minorHAnsi" w:hAnsiTheme="minorHAnsi" w:cs="Arial"/>
          <w:b/>
          <w:i/>
          <w:sz w:val="22"/>
          <w:szCs w:val="22"/>
          <w:lang w:val="en-US"/>
        </w:rPr>
      </w:pPr>
      <w:r w:rsidRPr="00EF2C16">
        <w:rPr>
          <w:rFonts w:asciiTheme="minorHAnsi" w:hAnsiTheme="minorHAnsi" w:cs="Arial"/>
          <w:b/>
          <w:i/>
          <w:sz w:val="22"/>
          <w:szCs w:val="22"/>
          <w:lang w:val="en-US"/>
        </w:rPr>
        <w:t>What you have to do:</w:t>
      </w:r>
    </w:p>
    <w:p w:rsidR="00EF2C16" w:rsidRPr="00EF2C16" w:rsidRDefault="00EF2C16" w:rsidP="00E009C3">
      <w:pPr>
        <w:tabs>
          <w:tab w:val="center" w:pos="4536"/>
          <w:tab w:val="right" w:pos="9356"/>
        </w:tabs>
        <w:rPr>
          <w:rFonts w:ascii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jc w:val="both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Work in pairs.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306EF6" w:rsidRPr="00EF2C16" w:rsidRDefault="00306EF6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Step 1: What makes </w:t>
      </w:r>
      <w:r w:rsidR="00FE0907">
        <w:rPr>
          <w:rFonts w:asciiTheme="minorHAnsi" w:eastAsiaTheme="minorHAnsi" w:hAnsiTheme="minorHAnsi" w:cs="Arial"/>
          <w:b/>
          <w:sz w:val="22"/>
          <w:szCs w:val="22"/>
          <w:lang w:val="en-US"/>
        </w:rPr>
        <w:t>...</w:t>
      </w: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 School special?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numPr>
          <w:ilvl w:val="0"/>
          <w:numId w:val="16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Work together with your partner and brainstorm ideas about what makes </w:t>
      </w:r>
      <w:r w:rsidR="00FE0907"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School special. Then make a mind map together. Use an A3 poster. 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</w:r>
      <w:r w:rsidRPr="00EF2C16">
        <w:rPr>
          <w:rFonts w:asciiTheme="minorHAnsi" w:eastAsiaTheme="minorHAnsi" w:hAnsiTheme="minorHAnsi" w:cs="Arial"/>
          <w:color w:val="0070C0"/>
          <w:sz w:val="22"/>
          <w:szCs w:val="22"/>
          <w:lang w:val="en-US"/>
        </w:rPr>
        <w:t xml:space="preserve"> </w:t>
      </w:r>
    </w:p>
    <w:p w:rsidR="00D64A92" w:rsidRPr="00EF2C16" w:rsidRDefault="00D64A92" w:rsidP="00D64A92">
      <w:pPr>
        <w:spacing w:after="0"/>
        <w:ind w:left="708"/>
        <w:rPr>
          <w:rFonts w:asciiTheme="minorHAnsi" w:eastAsiaTheme="minorHAnsi" w:hAnsiTheme="minorHAnsi" w:cs="Arial"/>
          <w:b/>
          <w:color w:val="00B050"/>
          <w:sz w:val="22"/>
          <w:szCs w:val="22"/>
          <w:lang w:val="en-US"/>
        </w:rPr>
      </w:pPr>
    </w:p>
    <w:p w:rsidR="00D64A92" w:rsidRPr="00EF2C16" w:rsidRDefault="00D64A92" w:rsidP="00306EF6">
      <w:pPr>
        <w:spacing w:after="0"/>
        <w:ind w:left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SUPPORT</w:t>
      </w: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ab/>
      </w:r>
    </w:p>
    <w:p w:rsidR="00D64A92" w:rsidRPr="00EF2C16" w:rsidRDefault="00D64A92" w:rsidP="00D64A92">
      <w:pPr>
        <w:spacing w:after="0"/>
        <w:ind w:left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 xml:space="preserve">S1 How to find more information about </w:t>
      </w:r>
      <w:r w:rsidR="00FE0907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...</w:t>
      </w: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 xml:space="preserve"> School</w:t>
      </w:r>
    </w:p>
    <w:p w:rsidR="00D64A92" w:rsidRPr="00EF2C16" w:rsidRDefault="00D64A92" w:rsidP="00D64A92">
      <w:pPr>
        <w:spacing w:after="0"/>
        <w:ind w:firstLine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S2 How to make a mind-map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306EF6" w:rsidRPr="00EF2C16" w:rsidRDefault="00306EF6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Step 2: What would YOU like to take over at our school?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numPr>
          <w:ilvl w:val="0"/>
          <w:numId w:val="15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Look at your mind map and talk to your partner. Tell your partner politely what you like about </w:t>
      </w:r>
      <w:r w:rsidR="00FE0907"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School and what you don’t like so much. Give reasons. Then listen to your partner. </w:t>
      </w:r>
    </w:p>
    <w:p w:rsidR="00D64A92" w:rsidRPr="00EF2C16" w:rsidRDefault="00D64A92" w:rsidP="00D64A92">
      <w:pPr>
        <w:numPr>
          <w:ilvl w:val="0"/>
          <w:numId w:val="15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Now agree on at least four points you’d like to have at our school. Use the </w:t>
      </w: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+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sign on your mind map to show what you’d like to take over from </w:t>
      </w:r>
      <w:r w:rsidR="00FE0907"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School.</w:t>
      </w:r>
    </w:p>
    <w:p w:rsidR="00D64A92" w:rsidRPr="00EF2C16" w:rsidRDefault="00D64A92" w:rsidP="00D64A92">
      <w:pPr>
        <w:spacing w:after="0"/>
        <w:ind w:left="72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306EF6">
      <w:pPr>
        <w:spacing w:after="0"/>
        <w:ind w:left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SUPPORT</w:t>
      </w:r>
    </w:p>
    <w:p w:rsidR="00D64A92" w:rsidRPr="00EF2C16" w:rsidRDefault="00D64A92" w:rsidP="00D64A92">
      <w:pPr>
        <w:spacing w:after="0"/>
        <w:ind w:left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S3 How to have a polite conversation</w:t>
      </w:r>
    </w:p>
    <w:p w:rsidR="00D64A92" w:rsidRPr="00EF2C16" w:rsidRDefault="00D64A92" w:rsidP="00306EF6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306EF6" w:rsidRPr="00EF2C16" w:rsidRDefault="00306EF6" w:rsidP="00306EF6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5926A8" w:rsidRDefault="005926A8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A74317" w:rsidRDefault="00A74317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Step 3: Why would you like to take over these ideas?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numPr>
          <w:ilvl w:val="0"/>
          <w:numId w:val="17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Make a chart in your exercise book like this: </w:t>
      </w:r>
    </w:p>
    <w:p w:rsidR="00D64A92" w:rsidRPr="00EF2C16" w:rsidRDefault="00D64A92" w:rsidP="00D64A92">
      <w:pPr>
        <w:spacing w:after="0"/>
        <w:ind w:left="72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969"/>
        <w:gridCol w:w="3827"/>
      </w:tblGrid>
      <w:tr w:rsidR="00D64A92" w:rsidRPr="00EF2C16" w:rsidTr="00F630E9">
        <w:tc>
          <w:tcPr>
            <w:tcW w:w="3969" w:type="dxa"/>
            <w:shd w:val="clear" w:color="auto" w:fill="D9D9D9" w:themeFill="background1" w:themeFillShade="D9"/>
          </w:tcPr>
          <w:p w:rsidR="00D64A92" w:rsidRPr="00EF2C16" w:rsidRDefault="00D64A92" w:rsidP="00F630E9">
            <w:pPr>
              <w:spacing w:after="0"/>
              <w:contextualSpacing/>
              <w:jc w:val="center"/>
              <w:rPr>
                <w:rFonts w:eastAsiaTheme="minorHAnsi" w:cs="Arial"/>
                <w:sz w:val="22"/>
                <w:szCs w:val="22"/>
                <w:lang w:val="en-US"/>
              </w:rPr>
            </w:pPr>
          </w:p>
          <w:p w:rsidR="00D64A92" w:rsidRPr="00EF2C16" w:rsidRDefault="00D64A92" w:rsidP="00F630E9">
            <w:pPr>
              <w:spacing w:after="0"/>
              <w:contextualSpacing/>
              <w:jc w:val="center"/>
              <w:rPr>
                <w:rFonts w:eastAsiaTheme="minorHAnsi" w:cs="Arial"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sz w:val="22"/>
                <w:szCs w:val="22"/>
                <w:lang w:val="en-US"/>
              </w:rPr>
              <w:t>positive things</w:t>
            </w:r>
          </w:p>
          <w:p w:rsidR="00D64A92" w:rsidRPr="00EF2C16" w:rsidRDefault="00D64A92" w:rsidP="00F630E9">
            <w:pPr>
              <w:spacing w:after="0"/>
              <w:contextualSpacing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D64A92" w:rsidRPr="00EF2C16" w:rsidRDefault="00D64A92" w:rsidP="00F630E9">
            <w:pPr>
              <w:spacing w:after="0"/>
              <w:contextualSpacing/>
              <w:jc w:val="center"/>
              <w:rPr>
                <w:rFonts w:eastAsiaTheme="minorHAnsi" w:cs="Arial"/>
                <w:sz w:val="22"/>
                <w:szCs w:val="22"/>
                <w:lang w:val="en-US"/>
              </w:rPr>
            </w:pPr>
          </w:p>
          <w:p w:rsidR="00D64A92" w:rsidRPr="00EF2C16" w:rsidRDefault="00D64A92" w:rsidP="00F630E9">
            <w:pPr>
              <w:spacing w:after="0"/>
              <w:contextualSpacing/>
              <w:jc w:val="center"/>
              <w:rPr>
                <w:rFonts w:eastAsiaTheme="minorHAnsi" w:cs="Arial"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sz w:val="22"/>
                <w:szCs w:val="22"/>
                <w:lang w:val="en-US"/>
              </w:rPr>
              <w:t>reasons</w:t>
            </w:r>
          </w:p>
        </w:tc>
      </w:tr>
      <w:tr w:rsidR="00D64A92" w:rsidRPr="00EF2C16" w:rsidTr="00F630E9">
        <w:tc>
          <w:tcPr>
            <w:tcW w:w="3969" w:type="dxa"/>
            <w:shd w:val="clear" w:color="auto" w:fill="D9D9D9" w:themeFill="background1" w:themeFillShade="D9"/>
          </w:tcPr>
          <w:p w:rsidR="00D64A92" w:rsidRPr="00EF2C16" w:rsidRDefault="00D64A92" w:rsidP="00F630E9">
            <w:pPr>
              <w:spacing w:after="0"/>
              <w:contextualSpacing/>
              <w:rPr>
                <w:rFonts w:eastAsiaTheme="minorHAnsi" w:cs="Arial"/>
                <w:sz w:val="22"/>
                <w:szCs w:val="22"/>
                <w:lang w:val="en-US"/>
              </w:rPr>
            </w:pPr>
          </w:p>
          <w:p w:rsidR="00D64A92" w:rsidRPr="00EF2C16" w:rsidRDefault="00D64A92" w:rsidP="00F630E9">
            <w:pPr>
              <w:spacing w:after="0"/>
              <w:contextualSpacing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D64A92" w:rsidRPr="00EF2C16" w:rsidRDefault="00D64A92" w:rsidP="00F630E9">
            <w:pPr>
              <w:spacing w:after="0"/>
              <w:contextualSpacing/>
              <w:rPr>
                <w:rFonts w:eastAsiaTheme="minorHAnsi" w:cs="Arial"/>
                <w:sz w:val="22"/>
                <w:szCs w:val="22"/>
                <w:lang w:val="en-US"/>
              </w:rPr>
            </w:pPr>
          </w:p>
          <w:p w:rsidR="00D64A92" w:rsidRPr="00EF2C16" w:rsidRDefault="00D64A92" w:rsidP="00F630E9">
            <w:pPr>
              <w:spacing w:after="0"/>
              <w:contextualSpacing/>
              <w:rPr>
                <w:rFonts w:eastAsiaTheme="minorHAnsi" w:cs="Arial"/>
                <w:sz w:val="22"/>
                <w:szCs w:val="22"/>
                <w:lang w:val="en-US"/>
              </w:rPr>
            </w:pPr>
          </w:p>
          <w:p w:rsidR="00D64A92" w:rsidRPr="00EF2C16" w:rsidRDefault="00D64A92" w:rsidP="00F630E9">
            <w:pPr>
              <w:spacing w:after="0"/>
              <w:contextualSpacing/>
              <w:rPr>
                <w:rFonts w:eastAsiaTheme="minorHAnsi" w:cs="Arial"/>
                <w:sz w:val="22"/>
                <w:szCs w:val="22"/>
                <w:lang w:val="en-US"/>
              </w:rPr>
            </w:pPr>
          </w:p>
          <w:p w:rsidR="00D64A92" w:rsidRPr="00EF2C16" w:rsidRDefault="00D64A92" w:rsidP="00F630E9">
            <w:pPr>
              <w:spacing w:after="0"/>
              <w:contextualSpacing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</w:tr>
    </w:tbl>
    <w:p w:rsidR="00D64A92" w:rsidRPr="00EF2C16" w:rsidRDefault="00D64A92" w:rsidP="00D64A92">
      <w:pPr>
        <w:spacing w:after="0"/>
        <w:ind w:left="72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numPr>
          <w:ilvl w:val="0"/>
          <w:numId w:val="17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In the left column write down the positive things about </w:t>
      </w:r>
      <w:r w:rsidR="00FE0907"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School you would like to have at our school (at least four points). </w:t>
      </w:r>
    </w:p>
    <w:p w:rsidR="00D64A92" w:rsidRPr="00EF2C16" w:rsidRDefault="00D64A92" w:rsidP="00D64A92">
      <w:pPr>
        <w:numPr>
          <w:ilvl w:val="0"/>
          <w:numId w:val="17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In the right column write down your reasons. You don’t have to write sentences. Use keywords.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Step 4: What could you tell our principal?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numPr>
          <w:ilvl w:val="0"/>
          <w:numId w:val="18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Use your notes in the chart to prepare a short speech. Each of you must present two arguments. You may use index cards, but do not read out your text. </w:t>
      </w:r>
    </w:p>
    <w:p w:rsidR="00D64A92" w:rsidRPr="00EF2C16" w:rsidRDefault="00D64A92" w:rsidP="00D64A92">
      <w:pPr>
        <w:numPr>
          <w:ilvl w:val="0"/>
          <w:numId w:val="18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Now practice giving your talk.</w:t>
      </w:r>
    </w:p>
    <w:p w:rsidR="00D64A92" w:rsidRPr="00EF2C16" w:rsidRDefault="00D64A92" w:rsidP="00D64A92">
      <w:pPr>
        <w:spacing w:after="0"/>
        <w:ind w:left="36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ind w:firstLine="360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SUPPORT</w:t>
      </w:r>
    </w:p>
    <w:p w:rsidR="00D64A92" w:rsidRPr="00EF2C16" w:rsidRDefault="00D64A92" w:rsidP="00D64A92">
      <w:pPr>
        <w:spacing w:after="0"/>
        <w:ind w:firstLine="360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S4 How to give a short talk together with your partner</w:t>
      </w:r>
    </w:p>
    <w:p w:rsidR="00D64A92" w:rsidRPr="00EF2C16" w:rsidRDefault="00D64A92" w:rsidP="00D64A92">
      <w:pPr>
        <w:tabs>
          <w:tab w:val="center" w:pos="4536"/>
          <w:tab w:val="right" w:pos="9356"/>
        </w:tabs>
        <w:rPr>
          <w:rFonts w:ascii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hAnsiTheme="minorHAnsi" w:cs="Arial"/>
          <w:sz w:val="22"/>
          <w:szCs w:val="22"/>
          <w:lang w:val="en-US"/>
        </w:rPr>
        <w:t xml:space="preserve"> 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Step 5: Get ready for the meeting with the principal!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numPr>
          <w:ilvl w:val="0"/>
          <w:numId w:val="19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Imagine you enter the principal’s office: What comes first? What comes next? Together with your partner, put the steps in the correct order: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a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  <w:t>thank the principal and vice-principal for having time for you</w:t>
      </w:r>
    </w:p>
    <w:p w:rsidR="00D64A92" w:rsidRPr="00EF2C16" w:rsidRDefault="00D64A92" w:rsidP="00D64A92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b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  <w:t>enter the room and close the door behind you</w:t>
      </w:r>
    </w:p>
    <w:p w:rsidR="00D64A92" w:rsidRPr="00EF2C16" w:rsidRDefault="00D64A92" w:rsidP="00D64A92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c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  <w:t>say hello in a polite way</w:t>
      </w:r>
    </w:p>
    <w:p w:rsidR="00D64A92" w:rsidRPr="00EF2C16" w:rsidRDefault="00D64A92" w:rsidP="00D64A92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d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  <w:t>say good-bye</w:t>
      </w:r>
    </w:p>
    <w:p w:rsidR="00D64A92" w:rsidRPr="00EF2C16" w:rsidRDefault="00D64A92" w:rsidP="00D64A92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e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  <w:t>knock on the office door</w:t>
      </w:r>
    </w:p>
    <w:p w:rsidR="00D64A92" w:rsidRPr="00EF2C16" w:rsidRDefault="00D64A92" w:rsidP="00D64A92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f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  <w:t>introduce yourselves: give your names and your form</w:t>
      </w:r>
    </w:p>
    <w:p w:rsidR="00D64A92" w:rsidRPr="00EF2C16" w:rsidRDefault="00D64A92" w:rsidP="00D64A92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g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  <w:t>give the purpose of your visit</w:t>
      </w:r>
    </w:p>
    <w:p w:rsidR="00D64A92" w:rsidRPr="00EF2C16" w:rsidRDefault="00D64A92" w:rsidP="00D64A92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h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  <w:t>leave the room and close the door behind you</w:t>
      </w:r>
    </w:p>
    <w:p w:rsidR="00D64A92" w:rsidRPr="00EF2C16" w:rsidRDefault="00D64A92" w:rsidP="00D64A92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proofErr w:type="spellStart"/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i</w:t>
      </w:r>
      <w:proofErr w:type="spellEnd"/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ab/>
        <w:t>ask whether you can disturb the principal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tbl>
      <w:tblPr>
        <w:tblStyle w:val="Tabellenraster1"/>
        <w:tblW w:w="0" w:type="auto"/>
        <w:tblInd w:w="817" w:type="dxa"/>
        <w:tblLook w:val="04A0" w:firstRow="1" w:lastRow="0" w:firstColumn="1" w:lastColumn="0" w:noHBand="0" w:noVBand="1"/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7"/>
      </w:tblGrid>
      <w:tr w:rsidR="00D64A92" w:rsidRPr="00EF2C16" w:rsidTr="00F630E9">
        <w:tc>
          <w:tcPr>
            <w:tcW w:w="936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b/>
                <w:sz w:val="22"/>
                <w:szCs w:val="22"/>
                <w:lang w:val="en-US"/>
              </w:rPr>
              <w:t>a</w:t>
            </w: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b/>
                <w:sz w:val="22"/>
                <w:szCs w:val="22"/>
                <w:lang w:val="en-US"/>
              </w:rPr>
              <w:t>b</w:t>
            </w: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b/>
                <w:sz w:val="22"/>
                <w:szCs w:val="22"/>
                <w:lang w:val="en-US"/>
              </w:rPr>
              <w:t>c</w:t>
            </w: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b/>
                <w:sz w:val="22"/>
                <w:szCs w:val="22"/>
                <w:lang w:val="en-US"/>
              </w:rPr>
              <w:t>d</w:t>
            </w: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b/>
                <w:sz w:val="22"/>
                <w:szCs w:val="22"/>
                <w:lang w:val="en-US"/>
              </w:rPr>
              <w:t>f</w:t>
            </w: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b/>
                <w:sz w:val="22"/>
                <w:szCs w:val="22"/>
                <w:lang w:val="en-US"/>
              </w:rPr>
              <w:t>g</w:t>
            </w: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b/>
                <w:sz w:val="22"/>
                <w:szCs w:val="22"/>
                <w:lang w:val="en-US"/>
              </w:rPr>
              <w:t>h</w:t>
            </w:r>
          </w:p>
        </w:tc>
        <w:tc>
          <w:tcPr>
            <w:tcW w:w="937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proofErr w:type="spellStart"/>
            <w:r w:rsidRPr="00EF2C16">
              <w:rPr>
                <w:rFonts w:eastAsiaTheme="minorHAnsi" w:cs="Arial"/>
                <w:b/>
                <w:sz w:val="22"/>
                <w:szCs w:val="22"/>
                <w:lang w:val="en-US"/>
              </w:rPr>
              <w:t>i</w:t>
            </w:r>
            <w:proofErr w:type="spellEnd"/>
          </w:p>
        </w:tc>
      </w:tr>
      <w:tr w:rsidR="00D64A92" w:rsidRPr="00EF2C16" w:rsidTr="00F630E9">
        <w:tc>
          <w:tcPr>
            <w:tcW w:w="936" w:type="dxa"/>
          </w:tcPr>
          <w:p w:rsidR="00D64A92" w:rsidRPr="00EF2C16" w:rsidRDefault="00D64A92" w:rsidP="00F630E9">
            <w:pPr>
              <w:spacing w:after="0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jc w:val="center"/>
              <w:rPr>
                <w:rFonts w:eastAsiaTheme="minorHAnsi" w:cs="Arial"/>
                <w:sz w:val="22"/>
                <w:szCs w:val="22"/>
                <w:lang w:val="en-US"/>
              </w:rPr>
            </w:pPr>
            <w:r w:rsidRPr="00EF2C16">
              <w:rPr>
                <w:rFonts w:eastAsiaTheme="minorHAnsi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36" w:type="dxa"/>
          </w:tcPr>
          <w:p w:rsidR="00D64A92" w:rsidRPr="00EF2C16" w:rsidRDefault="00D64A92" w:rsidP="00F630E9">
            <w:pPr>
              <w:spacing w:after="0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37" w:type="dxa"/>
          </w:tcPr>
          <w:p w:rsidR="00D64A92" w:rsidRPr="00EF2C16" w:rsidRDefault="00D64A92" w:rsidP="00F630E9">
            <w:pPr>
              <w:spacing w:after="0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</w:p>
        </w:tc>
      </w:tr>
    </w:tbl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5926A8" w:rsidRDefault="005926A8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>
        <w:rPr>
          <w:rFonts w:asciiTheme="minorHAnsi" w:eastAsiaTheme="minorHAnsi" w:hAnsiTheme="minorHAnsi" w:cs="Arial"/>
          <w:b/>
          <w:sz w:val="22"/>
          <w:szCs w:val="22"/>
          <w:lang w:val="en-US"/>
        </w:rPr>
        <w:br w:type="page"/>
      </w:r>
    </w:p>
    <w:p w:rsidR="00D64A92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A74317" w:rsidRPr="00EF2C16" w:rsidRDefault="00A74317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numPr>
          <w:ilvl w:val="0"/>
          <w:numId w:val="19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Write down some words and phrases you would like to use to ...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306EF6">
      <w:pPr>
        <w:spacing w:after="0"/>
        <w:ind w:left="360" w:firstLine="36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... </w:t>
      </w: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say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hello in a polite way:   </w:t>
      </w:r>
    </w:p>
    <w:p w:rsidR="00D64A92" w:rsidRPr="00EF2C16" w:rsidRDefault="00D64A92" w:rsidP="00306EF6">
      <w:pPr>
        <w:spacing w:after="0"/>
        <w:ind w:left="360" w:firstLine="36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... </w:t>
      </w: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introduce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yourself: </w:t>
      </w:r>
    </w:p>
    <w:p w:rsidR="00D64A92" w:rsidRPr="00EF2C16" w:rsidRDefault="00D64A92" w:rsidP="00306EF6">
      <w:pPr>
        <w:spacing w:after="0"/>
        <w:ind w:left="360" w:firstLine="36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... </w:t>
      </w: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address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(= </w:t>
      </w:r>
      <w:proofErr w:type="spell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jmdn</w:t>
      </w:r>
      <w:proofErr w:type="spell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. </w:t>
      </w:r>
      <w:proofErr w:type="spell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anreden</w:t>
      </w:r>
      <w:proofErr w:type="spell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) your principal and vice-principal:</w:t>
      </w:r>
    </w:p>
    <w:p w:rsidR="00D64A92" w:rsidRPr="00EF2C16" w:rsidRDefault="00D64A92" w:rsidP="00306EF6">
      <w:pPr>
        <w:spacing w:after="0"/>
        <w:ind w:left="360" w:firstLine="36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... </w:t>
      </w: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say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why you would like to talk to them:</w:t>
      </w:r>
    </w:p>
    <w:p w:rsidR="00D64A92" w:rsidRPr="00EF2C16" w:rsidRDefault="00D64A92" w:rsidP="00D64A92">
      <w:pPr>
        <w:spacing w:after="0"/>
        <w:ind w:left="360" w:firstLine="36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... </w:t>
      </w:r>
      <w:proofErr w:type="gramStart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say</w:t>
      </w:r>
      <w:proofErr w:type="gramEnd"/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thank you and good-bye: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306EF6">
      <w:pPr>
        <w:spacing w:after="0"/>
        <w:ind w:firstLine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SUPPORT</w:t>
      </w:r>
    </w:p>
    <w:p w:rsidR="00D64A92" w:rsidRPr="00EF2C16" w:rsidRDefault="00D64A92" w:rsidP="00D64A92">
      <w:pPr>
        <w:spacing w:after="0"/>
        <w:ind w:left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 xml:space="preserve">S2 </w:t>
      </w: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ab/>
        <w:t>How to have a polite conversation</w:t>
      </w:r>
    </w:p>
    <w:p w:rsidR="00D64A92" w:rsidRPr="00EF2C16" w:rsidRDefault="00D64A92" w:rsidP="00D64A92">
      <w:pPr>
        <w:spacing w:after="0"/>
        <w:ind w:left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S5</w:t>
      </w: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ab/>
        <w:t>More words and phrases for the role play</w:t>
      </w:r>
    </w:p>
    <w:p w:rsidR="00D64A92" w:rsidRPr="00EF2C16" w:rsidRDefault="00D64A92" w:rsidP="00D64A92">
      <w:pPr>
        <w:spacing w:after="0"/>
        <w:ind w:left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</w:p>
    <w:p w:rsidR="005926A8" w:rsidRDefault="005926A8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Step 6: What questions could the principal</w:t>
      </w:r>
      <w:r w:rsidR="00306EF6"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 and the vice-</w:t>
      </w: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principal </w:t>
      </w:r>
      <w:proofErr w:type="gramStart"/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ask</w:t>
      </w:r>
      <w:proofErr w:type="gramEnd"/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 you?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numPr>
          <w:ilvl w:val="0"/>
          <w:numId w:val="20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What do you think the principal and vice-principal could ask you? Make a list of possible questions in your exercise book.</w:t>
      </w:r>
    </w:p>
    <w:p w:rsidR="00D64A92" w:rsidRPr="00EF2C16" w:rsidRDefault="00D64A92" w:rsidP="00D64A92">
      <w:pPr>
        <w:spacing w:after="0"/>
        <w:ind w:left="72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numPr>
          <w:ilvl w:val="0"/>
          <w:numId w:val="20"/>
        </w:numPr>
        <w:spacing w:after="0"/>
        <w:contextualSpacing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How would you answer the questions? Brainstorm your answers. Write down some keywords in your exercise book. Please remember to be </w:t>
      </w:r>
      <w:r w:rsidRPr="00EF2C16">
        <w:rPr>
          <w:rFonts w:asciiTheme="minorHAnsi" w:eastAsiaTheme="minorHAnsi" w:hAnsiTheme="minorHAnsi" w:cs="Arial"/>
          <w:sz w:val="22"/>
          <w:szCs w:val="22"/>
          <w:u w:val="single"/>
          <w:lang w:val="en-US"/>
        </w:rPr>
        <w:t>polite</w:t>
      </w: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Now two pairs form a group of four.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Step 7: Let’s meet the principal!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One pair takes the roles of the principal and the vice-principal. The other two are pupils. </w:t>
      </w:r>
    </w:p>
    <w:p w:rsidR="00D64A92" w:rsidRPr="00EF2C16" w:rsidRDefault="00D64A92" w:rsidP="00D64A92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>Now role-play the visit to the principal’s and vice-principal’s office. Practice several times and try to speak as freely as you can.</w:t>
      </w:r>
    </w:p>
    <w:p w:rsidR="00D64A92" w:rsidRPr="00EF2C16" w:rsidRDefault="00D64A92" w:rsidP="00306EF6">
      <w:pPr>
        <w:spacing w:after="0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</w:p>
    <w:p w:rsidR="00D64A92" w:rsidRPr="00EF2C16" w:rsidRDefault="00D64A92" w:rsidP="00306EF6">
      <w:pPr>
        <w:spacing w:after="0"/>
        <w:ind w:left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SUPPORT</w:t>
      </w:r>
    </w:p>
    <w:p w:rsidR="00D64A92" w:rsidRPr="00EF2C16" w:rsidRDefault="00D64A92" w:rsidP="00D64A92">
      <w:pPr>
        <w:spacing w:after="0"/>
        <w:ind w:left="708"/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>S5</w:t>
      </w: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ab/>
        <w:t>More words and phrases for the role play</w:t>
      </w:r>
    </w:p>
    <w:p w:rsidR="00D64A92" w:rsidRPr="00EF2C16" w:rsidRDefault="00D64A92" w:rsidP="00D64A92">
      <w:pPr>
        <w:spacing w:after="0"/>
        <w:ind w:firstLine="708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 xml:space="preserve">S6 </w:t>
      </w:r>
      <w:r w:rsidRPr="00EF2C16">
        <w:rPr>
          <w:rFonts w:asciiTheme="minorHAnsi" w:eastAsiaTheme="minorHAnsi" w:hAnsiTheme="minorHAnsi" w:cs="Arial"/>
          <w:b/>
          <w:color w:val="002060"/>
          <w:sz w:val="22"/>
          <w:szCs w:val="22"/>
          <w:lang w:val="en-US"/>
        </w:rPr>
        <w:tab/>
        <w:t>How to do the role play</w:t>
      </w:r>
    </w:p>
    <w:p w:rsidR="00D64A92" w:rsidRPr="00EF2C16" w:rsidRDefault="00D64A92" w:rsidP="00D64A92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b/>
          <w:sz w:val="22"/>
          <w:szCs w:val="22"/>
          <w:lang w:val="en-US"/>
        </w:rPr>
        <w:t>Step 8: Let’s do it again!</w:t>
      </w: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D64A92" w:rsidRPr="00EF2C16" w:rsidRDefault="00D64A92" w:rsidP="00D64A92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EF2C16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Team up with a new pair and swap roles. </w:t>
      </w:r>
    </w:p>
    <w:p w:rsidR="00EE28C4" w:rsidRDefault="00EE28C4">
      <w:pPr>
        <w:spacing w:after="0"/>
        <w:rPr>
          <w:rFonts w:asciiTheme="minorHAnsi" w:hAnsiTheme="minorHAnsi" w:cs="Arial"/>
          <w:sz w:val="22"/>
          <w:szCs w:val="22"/>
          <w:lang w:val="en-US"/>
        </w:rPr>
      </w:pPr>
      <w:r>
        <w:rPr>
          <w:rFonts w:asciiTheme="minorHAnsi" w:hAnsiTheme="minorHAnsi" w:cs="Arial"/>
          <w:sz w:val="22"/>
          <w:szCs w:val="22"/>
          <w:lang w:val="en-US"/>
        </w:rPr>
        <w:br w:type="page"/>
      </w:r>
    </w:p>
    <w:p w:rsidR="00EE28C4" w:rsidRDefault="00EE28C4" w:rsidP="00EE28C4">
      <w:pPr>
        <w:spacing w:after="0"/>
        <w:rPr>
          <w:rFonts w:asciiTheme="minorHAnsi" w:hAnsiTheme="minorHAnsi" w:cs="Arial"/>
          <w:sz w:val="22"/>
          <w:szCs w:val="22"/>
          <w:lang w:val="en-US"/>
        </w:rPr>
      </w:pPr>
    </w:p>
    <w:p w:rsidR="00EE28C4" w:rsidRDefault="00EE28C4" w:rsidP="00EE28C4">
      <w:pPr>
        <w:spacing w:after="0"/>
        <w:rPr>
          <w:rFonts w:asciiTheme="minorHAnsi" w:hAnsiTheme="minorHAnsi" w:cs="Arial"/>
          <w:sz w:val="22"/>
          <w:szCs w:val="22"/>
          <w:lang w:val="en-US"/>
        </w:rPr>
      </w:pPr>
    </w:p>
    <w:p w:rsidR="00EE28C4" w:rsidRPr="00E76502" w:rsidRDefault="00EE28C4" w:rsidP="00EE28C4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proofErr w:type="spellStart"/>
      <w:r w:rsidRPr="00E76502">
        <w:rPr>
          <w:rFonts w:asciiTheme="minorHAnsi" w:eastAsiaTheme="minorHAnsi" w:hAnsiTheme="minorHAnsi" w:cs="Arial"/>
          <w:b/>
          <w:sz w:val="22"/>
          <w:szCs w:val="22"/>
          <w:lang w:val="en-US"/>
        </w:rPr>
        <w:t>Differenzierungsmaterial</w:t>
      </w:r>
      <w:proofErr w:type="spellEnd"/>
      <w:r w:rsidRPr="00E76502">
        <w:rPr>
          <w:rFonts w:asciiTheme="minorHAnsi" w:eastAsiaTheme="minorHAnsi" w:hAnsiTheme="minorHAnsi" w:cs="Arial"/>
          <w:b/>
          <w:sz w:val="22"/>
          <w:szCs w:val="22"/>
          <w:lang w:val="en-US"/>
        </w:rPr>
        <w:t>:</w:t>
      </w:r>
    </w:p>
    <w:p w:rsidR="00EE28C4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766"/>
        <w:gridCol w:w="6463"/>
        <w:gridCol w:w="2091"/>
      </w:tblGrid>
      <w:tr w:rsidR="00EE28C4" w:rsidTr="001F066B">
        <w:tc>
          <w:tcPr>
            <w:tcW w:w="766" w:type="dxa"/>
            <w:tcBorders>
              <w:top w:val="nil"/>
              <w:left w:val="nil"/>
              <w:right w:val="nil"/>
            </w:tcBorders>
          </w:tcPr>
          <w:p w:rsidR="00EE28C4" w:rsidRPr="00104A89" w:rsidRDefault="00EE28C4" w:rsidP="001F066B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463" w:type="dxa"/>
            <w:tcBorders>
              <w:top w:val="nil"/>
              <w:left w:val="nil"/>
            </w:tcBorders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  <w:tc>
          <w:tcPr>
            <w:tcW w:w="2091" w:type="dxa"/>
          </w:tcPr>
          <w:p w:rsidR="00EE28C4" w:rsidRPr="00104A89" w:rsidRDefault="00EE28C4" w:rsidP="001F066B">
            <w:pPr>
              <w:spacing w:after="0"/>
              <w:rPr>
                <w:rFonts w:eastAsiaTheme="minorHAnsi" w:cs="Arial"/>
                <w:i/>
                <w:sz w:val="22"/>
                <w:szCs w:val="22"/>
                <w:lang w:val="en-US"/>
              </w:rPr>
            </w:pPr>
            <w:proofErr w:type="spellStart"/>
            <w:r w:rsidRPr="00104A89">
              <w:rPr>
                <w:rFonts w:eastAsiaTheme="minorHAnsi" w:cs="Arial"/>
                <w:i/>
                <w:sz w:val="22"/>
                <w:szCs w:val="22"/>
                <w:lang w:val="en-US"/>
              </w:rPr>
              <w:t>Einsatzort</w:t>
            </w:r>
            <w:proofErr w:type="spellEnd"/>
            <w:r w:rsidRPr="00104A89">
              <w:rPr>
                <w:rFonts w:eastAsiaTheme="minorHAnsi" w:cs="Arial"/>
                <w:i/>
                <w:sz w:val="22"/>
                <w:szCs w:val="22"/>
                <w:lang w:val="en-US"/>
              </w:rPr>
              <w:t>:</w:t>
            </w:r>
          </w:p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</w:tr>
      <w:tr w:rsidR="00EE28C4" w:rsidRPr="000C7A65" w:rsidTr="001F066B">
        <w:tc>
          <w:tcPr>
            <w:tcW w:w="766" w:type="dxa"/>
          </w:tcPr>
          <w:p w:rsidR="00EE28C4" w:rsidRPr="00104A89" w:rsidRDefault="00EE28C4" w:rsidP="001F066B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104A89">
              <w:rPr>
                <w:rFonts w:eastAsiaTheme="minorHAnsi" w:cs="Arial"/>
                <w:b/>
                <w:sz w:val="22"/>
                <w:szCs w:val="22"/>
                <w:lang w:val="en-US"/>
              </w:rPr>
              <w:t>S1</w:t>
            </w:r>
          </w:p>
        </w:tc>
        <w:tc>
          <w:tcPr>
            <w:tcW w:w="6463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How to find more information about ... School</w:t>
            </w:r>
          </w:p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  <w:tc>
          <w:tcPr>
            <w:tcW w:w="2091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Step 1</w:t>
            </w:r>
          </w:p>
        </w:tc>
      </w:tr>
      <w:tr w:rsidR="00EE28C4" w:rsidRPr="000C7A65" w:rsidTr="001F066B">
        <w:tc>
          <w:tcPr>
            <w:tcW w:w="766" w:type="dxa"/>
          </w:tcPr>
          <w:p w:rsidR="00EE28C4" w:rsidRPr="00104A89" w:rsidRDefault="00EE28C4" w:rsidP="001F066B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104A89">
              <w:rPr>
                <w:rFonts w:eastAsiaTheme="minorHAnsi" w:cs="Arial"/>
                <w:b/>
                <w:sz w:val="22"/>
                <w:szCs w:val="22"/>
                <w:lang w:val="en-US"/>
              </w:rPr>
              <w:t>S2</w:t>
            </w:r>
          </w:p>
        </w:tc>
        <w:tc>
          <w:tcPr>
            <w:tcW w:w="6463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How to make a mind-map</w:t>
            </w:r>
          </w:p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  <w:tc>
          <w:tcPr>
            <w:tcW w:w="2091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Step 1</w:t>
            </w:r>
          </w:p>
        </w:tc>
      </w:tr>
      <w:tr w:rsidR="00EE28C4" w:rsidRPr="000C7A65" w:rsidTr="001F066B">
        <w:tc>
          <w:tcPr>
            <w:tcW w:w="766" w:type="dxa"/>
          </w:tcPr>
          <w:p w:rsidR="00EE28C4" w:rsidRPr="00104A89" w:rsidRDefault="00EE28C4" w:rsidP="001F066B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104A89">
              <w:rPr>
                <w:rFonts w:eastAsiaTheme="minorHAnsi" w:cs="Arial"/>
                <w:b/>
                <w:sz w:val="22"/>
                <w:szCs w:val="22"/>
                <w:lang w:val="en-US"/>
              </w:rPr>
              <w:t>S3</w:t>
            </w:r>
          </w:p>
        </w:tc>
        <w:tc>
          <w:tcPr>
            <w:tcW w:w="6463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How to have a polite conversation</w:t>
            </w:r>
          </w:p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  <w:tc>
          <w:tcPr>
            <w:tcW w:w="2091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Step 2</w:t>
            </w:r>
          </w:p>
        </w:tc>
      </w:tr>
      <w:tr w:rsidR="00EE28C4" w:rsidTr="001F066B">
        <w:tc>
          <w:tcPr>
            <w:tcW w:w="766" w:type="dxa"/>
          </w:tcPr>
          <w:p w:rsidR="00EE28C4" w:rsidRPr="00104A89" w:rsidRDefault="00EE28C4" w:rsidP="001F066B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104A89">
              <w:rPr>
                <w:rFonts w:eastAsiaTheme="minorHAnsi" w:cs="Arial"/>
                <w:b/>
                <w:sz w:val="22"/>
                <w:szCs w:val="22"/>
                <w:lang w:val="en-US"/>
              </w:rPr>
              <w:t>S4</w:t>
            </w:r>
          </w:p>
        </w:tc>
        <w:tc>
          <w:tcPr>
            <w:tcW w:w="6463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How to give a short talk together with your partner</w:t>
            </w:r>
          </w:p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  <w:tc>
          <w:tcPr>
            <w:tcW w:w="2091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Step 4</w:t>
            </w:r>
          </w:p>
        </w:tc>
      </w:tr>
      <w:tr w:rsidR="00EE28C4" w:rsidTr="001F066B">
        <w:tc>
          <w:tcPr>
            <w:tcW w:w="766" w:type="dxa"/>
          </w:tcPr>
          <w:p w:rsidR="00EE28C4" w:rsidRPr="00104A89" w:rsidRDefault="00EE28C4" w:rsidP="001F066B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104A89">
              <w:rPr>
                <w:rFonts w:eastAsiaTheme="minorHAnsi" w:cs="Arial"/>
                <w:b/>
                <w:sz w:val="22"/>
                <w:szCs w:val="22"/>
                <w:lang w:val="en-US"/>
              </w:rPr>
              <w:t>S5</w:t>
            </w:r>
          </w:p>
        </w:tc>
        <w:tc>
          <w:tcPr>
            <w:tcW w:w="6463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More words and phrases for the role play</w:t>
            </w:r>
          </w:p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  <w:tc>
          <w:tcPr>
            <w:tcW w:w="2091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Step 7</w:t>
            </w:r>
          </w:p>
        </w:tc>
      </w:tr>
      <w:tr w:rsidR="00EE28C4" w:rsidTr="001F066B">
        <w:tc>
          <w:tcPr>
            <w:tcW w:w="766" w:type="dxa"/>
          </w:tcPr>
          <w:p w:rsidR="00EE28C4" w:rsidRPr="00104A89" w:rsidRDefault="00EE28C4" w:rsidP="001F066B">
            <w:pPr>
              <w:spacing w:after="0"/>
              <w:jc w:val="center"/>
              <w:rPr>
                <w:rFonts w:eastAsiaTheme="minorHAnsi" w:cs="Arial"/>
                <w:b/>
                <w:sz w:val="22"/>
                <w:szCs w:val="22"/>
                <w:lang w:val="en-US"/>
              </w:rPr>
            </w:pPr>
            <w:r w:rsidRPr="00104A89">
              <w:rPr>
                <w:rFonts w:eastAsiaTheme="minorHAnsi" w:cs="Arial"/>
                <w:b/>
                <w:sz w:val="22"/>
                <w:szCs w:val="22"/>
                <w:lang w:val="en-US"/>
              </w:rPr>
              <w:t>S6</w:t>
            </w:r>
          </w:p>
        </w:tc>
        <w:tc>
          <w:tcPr>
            <w:tcW w:w="6463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How you could do the role play</w:t>
            </w:r>
          </w:p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</w:p>
        </w:tc>
        <w:tc>
          <w:tcPr>
            <w:tcW w:w="2091" w:type="dxa"/>
          </w:tcPr>
          <w:p w:rsidR="00EE28C4" w:rsidRDefault="00EE28C4" w:rsidP="001F066B">
            <w:pPr>
              <w:spacing w:after="0"/>
              <w:rPr>
                <w:rFonts w:eastAsiaTheme="minorHAnsi" w:cs="Arial"/>
                <w:sz w:val="22"/>
                <w:szCs w:val="22"/>
                <w:lang w:val="en-US"/>
              </w:rPr>
            </w:pPr>
            <w:r>
              <w:rPr>
                <w:rFonts w:eastAsiaTheme="minorHAnsi" w:cs="Arial"/>
                <w:sz w:val="22"/>
                <w:szCs w:val="22"/>
                <w:lang w:val="en-US"/>
              </w:rPr>
              <w:t>Step 7</w:t>
            </w:r>
          </w:p>
        </w:tc>
      </w:tr>
    </w:tbl>
    <w:p w:rsidR="00EE28C4" w:rsidRPr="00EE28C4" w:rsidRDefault="00EE28C4" w:rsidP="00EE28C4">
      <w:pPr>
        <w:spacing w:after="0"/>
        <w:rPr>
          <w:rFonts w:asciiTheme="minorHAnsi" w:hAnsiTheme="minorHAnsi" w:cs="Arial"/>
          <w:sz w:val="22"/>
          <w:szCs w:val="22"/>
          <w:lang w:val="en-US"/>
        </w:rPr>
      </w:pPr>
    </w:p>
    <w:p w:rsidR="00EE28C4" w:rsidRPr="00EE28C4" w:rsidRDefault="00EE28C4" w:rsidP="00EE28C4">
      <w:pPr>
        <w:spacing w:after="0"/>
        <w:rPr>
          <w:rFonts w:asciiTheme="minorHAnsi" w:hAnsiTheme="minorHAnsi" w:cs="Arial"/>
          <w:sz w:val="22"/>
          <w:szCs w:val="22"/>
          <w:lang w:val="en-US"/>
        </w:rPr>
      </w:pPr>
    </w:p>
    <w:p w:rsidR="00EE28C4" w:rsidRPr="00A74317" w:rsidRDefault="00EE28C4" w:rsidP="00EE28C4">
      <w:pPr>
        <w:spacing w:after="0"/>
        <w:rPr>
          <w:rFonts w:asciiTheme="minorHAnsi" w:hAnsiTheme="minorHAnsi" w:cs="Arial"/>
          <w:sz w:val="22"/>
          <w:szCs w:val="22"/>
          <w:lang w:val="en-US"/>
        </w:rPr>
      </w:pPr>
      <w:r w:rsidRPr="00B8298A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S1 How to find more information about </w:t>
      </w:r>
      <w:r>
        <w:rPr>
          <w:rFonts w:asciiTheme="minorHAnsi" w:eastAsiaTheme="minorHAnsi" w:hAnsiTheme="minorHAnsi" w:cs="Arial"/>
          <w:b/>
          <w:sz w:val="22"/>
          <w:szCs w:val="22"/>
          <w:lang w:val="en-US"/>
        </w:rPr>
        <w:t>...</w:t>
      </w:r>
      <w:r w:rsidRPr="00B8298A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 School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eastAsiaTheme="minorHAnsi" w:cs="Arial"/>
          <w:b/>
          <w:color w:val="002060"/>
          <w:sz w:val="36"/>
          <w:szCs w:val="36"/>
          <w:lang w:val="en-US"/>
        </w:rPr>
      </w:pPr>
      <w:r w:rsidRPr="002B1853">
        <w:rPr>
          <w:rFonts w:ascii="Wingdings" w:eastAsiaTheme="minorHAnsi" w:hAnsi="Wingdings" w:cstheme="minorBidi"/>
          <w:b/>
          <w:color w:val="002060"/>
          <w:sz w:val="36"/>
          <w:szCs w:val="36"/>
          <w:lang w:val="en-US"/>
        </w:rPr>
        <w:t></w:t>
      </w:r>
      <w:r w:rsidRPr="002B1853">
        <w:rPr>
          <w:rFonts w:eastAsiaTheme="minorHAnsi" w:cs="Arial"/>
          <w:b/>
          <w:color w:val="002060"/>
          <w:sz w:val="36"/>
          <w:szCs w:val="36"/>
          <w:lang w:val="en-US"/>
        </w:rPr>
        <w:tab/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Scan your English textbook </w:t>
      </w:r>
      <w:r>
        <w:rPr>
          <w:rFonts w:asciiTheme="minorHAnsi" w:eastAsiaTheme="minorHAnsi" w:hAnsiTheme="minorHAnsi" w:cs="Arial"/>
          <w:i/>
          <w:sz w:val="22"/>
          <w:szCs w:val="22"/>
          <w:lang w:val="en-US"/>
        </w:rPr>
        <w:t>...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and last year’s textbook </w:t>
      </w:r>
      <w:r>
        <w:rPr>
          <w:rFonts w:asciiTheme="minorHAnsi" w:eastAsiaTheme="minorHAnsi" w:hAnsiTheme="minorHAnsi" w:cs="Arial"/>
          <w:i/>
          <w:sz w:val="22"/>
          <w:szCs w:val="22"/>
          <w:lang w:val="en-US"/>
        </w:rPr>
        <w:t>...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for information about </w:t>
      </w:r>
      <w:r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School.  Look at the texts and the photos and the exercises again! </w:t>
      </w: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eastAsiaTheme="minorHAnsi" w:cs="Arial"/>
          <w:b/>
          <w:color w:val="002060"/>
          <w:sz w:val="36"/>
          <w:szCs w:val="36"/>
          <w:lang w:val="en-US"/>
        </w:rPr>
      </w:pPr>
      <w:r w:rsidRPr="002B1853">
        <w:rPr>
          <w:rFonts w:ascii="Wingdings" w:eastAsiaTheme="minorHAnsi" w:hAnsi="Wingdings" w:cstheme="minorBidi"/>
          <w:b/>
          <w:color w:val="002060"/>
          <w:sz w:val="36"/>
          <w:szCs w:val="36"/>
          <w:lang w:val="en-US"/>
        </w:rPr>
        <w:t></w:t>
      </w:r>
      <w:r w:rsidRPr="002B1853">
        <w:rPr>
          <w:rFonts w:eastAsiaTheme="minorHAnsi" w:cs="Arial"/>
          <w:b/>
          <w:color w:val="002060"/>
          <w:sz w:val="36"/>
          <w:szCs w:val="36"/>
          <w:lang w:val="en-US"/>
        </w:rPr>
        <w:tab/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Browse through the newsletters, flyers and photos to learn more about life at </w:t>
      </w:r>
      <w:r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School.</w:t>
      </w: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eastAsiaTheme="minorHAnsi" w:cs="Arial"/>
          <w:b/>
          <w:color w:val="002060"/>
          <w:sz w:val="36"/>
          <w:szCs w:val="36"/>
          <w:lang w:val="en-US"/>
        </w:rPr>
      </w:pPr>
      <w:r w:rsidRPr="002B1853">
        <w:rPr>
          <w:rFonts w:ascii="Wingdings" w:eastAsiaTheme="minorHAnsi" w:hAnsi="Wingdings" w:cstheme="minorBidi"/>
          <w:b/>
          <w:color w:val="002060"/>
          <w:sz w:val="36"/>
          <w:szCs w:val="36"/>
          <w:lang w:val="en-US"/>
        </w:rPr>
        <w:t></w:t>
      </w:r>
      <w:r w:rsidRPr="002B1853">
        <w:rPr>
          <w:rFonts w:eastAsiaTheme="minorHAnsi" w:cs="Arial"/>
          <w:b/>
          <w:color w:val="002060"/>
          <w:sz w:val="36"/>
          <w:szCs w:val="36"/>
          <w:lang w:val="en-US"/>
        </w:rPr>
        <w:tab/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Check out the website </w:t>
      </w:r>
      <w:r w:rsidR="00DB792E">
        <w:fldChar w:fldCharType="begin"/>
      </w:r>
      <w:r w:rsidR="00DB792E" w:rsidRPr="002832DF">
        <w:rPr>
          <w:lang w:val="en-US"/>
        </w:rPr>
        <w:instrText xml:space="preserve"> HYPERLINK "http://www.cotham.bristol.sch.uk" </w:instrText>
      </w:r>
      <w:r w:rsidR="00DB792E">
        <w:fldChar w:fldCharType="separate"/>
      </w:r>
      <w:r w:rsidRPr="000C7A65">
        <w:rPr>
          <w:lang w:val="en-US"/>
        </w:rPr>
        <w:t>...</w:t>
      </w:r>
      <w:r w:rsidR="00DB792E">
        <w:rPr>
          <w:lang w:val="en-US"/>
        </w:rPr>
        <w:fldChar w:fldCharType="end"/>
      </w:r>
      <w:r w:rsidRPr="000C7A65">
        <w:rPr>
          <w:lang w:val="en-US"/>
        </w:rPr>
        <w:t xml:space="preserve"> 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for more information!</w:t>
      </w: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B8298A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104A89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B8298A">
        <w:rPr>
          <w:rFonts w:asciiTheme="minorHAnsi" w:eastAsiaTheme="minorHAnsi" w:hAnsiTheme="minorHAnsi" w:cs="Arial"/>
          <w:b/>
          <w:sz w:val="22"/>
          <w:szCs w:val="22"/>
          <w:lang w:val="en-US"/>
        </w:rPr>
        <w:t>S2 How to make a mind-map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eastAsiaTheme="minorHAnsi" w:cs="Arial"/>
          <w:b/>
          <w:color w:val="002060"/>
          <w:sz w:val="36"/>
          <w:szCs w:val="36"/>
          <w:lang w:val="en-US"/>
        </w:rPr>
      </w:pPr>
      <w:r w:rsidRPr="002B1853">
        <w:rPr>
          <w:rFonts w:ascii="Wingdings" w:eastAsiaTheme="minorHAnsi" w:hAnsi="Wingdings" w:cstheme="minorBidi"/>
          <w:b/>
          <w:color w:val="002060"/>
          <w:sz w:val="36"/>
          <w:szCs w:val="36"/>
          <w:lang w:val="en-US"/>
        </w:rPr>
        <w:t></w:t>
      </w:r>
      <w:r w:rsidRPr="002B1853">
        <w:rPr>
          <w:rFonts w:eastAsiaTheme="minorHAnsi" w:cs="Arial"/>
          <w:b/>
          <w:color w:val="002060"/>
          <w:sz w:val="36"/>
          <w:szCs w:val="36"/>
          <w:lang w:val="en-US"/>
        </w:rPr>
        <w:tab/>
      </w:r>
    </w:p>
    <w:p w:rsidR="00EE28C4" w:rsidRPr="002B1853" w:rsidRDefault="007D3B0C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>
        <w:rPr>
          <w:rFonts w:asciiTheme="minorHAnsi" w:eastAsiaTheme="minorHAnsi" w:hAnsiTheme="minorHAnsi" w:cs="Arial"/>
          <w:sz w:val="22"/>
          <w:szCs w:val="22"/>
          <w:lang w:val="en-US"/>
        </w:rPr>
        <w:t>Turn</w:t>
      </w:r>
      <w:r w:rsidR="00EE28C4"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</w:t>
      </w:r>
      <w:proofErr w:type="spellStart"/>
      <w:r w:rsidR="00EE28C4" w:rsidRPr="002B1853">
        <w:rPr>
          <w:rFonts w:asciiTheme="minorHAnsi" w:eastAsiaTheme="minorHAnsi" w:hAnsiTheme="minorHAnsi" w:cs="Arial"/>
          <w:sz w:val="22"/>
          <w:szCs w:val="22"/>
          <w:lang w:val="en-US"/>
        </w:rPr>
        <w:t>to p</w:t>
      </w:r>
      <w:proofErr w:type="spellEnd"/>
      <w:r w:rsidR="00EE28C4"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. </w:t>
      </w:r>
      <w:r w:rsidR="00EE28C4"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r w:rsidR="00EE28C4"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in </w:t>
      </w:r>
      <w:r w:rsidR="00EE28C4">
        <w:rPr>
          <w:rFonts w:asciiTheme="minorHAnsi" w:eastAsiaTheme="minorHAnsi" w:hAnsiTheme="minorHAnsi" w:cs="Arial"/>
          <w:sz w:val="22"/>
          <w:szCs w:val="22"/>
          <w:lang w:val="en-US"/>
        </w:rPr>
        <w:t>your</w:t>
      </w:r>
      <w:r w:rsidR="00EE28C4"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textbook</w:t>
      </w:r>
      <w:r w:rsidR="00EE28C4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eastAsiaTheme="minorHAnsi" w:cs="Arial"/>
          <w:b/>
          <w:color w:val="002060"/>
          <w:sz w:val="36"/>
          <w:szCs w:val="36"/>
          <w:lang w:val="en-US"/>
        </w:rPr>
      </w:pPr>
      <w:r w:rsidRPr="002B1853">
        <w:rPr>
          <w:rFonts w:ascii="Wingdings" w:eastAsiaTheme="minorHAnsi" w:hAnsi="Wingdings" w:cstheme="minorBidi"/>
          <w:b/>
          <w:color w:val="002060"/>
          <w:sz w:val="36"/>
          <w:szCs w:val="36"/>
          <w:lang w:val="en-US"/>
        </w:rPr>
        <w:t></w:t>
      </w:r>
      <w:r w:rsidRPr="002B1853">
        <w:rPr>
          <w:rFonts w:eastAsiaTheme="minorHAnsi" w:cs="Arial"/>
          <w:b/>
          <w:color w:val="002060"/>
          <w:sz w:val="36"/>
          <w:szCs w:val="36"/>
          <w:lang w:val="en-US"/>
        </w:rPr>
        <w:tab/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If you need more help, go to p. </w:t>
      </w:r>
      <w:r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in last year’s </w:t>
      </w:r>
      <w:proofErr w:type="gramStart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textbook</w:t>
      </w:r>
      <w:proofErr w:type="gramEnd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.</w:t>
      </w: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EE28C4" w:rsidRPr="002B1853" w:rsidRDefault="00EE28C4" w:rsidP="00EE28C4">
      <w:pPr>
        <w:tabs>
          <w:tab w:val="left" w:pos="1185"/>
        </w:tabs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B8298A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>
        <w:rPr>
          <w:rFonts w:asciiTheme="minorHAnsi" w:eastAsiaTheme="minorHAnsi" w:hAnsiTheme="minorHAnsi" w:cs="Arial"/>
          <w:sz w:val="22"/>
          <w:szCs w:val="22"/>
          <w:lang w:val="en-US"/>
        </w:rPr>
        <w:br w:type="page"/>
      </w:r>
    </w:p>
    <w:p w:rsidR="00EE28C4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Default="00EE28C4" w:rsidP="00EE28C4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B8298A">
        <w:rPr>
          <w:rFonts w:asciiTheme="minorHAnsi" w:eastAsiaTheme="minorHAnsi" w:hAnsiTheme="minorHAnsi" w:cs="Arial"/>
          <w:b/>
          <w:sz w:val="22"/>
          <w:szCs w:val="22"/>
          <w:lang w:val="en-US"/>
        </w:rPr>
        <w:t>S3 How to have a polite conversation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The following words and expressions can help you to be polite in the conversation with your partner:</w:t>
      </w:r>
    </w:p>
    <w:p w:rsidR="00EE28C4" w:rsidRPr="002B1853" w:rsidRDefault="00EE28C4" w:rsidP="00A74317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ind w:firstLine="708"/>
        <w:jc w:val="both"/>
        <w:rPr>
          <w:rFonts w:asciiTheme="minorHAnsi" w:eastAsiaTheme="minorHAnsi" w:hAnsiTheme="minorHAnsi" w:cs="Arial"/>
          <w:sz w:val="22"/>
          <w:szCs w:val="22"/>
        </w:rPr>
      </w:pPr>
      <w:proofErr w:type="spellStart"/>
      <w:r w:rsidRPr="002B1853">
        <w:rPr>
          <w:rFonts w:asciiTheme="minorHAnsi" w:eastAsiaTheme="minorHAnsi" w:hAnsiTheme="minorHAnsi" w:cs="Arial"/>
          <w:sz w:val="22"/>
          <w:szCs w:val="22"/>
        </w:rPr>
        <w:t>Giving</w:t>
      </w:r>
      <w:proofErr w:type="spellEnd"/>
      <w:r w:rsidRPr="002B1853">
        <w:rPr>
          <w:rFonts w:asciiTheme="minorHAnsi" w:eastAsiaTheme="minorHAnsi" w:hAnsiTheme="minorHAnsi" w:cs="Arial"/>
          <w:sz w:val="22"/>
          <w:szCs w:val="22"/>
        </w:rPr>
        <w:t xml:space="preserve"> </w:t>
      </w:r>
      <w:proofErr w:type="spellStart"/>
      <w:r w:rsidRPr="002B1853">
        <w:rPr>
          <w:rFonts w:asciiTheme="minorHAnsi" w:eastAsiaTheme="minorHAnsi" w:hAnsiTheme="minorHAnsi" w:cs="Arial"/>
          <w:sz w:val="22"/>
          <w:szCs w:val="22"/>
        </w:rPr>
        <w:t>your</w:t>
      </w:r>
      <w:proofErr w:type="spellEnd"/>
      <w:r w:rsidRPr="002B1853">
        <w:rPr>
          <w:rFonts w:asciiTheme="minorHAnsi" w:eastAsiaTheme="minorHAnsi" w:hAnsiTheme="minorHAnsi" w:cs="Arial"/>
          <w:sz w:val="22"/>
          <w:szCs w:val="22"/>
        </w:rPr>
        <w:t xml:space="preserve"> </w:t>
      </w:r>
      <w:proofErr w:type="spellStart"/>
      <w:r w:rsidRPr="002B1853">
        <w:rPr>
          <w:rFonts w:asciiTheme="minorHAnsi" w:eastAsiaTheme="minorHAnsi" w:hAnsiTheme="minorHAnsi" w:cs="Arial"/>
          <w:sz w:val="22"/>
          <w:szCs w:val="22"/>
        </w:rPr>
        <w:t>opinion</w:t>
      </w:r>
      <w:proofErr w:type="spellEnd"/>
      <w:r w:rsidRPr="002B1853">
        <w:rPr>
          <w:rFonts w:asciiTheme="minorHAnsi" w:eastAsiaTheme="minorHAnsi" w:hAnsiTheme="minorHAnsi" w:cs="Arial"/>
          <w:sz w:val="22"/>
          <w:szCs w:val="22"/>
        </w:rPr>
        <w:t xml:space="preserve">/ </w:t>
      </w:r>
      <w:r w:rsidRPr="002B1853">
        <w:rPr>
          <w:rFonts w:asciiTheme="minorHAnsi" w:eastAsiaTheme="minorHAnsi" w:hAnsiTheme="minorHAnsi" w:cs="Arial"/>
          <w:i/>
          <w:sz w:val="22"/>
          <w:szCs w:val="22"/>
        </w:rPr>
        <w:t>deine Meinung ausdrücken</w:t>
      </w:r>
      <w:r w:rsidRPr="002B1853">
        <w:rPr>
          <w:rFonts w:asciiTheme="minorHAnsi" w:eastAsiaTheme="minorHAnsi" w:hAnsiTheme="minorHAnsi" w:cs="Arial"/>
          <w:sz w:val="22"/>
          <w:szCs w:val="22"/>
        </w:rPr>
        <w:t>:</w:t>
      </w: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EE28C4" w:rsidRPr="002B1853" w:rsidRDefault="00EE28C4" w:rsidP="00EE28C4">
      <w:pPr>
        <w:spacing w:after="0"/>
        <w:ind w:left="1416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I think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this is a good/great idea …</w:t>
      </w:r>
    </w:p>
    <w:p w:rsidR="00EE28C4" w:rsidRPr="002B1853" w:rsidRDefault="00EE28C4" w:rsidP="00EE28C4">
      <w:pPr>
        <w:spacing w:after="0"/>
        <w:ind w:left="1416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In my opinion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this is/isn’t a good </w:t>
      </w:r>
      <w:proofErr w:type="gramStart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idea ...</w:t>
      </w:r>
      <w:proofErr w:type="gramEnd"/>
    </w:p>
    <w:p w:rsidR="00EE28C4" w:rsidRPr="002B1853" w:rsidRDefault="00EE28C4" w:rsidP="00EE28C4">
      <w:pPr>
        <w:spacing w:after="0"/>
        <w:ind w:left="1416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In my view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our school should also </w:t>
      </w:r>
      <w:proofErr w:type="gramStart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have ...</w:t>
      </w:r>
      <w:proofErr w:type="gramEnd"/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ind w:left="708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Asking for your partner’s opinion/ </w:t>
      </w:r>
      <w:proofErr w:type="spellStart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>nach</w:t>
      </w:r>
      <w:proofErr w:type="spellEnd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 xml:space="preserve"> der </w:t>
      </w:r>
      <w:proofErr w:type="spellStart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>Meinung</w:t>
      </w:r>
      <w:proofErr w:type="spellEnd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 xml:space="preserve"> </w:t>
      </w:r>
      <w:proofErr w:type="spellStart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>deines</w:t>
      </w:r>
      <w:proofErr w:type="spellEnd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 xml:space="preserve"> Partners </w:t>
      </w:r>
      <w:proofErr w:type="spellStart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>fragen</w:t>
      </w:r>
      <w:proofErr w:type="spellEnd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:</w:t>
      </w: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ind w:left="1416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What about you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?</w:t>
      </w:r>
    </w:p>
    <w:p w:rsidR="00EE28C4" w:rsidRPr="002B1853" w:rsidRDefault="00EE28C4" w:rsidP="00EE28C4">
      <w:pPr>
        <w:spacing w:after="0"/>
        <w:ind w:left="1416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So what do you think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?</w:t>
      </w:r>
    </w:p>
    <w:p w:rsidR="00EE28C4" w:rsidRPr="002B1853" w:rsidRDefault="00EE28C4" w:rsidP="00EE28C4">
      <w:pPr>
        <w:spacing w:after="0"/>
        <w:ind w:left="1416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Do you </w:t>
      </w:r>
      <w:proofErr w:type="gramStart"/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like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...?</w:t>
      </w:r>
      <w:proofErr w:type="gramEnd"/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ind w:firstLine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Agreeing/ </w:t>
      </w:r>
      <w:proofErr w:type="spellStart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>jemandem</w:t>
      </w:r>
      <w:proofErr w:type="spellEnd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 xml:space="preserve"> </w:t>
      </w:r>
      <w:proofErr w:type="spellStart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>zustimmen</w:t>
      </w:r>
      <w:proofErr w:type="spellEnd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: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ind w:left="1416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I think you’re right.</w:t>
      </w:r>
    </w:p>
    <w:p w:rsidR="00EE28C4" w:rsidRPr="002B1853" w:rsidRDefault="00EE28C4" w:rsidP="00EE28C4">
      <w:pPr>
        <w:spacing w:after="0"/>
        <w:ind w:left="1416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I agree with you.</w:t>
      </w:r>
    </w:p>
    <w:p w:rsidR="00EE28C4" w:rsidRPr="002B1853" w:rsidRDefault="00EE28C4" w:rsidP="00EE28C4">
      <w:pPr>
        <w:spacing w:after="0"/>
        <w:ind w:left="1416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This is a great idea!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ind w:firstLine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Disagreeing/ </w:t>
      </w:r>
      <w:proofErr w:type="spellStart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>jemandem</w:t>
      </w:r>
      <w:proofErr w:type="spellEnd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 xml:space="preserve"> </w:t>
      </w:r>
      <w:proofErr w:type="spellStart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>höflich</w:t>
      </w:r>
      <w:proofErr w:type="spellEnd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 xml:space="preserve"> </w:t>
      </w:r>
      <w:proofErr w:type="spellStart"/>
      <w:r w:rsidRPr="002B1853">
        <w:rPr>
          <w:rFonts w:asciiTheme="minorHAnsi" w:eastAsiaTheme="minorHAnsi" w:hAnsiTheme="minorHAnsi" w:cs="Arial"/>
          <w:i/>
          <w:sz w:val="22"/>
          <w:szCs w:val="22"/>
          <w:lang w:val="en-US"/>
        </w:rPr>
        <w:t>widersprechen</w:t>
      </w:r>
      <w:proofErr w:type="spellEnd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: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ind w:left="1416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Yes, </w:t>
      </w:r>
      <w:proofErr w:type="gramStart"/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but 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proofErr w:type="gramEnd"/>
    </w:p>
    <w:p w:rsidR="00EE28C4" w:rsidRPr="002B1853" w:rsidRDefault="00EE28C4" w:rsidP="00EE28C4">
      <w:pPr>
        <w:spacing w:after="0"/>
        <w:ind w:left="1416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I’m afraid I don’t agree with </w:t>
      </w:r>
      <w:proofErr w:type="gramStart"/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you 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...</w:t>
      </w:r>
      <w:proofErr w:type="gramEnd"/>
    </w:p>
    <w:p w:rsidR="00EE28C4" w:rsidRPr="002B1853" w:rsidRDefault="00EE28C4" w:rsidP="00EE28C4">
      <w:pPr>
        <w:spacing w:after="0"/>
        <w:ind w:left="1416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I don’t quite agree with </w:t>
      </w:r>
      <w:proofErr w:type="gramStart"/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you</w:t>
      </w: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...</w:t>
      </w:r>
      <w:proofErr w:type="gramEnd"/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A74317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B8298A">
        <w:rPr>
          <w:rFonts w:asciiTheme="minorHAnsi" w:eastAsiaTheme="minorHAnsi" w:hAnsiTheme="minorHAnsi" w:cs="Arial"/>
          <w:b/>
          <w:sz w:val="22"/>
          <w:szCs w:val="22"/>
          <w:lang w:val="en-US"/>
        </w:rPr>
        <w:t>S4 How to give a short talk together with your partner</w:t>
      </w:r>
    </w:p>
    <w:p w:rsidR="00EE28C4" w:rsidRDefault="00EE28C4" w:rsidP="00EE28C4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You can structure your short talk like this: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Partner A: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A74317">
      <w:pPr>
        <w:spacing w:after="0"/>
        <w:ind w:left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The topic of our talk </w:t>
      </w:r>
      <w:proofErr w:type="gramStart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is ...</w:t>
      </w:r>
      <w:proofErr w:type="gramEnd"/>
    </w:p>
    <w:p w:rsidR="00EE28C4" w:rsidRPr="002B1853" w:rsidRDefault="00EE28C4" w:rsidP="00A74317">
      <w:pPr>
        <w:spacing w:after="0"/>
        <w:ind w:left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Now (your partner’s name) and I will present our ideas.</w:t>
      </w:r>
    </w:p>
    <w:p w:rsidR="00EE28C4" w:rsidRPr="002B1853" w:rsidRDefault="00EE28C4" w:rsidP="00A74317">
      <w:pPr>
        <w:spacing w:after="0"/>
        <w:ind w:left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First I’d like to talk </w:t>
      </w:r>
      <w:proofErr w:type="gramStart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about ...</w:t>
      </w:r>
      <w:proofErr w:type="gramEnd"/>
    </w:p>
    <w:p w:rsidR="00EE28C4" w:rsidRPr="002B1853" w:rsidRDefault="00EE28C4" w:rsidP="00A74317">
      <w:pPr>
        <w:spacing w:after="0"/>
        <w:ind w:left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My second point </w:t>
      </w:r>
      <w:proofErr w:type="gramStart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is ...</w:t>
      </w:r>
      <w:proofErr w:type="gramEnd"/>
    </w:p>
    <w:p w:rsidR="00EE28C4" w:rsidRPr="002B1853" w:rsidRDefault="00EE28C4" w:rsidP="00EE28C4">
      <w:pPr>
        <w:spacing w:after="0"/>
        <w:ind w:left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Now my partner will go on.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b/>
          <w:sz w:val="22"/>
          <w:szCs w:val="22"/>
          <w:lang w:val="en-US"/>
        </w:rPr>
        <w:t>Partner B: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A74317">
      <w:pPr>
        <w:spacing w:after="0"/>
        <w:ind w:left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Thank you, (your partner’s name). </w:t>
      </w:r>
    </w:p>
    <w:p w:rsidR="00EE28C4" w:rsidRPr="002B1853" w:rsidRDefault="00EE28C4" w:rsidP="00A74317">
      <w:pPr>
        <w:spacing w:after="0"/>
        <w:ind w:left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In my opinion</w:t>
      </w:r>
      <w:proofErr w:type="gramStart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, ...</w:t>
      </w:r>
      <w:proofErr w:type="gramEnd"/>
    </w:p>
    <w:p w:rsidR="00EE28C4" w:rsidRPr="002B1853" w:rsidRDefault="00EE28C4" w:rsidP="00A74317">
      <w:pPr>
        <w:spacing w:after="0"/>
        <w:ind w:left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My next point </w:t>
      </w:r>
      <w:proofErr w:type="gramStart"/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is ...</w:t>
      </w:r>
      <w:proofErr w:type="gramEnd"/>
    </w:p>
    <w:p w:rsidR="00EE28C4" w:rsidRPr="002B1853" w:rsidRDefault="00EE28C4" w:rsidP="00EE28C4">
      <w:pPr>
        <w:spacing w:after="0"/>
        <w:ind w:left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That’s the end of our short talk. Do you have any questions?</w:t>
      </w:r>
    </w:p>
    <w:p w:rsidR="00EE28C4" w:rsidRPr="002B1853" w:rsidRDefault="00EE28C4" w:rsidP="00A74317">
      <w:pPr>
        <w:spacing w:after="0"/>
        <w:ind w:firstLine="708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Thank you.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tabs>
          <w:tab w:val="left" w:pos="1185"/>
        </w:tabs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A74317" w:rsidRDefault="00A74317" w:rsidP="00EE28C4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</w:p>
    <w:p w:rsidR="00EE28C4" w:rsidRPr="00B8298A" w:rsidRDefault="00EE28C4" w:rsidP="00EE28C4">
      <w:pPr>
        <w:spacing w:after="0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B8298A">
        <w:rPr>
          <w:rFonts w:asciiTheme="minorHAnsi" w:eastAsiaTheme="minorHAnsi" w:hAnsiTheme="minorHAnsi" w:cs="Arial"/>
          <w:b/>
          <w:sz w:val="22"/>
          <w:szCs w:val="22"/>
          <w:lang w:val="en-US"/>
        </w:rPr>
        <w:t>S5 More words and phrases for the role play</w:t>
      </w:r>
    </w:p>
    <w:p w:rsidR="00EE28C4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A74317" w:rsidRPr="00B8298A" w:rsidRDefault="00A74317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eastAsiaTheme="minorHAnsi" w:cs="Arial"/>
          <w:color w:val="002060"/>
          <w:sz w:val="36"/>
          <w:szCs w:val="36"/>
          <w:lang w:val="en-US"/>
        </w:rPr>
      </w:pPr>
      <w:r w:rsidRPr="002B1853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What the pupils can say: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Excuse me, may I come in? 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Good morning</w:t>
      </w:r>
      <w:proofErr w:type="gramStart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./</w:t>
      </w:r>
      <w:proofErr w:type="gramEnd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Good afternoon, </w:t>
      </w:r>
      <w:proofErr w:type="spellStart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Mr</w:t>
      </w:r>
      <w:proofErr w:type="spellEnd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.../</w:t>
      </w: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Mrs.../</w:t>
      </w: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Ms</w:t>
      </w:r>
      <w:proofErr w:type="spellEnd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...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I’m ..., and this is my </w:t>
      </w:r>
      <w:proofErr w:type="gramStart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friend ...</w:t>
      </w:r>
      <w:proofErr w:type="gramEnd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. We are in Form ... 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We would like to talk to you if possible.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Do you have time now or should we come back later?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We would like to talk with you about ...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>Our idea is to ...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Perhaps we could ...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Do you think we </w:t>
      </w:r>
      <w:proofErr w:type="gramStart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could ...?</w:t>
      </w:r>
      <w:proofErr w:type="gramEnd"/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What do you think about our ideas?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Thanks for listening to our ideas.</w:t>
      </w:r>
    </w:p>
    <w:p w:rsidR="00EE28C4" w:rsidRPr="002B1853" w:rsidRDefault="00EE28C4" w:rsidP="00EE28C4">
      <w:pPr>
        <w:numPr>
          <w:ilvl w:val="0"/>
          <w:numId w:val="23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Have a good day.</w:t>
      </w:r>
    </w:p>
    <w:p w:rsidR="00EE28C4" w:rsidRDefault="00EE28C4" w:rsidP="00EE28C4">
      <w:p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A74317" w:rsidRPr="002B1853" w:rsidRDefault="00A74317" w:rsidP="00EE28C4">
      <w:p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EE28C4" w:rsidRPr="002B1853" w:rsidRDefault="00EE28C4" w:rsidP="00EE28C4">
      <w:pPr>
        <w:spacing w:after="0"/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 xml:space="preserve"> </w:t>
      </w:r>
      <w:r w:rsidRPr="002B1853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What the principal and the vice-principal can say: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Come in, please.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We’ve got two/ five/ ten minutes.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How can I help you?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Now tell me about your ideas.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Can I ask you something?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What I like about your ideas is that ...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I need to ask you something: ...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This is an interesting/ excellent/ fantastic/ exciting idea ...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This sounds interesting, but ...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>Perhaps you could ...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Do you think you </w:t>
      </w:r>
      <w:proofErr w:type="gramStart"/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could ...?</w:t>
      </w:r>
      <w:proofErr w:type="gramEnd"/>
    </w:p>
    <w:p w:rsidR="00EE28C4" w:rsidRPr="002B1853" w:rsidRDefault="00EE28C4" w:rsidP="00EE28C4">
      <w:pPr>
        <w:numPr>
          <w:ilvl w:val="0"/>
          <w:numId w:val="24"/>
        </w:num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I’m sorry, but could you ...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I’m afraid I don’t think ...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Well, let me think about it all ...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Let me talk to the other teachers first. 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Let’s talk about your ideas again next week.</w:t>
      </w:r>
    </w:p>
    <w:p w:rsidR="00EE28C4" w:rsidRPr="002B1853" w:rsidRDefault="00EE28C4" w:rsidP="00EE28C4">
      <w:pPr>
        <w:numPr>
          <w:ilvl w:val="0"/>
          <w:numId w:val="24"/>
        </w:numPr>
        <w:spacing w:after="0"/>
        <w:contextualSpacing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theme="minorBidi"/>
          <w:sz w:val="22"/>
          <w:szCs w:val="22"/>
          <w:lang w:val="en-US"/>
        </w:rPr>
        <w:t>Have a good day.</w:t>
      </w:r>
    </w:p>
    <w:p w:rsidR="00EE28C4" w:rsidRPr="00B8298A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Default="00EE28C4" w:rsidP="00EE28C4">
      <w:pPr>
        <w:spacing w:after="0"/>
        <w:rPr>
          <w:rFonts w:asciiTheme="minorHAnsi" w:eastAsiaTheme="minorHAnsi" w:hAnsiTheme="minorHAnsi" w:cs="Arial"/>
          <w:sz w:val="22"/>
          <w:szCs w:val="22"/>
          <w:lang w:val="en-US"/>
        </w:rPr>
      </w:pPr>
      <w:r>
        <w:rPr>
          <w:rFonts w:asciiTheme="minorHAnsi" w:eastAsiaTheme="minorHAnsi" w:hAnsiTheme="minorHAnsi" w:cs="Arial"/>
          <w:sz w:val="22"/>
          <w:szCs w:val="22"/>
          <w:lang w:val="en-US"/>
        </w:rPr>
        <w:br w:type="page"/>
      </w:r>
    </w:p>
    <w:p w:rsidR="00EE28C4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Default="00EE28C4" w:rsidP="00EE28C4">
      <w:pPr>
        <w:spacing w:after="0"/>
        <w:jc w:val="both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FF32D1" w:rsidRDefault="00EE28C4" w:rsidP="00EE28C4">
      <w:pPr>
        <w:spacing w:after="0"/>
        <w:jc w:val="both"/>
        <w:rPr>
          <w:rFonts w:asciiTheme="minorHAnsi" w:eastAsiaTheme="minorHAnsi" w:hAnsiTheme="minorHAnsi" w:cs="Arial"/>
          <w:b/>
          <w:sz w:val="22"/>
          <w:szCs w:val="22"/>
          <w:lang w:val="en-US"/>
        </w:rPr>
      </w:pPr>
      <w:r w:rsidRPr="00FF32D1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S6 How </w:t>
      </w:r>
      <w:r>
        <w:rPr>
          <w:rFonts w:asciiTheme="minorHAnsi" w:eastAsiaTheme="minorHAnsi" w:hAnsiTheme="minorHAnsi" w:cs="Arial"/>
          <w:b/>
          <w:sz w:val="22"/>
          <w:szCs w:val="22"/>
          <w:lang w:val="en-US"/>
        </w:rPr>
        <w:t>you could</w:t>
      </w:r>
      <w:r w:rsidRPr="00FF32D1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 </w:t>
      </w:r>
      <w:r w:rsidR="008B3963">
        <w:rPr>
          <w:rFonts w:asciiTheme="minorHAnsi" w:eastAsiaTheme="minorHAnsi" w:hAnsiTheme="minorHAnsi" w:cs="Arial"/>
          <w:b/>
          <w:sz w:val="22"/>
          <w:szCs w:val="22"/>
          <w:lang w:val="en-US"/>
        </w:rPr>
        <w:t>structure</w:t>
      </w:r>
      <w:r w:rsidRPr="00FF32D1">
        <w:rPr>
          <w:rFonts w:asciiTheme="minorHAnsi" w:eastAsiaTheme="minorHAnsi" w:hAnsiTheme="minorHAnsi" w:cs="Arial"/>
          <w:b/>
          <w:sz w:val="22"/>
          <w:szCs w:val="22"/>
          <w:lang w:val="en-US"/>
        </w:rPr>
        <w:t xml:space="preserve"> the role play</w:t>
      </w:r>
    </w:p>
    <w:p w:rsidR="00EE28C4" w:rsidRPr="002B1853" w:rsidRDefault="00EE28C4" w:rsidP="00EE28C4">
      <w:pPr>
        <w:spacing w:after="0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First knock on the door and enter the room when the principal and vice-principal tell you to come in.</w:t>
      </w: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4380A" wp14:editId="3176B0C3">
                <wp:simplePos x="0" y="0"/>
                <wp:positionH relativeFrom="column">
                  <wp:posOffset>2950573</wp:posOffset>
                </wp:positionH>
                <wp:positionV relativeFrom="paragraph">
                  <wp:posOffset>160927</wp:posOffset>
                </wp:positionV>
                <wp:extent cx="209006" cy="209006"/>
                <wp:effectExtent l="19050" t="0" r="19685" b="38735"/>
                <wp:wrapNone/>
                <wp:docPr id="1" name="Pfeil nach unt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06" cy="209006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" o:spid="_x0000_s1026" type="#_x0000_t67" style="position:absolute;margin-left:232.35pt;margin-top:12.65pt;width:16.45pt;height:1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" adj="10800" fillcolor="windowText" strokecolor="windowText" strokeweight="2pt"/>
            </w:pict>
          </mc:Fallback>
        </mc:AlternateContent>
      </w: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Now ask the principal and vice-principal if they have time for you.</w:t>
      </w: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7F1D2" wp14:editId="7BB4DBFA">
                <wp:simplePos x="0" y="0"/>
                <wp:positionH relativeFrom="column">
                  <wp:posOffset>2950573</wp:posOffset>
                </wp:positionH>
                <wp:positionV relativeFrom="paragraph">
                  <wp:posOffset>13516</wp:posOffset>
                </wp:positionV>
                <wp:extent cx="208915" cy="209006"/>
                <wp:effectExtent l="19050" t="0" r="19685" b="38735"/>
                <wp:wrapNone/>
                <wp:docPr id="5" name="Pfeil nach unt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" cy="209006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5" o:spid="_x0000_s1026" type="#_x0000_t67" style="position:absolute;margin-left:232.35pt;margin-top:1.05pt;width:16.45pt;height:1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" adj="10805" fillcolor="windowText" strokecolor="windowText" strokeweight="2pt"/>
            </w:pict>
          </mc:Fallback>
        </mc:AlternateContent>
      </w: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You can give your talk now.</w:t>
      </w: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80C17" wp14:editId="06A4BB61">
                <wp:simplePos x="0" y="0"/>
                <wp:positionH relativeFrom="column">
                  <wp:posOffset>2950573</wp:posOffset>
                </wp:positionH>
                <wp:positionV relativeFrom="paragraph">
                  <wp:posOffset>154849</wp:posOffset>
                </wp:positionV>
                <wp:extent cx="208915" cy="195943"/>
                <wp:effectExtent l="19050" t="0" r="19685" b="33020"/>
                <wp:wrapNone/>
                <wp:docPr id="6" name="Pfeil nach unt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" cy="195943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6" o:spid="_x0000_s1026" type="#_x0000_t67" style="position:absolute;margin-left:232.35pt;margin-top:12.2pt;width:16.45pt;height:1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" adj="10800" fillcolor="windowText" strokecolor="windowText" strokeweight="2pt"/>
            </w:pict>
          </mc:Fallback>
        </mc:AlternateContent>
      </w: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Then answer the principal’s and vice-principal’s questions.</w:t>
      </w: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B536BA" wp14:editId="5B016A24">
                <wp:simplePos x="0" y="0"/>
                <wp:positionH relativeFrom="column">
                  <wp:posOffset>2950573</wp:posOffset>
                </wp:positionH>
                <wp:positionV relativeFrom="paragraph">
                  <wp:posOffset>20501</wp:posOffset>
                </wp:positionV>
                <wp:extent cx="208915" cy="209006"/>
                <wp:effectExtent l="19050" t="0" r="19685" b="38735"/>
                <wp:wrapNone/>
                <wp:docPr id="8" name="Pfeil nach unt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" cy="209006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unten 8" o:spid="_x0000_s1026" type="#_x0000_t67" style="position:absolute;margin-left:232.35pt;margin-top:1.6pt;width:16.45pt;height:1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" adj="10805" fillcolor="windowText" strokecolor="windowText" strokeweight="2pt"/>
            </w:pict>
          </mc:Fallback>
        </mc:AlternateContent>
      </w: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8B3963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  <w:r w:rsidRPr="002B1853">
        <w:rPr>
          <w:rFonts w:asciiTheme="minorHAnsi" w:eastAsiaTheme="minorHAnsi" w:hAnsiTheme="minorHAnsi" w:cs="Arial"/>
          <w:sz w:val="22"/>
          <w:szCs w:val="22"/>
          <w:lang w:val="en-US"/>
        </w:rPr>
        <w:t>At the end of the conversation, say good-bye and leave the principal’s office.</w:t>
      </w:r>
    </w:p>
    <w:p w:rsidR="00EE28C4" w:rsidRPr="002B1853" w:rsidRDefault="00EE28C4" w:rsidP="00EE28C4">
      <w:pPr>
        <w:spacing w:after="0"/>
        <w:jc w:val="center"/>
        <w:rPr>
          <w:rFonts w:asciiTheme="minorHAnsi" w:eastAsiaTheme="minorHAnsi" w:hAnsiTheme="minorHAnsi" w:cs="Arial"/>
          <w:sz w:val="22"/>
          <w:szCs w:val="22"/>
          <w:lang w:val="en-US"/>
        </w:rPr>
      </w:pPr>
    </w:p>
    <w:p w:rsidR="00EE28C4" w:rsidRPr="002B1853" w:rsidRDefault="00EE28C4" w:rsidP="00EE28C4">
      <w:pPr>
        <w:tabs>
          <w:tab w:val="left" w:pos="1185"/>
        </w:tabs>
        <w:spacing w:after="0"/>
        <w:rPr>
          <w:rFonts w:eastAsiaTheme="minorHAnsi" w:cs="Arial"/>
          <w:sz w:val="22"/>
          <w:szCs w:val="22"/>
          <w:lang w:val="en-US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b/>
          <w:i/>
          <w:sz w:val="22"/>
          <w:szCs w:val="22"/>
        </w:rPr>
      </w:pPr>
      <w:proofErr w:type="spellStart"/>
      <w:r w:rsidRPr="008B3963">
        <w:rPr>
          <w:rFonts w:asciiTheme="minorHAnsi" w:hAnsiTheme="minorHAnsi" w:cs="Arial"/>
          <w:b/>
          <w:i/>
          <w:sz w:val="22"/>
          <w:szCs w:val="22"/>
        </w:rPr>
        <w:t>Self</w:t>
      </w:r>
      <w:proofErr w:type="spellEnd"/>
      <w:r w:rsidRPr="008B3963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proofErr w:type="spellStart"/>
      <w:r w:rsidRPr="008B3963">
        <w:rPr>
          <w:rFonts w:asciiTheme="minorHAnsi" w:hAnsiTheme="minorHAnsi" w:cs="Arial"/>
          <w:b/>
          <w:i/>
          <w:sz w:val="22"/>
          <w:szCs w:val="22"/>
        </w:rPr>
        <w:t>assessment</w:t>
      </w:r>
      <w:proofErr w:type="spellEnd"/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2"/>
          <w:szCs w:val="22"/>
        </w:rPr>
      </w:pPr>
    </w:p>
    <w:p w:rsidR="008B3963" w:rsidRDefault="008B3963" w:rsidP="008B3963">
      <w:pPr>
        <w:spacing w:after="0"/>
        <w:rPr>
          <w:rFonts w:asciiTheme="minorHAnsi" w:hAnsiTheme="minorHAnsi" w:cs="Arial"/>
          <w:b/>
          <w:sz w:val="20"/>
          <w:szCs w:val="20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8B3963">
        <w:rPr>
          <w:rFonts w:asciiTheme="minorHAnsi" w:hAnsiTheme="minorHAnsi" w:cs="Arial"/>
          <w:b/>
          <w:sz w:val="20"/>
          <w:szCs w:val="20"/>
        </w:rPr>
        <w:t>Wie schätzt Du Deine Leistungen ein? Kreuze an:</w:t>
      </w: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i/>
          <w:sz w:val="20"/>
          <w:szCs w:val="20"/>
        </w:rPr>
      </w:pPr>
      <w:r w:rsidRPr="008B3963">
        <w:rPr>
          <w:rFonts w:asciiTheme="minorHAnsi" w:hAnsiTheme="minorHAnsi" w:cs="Arial"/>
          <w:i/>
          <w:sz w:val="20"/>
          <w:szCs w:val="20"/>
        </w:rPr>
        <w:t xml:space="preserve">1. Wie lief das Erstellen der </w:t>
      </w:r>
      <w:proofErr w:type="spellStart"/>
      <w:r w:rsidRPr="008B3963">
        <w:rPr>
          <w:rFonts w:asciiTheme="minorHAnsi" w:hAnsiTheme="minorHAnsi" w:cs="Arial"/>
          <w:i/>
          <w:sz w:val="20"/>
          <w:szCs w:val="20"/>
        </w:rPr>
        <w:t>Mind-map</w:t>
      </w:r>
      <w:proofErr w:type="spellEnd"/>
      <w:r w:rsidRPr="008B3963">
        <w:rPr>
          <w:rFonts w:asciiTheme="minorHAnsi" w:hAnsiTheme="minorHAnsi" w:cs="Arial"/>
          <w:i/>
          <w:sz w:val="20"/>
          <w:szCs w:val="20"/>
        </w:rPr>
        <w:t>?</w:t>
      </w: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… </w:t>
      </w:r>
      <w:r w:rsidRPr="008B3963">
        <w:rPr>
          <w:rFonts w:asciiTheme="minorHAnsi" w:hAnsiTheme="minorHAnsi" w:cs="Arial"/>
          <w:sz w:val="20"/>
          <w:szCs w:val="20"/>
        </w:rPr>
        <w:t>sehr gut:</w:t>
      </w:r>
      <w:r w:rsidRPr="008B3963">
        <w:rPr>
          <w:rFonts w:asciiTheme="minorHAnsi" w:hAnsiTheme="minorHAnsi" w:cs="Arial"/>
          <w:sz w:val="20"/>
          <w:szCs w:val="20"/>
        </w:rPr>
        <w:tab/>
        <w:t xml:space="preserve">Ich hatte viele Ideen für unsere </w:t>
      </w:r>
      <w:proofErr w:type="spellStart"/>
      <w:r w:rsidRPr="008B3963">
        <w:rPr>
          <w:rFonts w:asciiTheme="minorHAnsi" w:hAnsiTheme="minorHAnsi" w:cs="Arial"/>
          <w:sz w:val="20"/>
          <w:szCs w:val="20"/>
        </w:rPr>
        <w:t>Mind-map</w:t>
      </w:r>
      <w:proofErr w:type="spellEnd"/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… </w:t>
      </w:r>
      <w:r w:rsidRPr="008B3963">
        <w:rPr>
          <w:rFonts w:asciiTheme="minorHAnsi" w:hAnsiTheme="minorHAnsi" w:cs="Arial"/>
          <w:sz w:val="20"/>
          <w:szCs w:val="20"/>
        </w:rPr>
        <w:t>ok:</w:t>
      </w:r>
      <w:r w:rsidRPr="008B3963"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8B3963">
        <w:rPr>
          <w:rFonts w:asciiTheme="minorHAnsi" w:hAnsiTheme="minorHAnsi" w:cs="Arial"/>
          <w:sz w:val="20"/>
          <w:szCs w:val="20"/>
        </w:rPr>
        <w:t xml:space="preserve">Es war nicht ganz einfach, Ideen für die </w:t>
      </w:r>
      <w:proofErr w:type="spellStart"/>
      <w:r w:rsidRPr="008B3963">
        <w:rPr>
          <w:rFonts w:asciiTheme="minorHAnsi" w:hAnsiTheme="minorHAnsi" w:cs="Arial"/>
          <w:sz w:val="20"/>
          <w:szCs w:val="20"/>
        </w:rPr>
        <w:t>Mind-map</w:t>
      </w:r>
      <w:proofErr w:type="spellEnd"/>
      <w:r w:rsidRPr="008B3963">
        <w:rPr>
          <w:rFonts w:asciiTheme="minorHAnsi" w:hAnsiTheme="minorHAnsi" w:cs="Arial"/>
          <w:sz w:val="20"/>
          <w:szCs w:val="20"/>
        </w:rPr>
        <w:t xml:space="preserve"> zu finden, ich habe aber ein paar gefunden</w:t>
      </w: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… </w:t>
      </w:r>
      <w:r w:rsidRPr="008B3963">
        <w:rPr>
          <w:rFonts w:asciiTheme="minorHAnsi" w:hAnsiTheme="minorHAnsi" w:cs="Arial"/>
          <w:sz w:val="20"/>
          <w:szCs w:val="20"/>
        </w:rPr>
        <w:t>nicht so gut:</w:t>
      </w:r>
      <w:r w:rsidRPr="008B3963">
        <w:rPr>
          <w:rFonts w:asciiTheme="minorHAnsi" w:hAnsiTheme="minorHAnsi" w:cs="Arial"/>
          <w:sz w:val="20"/>
          <w:szCs w:val="20"/>
        </w:rPr>
        <w:tab/>
        <w:t>Ich wusste über die englische Schule nicht mehr so viel</w:t>
      </w:r>
    </w:p>
    <w:p w:rsid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i/>
          <w:sz w:val="20"/>
          <w:szCs w:val="20"/>
        </w:rPr>
      </w:pPr>
      <w:r w:rsidRPr="008B3963">
        <w:rPr>
          <w:rFonts w:asciiTheme="minorHAnsi" w:hAnsiTheme="minorHAnsi" w:cs="Arial"/>
          <w:i/>
          <w:sz w:val="20"/>
          <w:szCs w:val="20"/>
        </w:rPr>
        <w:t>2. Wie lief der Vergleich der … School mit unserer Schule?</w:t>
      </w: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… </w:t>
      </w:r>
      <w:r w:rsidRPr="008B3963">
        <w:rPr>
          <w:rFonts w:asciiTheme="minorHAnsi" w:hAnsiTheme="minorHAnsi" w:cs="Arial"/>
          <w:sz w:val="20"/>
          <w:szCs w:val="20"/>
        </w:rPr>
        <w:t>sehr gut:</w:t>
      </w:r>
      <w:r w:rsidRPr="008B3963">
        <w:rPr>
          <w:rFonts w:asciiTheme="minorHAnsi" w:hAnsiTheme="minorHAnsi" w:cs="Arial"/>
          <w:sz w:val="20"/>
          <w:szCs w:val="20"/>
        </w:rPr>
        <w:tab/>
        <w:t>Es war leicht, die englische Schule und unser</w:t>
      </w:r>
      <w:r w:rsidR="007A19AC">
        <w:rPr>
          <w:rFonts w:asciiTheme="minorHAnsi" w:hAnsiTheme="minorHAnsi" w:cs="Arial"/>
          <w:sz w:val="20"/>
          <w:szCs w:val="20"/>
        </w:rPr>
        <w:t>e Schule miteinander zu verglei</w:t>
      </w:r>
      <w:r w:rsidRPr="008B3963">
        <w:rPr>
          <w:rFonts w:asciiTheme="minorHAnsi" w:hAnsiTheme="minorHAnsi" w:cs="Arial"/>
          <w:sz w:val="20"/>
          <w:szCs w:val="20"/>
        </w:rPr>
        <w:t xml:space="preserve">chen </w:t>
      </w:r>
    </w:p>
    <w:p w:rsid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… </w:t>
      </w:r>
      <w:r w:rsidRPr="008B3963">
        <w:rPr>
          <w:rFonts w:asciiTheme="minorHAnsi" w:hAnsiTheme="minorHAnsi" w:cs="Arial"/>
          <w:sz w:val="20"/>
          <w:szCs w:val="20"/>
        </w:rPr>
        <w:t>ok:</w:t>
      </w:r>
      <w:r w:rsidRPr="008B3963"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8B3963">
        <w:rPr>
          <w:rFonts w:asciiTheme="minorHAnsi" w:hAnsiTheme="minorHAnsi" w:cs="Arial"/>
          <w:sz w:val="20"/>
          <w:szCs w:val="20"/>
        </w:rPr>
        <w:t xml:space="preserve">Es war nicht ganz einfach, die englische Schule und unsere Schule </w:t>
      </w:r>
      <w:proofErr w:type="spellStart"/>
      <w:r w:rsidRPr="008B3963">
        <w:rPr>
          <w:rFonts w:asciiTheme="minorHAnsi" w:hAnsiTheme="minorHAnsi" w:cs="Arial"/>
          <w:sz w:val="20"/>
          <w:szCs w:val="20"/>
        </w:rPr>
        <w:t>miteinan</w:t>
      </w:r>
      <w:proofErr w:type="spellEnd"/>
      <w:r w:rsidRPr="008B3963">
        <w:rPr>
          <w:rFonts w:asciiTheme="minorHAnsi" w:hAnsiTheme="minorHAnsi" w:cs="Arial"/>
          <w:sz w:val="20"/>
          <w:szCs w:val="20"/>
        </w:rPr>
        <w:t xml:space="preserve">-der zu vergleichen, aber </w:t>
      </w: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8B3963">
        <w:rPr>
          <w:rFonts w:asciiTheme="minorHAnsi" w:hAnsiTheme="minorHAnsi" w:cs="Arial"/>
          <w:sz w:val="20"/>
          <w:szCs w:val="20"/>
        </w:rPr>
        <w:t>ich habe ein paar Gemeinsamkeiten und Unterschiede gefunden.</w:t>
      </w:r>
    </w:p>
    <w:p w:rsid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… </w:t>
      </w:r>
      <w:r w:rsidRPr="008B3963">
        <w:rPr>
          <w:rFonts w:asciiTheme="minorHAnsi" w:hAnsiTheme="minorHAnsi" w:cs="Arial"/>
          <w:sz w:val="20"/>
          <w:szCs w:val="20"/>
        </w:rPr>
        <w:t>nicht so gut:</w:t>
      </w:r>
      <w:r w:rsidRPr="008B3963">
        <w:rPr>
          <w:rFonts w:asciiTheme="minorHAnsi" w:hAnsiTheme="minorHAnsi" w:cs="Arial"/>
          <w:sz w:val="20"/>
          <w:szCs w:val="20"/>
        </w:rPr>
        <w:tab/>
        <w:t xml:space="preserve">Mir fielen keine Gemeinsamkeiten oder Unterschiede zwischen der </w:t>
      </w:r>
      <w:proofErr w:type="spellStart"/>
      <w:r w:rsidRPr="008B3963">
        <w:rPr>
          <w:rFonts w:asciiTheme="minorHAnsi" w:hAnsiTheme="minorHAnsi" w:cs="Arial"/>
          <w:sz w:val="20"/>
          <w:szCs w:val="20"/>
        </w:rPr>
        <w:t>engli-schen</w:t>
      </w:r>
      <w:proofErr w:type="spellEnd"/>
      <w:r w:rsidRPr="008B3963">
        <w:rPr>
          <w:rFonts w:asciiTheme="minorHAnsi" w:hAnsiTheme="minorHAnsi" w:cs="Arial"/>
          <w:sz w:val="20"/>
          <w:szCs w:val="20"/>
        </w:rPr>
        <w:t xml:space="preserve"> Schule und </w:t>
      </w: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8B3963">
        <w:rPr>
          <w:rFonts w:asciiTheme="minorHAnsi" w:hAnsiTheme="minorHAnsi" w:cs="Arial"/>
          <w:sz w:val="20"/>
          <w:szCs w:val="20"/>
        </w:rPr>
        <w:t>unserer Schule  auf.</w:t>
      </w: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i/>
          <w:sz w:val="20"/>
          <w:szCs w:val="20"/>
        </w:rPr>
      </w:pPr>
      <w:r w:rsidRPr="008B3963">
        <w:rPr>
          <w:rFonts w:asciiTheme="minorHAnsi" w:hAnsiTheme="minorHAnsi" w:cs="Arial"/>
          <w:i/>
          <w:sz w:val="20"/>
          <w:szCs w:val="20"/>
        </w:rPr>
        <w:t>3. Wie lief das Erstellen des Rollenspiels?</w:t>
      </w: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… </w:t>
      </w:r>
      <w:r w:rsidRPr="008B3963">
        <w:rPr>
          <w:rFonts w:asciiTheme="minorHAnsi" w:hAnsiTheme="minorHAnsi" w:cs="Arial"/>
          <w:sz w:val="20"/>
          <w:szCs w:val="20"/>
        </w:rPr>
        <w:t>sehr gut:</w:t>
      </w:r>
      <w:r w:rsidRPr="008B3963">
        <w:rPr>
          <w:rFonts w:asciiTheme="minorHAnsi" w:hAnsiTheme="minorHAnsi" w:cs="Arial"/>
          <w:sz w:val="20"/>
          <w:szCs w:val="20"/>
        </w:rPr>
        <w:tab/>
        <w:t>Es fiel mir leicht, geeignete Redemittel für das Rollenspiel zu finden und die Situation umzusetzen.</w:t>
      </w:r>
    </w:p>
    <w:p w:rsidR="008B3963" w:rsidRPr="008B3963" w:rsidRDefault="008B3963" w:rsidP="008B3963">
      <w:pPr>
        <w:spacing w:after="0"/>
        <w:ind w:left="1410" w:hanging="141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… </w:t>
      </w:r>
      <w:r w:rsidRPr="008B3963">
        <w:rPr>
          <w:rFonts w:asciiTheme="minorHAnsi" w:hAnsiTheme="minorHAnsi" w:cs="Arial"/>
          <w:sz w:val="20"/>
          <w:szCs w:val="20"/>
        </w:rPr>
        <w:t>ok:</w:t>
      </w:r>
      <w:r w:rsidRPr="008B3963"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8B3963">
        <w:rPr>
          <w:rFonts w:asciiTheme="minorHAnsi" w:hAnsiTheme="minorHAnsi" w:cs="Arial"/>
          <w:sz w:val="20"/>
          <w:szCs w:val="20"/>
        </w:rPr>
        <w:t>Es war nicht ganz einfach, geeignete Redemittel für das Rollenspiel zu finden und die Situation umz</w:t>
      </w:r>
      <w:r w:rsidRPr="008B3963">
        <w:rPr>
          <w:rFonts w:asciiTheme="minorHAnsi" w:hAnsiTheme="minorHAnsi" w:cs="Arial"/>
          <w:sz w:val="20"/>
          <w:szCs w:val="20"/>
        </w:rPr>
        <w:t>u</w:t>
      </w:r>
      <w:r w:rsidRPr="008B3963">
        <w:rPr>
          <w:rFonts w:asciiTheme="minorHAnsi" w:hAnsiTheme="minorHAnsi" w:cs="Arial"/>
          <w:sz w:val="20"/>
          <w:szCs w:val="20"/>
        </w:rPr>
        <w:t>setzen.</w:t>
      </w:r>
    </w:p>
    <w:p w:rsid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… </w:t>
      </w:r>
      <w:r w:rsidRPr="008B3963">
        <w:rPr>
          <w:rFonts w:asciiTheme="minorHAnsi" w:hAnsiTheme="minorHAnsi" w:cs="Arial"/>
          <w:sz w:val="20"/>
          <w:szCs w:val="20"/>
        </w:rPr>
        <w:t>nicht so gut:</w:t>
      </w:r>
      <w:r w:rsidRPr="008B3963">
        <w:rPr>
          <w:rFonts w:asciiTheme="minorHAnsi" w:hAnsiTheme="minorHAnsi" w:cs="Arial"/>
          <w:sz w:val="20"/>
          <w:szCs w:val="20"/>
        </w:rPr>
        <w:tab/>
        <w:t>Es war schwierig, geeignete Redemittel für das Rollenspiel zu finden und die Situation umzusetzen.</w:t>
      </w:r>
    </w:p>
    <w:p w:rsidR="008B3963" w:rsidRDefault="008B3963">
      <w:pPr>
        <w:spacing w:after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br w:type="page"/>
      </w:r>
    </w:p>
    <w:p w:rsid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eastAsiaTheme="minorHAnsi" w:hAnsiTheme="minorHAnsi" w:cs="Arial"/>
          <w:b/>
          <w:sz w:val="22"/>
          <w:szCs w:val="22"/>
        </w:rPr>
        <w:t>W</w:t>
      </w:r>
      <w:r w:rsidRPr="00022B13">
        <w:rPr>
          <w:rFonts w:asciiTheme="minorHAnsi" w:eastAsiaTheme="minorHAnsi" w:hAnsiTheme="minorHAnsi" w:cs="Arial"/>
          <w:b/>
          <w:sz w:val="22"/>
          <w:szCs w:val="22"/>
        </w:rPr>
        <w:t>ie kannst Du Dich verbessern?</w:t>
      </w:r>
      <w:r>
        <w:rPr>
          <w:rFonts w:asciiTheme="minorHAnsi" w:eastAsiaTheme="minorHAnsi" w:hAnsiTheme="minorHAnsi" w:cs="Arial"/>
          <w:b/>
          <w:sz w:val="22"/>
          <w:szCs w:val="22"/>
        </w:rPr>
        <w:t xml:space="preserve"> </w:t>
      </w: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b/>
          <w:sz w:val="22"/>
          <w:szCs w:val="22"/>
        </w:rPr>
      </w:pPr>
    </w:p>
    <w:p w:rsidR="008B3963" w:rsidRPr="008B3963" w:rsidRDefault="008B3963" w:rsidP="008B3963">
      <w:pPr>
        <w:spacing w:after="0"/>
        <w:rPr>
          <w:rFonts w:asciiTheme="minorHAnsi" w:eastAsiaTheme="minorHAnsi" w:hAnsiTheme="minorHAnsi" w:cs="Arial"/>
          <w:i/>
          <w:sz w:val="22"/>
          <w:szCs w:val="22"/>
        </w:rPr>
      </w:pPr>
      <w:r w:rsidRPr="008B3963">
        <w:rPr>
          <w:rFonts w:asciiTheme="minorHAnsi" w:eastAsiaTheme="minorHAnsi" w:hAnsiTheme="minorHAnsi" w:cs="Arial"/>
          <w:i/>
          <w:sz w:val="22"/>
          <w:szCs w:val="22"/>
        </w:rPr>
        <w:t>Wenn Du bei einer Frage „ok“ oder „nicht so gut“ angekreuzt hast, können Dir folgende Hinweise zum Wi</w:t>
      </w:r>
      <w:r w:rsidRPr="008B3963">
        <w:rPr>
          <w:rFonts w:asciiTheme="minorHAnsi" w:eastAsiaTheme="minorHAnsi" w:hAnsiTheme="minorHAnsi" w:cs="Arial"/>
          <w:i/>
          <w:sz w:val="22"/>
          <w:szCs w:val="22"/>
        </w:rPr>
        <w:t>e</w:t>
      </w:r>
      <w:r w:rsidRPr="008B3963">
        <w:rPr>
          <w:rFonts w:asciiTheme="minorHAnsi" w:eastAsiaTheme="minorHAnsi" w:hAnsiTheme="minorHAnsi" w:cs="Arial"/>
          <w:i/>
          <w:sz w:val="22"/>
          <w:szCs w:val="22"/>
        </w:rPr>
        <w:t>derholen oder Üben helfen:</w:t>
      </w: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</w:p>
    <w:p w:rsidR="008B3963" w:rsidRDefault="008B3963" w:rsidP="008B3963">
      <w:pPr>
        <w:spacing w:after="0"/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1. </w:t>
      </w:r>
      <w:r w:rsidRPr="00DB66E5"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Wie lief das Erstellen der </w:t>
      </w:r>
      <w:proofErr w:type="spellStart"/>
      <w:r w:rsidRPr="00DB66E5">
        <w:rPr>
          <w:rFonts w:asciiTheme="minorHAnsi" w:eastAsiaTheme="minorHAnsi" w:hAnsiTheme="minorHAnsi" w:cstheme="minorBidi"/>
          <w:b/>
          <w:i/>
          <w:sz w:val="22"/>
          <w:szCs w:val="22"/>
        </w:rPr>
        <w:t>Mind-map</w:t>
      </w:r>
      <w:proofErr w:type="spellEnd"/>
      <w:r w:rsidRPr="00DB66E5">
        <w:rPr>
          <w:rFonts w:asciiTheme="minorHAnsi" w:eastAsiaTheme="minorHAnsi" w:hAnsiTheme="minorHAnsi" w:cstheme="minorBidi"/>
          <w:b/>
          <w:i/>
          <w:sz w:val="22"/>
          <w:szCs w:val="22"/>
        </w:rPr>
        <w:t>?</w:t>
      </w: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Blättere nochmal durch Deine Englischbücher und suche nach interessanten Informationen zur Schule der Lehrwerkskinder. Achte dabei auch auf die Fotos und die vielen Illustrationen im Textteil und auf die Info</w:t>
      </w:r>
      <w:r>
        <w:rPr>
          <w:rFonts w:asciiTheme="minorHAnsi" w:eastAsiaTheme="minorHAnsi" w:hAnsiTheme="minorHAnsi" w:cs="Arial"/>
          <w:sz w:val="22"/>
          <w:szCs w:val="22"/>
        </w:rPr>
        <w:t>r</w:t>
      </w:r>
      <w:r>
        <w:rPr>
          <w:rFonts w:asciiTheme="minorHAnsi" w:eastAsiaTheme="minorHAnsi" w:hAnsiTheme="minorHAnsi" w:cs="Arial"/>
          <w:sz w:val="22"/>
          <w:szCs w:val="22"/>
        </w:rPr>
        <w:t>mationen in den Übungsteilen Deines Buches! Du kannst Dir auch nochmal die Webseite der englischen Schule im Internet anschauen!</w:t>
      </w: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  <w:r w:rsidRPr="008B3963">
        <w:rPr>
          <w:rFonts w:asciiTheme="minorHAnsi" w:eastAsiaTheme="minorHAnsi" w:hAnsiTheme="minorHAnsi" w:cs="Arial"/>
          <w:sz w:val="22"/>
          <w:szCs w:val="22"/>
          <w:highlight w:val="lightGray"/>
        </w:rPr>
        <w:t>[Hinweis: weitere Tipps sollten hier lehrwerksspezifisch ergänzt werden.]</w:t>
      </w: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</w:p>
    <w:p w:rsidR="008B3963" w:rsidRPr="00DB66E5" w:rsidRDefault="008B3963" w:rsidP="008B3963">
      <w:pPr>
        <w:spacing w:after="0"/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2. </w:t>
      </w:r>
      <w:r w:rsidRPr="00DB66E5"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Wie lief der Vergleich der </w:t>
      </w:r>
      <w:r>
        <w:rPr>
          <w:rFonts w:asciiTheme="minorHAnsi" w:eastAsiaTheme="minorHAnsi" w:hAnsiTheme="minorHAnsi" w:cstheme="minorBidi"/>
          <w:b/>
          <w:i/>
          <w:sz w:val="22"/>
          <w:szCs w:val="22"/>
        </w:rPr>
        <w:t>…</w:t>
      </w:r>
      <w:r w:rsidRPr="00DB66E5"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 School mit unserer Schule?</w:t>
      </w:r>
    </w:p>
    <w:p w:rsid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</w:p>
    <w:p w:rsidR="008B3963" w:rsidRDefault="008B3963" w:rsidP="008B3963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Überlege Dir nochmal, welche Ideen Deiner Mitschülerinnen und Mitschüler Dir gut gefallen haben. Welche Vorschläge hatten mit dem Unterricht zu tun</w:t>
      </w:r>
      <w:r w:rsidR="007D3B0C">
        <w:rPr>
          <w:rFonts w:asciiTheme="minorHAnsi" w:eastAsia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Arial"/>
          <w:sz w:val="22"/>
          <w:szCs w:val="22"/>
        </w:rPr>
        <w:t>(Stundenplan, Fächer …), welche mit den Zusatzangeboten (AGs, Feste, Projekte …)?  Handelt es sich dabei um große oder kleine Unterschiede im Vergleich zu unserer Schule?</w:t>
      </w:r>
    </w:p>
    <w:p w:rsidR="008B3963" w:rsidRDefault="008B3963" w:rsidP="008B3963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3963" w:rsidRDefault="008B3963" w:rsidP="008B3963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3963" w:rsidRPr="00DB66E5" w:rsidRDefault="008B3963" w:rsidP="008B3963">
      <w:pPr>
        <w:spacing w:after="0"/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>
        <w:rPr>
          <w:rFonts w:asciiTheme="minorHAnsi" w:eastAsiaTheme="minorHAnsi" w:hAnsiTheme="minorHAnsi" w:cstheme="minorBidi"/>
          <w:b/>
          <w:i/>
          <w:sz w:val="22"/>
          <w:szCs w:val="22"/>
        </w:rPr>
        <w:t xml:space="preserve">3. </w:t>
      </w:r>
      <w:r w:rsidRPr="00DB66E5">
        <w:rPr>
          <w:rFonts w:asciiTheme="minorHAnsi" w:eastAsiaTheme="minorHAnsi" w:hAnsiTheme="minorHAnsi" w:cstheme="minorBidi"/>
          <w:b/>
          <w:i/>
          <w:sz w:val="22"/>
          <w:szCs w:val="22"/>
        </w:rPr>
        <w:t>Wie lief das Erstellen des Rollenspiels?</w:t>
      </w:r>
    </w:p>
    <w:p w:rsidR="008B3963" w:rsidRDefault="008B3963" w:rsidP="008B3963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3963" w:rsidRDefault="008B3963" w:rsidP="008B3963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 xml:space="preserve">Schau Dir die Wörter und Redemittel auf den Arbeitsblättern S3 und S5 nochmal gut an! Sie helfen Dir, ein höfliches Gespräch zu führen. </w:t>
      </w:r>
    </w:p>
    <w:p w:rsidR="008B3963" w:rsidRDefault="008B3963" w:rsidP="008B3963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3963" w:rsidRPr="008B3963" w:rsidRDefault="008B3963" w:rsidP="008B3963">
      <w:pPr>
        <w:spacing w:after="0"/>
        <w:rPr>
          <w:rFonts w:asciiTheme="minorHAnsi" w:eastAsiaTheme="minorHAnsi" w:hAnsiTheme="minorHAnsi" w:cs="Arial"/>
          <w:sz w:val="22"/>
          <w:szCs w:val="22"/>
        </w:rPr>
      </w:pPr>
      <w:r w:rsidRPr="008B3963">
        <w:rPr>
          <w:rFonts w:asciiTheme="minorHAnsi" w:eastAsiaTheme="minorHAnsi" w:hAnsiTheme="minorHAnsi" w:cs="Arial"/>
          <w:sz w:val="22"/>
          <w:szCs w:val="22"/>
          <w:highlight w:val="lightGray"/>
        </w:rPr>
        <w:t>[Hinweis: weitere Tipps sollten hier lehrwerksspezifisch ergänzt werden.]</w:t>
      </w:r>
    </w:p>
    <w:p w:rsidR="008B3963" w:rsidRPr="00E557D5" w:rsidRDefault="008B3963" w:rsidP="008B3963">
      <w:pPr>
        <w:spacing w:after="0"/>
        <w:jc w:val="both"/>
        <w:rPr>
          <w:rFonts w:asciiTheme="minorHAnsi" w:eastAsiaTheme="minorHAnsi" w:hAnsiTheme="minorHAnsi" w:cs="Arial"/>
          <w:sz w:val="22"/>
          <w:szCs w:val="22"/>
        </w:rPr>
      </w:pPr>
    </w:p>
    <w:p w:rsidR="008B3963" w:rsidRPr="008B3963" w:rsidRDefault="008B3963" w:rsidP="008B3963">
      <w:pPr>
        <w:spacing w:after="0"/>
        <w:rPr>
          <w:rFonts w:asciiTheme="minorHAnsi" w:hAnsiTheme="minorHAnsi" w:cs="Arial"/>
          <w:sz w:val="20"/>
          <w:szCs w:val="20"/>
        </w:rPr>
      </w:pPr>
    </w:p>
    <w:p w:rsidR="00306EF6" w:rsidRPr="008B3963" w:rsidRDefault="00306EF6" w:rsidP="00EE28C4">
      <w:pPr>
        <w:spacing w:after="0"/>
        <w:rPr>
          <w:rFonts w:asciiTheme="minorHAnsi" w:hAnsiTheme="minorHAnsi" w:cs="Arial"/>
          <w:sz w:val="20"/>
          <w:szCs w:val="20"/>
        </w:rPr>
      </w:pPr>
    </w:p>
    <w:sectPr w:rsidR="00306EF6" w:rsidRPr="008B3963" w:rsidSect="00311C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1134" w:footer="1134" w:gutter="0"/>
      <w:pgNumType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92E" w:rsidRDefault="00DB792E" w:rsidP="001F4A8D">
      <w:pPr>
        <w:spacing w:after="0"/>
      </w:pPr>
      <w:r>
        <w:separator/>
      </w:r>
    </w:p>
  </w:endnote>
  <w:endnote w:type="continuationSeparator" w:id="0">
    <w:p w:rsidR="00DB792E" w:rsidRDefault="00DB792E" w:rsidP="001F4A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Bat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Default="00311C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Pr="00311C6A" w:rsidRDefault="00C77D3C" w:rsidP="00311C6A">
    <w:pPr>
      <w:tabs>
        <w:tab w:val="center" w:pos="4820"/>
        <w:tab w:val="right" w:pos="9356"/>
      </w:tabs>
      <w:rPr>
        <w:rFonts w:ascii="Calibri" w:hAnsi="Calibri" w:cs="Calibri"/>
      </w:rPr>
    </w:pPr>
    <w:r>
      <w:rPr>
        <w:rFonts w:ascii="Calibri" w:hAnsi="Calibri" w:cs="Calibri"/>
      </w:rPr>
      <w:t>Pongratz/</w:t>
    </w:r>
    <w:proofErr w:type="spellStart"/>
    <w:r>
      <w:rPr>
        <w:rFonts w:ascii="Calibri" w:hAnsi="Calibri" w:cs="Calibri"/>
      </w:rPr>
      <w:t>Sedlatschek</w:t>
    </w:r>
    <w:proofErr w:type="spellEnd"/>
    <w:r w:rsidR="00B855AF" w:rsidRPr="00311C6A">
      <w:rPr>
        <w:rFonts w:ascii="Calibri" w:hAnsi="Calibri" w:cs="Calibri"/>
      </w:rPr>
      <w:tab/>
    </w:r>
    <w:r w:rsidR="00563F46">
      <w:rPr>
        <w:rFonts w:ascii="Calibri" w:hAnsi="Calibri" w:cs="Calibri"/>
      </w:rPr>
      <w:tab/>
    </w:r>
    <w:r w:rsidR="00311C6A" w:rsidRPr="00311C6A">
      <w:rPr>
        <w:rFonts w:ascii="Calibri" w:hAnsi="Calibri" w:cs="Calibri"/>
      </w:rPr>
      <w:t xml:space="preserve">p. </w:t>
    </w:r>
    <w:r w:rsidR="00063956" w:rsidRPr="00311C6A">
      <w:rPr>
        <w:rFonts w:ascii="Calibri" w:hAnsi="Calibri" w:cs="Calibri"/>
      </w:rPr>
      <w:fldChar w:fldCharType="begin"/>
    </w:r>
    <w:r w:rsidR="00311C6A" w:rsidRPr="00311C6A">
      <w:rPr>
        <w:rFonts w:ascii="Calibri" w:hAnsi="Calibri" w:cs="Calibri"/>
      </w:rPr>
      <w:instrText xml:space="preserve"> PAGE </w:instrText>
    </w:r>
    <w:r w:rsidR="00063956" w:rsidRPr="00311C6A">
      <w:rPr>
        <w:rFonts w:ascii="Calibri" w:hAnsi="Calibri" w:cs="Calibri"/>
      </w:rPr>
      <w:fldChar w:fldCharType="separate"/>
    </w:r>
    <w:r w:rsidR="002832DF">
      <w:rPr>
        <w:rFonts w:ascii="Calibri" w:hAnsi="Calibri" w:cs="Calibri"/>
      </w:rPr>
      <w:t>2</w:t>
    </w:r>
    <w:r w:rsidR="00063956" w:rsidRPr="00311C6A">
      <w:rPr>
        <w:rFonts w:ascii="Calibri" w:hAnsi="Calibri" w:cs="Calibri"/>
      </w:rPr>
      <w:fldChar w:fldCharType="end"/>
    </w:r>
    <w:r w:rsidR="00311C6A" w:rsidRPr="00311C6A">
      <w:rPr>
        <w:rFonts w:ascii="Calibri" w:hAnsi="Calibri" w:cs="Calibri"/>
      </w:rPr>
      <w:t xml:space="preserve"> / </w:t>
    </w:r>
    <w:r w:rsidR="00063956" w:rsidRPr="00311C6A">
      <w:rPr>
        <w:rFonts w:ascii="Calibri" w:hAnsi="Calibri" w:cs="Calibri"/>
      </w:rPr>
      <w:fldChar w:fldCharType="begin"/>
    </w:r>
    <w:r w:rsidR="00311C6A" w:rsidRPr="00311C6A">
      <w:rPr>
        <w:rFonts w:ascii="Calibri" w:hAnsi="Calibri" w:cs="Calibri"/>
      </w:rPr>
      <w:instrText xml:space="preserve"> NUMPAGES  </w:instrText>
    </w:r>
    <w:r w:rsidR="00063956" w:rsidRPr="00311C6A">
      <w:rPr>
        <w:rFonts w:ascii="Calibri" w:hAnsi="Calibri" w:cs="Calibri"/>
      </w:rPr>
      <w:fldChar w:fldCharType="separate"/>
    </w:r>
    <w:r w:rsidR="002832DF">
      <w:rPr>
        <w:rFonts w:ascii="Calibri" w:hAnsi="Calibri" w:cs="Calibri"/>
      </w:rPr>
      <w:t>8</w:t>
    </w:r>
    <w:r w:rsidR="00063956" w:rsidRPr="00311C6A">
      <w:rPr>
        <w:rFonts w:ascii="Calibri" w:hAnsi="Calibri" w:cs="Calibr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Default="00311C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92E" w:rsidRDefault="00DB792E" w:rsidP="001F4A8D">
      <w:pPr>
        <w:spacing w:after="0"/>
      </w:pPr>
      <w:r>
        <w:separator/>
      </w:r>
    </w:p>
  </w:footnote>
  <w:footnote w:type="continuationSeparator" w:id="0">
    <w:p w:rsidR="00DB792E" w:rsidRDefault="00DB792E" w:rsidP="001F4A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Default="00311C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69" w:rsidRPr="00563F46" w:rsidRDefault="00563F46" w:rsidP="00B10990">
    <w:pPr>
      <w:pStyle w:val="Kopfzeile"/>
      <w:tabs>
        <w:tab w:val="clear" w:pos="4536"/>
        <w:tab w:val="clear" w:pos="9072"/>
        <w:tab w:val="center" w:pos="4819"/>
        <w:tab w:val="right" w:pos="9638"/>
      </w:tabs>
      <w:spacing w:after="0"/>
      <w:rPr>
        <w:rFonts w:ascii="Calibri" w:hAnsi="Calibri" w:cs="Calibri"/>
      </w:rPr>
    </w:pPr>
    <w:r>
      <w:rPr>
        <w:rFonts w:ascii="Calibri" w:hAnsi="Calibri" w:cs="Calibri"/>
      </w:rPr>
      <w:t xml:space="preserve">Bildungsplan 2016 G8       </w:t>
    </w:r>
    <w:r w:rsidR="004A1D5F">
      <w:rPr>
        <w:rFonts w:ascii="Calibri" w:hAnsi="Calibri" w:cs="Calibri"/>
      </w:rPr>
      <w:t xml:space="preserve">                     </w:t>
    </w:r>
    <w:r>
      <w:rPr>
        <w:rFonts w:ascii="Calibri" w:hAnsi="Calibri" w:cs="Calibri"/>
      </w:rPr>
      <w:t>Standardstufe 6:</w:t>
    </w:r>
    <w:r>
      <w:rPr>
        <w:rFonts w:ascii="Calibri" w:hAnsi="Calibri" w:cs="Calibri"/>
        <w:color w:val="FF0000"/>
        <w:szCs w:val="28"/>
      </w:rPr>
      <w:t xml:space="preserve"> </w:t>
    </w:r>
    <w:r w:rsidRPr="00563F46">
      <w:rPr>
        <w:rFonts w:ascii="Calibri" w:hAnsi="Calibri" w:cs="Calibri"/>
      </w:rPr>
      <w:t>Interkulturelle kommunikative Kompetenz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6A" w:rsidRDefault="00311C6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4D6D"/>
    <w:multiLevelType w:val="hybridMultilevel"/>
    <w:tmpl w:val="423439B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E1A2A"/>
    <w:multiLevelType w:val="hybridMultilevel"/>
    <w:tmpl w:val="C484871A"/>
    <w:lvl w:ilvl="0" w:tplc="FFFFFFFF">
      <w:start w:val="1"/>
      <w:numFmt w:val="bullet"/>
      <w:pStyle w:val="BSAufzhlung2"/>
      <w:lvlText w:val="-"/>
      <w:lvlJc w:val="left"/>
      <w:pPr>
        <w:tabs>
          <w:tab w:val="num" w:pos="1211"/>
        </w:tabs>
        <w:ind w:left="1134" w:hanging="283"/>
      </w:pPr>
      <w:rPr>
        <w:rFonts w:ascii="StarBats" w:hAnsi="StarBat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F1614"/>
    <w:multiLevelType w:val="hybridMultilevel"/>
    <w:tmpl w:val="6A4E9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F7591"/>
    <w:multiLevelType w:val="hybridMultilevel"/>
    <w:tmpl w:val="156AF1A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1372A"/>
    <w:multiLevelType w:val="hybridMultilevel"/>
    <w:tmpl w:val="15804302"/>
    <w:lvl w:ilvl="0" w:tplc="FFFFFFFF">
      <w:start w:val="1"/>
      <w:numFmt w:val="bullet"/>
      <w:pStyle w:val="BSAufzhlung1"/>
      <w:lvlText w:val="-"/>
      <w:lvlJc w:val="left"/>
      <w:pPr>
        <w:tabs>
          <w:tab w:val="num" w:pos="360"/>
        </w:tabs>
        <w:ind w:left="284" w:hanging="284"/>
      </w:pPr>
      <w:rPr>
        <w:rFonts w:ascii="StarBats" w:hAnsi="StarBats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2005ED"/>
    <w:multiLevelType w:val="hybridMultilevel"/>
    <w:tmpl w:val="09B85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27774"/>
    <w:multiLevelType w:val="hybridMultilevel"/>
    <w:tmpl w:val="FDD458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035706"/>
    <w:multiLevelType w:val="hybridMultilevel"/>
    <w:tmpl w:val="2710D50A"/>
    <w:lvl w:ilvl="0" w:tplc="22129826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4284F"/>
    <w:multiLevelType w:val="hybridMultilevel"/>
    <w:tmpl w:val="406000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EB1EDA"/>
    <w:multiLevelType w:val="hybridMultilevel"/>
    <w:tmpl w:val="7E8AD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613A6F"/>
    <w:multiLevelType w:val="hybridMultilevel"/>
    <w:tmpl w:val="C6BA6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6F754A"/>
    <w:multiLevelType w:val="hybridMultilevel"/>
    <w:tmpl w:val="DD523C08"/>
    <w:lvl w:ilvl="0" w:tplc="E1C612AE">
      <w:start w:val="1"/>
      <w:numFmt w:val="decimal"/>
      <w:pStyle w:val="BS-Standard"/>
      <w:lvlText w:val="%1."/>
      <w:lvlJc w:val="righ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53B19"/>
    <w:multiLevelType w:val="hybridMultilevel"/>
    <w:tmpl w:val="E8F6B3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5741F9"/>
    <w:multiLevelType w:val="hybridMultilevel"/>
    <w:tmpl w:val="4DC29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11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0"/>
  </w:num>
  <w:num w:numId="18">
    <w:abstractNumId w:val="9"/>
  </w:num>
  <w:num w:numId="19">
    <w:abstractNumId w:val="0"/>
  </w:num>
  <w:num w:numId="20">
    <w:abstractNumId w:val="3"/>
  </w:num>
  <w:num w:numId="21">
    <w:abstractNumId w:val="6"/>
  </w:num>
  <w:num w:numId="22">
    <w:abstractNumId w:val="5"/>
  </w:num>
  <w:num w:numId="23">
    <w:abstractNumId w:val="1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intPostScriptOverText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46"/>
    <w:rsid w:val="0005609B"/>
    <w:rsid w:val="00061587"/>
    <w:rsid w:val="00063956"/>
    <w:rsid w:val="000A6578"/>
    <w:rsid w:val="000E5C4A"/>
    <w:rsid w:val="000E6863"/>
    <w:rsid w:val="001154AA"/>
    <w:rsid w:val="00144485"/>
    <w:rsid w:val="0018722F"/>
    <w:rsid w:val="001F4A8D"/>
    <w:rsid w:val="00204339"/>
    <w:rsid w:val="00263D2A"/>
    <w:rsid w:val="00266212"/>
    <w:rsid w:val="002832DF"/>
    <w:rsid w:val="00286C25"/>
    <w:rsid w:val="002907A7"/>
    <w:rsid w:val="002A0E8B"/>
    <w:rsid w:val="002E1425"/>
    <w:rsid w:val="002E3A79"/>
    <w:rsid w:val="0030084F"/>
    <w:rsid w:val="00306EF6"/>
    <w:rsid w:val="00311C6A"/>
    <w:rsid w:val="003309B1"/>
    <w:rsid w:val="00342067"/>
    <w:rsid w:val="00353673"/>
    <w:rsid w:val="0037234B"/>
    <w:rsid w:val="00384166"/>
    <w:rsid w:val="003A5971"/>
    <w:rsid w:val="003B45C9"/>
    <w:rsid w:val="003E5FDD"/>
    <w:rsid w:val="00403E3B"/>
    <w:rsid w:val="00404526"/>
    <w:rsid w:val="004103DB"/>
    <w:rsid w:val="004423D5"/>
    <w:rsid w:val="00445CA8"/>
    <w:rsid w:val="00460BA2"/>
    <w:rsid w:val="0048277F"/>
    <w:rsid w:val="004906FE"/>
    <w:rsid w:val="004A1D5F"/>
    <w:rsid w:val="004B1069"/>
    <w:rsid w:val="004C3046"/>
    <w:rsid w:val="004C4C57"/>
    <w:rsid w:val="004F48D9"/>
    <w:rsid w:val="004F6127"/>
    <w:rsid w:val="00515CAA"/>
    <w:rsid w:val="00563F46"/>
    <w:rsid w:val="005877CC"/>
    <w:rsid w:val="005926A8"/>
    <w:rsid w:val="005B13D2"/>
    <w:rsid w:val="005E5A59"/>
    <w:rsid w:val="005F73BC"/>
    <w:rsid w:val="00606B93"/>
    <w:rsid w:val="00624D49"/>
    <w:rsid w:val="006351F6"/>
    <w:rsid w:val="006A6437"/>
    <w:rsid w:val="006B0F65"/>
    <w:rsid w:val="006C477E"/>
    <w:rsid w:val="006E1841"/>
    <w:rsid w:val="006F2408"/>
    <w:rsid w:val="006F5157"/>
    <w:rsid w:val="007456F3"/>
    <w:rsid w:val="00757969"/>
    <w:rsid w:val="0077212A"/>
    <w:rsid w:val="0078110D"/>
    <w:rsid w:val="007A19AC"/>
    <w:rsid w:val="007A1FED"/>
    <w:rsid w:val="007B2D95"/>
    <w:rsid w:val="007D3B0C"/>
    <w:rsid w:val="00823ABC"/>
    <w:rsid w:val="00873851"/>
    <w:rsid w:val="008B3963"/>
    <w:rsid w:val="008B3BC9"/>
    <w:rsid w:val="008E485E"/>
    <w:rsid w:val="008F0EC5"/>
    <w:rsid w:val="008F4EC5"/>
    <w:rsid w:val="00901738"/>
    <w:rsid w:val="00904C36"/>
    <w:rsid w:val="0092651F"/>
    <w:rsid w:val="0093655D"/>
    <w:rsid w:val="00962519"/>
    <w:rsid w:val="0097108E"/>
    <w:rsid w:val="009758AC"/>
    <w:rsid w:val="00987034"/>
    <w:rsid w:val="00990E64"/>
    <w:rsid w:val="009C0C34"/>
    <w:rsid w:val="009D3AA3"/>
    <w:rsid w:val="00A74317"/>
    <w:rsid w:val="00AB0B79"/>
    <w:rsid w:val="00AB6E14"/>
    <w:rsid w:val="00AE0348"/>
    <w:rsid w:val="00AF5323"/>
    <w:rsid w:val="00B10990"/>
    <w:rsid w:val="00B23455"/>
    <w:rsid w:val="00B26880"/>
    <w:rsid w:val="00B81190"/>
    <w:rsid w:val="00B855AF"/>
    <w:rsid w:val="00BD3485"/>
    <w:rsid w:val="00C7627E"/>
    <w:rsid w:val="00C77D3C"/>
    <w:rsid w:val="00C93380"/>
    <w:rsid w:val="00C94DB4"/>
    <w:rsid w:val="00CA66FC"/>
    <w:rsid w:val="00CF6245"/>
    <w:rsid w:val="00CF6C73"/>
    <w:rsid w:val="00D13CC4"/>
    <w:rsid w:val="00D33A56"/>
    <w:rsid w:val="00D64A92"/>
    <w:rsid w:val="00D71271"/>
    <w:rsid w:val="00D822C3"/>
    <w:rsid w:val="00DB3DAB"/>
    <w:rsid w:val="00DB792E"/>
    <w:rsid w:val="00DD075F"/>
    <w:rsid w:val="00DF1B3F"/>
    <w:rsid w:val="00E009C3"/>
    <w:rsid w:val="00E17D7E"/>
    <w:rsid w:val="00E66FAD"/>
    <w:rsid w:val="00E749BA"/>
    <w:rsid w:val="00EB274D"/>
    <w:rsid w:val="00ED074E"/>
    <w:rsid w:val="00EE28C4"/>
    <w:rsid w:val="00EE46E8"/>
    <w:rsid w:val="00EF2C16"/>
    <w:rsid w:val="00F04789"/>
    <w:rsid w:val="00F32745"/>
    <w:rsid w:val="00F57406"/>
    <w:rsid w:val="00F65591"/>
    <w:rsid w:val="00F665AB"/>
    <w:rsid w:val="00F91A2D"/>
    <w:rsid w:val="00FC04F6"/>
    <w:rsid w:val="00FC493D"/>
    <w:rsid w:val="00FE0907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09C3"/>
    <w:pPr>
      <w:spacing w:after="60"/>
    </w:pPr>
    <w:rPr>
      <w:rFonts w:eastAsia="Calibri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8E485E"/>
    <w:pPr>
      <w:keepNext/>
      <w:spacing w:before="24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aliases w:val="BS_Überschrift 3"/>
    <w:basedOn w:val="Standard"/>
    <w:next w:val="Standard"/>
    <w:link w:val="berschrift3Zchn"/>
    <w:qFormat/>
    <w:rsid w:val="008E485E"/>
    <w:pPr>
      <w:keepNext/>
      <w:tabs>
        <w:tab w:val="left" w:pos="851"/>
      </w:tabs>
      <w:spacing w:before="120" w:after="120" w:line="300" w:lineRule="auto"/>
      <w:ind w:left="425"/>
      <w:outlineLvl w:val="2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8E485E"/>
  </w:style>
  <w:style w:type="table" w:customStyle="1" w:styleId="Tabellengitternetz">
    <w:name w:val="Tabellengitternetz"/>
    <w:basedOn w:val="NormaleTabelle"/>
    <w:uiPriority w:val="59"/>
    <w:rsid w:val="008E48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8E485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E485E"/>
    <w:rPr>
      <w:b/>
      <w:bCs/>
      <w:i/>
      <w:iCs/>
      <w:sz w:val="28"/>
      <w:szCs w:val="28"/>
    </w:rPr>
  </w:style>
  <w:style w:type="character" w:customStyle="1" w:styleId="berschrift3Zchn">
    <w:name w:val="Überschrift 3 Zchn"/>
    <w:aliases w:val="BS_Überschrift 3 Zchn"/>
    <w:basedOn w:val="Absatz-Standardschriftart"/>
    <w:link w:val="berschrift3"/>
    <w:rsid w:val="008E485E"/>
    <w:rPr>
      <w:sz w:val="22"/>
    </w:rPr>
  </w:style>
  <w:style w:type="paragraph" w:styleId="Titel">
    <w:name w:val="Title"/>
    <w:basedOn w:val="Standard"/>
    <w:link w:val="TitelZchn"/>
    <w:qFormat/>
    <w:rsid w:val="008E485E"/>
    <w:pPr>
      <w:spacing w:after="240"/>
      <w:jc w:val="center"/>
    </w:pPr>
    <w:rPr>
      <w:rFonts w:ascii="Verdana" w:hAnsi="Verdana"/>
      <w:b/>
      <w:sz w:val="28"/>
    </w:rPr>
  </w:style>
  <w:style w:type="character" w:customStyle="1" w:styleId="TitelZchn">
    <w:name w:val="Titel Zchn"/>
    <w:basedOn w:val="Absatz-Standardschriftart"/>
    <w:link w:val="Titel"/>
    <w:rsid w:val="008E485E"/>
    <w:rPr>
      <w:rFonts w:ascii="Verdana" w:hAnsi="Verdana"/>
      <w:b/>
      <w:sz w:val="28"/>
    </w:rPr>
  </w:style>
  <w:style w:type="paragraph" w:customStyle="1" w:styleId="BS-Standard">
    <w:name w:val="BS-Standard"/>
    <w:basedOn w:val="Standard"/>
    <w:autoRedefine/>
    <w:rsid w:val="008E485E"/>
    <w:pPr>
      <w:numPr>
        <w:numId w:val="12"/>
      </w:numPr>
      <w:jc w:val="both"/>
    </w:pPr>
  </w:style>
  <w:style w:type="paragraph" w:styleId="Kopfzeile">
    <w:name w:val="header"/>
    <w:basedOn w:val="Standard"/>
    <w:link w:val="Kopf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485E"/>
  </w:style>
  <w:style w:type="paragraph" w:styleId="Fuzeile">
    <w:name w:val="footer"/>
    <w:basedOn w:val="Standard"/>
    <w:link w:val="Fu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485E"/>
  </w:style>
  <w:style w:type="character" w:styleId="Seitenzahl">
    <w:name w:val="page number"/>
    <w:basedOn w:val="Absatz-Standardschriftart"/>
    <w:rsid w:val="008E485E"/>
  </w:style>
  <w:style w:type="paragraph" w:customStyle="1" w:styleId="BSEinrckung1">
    <w:name w:val="BS_Einrückung1"/>
    <w:basedOn w:val="Standard"/>
    <w:rsid w:val="008E485E"/>
    <w:pPr>
      <w:spacing w:after="120" w:line="300" w:lineRule="auto"/>
      <w:ind w:left="425"/>
    </w:pPr>
    <w:rPr>
      <w:sz w:val="22"/>
    </w:rPr>
  </w:style>
  <w:style w:type="paragraph" w:customStyle="1" w:styleId="BSEinrckung2">
    <w:name w:val="BS_Einrückung2"/>
    <w:basedOn w:val="Standard"/>
    <w:rsid w:val="008E485E"/>
    <w:pPr>
      <w:spacing w:after="120" w:line="300" w:lineRule="auto"/>
      <w:ind w:left="851"/>
    </w:pPr>
    <w:rPr>
      <w:sz w:val="22"/>
    </w:rPr>
  </w:style>
  <w:style w:type="paragraph" w:customStyle="1" w:styleId="BSAufzhlung1">
    <w:name w:val="BS_Aufzählung1"/>
    <w:basedOn w:val="Standard"/>
    <w:rsid w:val="008E485E"/>
    <w:pPr>
      <w:numPr>
        <w:numId w:val="13"/>
      </w:numPr>
      <w:tabs>
        <w:tab w:val="left" w:pos="709"/>
      </w:tabs>
      <w:spacing w:after="120" w:line="300" w:lineRule="auto"/>
    </w:pPr>
    <w:rPr>
      <w:sz w:val="22"/>
    </w:rPr>
  </w:style>
  <w:style w:type="paragraph" w:customStyle="1" w:styleId="BSAufzhlung2">
    <w:name w:val="BS_Aufzählung2"/>
    <w:basedOn w:val="Standard"/>
    <w:rsid w:val="008E485E"/>
    <w:pPr>
      <w:numPr>
        <w:numId w:val="14"/>
      </w:numPr>
      <w:tabs>
        <w:tab w:val="left" w:pos="1134"/>
      </w:tabs>
      <w:spacing w:after="120" w:line="300" w:lineRule="auto"/>
    </w:pPr>
    <w:rPr>
      <w:sz w:val="22"/>
    </w:rPr>
  </w:style>
  <w:style w:type="paragraph" w:customStyle="1" w:styleId="BSberschrift2num">
    <w:name w:val="BS_Überschrift2_num"/>
    <w:basedOn w:val="berschrift2"/>
    <w:next w:val="Standard"/>
    <w:rsid w:val="008E485E"/>
    <w:pPr>
      <w:tabs>
        <w:tab w:val="left" w:pos="425"/>
      </w:tabs>
      <w:suppressAutoHyphens/>
      <w:spacing w:after="120" w:line="300" w:lineRule="auto"/>
      <w:ind w:left="425" w:hanging="425"/>
    </w:pPr>
    <w:rPr>
      <w:bCs w:val="0"/>
      <w:i w:val="0"/>
      <w:iCs w:val="0"/>
      <w:sz w:val="24"/>
      <w:szCs w:val="20"/>
    </w:rPr>
  </w:style>
  <w:style w:type="paragraph" w:customStyle="1" w:styleId="BSberschrift3">
    <w:name w:val="BS_Überschrift3"/>
    <w:basedOn w:val="Standard"/>
    <w:next w:val="Standard"/>
    <w:rsid w:val="008E485E"/>
    <w:pPr>
      <w:keepNext/>
      <w:suppressAutoHyphens/>
      <w:spacing w:before="120" w:after="120" w:line="300" w:lineRule="auto"/>
      <w:ind w:left="425"/>
    </w:pPr>
    <w:rPr>
      <w:b/>
      <w:sz w:val="22"/>
    </w:rPr>
  </w:style>
  <w:style w:type="paragraph" w:customStyle="1" w:styleId="BSberschrift4">
    <w:name w:val="BS_Überschrift4"/>
    <w:basedOn w:val="Standard"/>
    <w:next w:val="Standard"/>
    <w:rsid w:val="008E485E"/>
    <w:pPr>
      <w:keepNext/>
      <w:suppressAutoHyphens/>
      <w:spacing w:after="120" w:line="300" w:lineRule="auto"/>
      <w:ind w:left="851"/>
    </w:pPr>
    <w:rPr>
      <w:b/>
      <w:sz w:val="22"/>
    </w:rPr>
  </w:style>
  <w:style w:type="paragraph" w:customStyle="1" w:styleId="BSKlasseohneSeitenwechsel">
    <w:name w:val="BS_Klasse ohne Seitenwechsel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Klasse">
    <w:name w:val="BS_Klasse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-1">
    <w:name w:val="BS-Ü 1"/>
    <w:basedOn w:val="BS-Standard"/>
    <w:next w:val="BS-Standard"/>
    <w:rsid w:val="008E485E"/>
    <w:pPr>
      <w:keepNext/>
      <w:numPr>
        <w:numId w:val="0"/>
      </w:numPr>
      <w:tabs>
        <w:tab w:val="left" w:pos="482"/>
      </w:tabs>
      <w:suppressAutoHyphens/>
      <w:spacing w:before="120" w:line="300" w:lineRule="auto"/>
    </w:pPr>
    <w:rPr>
      <w:b/>
      <w:sz w:val="28"/>
    </w:rPr>
  </w:style>
  <w:style w:type="paragraph" w:customStyle="1" w:styleId="BS-2">
    <w:name w:val="BS-Ü 2"/>
    <w:basedOn w:val="BS-Standard"/>
    <w:next w:val="BS-Standard"/>
    <w:rsid w:val="008E485E"/>
    <w:pPr>
      <w:keepNext/>
      <w:numPr>
        <w:numId w:val="0"/>
      </w:numPr>
      <w:tabs>
        <w:tab w:val="left" w:pos="425"/>
      </w:tabs>
      <w:suppressAutoHyphens/>
      <w:spacing w:before="120" w:line="300" w:lineRule="auto"/>
    </w:pPr>
    <w:rPr>
      <w:b/>
      <w:bCs/>
      <w:iCs/>
      <w:sz w:val="28"/>
    </w:rPr>
  </w:style>
  <w:style w:type="paragraph" w:customStyle="1" w:styleId="Formatvorlage2">
    <w:name w:val="Formatvorlage2"/>
    <w:basedOn w:val="Standard"/>
    <w:next w:val="Formatvorlage1"/>
    <w:autoRedefine/>
    <w:qFormat/>
    <w:rsid w:val="00BD3485"/>
    <w:rPr>
      <w:rFonts w:eastAsia="PMingLiU"/>
    </w:rPr>
  </w:style>
  <w:style w:type="table" w:styleId="Tabellenraster">
    <w:name w:val="Table Grid"/>
    <w:basedOn w:val="NormaleTabelle"/>
    <w:uiPriority w:val="59"/>
    <w:rsid w:val="00D64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64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09C3"/>
    <w:pPr>
      <w:spacing w:after="60"/>
    </w:pPr>
    <w:rPr>
      <w:rFonts w:eastAsia="Calibri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8E485E"/>
    <w:pPr>
      <w:keepNext/>
      <w:spacing w:before="24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aliases w:val="BS_Überschrift 3"/>
    <w:basedOn w:val="Standard"/>
    <w:next w:val="Standard"/>
    <w:link w:val="berschrift3Zchn"/>
    <w:qFormat/>
    <w:rsid w:val="008E485E"/>
    <w:pPr>
      <w:keepNext/>
      <w:tabs>
        <w:tab w:val="left" w:pos="851"/>
      </w:tabs>
      <w:spacing w:before="120" w:after="120" w:line="300" w:lineRule="auto"/>
      <w:ind w:left="425"/>
      <w:outlineLvl w:val="2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8E485E"/>
  </w:style>
  <w:style w:type="table" w:customStyle="1" w:styleId="Tabellengitternetz">
    <w:name w:val="Tabellengitternetz"/>
    <w:basedOn w:val="NormaleTabelle"/>
    <w:uiPriority w:val="59"/>
    <w:rsid w:val="008E48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8E485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E485E"/>
    <w:rPr>
      <w:b/>
      <w:bCs/>
      <w:i/>
      <w:iCs/>
      <w:sz w:val="28"/>
      <w:szCs w:val="28"/>
    </w:rPr>
  </w:style>
  <w:style w:type="character" w:customStyle="1" w:styleId="berschrift3Zchn">
    <w:name w:val="Überschrift 3 Zchn"/>
    <w:aliases w:val="BS_Überschrift 3 Zchn"/>
    <w:basedOn w:val="Absatz-Standardschriftart"/>
    <w:link w:val="berschrift3"/>
    <w:rsid w:val="008E485E"/>
    <w:rPr>
      <w:sz w:val="22"/>
    </w:rPr>
  </w:style>
  <w:style w:type="paragraph" w:styleId="Titel">
    <w:name w:val="Title"/>
    <w:basedOn w:val="Standard"/>
    <w:link w:val="TitelZchn"/>
    <w:qFormat/>
    <w:rsid w:val="008E485E"/>
    <w:pPr>
      <w:spacing w:after="240"/>
      <w:jc w:val="center"/>
    </w:pPr>
    <w:rPr>
      <w:rFonts w:ascii="Verdana" w:hAnsi="Verdana"/>
      <w:b/>
      <w:sz w:val="28"/>
    </w:rPr>
  </w:style>
  <w:style w:type="character" w:customStyle="1" w:styleId="TitelZchn">
    <w:name w:val="Titel Zchn"/>
    <w:basedOn w:val="Absatz-Standardschriftart"/>
    <w:link w:val="Titel"/>
    <w:rsid w:val="008E485E"/>
    <w:rPr>
      <w:rFonts w:ascii="Verdana" w:hAnsi="Verdana"/>
      <w:b/>
      <w:sz w:val="28"/>
    </w:rPr>
  </w:style>
  <w:style w:type="paragraph" w:customStyle="1" w:styleId="BS-Standard">
    <w:name w:val="BS-Standard"/>
    <w:basedOn w:val="Standard"/>
    <w:autoRedefine/>
    <w:rsid w:val="008E485E"/>
    <w:pPr>
      <w:numPr>
        <w:numId w:val="12"/>
      </w:numPr>
      <w:jc w:val="both"/>
    </w:pPr>
  </w:style>
  <w:style w:type="paragraph" w:styleId="Kopfzeile">
    <w:name w:val="header"/>
    <w:basedOn w:val="Standard"/>
    <w:link w:val="Kopf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485E"/>
  </w:style>
  <w:style w:type="paragraph" w:styleId="Fuzeile">
    <w:name w:val="footer"/>
    <w:basedOn w:val="Standard"/>
    <w:link w:val="FuzeileZchn"/>
    <w:uiPriority w:val="99"/>
    <w:rsid w:val="008E48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485E"/>
  </w:style>
  <w:style w:type="character" w:styleId="Seitenzahl">
    <w:name w:val="page number"/>
    <w:basedOn w:val="Absatz-Standardschriftart"/>
    <w:rsid w:val="008E485E"/>
  </w:style>
  <w:style w:type="paragraph" w:customStyle="1" w:styleId="BSEinrckung1">
    <w:name w:val="BS_Einrückung1"/>
    <w:basedOn w:val="Standard"/>
    <w:rsid w:val="008E485E"/>
    <w:pPr>
      <w:spacing w:after="120" w:line="300" w:lineRule="auto"/>
      <w:ind w:left="425"/>
    </w:pPr>
    <w:rPr>
      <w:sz w:val="22"/>
    </w:rPr>
  </w:style>
  <w:style w:type="paragraph" w:customStyle="1" w:styleId="BSEinrckung2">
    <w:name w:val="BS_Einrückung2"/>
    <w:basedOn w:val="Standard"/>
    <w:rsid w:val="008E485E"/>
    <w:pPr>
      <w:spacing w:after="120" w:line="300" w:lineRule="auto"/>
      <w:ind w:left="851"/>
    </w:pPr>
    <w:rPr>
      <w:sz w:val="22"/>
    </w:rPr>
  </w:style>
  <w:style w:type="paragraph" w:customStyle="1" w:styleId="BSAufzhlung1">
    <w:name w:val="BS_Aufzählung1"/>
    <w:basedOn w:val="Standard"/>
    <w:rsid w:val="008E485E"/>
    <w:pPr>
      <w:numPr>
        <w:numId w:val="13"/>
      </w:numPr>
      <w:tabs>
        <w:tab w:val="left" w:pos="709"/>
      </w:tabs>
      <w:spacing w:after="120" w:line="300" w:lineRule="auto"/>
    </w:pPr>
    <w:rPr>
      <w:sz w:val="22"/>
    </w:rPr>
  </w:style>
  <w:style w:type="paragraph" w:customStyle="1" w:styleId="BSAufzhlung2">
    <w:name w:val="BS_Aufzählung2"/>
    <w:basedOn w:val="Standard"/>
    <w:rsid w:val="008E485E"/>
    <w:pPr>
      <w:numPr>
        <w:numId w:val="14"/>
      </w:numPr>
      <w:tabs>
        <w:tab w:val="left" w:pos="1134"/>
      </w:tabs>
      <w:spacing w:after="120" w:line="300" w:lineRule="auto"/>
    </w:pPr>
    <w:rPr>
      <w:sz w:val="22"/>
    </w:rPr>
  </w:style>
  <w:style w:type="paragraph" w:customStyle="1" w:styleId="BSberschrift2num">
    <w:name w:val="BS_Überschrift2_num"/>
    <w:basedOn w:val="berschrift2"/>
    <w:next w:val="Standard"/>
    <w:rsid w:val="008E485E"/>
    <w:pPr>
      <w:tabs>
        <w:tab w:val="left" w:pos="425"/>
      </w:tabs>
      <w:suppressAutoHyphens/>
      <w:spacing w:after="120" w:line="300" w:lineRule="auto"/>
      <w:ind w:left="425" w:hanging="425"/>
    </w:pPr>
    <w:rPr>
      <w:bCs w:val="0"/>
      <w:i w:val="0"/>
      <w:iCs w:val="0"/>
      <w:sz w:val="24"/>
      <w:szCs w:val="20"/>
    </w:rPr>
  </w:style>
  <w:style w:type="paragraph" w:customStyle="1" w:styleId="BSberschrift3">
    <w:name w:val="BS_Überschrift3"/>
    <w:basedOn w:val="Standard"/>
    <w:next w:val="Standard"/>
    <w:rsid w:val="008E485E"/>
    <w:pPr>
      <w:keepNext/>
      <w:suppressAutoHyphens/>
      <w:spacing w:before="120" w:after="120" w:line="300" w:lineRule="auto"/>
      <w:ind w:left="425"/>
    </w:pPr>
    <w:rPr>
      <w:b/>
      <w:sz w:val="22"/>
    </w:rPr>
  </w:style>
  <w:style w:type="paragraph" w:customStyle="1" w:styleId="BSberschrift4">
    <w:name w:val="BS_Überschrift4"/>
    <w:basedOn w:val="Standard"/>
    <w:next w:val="Standard"/>
    <w:rsid w:val="008E485E"/>
    <w:pPr>
      <w:keepNext/>
      <w:suppressAutoHyphens/>
      <w:spacing w:after="120" w:line="300" w:lineRule="auto"/>
      <w:ind w:left="851"/>
    </w:pPr>
    <w:rPr>
      <w:b/>
      <w:sz w:val="22"/>
    </w:rPr>
  </w:style>
  <w:style w:type="paragraph" w:customStyle="1" w:styleId="BSKlasseohneSeitenwechsel">
    <w:name w:val="BS_Klasse ohne Seitenwechsel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Klasse">
    <w:name w:val="BS_Klasse"/>
    <w:basedOn w:val="Standard"/>
    <w:next w:val="Standard"/>
    <w:rsid w:val="008E485E"/>
    <w:pPr>
      <w:pageBreakBefore/>
      <w:spacing w:after="120" w:line="300" w:lineRule="auto"/>
    </w:pPr>
    <w:rPr>
      <w:b/>
      <w:sz w:val="28"/>
    </w:rPr>
  </w:style>
  <w:style w:type="paragraph" w:customStyle="1" w:styleId="BS-1">
    <w:name w:val="BS-Ü 1"/>
    <w:basedOn w:val="BS-Standard"/>
    <w:next w:val="BS-Standard"/>
    <w:rsid w:val="008E485E"/>
    <w:pPr>
      <w:keepNext/>
      <w:numPr>
        <w:numId w:val="0"/>
      </w:numPr>
      <w:tabs>
        <w:tab w:val="left" w:pos="482"/>
      </w:tabs>
      <w:suppressAutoHyphens/>
      <w:spacing w:before="120" w:line="300" w:lineRule="auto"/>
    </w:pPr>
    <w:rPr>
      <w:b/>
      <w:sz w:val="28"/>
    </w:rPr>
  </w:style>
  <w:style w:type="paragraph" w:customStyle="1" w:styleId="BS-2">
    <w:name w:val="BS-Ü 2"/>
    <w:basedOn w:val="BS-Standard"/>
    <w:next w:val="BS-Standard"/>
    <w:rsid w:val="008E485E"/>
    <w:pPr>
      <w:keepNext/>
      <w:numPr>
        <w:numId w:val="0"/>
      </w:numPr>
      <w:tabs>
        <w:tab w:val="left" w:pos="425"/>
      </w:tabs>
      <w:suppressAutoHyphens/>
      <w:spacing w:before="120" w:line="300" w:lineRule="auto"/>
    </w:pPr>
    <w:rPr>
      <w:b/>
      <w:bCs/>
      <w:iCs/>
      <w:sz w:val="28"/>
    </w:rPr>
  </w:style>
  <w:style w:type="paragraph" w:customStyle="1" w:styleId="Formatvorlage2">
    <w:name w:val="Formatvorlage2"/>
    <w:basedOn w:val="Standard"/>
    <w:next w:val="Formatvorlage1"/>
    <w:autoRedefine/>
    <w:qFormat/>
    <w:rsid w:val="00BD3485"/>
    <w:rPr>
      <w:rFonts w:eastAsia="PMingLiU"/>
    </w:rPr>
  </w:style>
  <w:style w:type="table" w:styleId="Tabellenraster">
    <w:name w:val="Table Grid"/>
    <w:basedOn w:val="NormaleTabelle"/>
    <w:uiPriority w:val="59"/>
    <w:rsid w:val="00D64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64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DLAT~1\AppData\Local\Temp\zpg_tmpl_all_1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zpg_tmpl_all_12</Template>
  <TotalTime>0</TotalTime>
  <Pages>1</Pages>
  <Words>1311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Sedlatschek</dc:creator>
  <cp:lastModifiedBy>Sedlatschek</cp:lastModifiedBy>
  <cp:revision>15</cp:revision>
  <cp:lastPrinted>2015-06-21T11:30:00Z</cp:lastPrinted>
  <dcterms:created xsi:type="dcterms:W3CDTF">2014-10-13T08:53:00Z</dcterms:created>
  <dcterms:modified xsi:type="dcterms:W3CDTF">2015-06-21T11:30:00Z</dcterms:modified>
</cp:coreProperties>
</file>