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CEAAD" w14:textId="4DE5B752" w:rsidR="00687801" w:rsidRPr="00F04DA6" w:rsidRDefault="00F04DA6" w:rsidP="00687801">
      <w:pPr>
        <w:pStyle w:val="berschrift1"/>
        <w:rPr>
          <w:lang w:val="es-ES"/>
        </w:rPr>
      </w:pPr>
      <w:r w:rsidRPr="00F04DA6">
        <w:rPr>
          <w:lang w:val="es-ES"/>
        </w:rPr>
        <w:t>Tareas a</w:t>
      </w:r>
      <w:r>
        <w:rPr>
          <w:lang w:val="es-ES"/>
        </w:rPr>
        <w:t>n</w:t>
      </w:r>
      <w:r w:rsidRPr="00F04DA6">
        <w:rPr>
          <w:lang w:val="es-ES"/>
        </w:rPr>
        <w:t>tes de l</w:t>
      </w:r>
      <w:r>
        <w:rPr>
          <w:lang w:val="es-ES"/>
        </w:rPr>
        <w:t>a audición</w:t>
      </w:r>
    </w:p>
    <w:p w14:paraId="79E147D1" w14:textId="77777777" w:rsidR="00F04DA6" w:rsidRDefault="00F04DA6" w:rsidP="00F04DA6">
      <w:pPr>
        <w:pStyle w:val="berschrift2"/>
        <w:rPr>
          <w:sz w:val="24"/>
        </w:rPr>
      </w:pPr>
      <w:r w:rsidRPr="00F04DA6">
        <w:rPr>
          <w:sz w:val="24"/>
          <w:lang w:val="es-ES"/>
        </w:rPr>
        <w:t xml:space="preserve">La canción que vamos a escuchar se titula  “La democracia”. ¿De qué temas puede tratar una canción con este título? </w:t>
      </w:r>
      <w:r w:rsidRPr="009B0AF7">
        <w:rPr>
          <w:sz w:val="24"/>
          <w:lang w:val="es-ES"/>
        </w:rPr>
        <w:t>Apunta tus ideas en un mapa</w:t>
      </w:r>
      <w:r w:rsidRPr="00F04DA6">
        <w:rPr>
          <w:sz w:val="24"/>
        </w:rPr>
        <w:t xml:space="preserve"> mental.</w:t>
      </w:r>
    </w:p>
    <w:p w14:paraId="275F0BFA" w14:textId="561A43C0" w:rsidR="008B4FB7" w:rsidRPr="008B4FB7" w:rsidRDefault="008B4FB7" w:rsidP="008B4FB7">
      <w:pPr>
        <w:ind w:left="576"/>
      </w:pPr>
      <w:r>
        <w:t>Individuelle Lösungen</w:t>
      </w:r>
    </w:p>
    <w:p w14:paraId="0DE444E1" w14:textId="64BF6704" w:rsidR="00F04DA6" w:rsidRPr="000C1D10" w:rsidRDefault="00F04DA6" w:rsidP="00F04DA6">
      <w:pPr>
        <w:pStyle w:val="Listenabsatz"/>
        <w:jc w:val="center"/>
        <w:rPr>
          <w:rFonts w:ascii="Arial" w:hAnsi="Arial"/>
          <w:sz w:val="20"/>
          <w:szCs w:val="20"/>
          <w:lang w:val="es-ES"/>
        </w:rPr>
      </w:pPr>
      <w:r>
        <w:rPr>
          <w:noProof/>
        </w:rPr>
        <w:drawing>
          <wp:inline distT="0" distB="0" distL="0" distR="0" wp14:anchorId="297012B3" wp14:editId="45FA637B">
            <wp:extent cx="4712335" cy="2560320"/>
            <wp:effectExtent l="0" t="0" r="0" b="0"/>
            <wp:docPr id="495655257" name="Grafik 1" descr="zu sehen ist eine Mind Map, in der Mitte befinden sich die Begriffe &quot;canción la democracia&quot;, rechts und links von der Mitte befindet sich 4  Blasen, in die man seine Ideen eintragen k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655257" name="Grafik 1" descr="zu sehen ist eine Mind Map, in der Mitte befinden sich die Begriffe &quot;canción la democracia&quot;, rechts und links von der Mitte befindet sich 4  Blasen, in die man seine Ideen eintragen kan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2335" cy="2560320"/>
                    </a:xfrm>
                    <a:prstGeom prst="rect">
                      <a:avLst/>
                    </a:prstGeom>
                    <a:noFill/>
                  </pic:spPr>
                </pic:pic>
              </a:graphicData>
            </a:graphic>
          </wp:inline>
        </w:drawing>
      </w:r>
      <w:r w:rsidRPr="000C1D10">
        <w:rPr>
          <w:rFonts w:ascii="Arial" w:hAnsi="Arial"/>
          <w:sz w:val="20"/>
          <w:szCs w:val="20"/>
          <w:lang w:val="es-ES"/>
        </w:rPr>
        <w:t>https://map.kits.blog/</w:t>
      </w:r>
    </w:p>
    <w:p w14:paraId="63341C45" w14:textId="09332E5A" w:rsidR="00F04DA6" w:rsidRDefault="00F04DA6" w:rsidP="00F04DA6"/>
    <w:p w14:paraId="5A5C54C8" w14:textId="28BF4092" w:rsidR="00F04DA6" w:rsidRDefault="00F04DA6" w:rsidP="008B4FB7">
      <w:pPr>
        <w:pStyle w:val="berschrift2"/>
        <w:numPr>
          <w:ilvl w:val="0"/>
          <w:numId w:val="0"/>
        </w:numPr>
        <w:ind w:left="576" w:hanging="576"/>
      </w:pPr>
    </w:p>
    <w:p w14:paraId="4A322F25" w14:textId="645C39F9" w:rsidR="00F04DA6" w:rsidRPr="00F04DA6" w:rsidRDefault="00F04DA6" w:rsidP="00F04DA6">
      <w:pPr>
        <w:pStyle w:val="berschrift1"/>
        <w:rPr>
          <w:lang w:val="es-ES"/>
        </w:rPr>
      </w:pPr>
      <w:bookmarkStart w:id="0" w:name="_Hlk191040537"/>
      <w:r w:rsidRPr="00F04DA6">
        <w:rPr>
          <w:lang w:val="es-ES"/>
        </w:rPr>
        <w:t xml:space="preserve">Tareas </w:t>
      </w:r>
      <w:r>
        <w:rPr>
          <w:lang w:val="es-ES"/>
        </w:rPr>
        <w:t>durante</w:t>
      </w:r>
      <w:r w:rsidRPr="00F04DA6">
        <w:rPr>
          <w:lang w:val="es-ES"/>
        </w:rPr>
        <w:t xml:space="preserve"> de l</w:t>
      </w:r>
      <w:r>
        <w:rPr>
          <w:lang w:val="es-ES"/>
        </w:rPr>
        <w:t>a audición</w:t>
      </w:r>
    </w:p>
    <w:bookmarkEnd w:id="0"/>
    <w:p w14:paraId="630A70B1" w14:textId="77777777" w:rsidR="002549FF" w:rsidRDefault="002549FF" w:rsidP="002549FF">
      <w:pPr>
        <w:pStyle w:val="berschrift2"/>
        <w:rPr>
          <w:sz w:val="24"/>
          <w:lang w:val="es-ES"/>
        </w:rPr>
      </w:pPr>
      <w:r w:rsidRPr="002549FF">
        <w:rPr>
          <w:sz w:val="24"/>
          <w:lang w:val="es-ES"/>
        </w:rPr>
        <w:t>Escucha la canción y apunta todas las palabras que entiendes.</w:t>
      </w:r>
    </w:p>
    <w:p w14:paraId="0CF15103" w14:textId="18ED218B" w:rsidR="008B4FB7" w:rsidRPr="008B4FB7" w:rsidRDefault="008B4FB7" w:rsidP="008B4FB7">
      <w:pPr>
        <w:rPr>
          <w:lang w:val="es-ES"/>
        </w:rPr>
      </w:pPr>
      <w:r>
        <w:rPr>
          <w:lang w:val="es-ES"/>
        </w:rPr>
        <w:t xml:space="preserve">      Individuelle Lösungen</w:t>
      </w:r>
    </w:p>
    <w:p w14:paraId="2BD2DF3C" w14:textId="659A1452" w:rsidR="002549FF" w:rsidRDefault="002549FF" w:rsidP="002549FF">
      <w:pPr>
        <w:pStyle w:val="berschrift2"/>
        <w:rPr>
          <w:sz w:val="24"/>
          <w:lang w:val="es-ES"/>
        </w:rPr>
      </w:pPr>
      <w:r w:rsidRPr="002549FF">
        <w:rPr>
          <w:sz w:val="24"/>
          <w:lang w:val="es-ES"/>
        </w:rPr>
        <w:t xml:space="preserve">Concéntrate en la música y descríbela. </w:t>
      </w:r>
    </w:p>
    <w:p w14:paraId="378521A0" w14:textId="23ABDCD4" w:rsidR="008B4FB7" w:rsidRDefault="008B4FB7" w:rsidP="008B4FB7">
      <w:pPr>
        <w:pStyle w:val="Listenabsatz"/>
        <w:numPr>
          <w:ilvl w:val="0"/>
          <w:numId w:val="38"/>
        </w:numPr>
        <w:rPr>
          <w:lang w:val="es-ES"/>
        </w:rPr>
      </w:pPr>
      <w:r>
        <w:rPr>
          <w:lang w:val="es-ES"/>
        </w:rPr>
        <w:t>alegre</w:t>
      </w:r>
    </w:p>
    <w:p w14:paraId="0978D78F" w14:textId="3872A2B7" w:rsidR="008B4FB7" w:rsidRDefault="008B4FB7" w:rsidP="008B4FB7">
      <w:pPr>
        <w:pStyle w:val="Listenabsatz"/>
        <w:numPr>
          <w:ilvl w:val="0"/>
          <w:numId w:val="38"/>
        </w:numPr>
        <w:rPr>
          <w:lang w:val="es-ES"/>
        </w:rPr>
      </w:pPr>
      <w:r>
        <w:rPr>
          <w:lang w:val="es-ES"/>
        </w:rPr>
        <w:t>pegadiza</w:t>
      </w:r>
    </w:p>
    <w:p w14:paraId="42277914" w14:textId="46DD282A" w:rsidR="008B4FB7" w:rsidRDefault="008B4FB7" w:rsidP="008B4FB7">
      <w:pPr>
        <w:pStyle w:val="Listenabsatz"/>
        <w:numPr>
          <w:ilvl w:val="0"/>
          <w:numId w:val="38"/>
        </w:numPr>
        <w:rPr>
          <w:lang w:val="es-ES"/>
        </w:rPr>
      </w:pPr>
      <w:r>
        <w:rPr>
          <w:lang w:val="es-ES"/>
        </w:rPr>
        <w:t>ritmo latinomaricano (cumbia)</w:t>
      </w:r>
    </w:p>
    <w:p w14:paraId="5765B406" w14:textId="4E0E2379" w:rsidR="008B4FB7" w:rsidRDefault="008B4FB7" w:rsidP="008B4FB7">
      <w:pPr>
        <w:pStyle w:val="Listenabsatz"/>
        <w:numPr>
          <w:ilvl w:val="0"/>
          <w:numId w:val="38"/>
        </w:numPr>
        <w:rPr>
          <w:lang w:val="es-ES"/>
        </w:rPr>
      </w:pPr>
      <w:r>
        <w:rPr>
          <w:lang w:val="es-ES"/>
        </w:rPr>
        <w:t>instrumentos de percusión, de viento, guitarra eléctrica</w:t>
      </w:r>
    </w:p>
    <w:p w14:paraId="534544DF" w14:textId="619ED1AA" w:rsidR="008B4FB7" w:rsidRPr="008B4FB7" w:rsidRDefault="008B4FB7" w:rsidP="008B4FB7">
      <w:pPr>
        <w:pStyle w:val="Listenabsatz"/>
        <w:numPr>
          <w:ilvl w:val="0"/>
          <w:numId w:val="38"/>
        </w:numPr>
        <w:rPr>
          <w:lang w:val="es-ES"/>
        </w:rPr>
      </w:pPr>
      <w:r>
        <w:rPr>
          <w:lang w:val="es-ES"/>
        </w:rPr>
        <w:t>voz femenina, coro</w:t>
      </w:r>
    </w:p>
    <w:p w14:paraId="644FEE7E" w14:textId="66497210" w:rsidR="002549FF" w:rsidRPr="00F04DA6" w:rsidRDefault="002549FF" w:rsidP="002549FF">
      <w:pPr>
        <w:pStyle w:val="berschrift1"/>
        <w:rPr>
          <w:lang w:val="es-ES"/>
        </w:rPr>
      </w:pPr>
      <w:r w:rsidRPr="00F04DA6">
        <w:rPr>
          <w:lang w:val="es-ES"/>
        </w:rPr>
        <w:lastRenderedPageBreak/>
        <w:t xml:space="preserve">Tareas </w:t>
      </w:r>
      <w:r>
        <w:rPr>
          <w:lang w:val="es-ES"/>
        </w:rPr>
        <w:t>después</w:t>
      </w:r>
      <w:r w:rsidRPr="00F04DA6">
        <w:rPr>
          <w:lang w:val="es-ES"/>
        </w:rPr>
        <w:t xml:space="preserve"> de l</w:t>
      </w:r>
      <w:r>
        <w:rPr>
          <w:lang w:val="es-ES"/>
        </w:rPr>
        <w:t>a audición (en parejas)</w:t>
      </w:r>
    </w:p>
    <w:p w14:paraId="3E7814DD" w14:textId="28DDAF69" w:rsidR="00687801" w:rsidRDefault="002549FF" w:rsidP="002549FF">
      <w:pPr>
        <w:pStyle w:val="berschrift2"/>
        <w:rPr>
          <w:sz w:val="24"/>
          <w:lang w:val="es-ES"/>
        </w:rPr>
      </w:pPr>
      <w:r w:rsidRPr="002549FF">
        <w:rPr>
          <w:sz w:val="24"/>
          <w:lang w:val="es-ES"/>
        </w:rPr>
        <w:t>Apuntad los temas que aborda esta canción.</w:t>
      </w:r>
    </w:p>
    <w:p w14:paraId="1FC3BD04" w14:textId="77777777" w:rsidR="008B4FB7" w:rsidRPr="008B4FB7" w:rsidRDefault="008B4FB7" w:rsidP="008B4FB7">
      <w:pPr>
        <w:rPr>
          <w:lang w:val="es-ES"/>
        </w:rPr>
      </w:pPr>
      <w:r w:rsidRPr="008B4FB7">
        <w:rPr>
          <w:lang w:val="es-ES"/>
        </w:rPr>
        <w:t>•</w:t>
      </w:r>
      <w:r w:rsidRPr="008B4FB7">
        <w:rPr>
          <w:lang w:val="es-ES"/>
        </w:rPr>
        <w:tab/>
        <w:t>la democracia</w:t>
      </w:r>
    </w:p>
    <w:p w14:paraId="33370DD5" w14:textId="77777777" w:rsidR="008B4FB7" w:rsidRPr="008B4FB7" w:rsidRDefault="008B4FB7" w:rsidP="008B4FB7">
      <w:pPr>
        <w:rPr>
          <w:lang w:val="es-ES"/>
        </w:rPr>
      </w:pPr>
      <w:r w:rsidRPr="008B4FB7">
        <w:rPr>
          <w:lang w:val="es-ES"/>
        </w:rPr>
        <w:t>•</w:t>
      </w:r>
      <w:r w:rsidRPr="008B4FB7">
        <w:rPr>
          <w:lang w:val="es-ES"/>
        </w:rPr>
        <w:tab/>
        <w:t>la violencia</w:t>
      </w:r>
    </w:p>
    <w:p w14:paraId="621A73E0" w14:textId="77777777" w:rsidR="008B4FB7" w:rsidRPr="008B4FB7" w:rsidRDefault="008B4FB7" w:rsidP="008B4FB7">
      <w:pPr>
        <w:rPr>
          <w:lang w:val="es-ES"/>
        </w:rPr>
      </w:pPr>
      <w:r w:rsidRPr="008B4FB7">
        <w:rPr>
          <w:lang w:val="es-ES"/>
        </w:rPr>
        <w:t>•</w:t>
      </w:r>
      <w:r w:rsidRPr="008B4FB7">
        <w:rPr>
          <w:lang w:val="es-ES"/>
        </w:rPr>
        <w:tab/>
        <w:t>la desigualdad y la falta de justicia social</w:t>
      </w:r>
    </w:p>
    <w:p w14:paraId="2BDC4DDD" w14:textId="77777777" w:rsidR="008B4FB7" w:rsidRPr="008B4FB7" w:rsidRDefault="008B4FB7" w:rsidP="008B4FB7">
      <w:pPr>
        <w:rPr>
          <w:lang w:val="es-ES"/>
        </w:rPr>
      </w:pPr>
      <w:r w:rsidRPr="008B4FB7">
        <w:rPr>
          <w:lang w:val="es-ES"/>
        </w:rPr>
        <w:t>•</w:t>
      </w:r>
      <w:r w:rsidRPr="008B4FB7">
        <w:rPr>
          <w:lang w:val="es-ES"/>
        </w:rPr>
        <w:tab/>
        <w:t>la destrucción del medio ambiente</w:t>
      </w:r>
    </w:p>
    <w:p w14:paraId="3DA3E9EE" w14:textId="77777777" w:rsidR="008B4FB7" w:rsidRPr="008B4FB7" w:rsidRDefault="008B4FB7" w:rsidP="008B4FB7">
      <w:pPr>
        <w:rPr>
          <w:lang w:val="es-ES"/>
        </w:rPr>
      </w:pPr>
      <w:r w:rsidRPr="008B4FB7">
        <w:rPr>
          <w:lang w:val="es-ES"/>
        </w:rPr>
        <w:t>•</w:t>
      </w:r>
      <w:r w:rsidRPr="008B4FB7">
        <w:rPr>
          <w:lang w:val="es-ES"/>
        </w:rPr>
        <w:tab/>
        <w:t>la persecución de migrantes</w:t>
      </w:r>
    </w:p>
    <w:p w14:paraId="545236B6" w14:textId="77777777" w:rsidR="008B4FB7" w:rsidRPr="008B4FB7" w:rsidRDefault="008B4FB7" w:rsidP="008B4FB7">
      <w:pPr>
        <w:rPr>
          <w:lang w:val="es-ES"/>
        </w:rPr>
      </w:pPr>
      <w:r w:rsidRPr="008B4FB7">
        <w:rPr>
          <w:lang w:val="es-ES"/>
        </w:rPr>
        <w:t>•</w:t>
      </w:r>
      <w:r w:rsidRPr="008B4FB7">
        <w:rPr>
          <w:lang w:val="es-ES"/>
        </w:rPr>
        <w:tab/>
        <w:t>las masacres a estudiantes</w:t>
      </w:r>
    </w:p>
    <w:p w14:paraId="7EAB9061" w14:textId="7109C97E" w:rsidR="008B4FB7" w:rsidRPr="008B4FB7" w:rsidRDefault="008B4FB7" w:rsidP="008B4FB7">
      <w:pPr>
        <w:rPr>
          <w:lang w:val="es-ES"/>
        </w:rPr>
      </w:pPr>
      <w:r w:rsidRPr="008B4FB7">
        <w:rPr>
          <w:lang w:val="es-ES"/>
        </w:rPr>
        <w:t>•</w:t>
      </w:r>
      <w:r w:rsidRPr="008B4FB7">
        <w:rPr>
          <w:lang w:val="es-ES"/>
        </w:rPr>
        <w:tab/>
        <w:t>la música y el baile como forma de expresión</w:t>
      </w:r>
    </w:p>
    <w:p w14:paraId="20DF4667" w14:textId="7AC27066" w:rsidR="008B4FB7" w:rsidRPr="008B4FB7" w:rsidRDefault="002549FF" w:rsidP="002549FF">
      <w:pPr>
        <w:pStyle w:val="berschrift2"/>
        <w:rPr>
          <w:sz w:val="24"/>
          <w:lang w:val="es-ES"/>
        </w:rPr>
      </w:pPr>
      <w:r w:rsidRPr="008B4FB7">
        <w:rPr>
          <w:sz w:val="24"/>
          <w:lang w:val="es-ES"/>
        </w:rPr>
        <w:t>Describid la situación del yo lírico.</w:t>
      </w:r>
    </w:p>
    <w:p w14:paraId="03EE6B60" w14:textId="4BDFB726" w:rsidR="008B4FB7" w:rsidRPr="008B4FB7" w:rsidRDefault="002549FF" w:rsidP="008B4FB7">
      <w:pPr>
        <w:pStyle w:val="berschrift3"/>
        <w:rPr>
          <w:sz w:val="24"/>
          <w:lang w:val="es-ES"/>
        </w:rPr>
      </w:pPr>
      <w:r w:rsidRPr="008B4FB7">
        <w:rPr>
          <w:sz w:val="24"/>
          <w:lang w:val="es-ES"/>
        </w:rPr>
        <w:t>Sus sentimientos</w:t>
      </w:r>
    </w:p>
    <w:p w14:paraId="256DB7A8" w14:textId="4923FDDE" w:rsidR="008B4FB7" w:rsidRDefault="008B4FB7" w:rsidP="002549FF">
      <w:pPr>
        <w:rPr>
          <w:lang w:val="es-ES"/>
        </w:rPr>
      </w:pPr>
      <w:r w:rsidRPr="008B4FB7">
        <w:rPr>
          <w:lang w:val="es-ES"/>
        </w:rPr>
        <w:t>•</w:t>
      </w:r>
      <w:r w:rsidRPr="008B4FB7">
        <w:rPr>
          <w:lang w:val="es-ES"/>
        </w:rPr>
        <w:tab/>
        <w:t>el yo lírico está descontento e indignado por el estado de la democracia, tiene poca esperanza ( v. 4), se siente amenazado ( v. 11 -12), confundido y engañado (v.15) por “los de arriba” (v.9), por “los caballeros” (v. 26), es decir por las personas de la clase social alta con poder político y económico que se aprovechan (“se llenan la panza”, v. 26). Además siente “venganza” ( v. 28) y por eso canta. Tiene el deseo de que todo mejore y que el desquilibrio social desaparezca (v. 5 -6)</w:t>
      </w:r>
    </w:p>
    <w:p w14:paraId="70649723" w14:textId="78EFC5C1" w:rsidR="008B4FB7" w:rsidRPr="008B4FB7" w:rsidRDefault="008B4FB7" w:rsidP="008B4FB7">
      <w:pPr>
        <w:pStyle w:val="berschrift3"/>
        <w:rPr>
          <w:sz w:val="24"/>
          <w:lang w:val="es-ES"/>
        </w:rPr>
      </w:pPr>
      <w:r w:rsidRPr="008B4FB7">
        <w:rPr>
          <w:sz w:val="24"/>
          <w:lang w:val="es-ES"/>
        </w:rPr>
        <w:t>Su actitud</w:t>
      </w:r>
    </w:p>
    <w:p w14:paraId="37EF08AD" w14:textId="77777777" w:rsidR="008B4FB7" w:rsidRPr="008B4FB7" w:rsidRDefault="008B4FB7" w:rsidP="008B4FB7">
      <w:pPr>
        <w:rPr>
          <w:lang w:val="es-ES"/>
        </w:rPr>
      </w:pPr>
      <w:r w:rsidRPr="008B4FB7">
        <w:rPr>
          <w:lang w:val="es-ES"/>
        </w:rPr>
        <w:t>•</w:t>
      </w:r>
      <w:r w:rsidRPr="008B4FB7">
        <w:rPr>
          <w:lang w:val="es-ES"/>
        </w:rPr>
        <w:tab/>
        <w:t>critica la desigualdad social: v.1, 7, 9-12, 26</w:t>
      </w:r>
    </w:p>
    <w:p w14:paraId="682CB38E" w14:textId="77777777" w:rsidR="008B4FB7" w:rsidRPr="008B4FB7" w:rsidRDefault="008B4FB7" w:rsidP="008B4FB7">
      <w:pPr>
        <w:rPr>
          <w:lang w:val="es-ES"/>
        </w:rPr>
      </w:pPr>
      <w:r w:rsidRPr="008B4FB7">
        <w:rPr>
          <w:lang w:val="es-ES"/>
        </w:rPr>
        <w:t>•</w:t>
      </w:r>
      <w:r w:rsidRPr="008B4FB7">
        <w:rPr>
          <w:lang w:val="es-ES"/>
        </w:rPr>
        <w:tab/>
        <w:t>denuncia la corrupción: v. 9-10, v. 17 (¿Quién se la robó?), v. 22 (Pa que te engañen)</w:t>
      </w:r>
    </w:p>
    <w:p w14:paraId="15F13F35" w14:textId="77777777" w:rsidR="008B4FB7" w:rsidRPr="008B4FB7" w:rsidRDefault="008B4FB7" w:rsidP="008B4FB7">
      <w:pPr>
        <w:rPr>
          <w:lang w:val="es-ES"/>
        </w:rPr>
      </w:pPr>
      <w:r w:rsidRPr="008B4FB7">
        <w:rPr>
          <w:lang w:val="es-ES"/>
        </w:rPr>
        <w:t>•</w:t>
      </w:r>
      <w:r w:rsidRPr="008B4FB7">
        <w:rPr>
          <w:lang w:val="es-ES"/>
        </w:rPr>
        <w:tab/>
        <w:t>denuncia la violencia: v.2-4, v.11-12, v. 23-24</w:t>
      </w:r>
    </w:p>
    <w:p w14:paraId="44F4A877" w14:textId="631287F4" w:rsidR="008B4FB7" w:rsidRDefault="008B4FB7" w:rsidP="008B4FB7">
      <w:pPr>
        <w:rPr>
          <w:lang w:val="es-ES"/>
        </w:rPr>
      </w:pPr>
      <w:r w:rsidRPr="008B4FB7">
        <w:rPr>
          <w:lang w:val="es-ES"/>
        </w:rPr>
        <w:t>•</w:t>
      </w:r>
      <w:r w:rsidRPr="008B4FB7">
        <w:rPr>
          <w:lang w:val="es-ES"/>
        </w:rPr>
        <w:tab/>
        <w:t>denuncia los ataques contra la naturaleza: v. 8</w:t>
      </w:r>
    </w:p>
    <w:p w14:paraId="25A3AD14" w14:textId="17826C65" w:rsidR="002549FF" w:rsidRPr="00D12B11" w:rsidRDefault="002549FF" w:rsidP="008B4FB7">
      <w:pPr>
        <w:pStyle w:val="berschrift3"/>
        <w:rPr>
          <w:sz w:val="24"/>
          <w:lang w:val="es-ES"/>
        </w:rPr>
      </w:pPr>
      <w:r w:rsidRPr="00D12B11">
        <w:rPr>
          <w:sz w:val="24"/>
          <w:lang w:val="es-ES"/>
        </w:rPr>
        <w:t>¿A quién se dirige con su canción?</w:t>
      </w:r>
    </w:p>
    <w:p w14:paraId="1DCB3379" w14:textId="1CEDDEE4" w:rsidR="008B4FB7" w:rsidRDefault="008B4FB7" w:rsidP="002549FF">
      <w:pPr>
        <w:rPr>
          <w:lang w:val="es-ES"/>
        </w:rPr>
      </w:pPr>
      <w:r w:rsidRPr="008B4FB7">
        <w:rPr>
          <w:lang w:val="es-ES"/>
        </w:rPr>
        <w:t>•</w:t>
      </w:r>
      <w:r w:rsidRPr="008B4FB7">
        <w:rPr>
          <w:lang w:val="es-ES"/>
        </w:rPr>
        <w:tab/>
        <w:t>El “yo lírico” se dirige a un “tú lírico” con el que comparte el malestar social y con el que se siente solidario como indica el pronombre personal “nos” en los versos 3, 10, 11, 19, 35, 51.</w:t>
      </w:r>
    </w:p>
    <w:p w14:paraId="07290DB5" w14:textId="20538A43" w:rsidR="002549FF" w:rsidRPr="00D12B11" w:rsidRDefault="002549FF" w:rsidP="00D12B11">
      <w:pPr>
        <w:pStyle w:val="berschrift2"/>
        <w:rPr>
          <w:sz w:val="24"/>
          <w:lang w:val="es-ES"/>
        </w:rPr>
      </w:pPr>
      <w:r w:rsidRPr="00D12B11">
        <w:rPr>
          <w:sz w:val="24"/>
          <w:lang w:val="es-ES"/>
        </w:rPr>
        <w:t>Explicad y comentad el mensaje de la canción teniendo en cuenta el título.</w:t>
      </w:r>
    </w:p>
    <w:p w14:paraId="02CD7D7B" w14:textId="5449F00A" w:rsidR="00D12B11" w:rsidRDefault="00D12B11" w:rsidP="002549FF">
      <w:pPr>
        <w:rPr>
          <w:lang w:val="es-ES"/>
        </w:rPr>
      </w:pPr>
      <w:r w:rsidRPr="00D12B11">
        <w:rPr>
          <w:lang w:val="es-ES"/>
        </w:rPr>
        <w:t>•</w:t>
      </w:r>
      <w:r w:rsidRPr="00D12B11">
        <w:rPr>
          <w:lang w:val="es-ES"/>
        </w:rPr>
        <w:tab/>
        <w:t xml:space="preserve">A través de su letra, Laferte expresa la frustración y la impotencia que siente el pueblo ante un sistema que parece favorecer a unos pocos mientras deja a la mayoría en una situación de desventaja. Dedica su canción a las personas que sufren estas injusticias diciendo que sus rimas y melodías son un modo de “venganza” (v.28).  Además llama a movilizarse (“hagan un trencito” v. </w:t>
      </w:r>
      <w:r w:rsidRPr="00D12B11">
        <w:rPr>
          <w:lang w:val="es-ES"/>
        </w:rPr>
        <w:lastRenderedPageBreak/>
        <w:t>37 y 38 ) “bailando la cumbia” (v. 40), es decir propone una forma de protesta pacífica para hacerse oír.</w:t>
      </w:r>
    </w:p>
    <w:p w14:paraId="475A90A6" w14:textId="61A4F6B3" w:rsidR="002549FF" w:rsidRPr="00D12B11" w:rsidRDefault="002549FF" w:rsidP="00D12B11">
      <w:pPr>
        <w:pStyle w:val="berschrift2"/>
        <w:rPr>
          <w:sz w:val="24"/>
          <w:lang w:val="es-ES"/>
        </w:rPr>
      </w:pPr>
      <w:r w:rsidRPr="00D12B11">
        <w:rPr>
          <w:sz w:val="24"/>
          <w:lang w:val="es-ES"/>
        </w:rPr>
        <w:t>Analizad ahora cómo el lenguaje y los recursos estilisticos empleados expresan este mensaje.</w:t>
      </w:r>
    </w:p>
    <w:p w14:paraId="32DEED98" w14:textId="77777777" w:rsidR="00D12B11" w:rsidRPr="00D12B11" w:rsidRDefault="00D12B11" w:rsidP="00D12B11">
      <w:pPr>
        <w:rPr>
          <w:lang w:val="es-ES"/>
        </w:rPr>
      </w:pPr>
      <w:r w:rsidRPr="00D12B11">
        <w:rPr>
          <w:lang w:val="es-ES"/>
        </w:rPr>
        <w:t>•</w:t>
      </w:r>
      <w:r w:rsidRPr="00D12B11">
        <w:rPr>
          <w:lang w:val="es-ES"/>
        </w:rPr>
        <w:tab/>
        <w:t>Los paralelismos de la misma estructura oracional en los versos 1-2; 7-8; 23-24 enfatizan la opinión del “yo lírico” de que su interlocutor no es responsable de ninguna de las injusticias mencionadas en la canción. Se puede decir que lo exculpa de cualquier responsabilidad.</w:t>
      </w:r>
    </w:p>
    <w:p w14:paraId="2D4D9F3C" w14:textId="77777777" w:rsidR="00D12B11" w:rsidRPr="00D12B11" w:rsidRDefault="00D12B11" w:rsidP="00D12B11">
      <w:pPr>
        <w:rPr>
          <w:lang w:val="es-ES"/>
        </w:rPr>
      </w:pPr>
      <w:r w:rsidRPr="00D12B11">
        <w:rPr>
          <w:lang w:val="es-ES"/>
        </w:rPr>
        <w:t>•</w:t>
      </w:r>
      <w:r w:rsidRPr="00D12B11">
        <w:rPr>
          <w:lang w:val="es-ES"/>
        </w:rPr>
        <w:tab/>
        <w:t>El uso de la primera persona plural en los versos 3, 11, 19 y 51 expresa que el “yo lírico” comparte con su interlocutor la situación injusta creada por los que disfrutan los privilegios de la sociedad</w:t>
      </w:r>
    </w:p>
    <w:p w14:paraId="15E2916C" w14:textId="77777777" w:rsidR="00D12B11" w:rsidRPr="00D12B11" w:rsidRDefault="00D12B11" w:rsidP="00D12B11">
      <w:pPr>
        <w:rPr>
          <w:lang w:val="es-ES"/>
        </w:rPr>
      </w:pPr>
      <w:r w:rsidRPr="00D12B11">
        <w:rPr>
          <w:lang w:val="es-ES"/>
        </w:rPr>
        <w:t>•</w:t>
      </w:r>
      <w:r w:rsidRPr="00D12B11">
        <w:rPr>
          <w:lang w:val="es-ES"/>
        </w:rPr>
        <w:tab/>
        <w:t>El uso repetitivo y anafórico de  la conjunción “y” en los versos 9 y 10 evoca rapidez y refuerza la denuncia de la desigualdad social.</w:t>
      </w:r>
    </w:p>
    <w:p w14:paraId="2FF1A0CC" w14:textId="77777777" w:rsidR="00D12B11" w:rsidRPr="00D12B11" w:rsidRDefault="00D12B11" w:rsidP="00D12B11">
      <w:pPr>
        <w:rPr>
          <w:lang w:val="es-ES"/>
        </w:rPr>
      </w:pPr>
      <w:r w:rsidRPr="00D12B11">
        <w:rPr>
          <w:lang w:val="es-ES"/>
        </w:rPr>
        <w:t>•</w:t>
      </w:r>
      <w:r w:rsidRPr="00D12B11">
        <w:rPr>
          <w:lang w:val="es-ES"/>
        </w:rPr>
        <w:tab/>
        <w:t>Las expresiones metafóricas “Nos tienen siempre la soga al cuello/La vida al filo de una navaja”, v. 11-12 ilustran la situación angustiosa de las personas desfavorecidas.</w:t>
      </w:r>
    </w:p>
    <w:p w14:paraId="63B26D4D" w14:textId="77777777" w:rsidR="00D12B11" w:rsidRPr="00D12B11" w:rsidRDefault="00D12B11" w:rsidP="00D12B11">
      <w:pPr>
        <w:rPr>
          <w:lang w:val="es-ES"/>
        </w:rPr>
      </w:pPr>
      <w:r w:rsidRPr="00D12B11">
        <w:rPr>
          <w:lang w:val="es-ES"/>
        </w:rPr>
        <w:t>•</w:t>
      </w:r>
      <w:r w:rsidRPr="00D12B11">
        <w:rPr>
          <w:lang w:val="es-ES"/>
        </w:rPr>
        <w:tab/>
        <w:t>Al igual que estas expresiones muchas otras palabras también se refieren al campo semántico de la violencia como por ejemplo “matanza” (v.3), “muchas balas” (v.4), “llev[ar] presos” (v.7), “quemar bosques” (v.8), “la masacre”(v.24), “la venganza” (v.28), otras se refieren al campo semántico de la desigualdad “la plata”(v.1) “a nadie le alcanza” (v.1), “que se equilibre esa balanza” (v.6), “los pobres” (v.7), “los de arriba” (v.9), “la justicia sube y baja” (v.10)</w:t>
      </w:r>
    </w:p>
    <w:p w14:paraId="4F180FD8" w14:textId="77777777" w:rsidR="00D12B11" w:rsidRPr="00D12B11" w:rsidRDefault="00D12B11" w:rsidP="00D12B11">
      <w:pPr>
        <w:rPr>
          <w:lang w:val="es-ES"/>
        </w:rPr>
      </w:pPr>
      <w:r w:rsidRPr="00D12B11">
        <w:rPr>
          <w:lang w:val="es-ES"/>
        </w:rPr>
        <w:t>•</w:t>
      </w:r>
      <w:r w:rsidRPr="00D12B11">
        <w:rPr>
          <w:lang w:val="es-ES"/>
        </w:rPr>
        <w:tab/>
        <w:t>El estribillo (v. 13-20) se repite dos veces en casi idéntica forma y contenido. En él llama la atención la repetición de la palabra “democracia” que se usa en un tono  irónico y se personifica (“¿Pa dónde fue?,v.17), así mismo el “yo lírico” se pregunta si alguien la robó.</w:t>
      </w:r>
    </w:p>
    <w:p w14:paraId="6924A862" w14:textId="77777777" w:rsidR="00D12B11" w:rsidRPr="00D12B11" w:rsidRDefault="00D12B11" w:rsidP="00D12B11">
      <w:pPr>
        <w:rPr>
          <w:lang w:val="es-ES"/>
        </w:rPr>
      </w:pPr>
      <w:r w:rsidRPr="00D12B11">
        <w:rPr>
          <w:lang w:val="es-ES"/>
        </w:rPr>
        <w:t>En el segundo verso del estribillo la palabra “democracia” va acompañada por la preposición “por”, lo que indica que el sistema democrático puede dar lugar a que ocurran estas injusticias.</w:t>
      </w:r>
    </w:p>
    <w:p w14:paraId="3E5CAC6A" w14:textId="77777777" w:rsidR="00D12B11" w:rsidRPr="00D12B11" w:rsidRDefault="00D12B11" w:rsidP="00D12B11">
      <w:pPr>
        <w:rPr>
          <w:lang w:val="es-ES"/>
        </w:rPr>
      </w:pPr>
      <w:r w:rsidRPr="00D12B11">
        <w:rPr>
          <w:lang w:val="es-ES"/>
        </w:rPr>
        <w:t>•</w:t>
      </w:r>
      <w:r w:rsidRPr="00D12B11">
        <w:rPr>
          <w:lang w:val="es-ES"/>
        </w:rPr>
        <w:tab/>
        <w:t>La ironía se ve también en los versos 40 y 44 en los que se expresa que bailando las personas se ven más bonitas.</w:t>
      </w:r>
    </w:p>
    <w:p w14:paraId="044F3F2B" w14:textId="77777777" w:rsidR="00D12B11" w:rsidRPr="00D12B11" w:rsidRDefault="00D12B11" w:rsidP="00D12B11">
      <w:pPr>
        <w:rPr>
          <w:lang w:val="es-ES"/>
        </w:rPr>
      </w:pPr>
      <w:r w:rsidRPr="00D12B11">
        <w:rPr>
          <w:lang w:val="es-ES"/>
        </w:rPr>
        <w:t>•</w:t>
      </w:r>
      <w:r w:rsidRPr="00D12B11">
        <w:rPr>
          <w:lang w:val="es-ES"/>
        </w:rPr>
        <w:tab/>
        <w:t>En los versos 21-22 “Ahí tení. Pa que te engañen” se expresa con gran ironía que la democracia no es más que un concepto que se usa para burlar a la gente desfavorecida.</w:t>
      </w:r>
    </w:p>
    <w:p w14:paraId="4E244CD9" w14:textId="77777777" w:rsidR="00D12B11" w:rsidRDefault="00D12B11" w:rsidP="002549FF">
      <w:pPr>
        <w:rPr>
          <w:lang w:val="es-ES"/>
        </w:rPr>
      </w:pPr>
    </w:p>
    <w:p w14:paraId="3EEE3ED6" w14:textId="193A5FCB" w:rsidR="002549FF" w:rsidRPr="00D12B11" w:rsidRDefault="002549FF" w:rsidP="00D12B11">
      <w:pPr>
        <w:pStyle w:val="berschrift2"/>
        <w:rPr>
          <w:sz w:val="24"/>
          <w:lang w:val="es-ES"/>
        </w:rPr>
      </w:pPr>
      <w:r w:rsidRPr="00D12B11">
        <w:rPr>
          <w:sz w:val="24"/>
          <w:lang w:val="es-ES"/>
        </w:rPr>
        <w:t>Comentad la opinión del yo lírico/de Mon Laferte sobre el estado de la democracia en Chile.</w:t>
      </w:r>
    </w:p>
    <w:p w14:paraId="0C4F8003" w14:textId="77777777" w:rsidR="00D12B11" w:rsidRPr="00D12B11" w:rsidRDefault="00D12B11" w:rsidP="00D12B11">
      <w:pPr>
        <w:rPr>
          <w:lang w:val="es-ES"/>
        </w:rPr>
      </w:pPr>
      <w:r w:rsidRPr="00D12B11">
        <w:rPr>
          <w:lang w:val="es-ES"/>
        </w:rPr>
        <w:t>Posibles respuestas</w:t>
      </w:r>
    </w:p>
    <w:p w14:paraId="60EEAF08" w14:textId="77777777" w:rsidR="00D12B11" w:rsidRPr="00D12B11" w:rsidRDefault="00D12B11" w:rsidP="00D12B11">
      <w:pPr>
        <w:rPr>
          <w:lang w:val="es-ES"/>
        </w:rPr>
      </w:pPr>
      <w:r w:rsidRPr="00D12B11">
        <w:rPr>
          <w:lang w:val="es-ES"/>
        </w:rPr>
        <w:t>•</w:t>
      </w:r>
      <w:r w:rsidRPr="00D12B11">
        <w:rPr>
          <w:lang w:val="es-ES"/>
        </w:rPr>
        <w:tab/>
        <w:t>Se puede entender el descontento que expresa porque la situación social en Chile es muy desigual (protestas estudiantiles)</w:t>
      </w:r>
    </w:p>
    <w:p w14:paraId="3FBDABBC" w14:textId="42C14E18" w:rsidR="00D12B11" w:rsidRPr="00D12B11" w:rsidRDefault="00D12B11" w:rsidP="00D12B11">
      <w:pPr>
        <w:rPr>
          <w:lang w:val="es-ES"/>
        </w:rPr>
      </w:pPr>
      <w:r w:rsidRPr="00D12B11">
        <w:rPr>
          <w:lang w:val="es-ES"/>
        </w:rPr>
        <w:lastRenderedPageBreak/>
        <w:t>•</w:t>
      </w:r>
      <w:r w:rsidRPr="00D12B11">
        <w:rPr>
          <w:lang w:val="es-ES"/>
        </w:rPr>
        <w:tab/>
        <w:t>Su manera de protestar es muy creativa y alcanza a muchas personas, porque pone de relieve la empatía de</w:t>
      </w:r>
      <w:r>
        <w:rPr>
          <w:lang w:val="es-ES"/>
        </w:rPr>
        <w:t>l yo lírico/de</w:t>
      </w:r>
      <w:r w:rsidRPr="00D12B11">
        <w:rPr>
          <w:lang w:val="es-ES"/>
        </w:rPr>
        <w:t xml:space="preserve"> la cantante con la situación de los desfavorecidos. La música alegre que acompaña la letra contribuye a crear un ambiente positivo.</w:t>
      </w:r>
    </w:p>
    <w:p w14:paraId="6A721F5D" w14:textId="7EC7F2A1" w:rsidR="00D12B11" w:rsidRPr="00D12B11" w:rsidRDefault="00D12B11" w:rsidP="00D12B11">
      <w:pPr>
        <w:rPr>
          <w:lang w:val="es-ES"/>
        </w:rPr>
      </w:pPr>
      <w:r w:rsidRPr="00D12B11">
        <w:rPr>
          <w:lang w:val="es-ES"/>
        </w:rPr>
        <w:t>•</w:t>
      </w:r>
      <w:r w:rsidRPr="00D12B11">
        <w:rPr>
          <w:lang w:val="es-ES"/>
        </w:rPr>
        <w:tab/>
        <w:t xml:space="preserve">Cuestionar el sistema de la democracia como lo hace </w:t>
      </w:r>
      <w:r>
        <w:rPr>
          <w:lang w:val="es-ES"/>
        </w:rPr>
        <w:t>el yo lírico/</w:t>
      </w:r>
      <w:r w:rsidRPr="00D12B11">
        <w:rPr>
          <w:lang w:val="es-ES"/>
        </w:rPr>
        <w:t>Mon Laferte en algunos de sus versos conlleva riesgos, ya que se podría interpretar que está en contra de la democracia como sistema político. Más bien expresa su decepción por el estado de la democracia.</w:t>
      </w:r>
    </w:p>
    <w:p w14:paraId="2F1023CE" w14:textId="372A2B58" w:rsidR="00D12B11" w:rsidRPr="00D12B11" w:rsidRDefault="00D12B11" w:rsidP="00D12B11">
      <w:pPr>
        <w:rPr>
          <w:lang w:val="es-ES"/>
        </w:rPr>
      </w:pPr>
      <w:r w:rsidRPr="00D12B11">
        <w:rPr>
          <w:lang w:val="es-ES"/>
        </w:rPr>
        <w:t>•</w:t>
      </w:r>
      <w:r w:rsidRPr="00D12B11">
        <w:rPr>
          <w:lang w:val="es-ES"/>
        </w:rPr>
        <w:tab/>
        <w:t>Opinión personal</w:t>
      </w:r>
    </w:p>
    <w:p w14:paraId="478F0FC9" w14:textId="786C13E2" w:rsidR="002549FF" w:rsidRPr="002549FF" w:rsidRDefault="002549FF" w:rsidP="002549FF">
      <w:pPr>
        <w:rPr>
          <w:lang w:val="es-ES"/>
        </w:rPr>
      </w:pPr>
    </w:p>
    <w:sectPr w:rsidR="002549FF" w:rsidRPr="002549FF" w:rsidSect="00687801">
      <w:headerReference w:type="even" r:id="rId9"/>
      <w:headerReference w:type="default" r:id="rId10"/>
      <w:footerReference w:type="even" r:id="rId11"/>
      <w:footerReference w:type="default" r:id="rId12"/>
      <w:headerReference w:type="first" r:id="rId13"/>
      <w:footerReference w:type="first" r:id="rId14"/>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E2BBF" w14:textId="77777777" w:rsidR="0080209A" w:rsidRDefault="0080209A" w:rsidP="00263F44">
      <w:r>
        <w:separator/>
      </w:r>
    </w:p>
  </w:endnote>
  <w:endnote w:type="continuationSeparator" w:id="0">
    <w:p w14:paraId="216A3796" w14:textId="77777777" w:rsidR="0080209A" w:rsidRDefault="0080209A"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919EF" w14:textId="77777777" w:rsidR="009B0AF7" w:rsidRDefault="009B0AF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3A926" w14:textId="1672E805"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4B0094">
      <w:rPr>
        <w:noProof/>
        <w:sz w:val="20"/>
        <w:szCs w:val="20"/>
      </w:rPr>
      <w:t>20.05.2025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3C7CDA9E" w14:textId="77777777" w:rsidR="00CE297C" w:rsidRDefault="00CE297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8367F" w14:textId="77777777" w:rsidR="009B0AF7" w:rsidRDefault="009B0A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4DC45" w14:textId="77777777" w:rsidR="0080209A" w:rsidRDefault="0080209A" w:rsidP="00263F44">
      <w:r>
        <w:separator/>
      </w:r>
    </w:p>
  </w:footnote>
  <w:footnote w:type="continuationSeparator" w:id="0">
    <w:p w14:paraId="5ED617FE" w14:textId="77777777" w:rsidR="0080209A" w:rsidRDefault="0080209A"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6CB5D" w14:textId="77777777" w:rsidR="009B0AF7" w:rsidRDefault="009B0A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315E3" w14:textId="4299817D" w:rsidR="00EC3925" w:rsidRPr="00F04DA6" w:rsidRDefault="00EC3925" w:rsidP="003C721B">
    <w:pPr>
      <w:pStyle w:val="Kopfzeile"/>
      <w:spacing w:after="400"/>
      <w:rPr>
        <w:lang w:val="es-ES"/>
      </w:rPr>
    </w:pPr>
    <w:r>
      <w:rPr>
        <w:noProof/>
        <w:lang w:eastAsia="de-DE"/>
      </w:rPr>
      <w:drawing>
        <wp:inline distT="0" distB="0" distL="0" distR="0" wp14:anchorId="6AF9BB35" wp14:editId="098FD1EC">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sidR="00F04DA6" w:rsidRPr="00F04DA6">
      <w:rPr>
        <w:lang w:val="es-ES"/>
      </w:rPr>
      <w:t>db_kursstufe_lenguaje</w:t>
    </w:r>
    <w:r w:rsidR="009B0AF7">
      <w:rPr>
        <w:lang w:val="es-ES"/>
      </w:rPr>
      <w:t>_</w:t>
    </w:r>
    <w:r w:rsidR="00F04DA6" w:rsidRPr="00F04DA6">
      <w:rPr>
        <w:lang w:val="es-ES"/>
      </w:rPr>
      <w:t>democracia_m03</w:t>
    </w:r>
    <w:r w:rsidR="00A8144D">
      <w:rPr>
        <w:lang w:val="es-ES"/>
      </w:rPr>
      <w:t>_Sol</w:t>
    </w:r>
    <w:r w:rsidR="00F04DA6" w:rsidRPr="00F04DA6">
      <w:rPr>
        <w:lang w:val="es-ES"/>
      </w:rPr>
      <w:t xml:space="preserve">_canción de mon </w:t>
    </w:r>
    <w:r w:rsidR="00F04DA6">
      <w:rPr>
        <w:lang w:val="es-ES"/>
      </w:rPr>
      <w:t xml:space="preserve">laferte    </w:t>
    </w:r>
    <w:r w:rsidRPr="00F04DA6">
      <w:rPr>
        <w:lang w:val="es-ES"/>
      </w:rPr>
      <w:t>Fachportal</w:t>
    </w:r>
    <w:r w:rsidR="00F04DA6">
      <w:rPr>
        <w:lang w:val="es-ES"/>
      </w:rPr>
      <w:t xml:space="preserve"> Spanisch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F8F47" w14:textId="77777777" w:rsidR="009B0AF7" w:rsidRDefault="009B0AF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A2D31C7"/>
    <w:multiLevelType w:val="hybridMultilevel"/>
    <w:tmpl w:val="B1E677FA"/>
    <w:lvl w:ilvl="0" w:tplc="04070001">
      <w:start w:val="1"/>
      <w:numFmt w:val="bullet"/>
      <w:lvlText w:val=""/>
      <w:lvlJc w:val="left"/>
      <w:pPr>
        <w:ind w:left="1050" w:hanging="360"/>
      </w:pPr>
      <w:rPr>
        <w:rFonts w:ascii="Symbol" w:hAnsi="Symbol" w:hint="default"/>
      </w:rPr>
    </w:lvl>
    <w:lvl w:ilvl="1" w:tplc="04070003" w:tentative="1">
      <w:start w:val="1"/>
      <w:numFmt w:val="bullet"/>
      <w:lvlText w:val="o"/>
      <w:lvlJc w:val="left"/>
      <w:pPr>
        <w:ind w:left="1770" w:hanging="360"/>
      </w:pPr>
      <w:rPr>
        <w:rFonts w:ascii="Courier New" w:hAnsi="Courier New" w:cs="Courier New" w:hint="default"/>
      </w:rPr>
    </w:lvl>
    <w:lvl w:ilvl="2" w:tplc="04070005" w:tentative="1">
      <w:start w:val="1"/>
      <w:numFmt w:val="bullet"/>
      <w:lvlText w:val=""/>
      <w:lvlJc w:val="left"/>
      <w:pPr>
        <w:ind w:left="2490" w:hanging="360"/>
      </w:pPr>
      <w:rPr>
        <w:rFonts w:ascii="Wingdings" w:hAnsi="Wingdings" w:hint="default"/>
      </w:rPr>
    </w:lvl>
    <w:lvl w:ilvl="3" w:tplc="04070001" w:tentative="1">
      <w:start w:val="1"/>
      <w:numFmt w:val="bullet"/>
      <w:lvlText w:val=""/>
      <w:lvlJc w:val="left"/>
      <w:pPr>
        <w:ind w:left="3210" w:hanging="360"/>
      </w:pPr>
      <w:rPr>
        <w:rFonts w:ascii="Symbol" w:hAnsi="Symbol" w:hint="default"/>
      </w:rPr>
    </w:lvl>
    <w:lvl w:ilvl="4" w:tplc="04070003" w:tentative="1">
      <w:start w:val="1"/>
      <w:numFmt w:val="bullet"/>
      <w:lvlText w:val="o"/>
      <w:lvlJc w:val="left"/>
      <w:pPr>
        <w:ind w:left="3930" w:hanging="360"/>
      </w:pPr>
      <w:rPr>
        <w:rFonts w:ascii="Courier New" w:hAnsi="Courier New" w:cs="Courier New" w:hint="default"/>
      </w:rPr>
    </w:lvl>
    <w:lvl w:ilvl="5" w:tplc="04070005" w:tentative="1">
      <w:start w:val="1"/>
      <w:numFmt w:val="bullet"/>
      <w:lvlText w:val=""/>
      <w:lvlJc w:val="left"/>
      <w:pPr>
        <w:ind w:left="4650" w:hanging="360"/>
      </w:pPr>
      <w:rPr>
        <w:rFonts w:ascii="Wingdings" w:hAnsi="Wingdings" w:hint="default"/>
      </w:rPr>
    </w:lvl>
    <w:lvl w:ilvl="6" w:tplc="04070001" w:tentative="1">
      <w:start w:val="1"/>
      <w:numFmt w:val="bullet"/>
      <w:lvlText w:val=""/>
      <w:lvlJc w:val="left"/>
      <w:pPr>
        <w:ind w:left="5370" w:hanging="360"/>
      </w:pPr>
      <w:rPr>
        <w:rFonts w:ascii="Symbol" w:hAnsi="Symbol" w:hint="default"/>
      </w:rPr>
    </w:lvl>
    <w:lvl w:ilvl="7" w:tplc="04070003" w:tentative="1">
      <w:start w:val="1"/>
      <w:numFmt w:val="bullet"/>
      <w:lvlText w:val="o"/>
      <w:lvlJc w:val="left"/>
      <w:pPr>
        <w:ind w:left="6090" w:hanging="360"/>
      </w:pPr>
      <w:rPr>
        <w:rFonts w:ascii="Courier New" w:hAnsi="Courier New" w:cs="Courier New" w:hint="default"/>
      </w:rPr>
    </w:lvl>
    <w:lvl w:ilvl="8" w:tplc="04070005" w:tentative="1">
      <w:start w:val="1"/>
      <w:numFmt w:val="bullet"/>
      <w:lvlText w:val=""/>
      <w:lvlJc w:val="left"/>
      <w:pPr>
        <w:ind w:left="6810" w:hanging="360"/>
      </w:pPr>
      <w:rPr>
        <w:rFonts w:ascii="Wingdings" w:hAnsi="Wingdings" w:hint="default"/>
      </w:r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3697"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6D094A14"/>
    <w:multiLevelType w:val="hybridMultilevel"/>
    <w:tmpl w:val="33A25BB0"/>
    <w:lvl w:ilvl="0" w:tplc="AC723018">
      <w:start w:val="1"/>
      <w:numFmt w:val="decimal"/>
      <w:lvlText w:val="%1."/>
      <w:lvlJc w:val="left"/>
      <w:pPr>
        <w:ind w:left="720" w:hanging="360"/>
      </w:pPr>
      <w:rPr>
        <w:rFonts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8352395">
    <w:abstractNumId w:val="23"/>
  </w:num>
  <w:num w:numId="2" w16cid:durableId="1148595869">
    <w:abstractNumId w:val="10"/>
  </w:num>
  <w:num w:numId="3" w16cid:durableId="1575434083">
    <w:abstractNumId w:val="20"/>
  </w:num>
  <w:num w:numId="4" w16cid:durableId="2035960553">
    <w:abstractNumId w:val="18"/>
  </w:num>
  <w:num w:numId="5" w16cid:durableId="1946234405">
    <w:abstractNumId w:val="18"/>
  </w:num>
  <w:num w:numId="6" w16cid:durableId="1369842996">
    <w:abstractNumId w:val="13"/>
  </w:num>
  <w:num w:numId="7" w16cid:durableId="145899621">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191646044">
    <w:abstractNumId w:val="24"/>
  </w:num>
  <w:num w:numId="9" w16cid:durableId="1626811841">
    <w:abstractNumId w:val="12"/>
  </w:num>
  <w:num w:numId="10" w16cid:durableId="1435780502">
    <w:abstractNumId w:val="24"/>
  </w:num>
  <w:num w:numId="11" w16cid:durableId="829757695">
    <w:abstractNumId w:val="17"/>
  </w:num>
  <w:num w:numId="12" w16cid:durableId="1741634774">
    <w:abstractNumId w:val="24"/>
  </w:num>
  <w:num w:numId="13" w16cid:durableId="1214075942">
    <w:abstractNumId w:val="21"/>
  </w:num>
  <w:num w:numId="14" w16cid:durableId="248198732">
    <w:abstractNumId w:val="15"/>
  </w:num>
  <w:num w:numId="15" w16cid:durableId="946816287">
    <w:abstractNumId w:val="16"/>
  </w:num>
  <w:num w:numId="16" w16cid:durableId="2000110126">
    <w:abstractNumId w:val="25"/>
  </w:num>
  <w:num w:numId="17" w16cid:durableId="962492476">
    <w:abstractNumId w:val="11"/>
  </w:num>
  <w:num w:numId="18" w16cid:durableId="1354041314">
    <w:abstractNumId w:val="19"/>
  </w:num>
  <w:num w:numId="19" w16cid:durableId="161287807">
    <w:abstractNumId w:val="21"/>
    <w:lvlOverride w:ilvl="0">
      <w:startOverride w:val="1"/>
    </w:lvlOverride>
  </w:num>
  <w:num w:numId="20" w16cid:durableId="1080910519">
    <w:abstractNumId w:val="15"/>
    <w:lvlOverride w:ilvl="0">
      <w:startOverride w:val="1"/>
    </w:lvlOverride>
  </w:num>
  <w:num w:numId="21" w16cid:durableId="1201433742">
    <w:abstractNumId w:val="21"/>
    <w:lvlOverride w:ilvl="0">
      <w:startOverride w:val="1"/>
    </w:lvlOverride>
  </w:num>
  <w:num w:numId="22" w16cid:durableId="442120136">
    <w:abstractNumId w:val="21"/>
    <w:lvlOverride w:ilvl="0">
      <w:startOverride w:val="1"/>
    </w:lvlOverride>
  </w:num>
  <w:num w:numId="23" w16cid:durableId="890463601">
    <w:abstractNumId w:val="9"/>
  </w:num>
  <w:num w:numId="24" w16cid:durableId="1265723372">
    <w:abstractNumId w:val="7"/>
  </w:num>
  <w:num w:numId="25" w16cid:durableId="1093821390">
    <w:abstractNumId w:val="6"/>
  </w:num>
  <w:num w:numId="26" w16cid:durableId="1844667574">
    <w:abstractNumId w:val="5"/>
  </w:num>
  <w:num w:numId="27" w16cid:durableId="1656494201">
    <w:abstractNumId w:val="4"/>
  </w:num>
  <w:num w:numId="28" w16cid:durableId="1078795043">
    <w:abstractNumId w:val="8"/>
  </w:num>
  <w:num w:numId="29" w16cid:durableId="653993212">
    <w:abstractNumId w:val="3"/>
  </w:num>
  <w:num w:numId="30" w16cid:durableId="1562247557">
    <w:abstractNumId w:val="2"/>
  </w:num>
  <w:num w:numId="31" w16cid:durableId="1191453921">
    <w:abstractNumId w:val="1"/>
  </w:num>
  <w:num w:numId="32" w16cid:durableId="944963996">
    <w:abstractNumId w:val="0"/>
  </w:num>
  <w:num w:numId="33" w16cid:durableId="1999456117">
    <w:abstractNumId w:val="26"/>
  </w:num>
  <w:num w:numId="34" w16cid:durableId="1234584574">
    <w:abstractNumId w:val="19"/>
  </w:num>
  <w:num w:numId="35" w16cid:durableId="151680850">
    <w:abstractNumId w:val="21"/>
    <w:lvlOverride w:ilvl="0">
      <w:startOverride w:val="1"/>
    </w:lvlOverride>
  </w:num>
  <w:num w:numId="36" w16cid:durableId="1702314453">
    <w:abstractNumId w:val="21"/>
    <w:lvlOverride w:ilvl="0">
      <w:startOverride w:val="1"/>
    </w:lvlOverride>
  </w:num>
  <w:num w:numId="37" w16cid:durableId="1466655589">
    <w:abstractNumId w:val="22"/>
  </w:num>
  <w:num w:numId="38" w16cid:durableId="6774677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DA6"/>
    <w:rsid w:val="000119F5"/>
    <w:rsid w:val="0002154A"/>
    <w:rsid w:val="00035065"/>
    <w:rsid w:val="000433EF"/>
    <w:rsid w:val="00046BB2"/>
    <w:rsid w:val="00083838"/>
    <w:rsid w:val="0009635B"/>
    <w:rsid w:val="000A08F7"/>
    <w:rsid w:val="000A2FD9"/>
    <w:rsid w:val="000C1899"/>
    <w:rsid w:val="000C31AF"/>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82A44"/>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549FF"/>
    <w:rsid w:val="002606E0"/>
    <w:rsid w:val="00263F44"/>
    <w:rsid w:val="00274B6E"/>
    <w:rsid w:val="00282513"/>
    <w:rsid w:val="0028650B"/>
    <w:rsid w:val="00292BAF"/>
    <w:rsid w:val="002938BF"/>
    <w:rsid w:val="00296589"/>
    <w:rsid w:val="002B2CC9"/>
    <w:rsid w:val="002C5AF4"/>
    <w:rsid w:val="002D0E86"/>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729AF"/>
    <w:rsid w:val="0048193B"/>
    <w:rsid w:val="00490727"/>
    <w:rsid w:val="0049356E"/>
    <w:rsid w:val="004A3225"/>
    <w:rsid w:val="004B0094"/>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A4A12"/>
    <w:rsid w:val="005B6258"/>
    <w:rsid w:val="005C0A84"/>
    <w:rsid w:val="005C3DE5"/>
    <w:rsid w:val="005C7568"/>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4B62"/>
    <w:rsid w:val="00686F80"/>
    <w:rsid w:val="00687801"/>
    <w:rsid w:val="00695285"/>
    <w:rsid w:val="00697CA8"/>
    <w:rsid w:val="006B3B75"/>
    <w:rsid w:val="006C1699"/>
    <w:rsid w:val="006D7A4A"/>
    <w:rsid w:val="00705C1A"/>
    <w:rsid w:val="00747952"/>
    <w:rsid w:val="007566E6"/>
    <w:rsid w:val="00766DC2"/>
    <w:rsid w:val="007A0885"/>
    <w:rsid w:val="007A1BAD"/>
    <w:rsid w:val="007A5904"/>
    <w:rsid w:val="007B2DCA"/>
    <w:rsid w:val="007B5295"/>
    <w:rsid w:val="007B6059"/>
    <w:rsid w:val="007C2EB8"/>
    <w:rsid w:val="007D0BF9"/>
    <w:rsid w:val="007D5D28"/>
    <w:rsid w:val="007E00B0"/>
    <w:rsid w:val="007E4198"/>
    <w:rsid w:val="007F5051"/>
    <w:rsid w:val="0080209A"/>
    <w:rsid w:val="00806A96"/>
    <w:rsid w:val="00811543"/>
    <w:rsid w:val="00813751"/>
    <w:rsid w:val="00822474"/>
    <w:rsid w:val="00851F1D"/>
    <w:rsid w:val="008626D1"/>
    <w:rsid w:val="008666EC"/>
    <w:rsid w:val="00872FD6"/>
    <w:rsid w:val="008836AE"/>
    <w:rsid w:val="00891551"/>
    <w:rsid w:val="008A2EBA"/>
    <w:rsid w:val="008A7911"/>
    <w:rsid w:val="008B4FB7"/>
    <w:rsid w:val="008B5BD4"/>
    <w:rsid w:val="008B696F"/>
    <w:rsid w:val="008D547C"/>
    <w:rsid w:val="008E0658"/>
    <w:rsid w:val="008E12E1"/>
    <w:rsid w:val="008E62DC"/>
    <w:rsid w:val="008F3F19"/>
    <w:rsid w:val="009027E5"/>
    <w:rsid w:val="0090616C"/>
    <w:rsid w:val="0092578C"/>
    <w:rsid w:val="00934807"/>
    <w:rsid w:val="00934B0F"/>
    <w:rsid w:val="009445A4"/>
    <w:rsid w:val="00947D37"/>
    <w:rsid w:val="00950A22"/>
    <w:rsid w:val="009533B3"/>
    <w:rsid w:val="009638F8"/>
    <w:rsid w:val="00963EDC"/>
    <w:rsid w:val="0097339B"/>
    <w:rsid w:val="009762CC"/>
    <w:rsid w:val="009935DA"/>
    <w:rsid w:val="009A2D42"/>
    <w:rsid w:val="009B0AF7"/>
    <w:rsid w:val="009C05F9"/>
    <w:rsid w:val="009C59DB"/>
    <w:rsid w:val="009E1A78"/>
    <w:rsid w:val="009E4E76"/>
    <w:rsid w:val="009F4E5F"/>
    <w:rsid w:val="00A02163"/>
    <w:rsid w:val="00A12327"/>
    <w:rsid w:val="00A2219A"/>
    <w:rsid w:val="00A22A12"/>
    <w:rsid w:val="00A32CC4"/>
    <w:rsid w:val="00A718E9"/>
    <w:rsid w:val="00A776BB"/>
    <w:rsid w:val="00A80D3E"/>
    <w:rsid w:val="00A8144D"/>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95BDF"/>
    <w:rsid w:val="00BA4783"/>
    <w:rsid w:val="00BA5A1F"/>
    <w:rsid w:val="00BA69FB"/>
    <w:rsid w:val="00BB1D07"/>
    <w:rsid w:val="00BD195B"/>
    <w:rsid w:val="00BF6D36"/>
    <w:rsid w:val="00C1022E"/>
    <w:rsid w:val="00C20184"/>
    <w:rsid w:val="00C22C2F"/>
    <w:rsid w:val="00C22DA6"/>
    <w:rsid w:val="00C30D3E"/>
    <w:rsid w:val="00C43374"/>
    <w:rsid w:val="00C463C2"/>
    <w:rsid w:val="00C6360C"/>
    <w:rsid w:val="00C66C69"/>
    <w:rsid w:val="00C74AB3"/>
    <w:rsid w:val="00C8127F"/>
    <w:rsid w:val="00C91BDE"/>
    <w:rsid w:val="00CA12E7"/>
    <w:rsid w:val="00CB6C1D"/>
    <w:rsid w:val="00CC2266"/>
    <w:rsid w:val="00CC49D7"/>
    <w:rsid w:val="00CC4E25"/>
    <w:rsid w:val="00CC5209"/>
    <w:rsid w:val="00CC5F04"/>
    <w:rsid w:val="00CC6C70"/>
    <w:rsid w:val="00CD6932"/>
    <w:rsid w:val="00CE297C"/>
    <w:rsid w:val="00D05737"/>
    <w:rsid w:val="00D074DD"/>
    <w:rsid w:val="00D11D30"/>
    <w:rsid w:val="00D12B11"/>
    <w:rsid w:val="00D24408"/>
    <w:rsid w:val="00D40B31"/>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19AB"/>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04DA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3CAD2"/>
  <w15:chartTrackingRefBased/>
  <w15:docId w15:val="{BA5AA328-7A16-49D5-914F-ED183E2F7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ind w:left="720"/>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Material_Server%20-%20Kopie\2023-10-04-dokumentvorlage-kurz-word-beta%20-%20Kop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 - Kopie.dotx</Template>
  <TotalTime>0</TotalTime>
  <Pages>1</Pages>
  <Words>815</Words>
  <Characters>4483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KabitzkeMo</dc:creator>
  <cp:keywords/>
  <dc:description/>
  <cp:lastModifiedBy>Monica Kabitzke</cp:lastModifiedBy>
  <cp:revision>4</cp:revision>
  <cp:lastPrinted>2025-05-20T16:21:00Z</cp:lastPrinted>
  <dcterms:created xsi:type="dcterms:W3CDTF">2025-05-20T16:21:00Z</dcterms:created>
  <dcterms:modified xsi:type="dcterms:W3CDTF">2025-05-20T16:21:00Z</dcterms:modified>
</cp:coreProperties>
</file>