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AB467" w14:textId="6685A124" w:rsidR="00687801" w:rsidRPr="007E4DC4" w:rsidRDefault="007E4DC4" w:rsidP="00687801">
      <w:pPr>
        <w:pStyle w:val="berschrift1"/>
        <w:rPr>
          <w:lang w:val="es-ES"/>
        </w:rPr>
      </w:pPr>
      <w:r w:rsidRPr="007E4DC4">
        <w:rPr>
          <w:lang w:val="es-ES"/>
        </w:rPr>
        <w:t>Comentarios de José Antonio K</w:t>
      </w:r>
      <w:r>
        <w:rPr>
          <w:lang w:val="es-ES"/>
        </w:rPr>
        <w:t>ast en la red social X</w:t>
      </w:r>
    </w:p>
    <w:p w14:paraId="79D7A3E3" w14:textId="776A5037" w:rsidR="00687801" w:rsidRDefault="007E4DC4" w:rsidP="00687801">
      <w:pPr>
        <w:rPr>
          <w:lang w:val="es-ES"/>
        </w:rPr>
      </w:pPr>
      <w:r w:rsidRPr="007E4DC4">
        <w:rPr>
          <w:lang w:val="es-ES"/>
        </w:rPr>
        <w:t>José Antonio Kast es un abogado y político chileno, líder del Partido Republicano fundado en 2019. Kast fue candidato presidencial en 2021. Su partido es descrito y definido como un partido de extrema derecha, ultraconservador, pinochetista</w:t>
      </w:r>
      <w:r>
        <w:rPr>
          <w:vertAlign w:val="superscript"/>
          <w:lang w:val="es-ES"/>
        </w:rPr>
        <w:t>1</w:t>
      </w:r>
      <w:r w:rsidRPr="007E4DC4">
        <w:rPr>
          <w:lang w:val="es-ES"/>
        </w:rPr>
        <w:t xml:space="preserve"> y autoritario. José Antonio Kast se pronuncia sobre cuestiones políticas especiamente a través de las redes sociales como facebook o X (Twitter). Sus comentarios van siempre acompañados de breves videos o imágenes.</w:t>
      </w:r>
    </w:p>
    <w:p w14:paraId="080118D4" w14:textId="1939D65A" w:rsidR="007E4DC4" w:rsidRPr="007E4DC4" w:rsidRDefault="007E4DC4" w:rsidP="007E4DC4">
      <w:pPr>
        <w:pStyle w:val="Listenabsatz"/>
        <w:numPr>
          <w:ilvl w:val="0"/>
          <w:numId w:val="37"/>
        </w:numPr>
        <w:rPr>
          <w:lang w:val="es-ES"/>
        </w:rPr>
      </w:pPr>
      <w:r w:rsidRPr="007E4DC4">
        <w:rPr>
          <w:lang w:val="es-ES"/>
        </w:rPr>
        <w:t>pinochetista: seguidor de Augusto Pinochet, dictador chileno (1973-1990)</w:t>
      </w:r>
    </w:p>
    <w:p w14:paraId="60B73ED0" w14:textId="5EA55D96" w:rsidR="00687801" w:rsidRPr="004C4596" w:rsidRDefault="00992B97" w:rsidP="00992B97">
      <w:pPr>
        <w:pStyle w:val="berschrift2"/>
        <w:rPr>
          <w:lang w:val="es-ES"/>
        </w:rPr>
      </w:pPr>
      <w:bookmarkStart w:id="0" w:name="_Hlk191402948"/>
      <w:r w:rsidRPr="00992B97">
        <w:rPr>
          <w:lang w:val="es-ES"/>
        </w:rPr>
        <w:t xml:space="preserve">Analizad el mensaje de estos comentarios teniendo en cuenta el lenguaje (campos semánticos, recursos estilísticos....) </w:t>
      </w:r>
      <w:r w:rsidRPr="004C4596">
        <w:rPr>
          <w:lang w:val="es-ES"/>
        </w:rPr>
        <w:t>utilizado.</w:t>
      </w:r>
    </w:p>
    <w:bookmarkEnd w:id="0"/>
    <w:p w14:paraId="2E320D56" w14:textId="77777777" w:rsidR="00B12D96" w:rsidRDefault="00992B97" w:rsidP="002F18D2">
      <w:pPr>
        <w:pStyle w:val="berschrift3"/>
        <w:numPr>
          <w:ilvl w:val="0"/>
          <w:numId w:val="0"/>
        </w:numPr>
        <w:rPr>
          <w:sz w:val="24"/>
          <w:lang w:val="es-ES"/>
        </w:rPr>
      </w:pPr>
      <w:r w:rsidRPr="00B12D96">
        <w:rPr>
          <w:sz w:val="24"/>
          <w:lang w:val="es-ES"/>
        </w:rPr>
        <w:t xml:space="preserve">post del 20 de octubre de 2019        </w:t>
      </w:r>
    </w:p>
    <w:p w14:paraId="77509415" w14:textId="47A4C919" w:rsidR="00B12D96" w:rsidRDefault="00992B97" w:rsidP="002F18D2">
      <w:pPr>
        <w:pStyle w:val="berschrift3"/>
        <w:numPr>
          <w:ilvl w:val="0"/>
          <w:numId w:val="0"/>
        </w:numPr>
        <w:rPr>
          <w:sz w:val="24"/>
          <w:lang w:val="es-ES"/>
        </w:rPr>
      </w:pPr>
      <w:r w:rsidRPr="00B12D96">
        <w:rPr>
          <w:sz w:val="24"/>
          <w:lang w:val="es-ES"/>
        </w:rPr>
        <w:t xml:space="preserve">          </w:t>
      </w:r>
      <w:hyperlink r:id="rId8" w:history="1">
        <w:r w:rsidR="00B12D96" w:rsidRPr="00745905">
          <w:rPr>
            <w:rStyle w:val="Hyperlink"/>
            <w:sz w:val="24"/>
            <w:lang w:val="es-ES"/>
          </w:rPr>
          <w:t>https://x.com/joseantoniokast/status/1185708062792925184</w:t>
        </w:r>
      </w:hyperlink>
    </w:p>
    <w:p w14:paraId="15FBA057" w14:textId="5ABF4896" w:rsidR="00B12D96" w:rsidRDefault="00992B97" w:rsidP="002F18D2">
      <w:pPr>
        <w:pStyle w:val="berschrift3"/>
        <w:numPr>
          <w:ilvl w:val="0"/>
          <w:numId w:val="0"/>
        </w:numPr>
        <w:rPr>
          <w:sz w:val="24"/>
          <w:lang w:val="es-ES"/>
        </w:rPr>
      </w:pPr>
      <w:r w:rsidRPr="00B12D96">
        <w:rPr>
          <w:sz w:val="24"/>
          <w:lang w:val="es-ES"/>
        </w:rPr>
        <w:t xml:space="preserve">   </w:t>
      </w:r>
    </w:p>
    <w:p w14:paraId="5EB3E391" w14:textId="56B398E3" w:rsidR="00992B97" w:rsidRDefault="00992B97" w:rsidP="00992B97">
      <w:pPr>
        <w:pStyle w:val="berschrift3"/>
        <w:numPr>
          <w:ilvl w:val="0"/>
          <w:numId w:val="0"/>
        </w:numPr>
        <w:rPr>
          <w:sz w:val="24"/>
          <w:lang w:val="es-ES"/>
        </w:rPr>
      </w:pPr>
      <w:r w:rsidRPr="00B12D96">
        <w:rPr>
          <w:sz w:val="24"/>
          <w:lang w:val="es-ES"/>
        </w:rPr>
        <w:t>Vocabulario: saquear: plündern: alentar: ermutigen, apropiarse: sich aneignen</w:t>
      </w:r>
    </w:p>
    <w:p w14:paraId="6C63E19F" w14:textId="371FEC2A" w:rsidR="00992B97" w:rsidRPr="00992B97" w:rsidRDefault="00992B97" w:rsidP="00992B97">
      <w:pPr>
        <w:pStyle w:val="berschrift3"/>
        <w:numPr>
          <w:ilvl w:val="0"/>
          <w:numId w:val="0"/>
        </w:numPr>
        <w:rPr>
          <w:sz w:val="24"/>
          <w:lang w:val="es-ES"/>
        </w:rPr>
      </w:pPr>
      <w:bookmarkStart w:id="1" w:name="_Hlk191402528"/>
      <w:r w:rsidRPr="00992B97">
        <w:rPr>
          <w:sz w:val="24"/>
          <w:lang w:val="es-ES"/>
        </w:rPr>
        <w:t xml:space="preserve">Campos semánticos: </w:t>
      </w:r>
    </w:p>
    <w:p w14:paraId="7773A30B" w14:textId="77777777" w:rsidR="00992B97" w:rsidRDefault="00992B97" w:rsidP="00992B97">
      <w:pPr>
        <w:pStyle w:val="berschrift3"/>
        <w:numPr>
          <w:ilvl w:val="0"/>
          <w:numId w:val="0"/>
        </w:numPr>
        <w:rPr>
          <w:sz w:val="24"/>
          <w:lang w:val="es-ES"/>
        </w:rPr>
      </w:pPr>
      <w:r w:rsidRPr="00992B97">
        <w:rPr>
          <w:sz w:val="24"/>
          <w:lang w:val="es-ES"/>
        </w:rPr>
        <w:t xml:space="preserve">Mensaje: </w:t>
      </w:r>
    </w:p>
    <w:bookmarkEnd w:id="1"/>
    <w:p w14:paraId="393D8FCE" w14:textId="77777777" w:rsidR="00B12D96" w:rsidRDefault="00992B97" w:rsidP="00B12D96">
      <w:pPr>
        <w:rPr>
          <w:lang w:val="es-ES"/>
        </w:rPr>
      </w:pPr>
      <w:r>
        <w:rPr>
          <w:lang w:val="es-ES"/>
        </w:rPr>
        <w:t>1.1.2</w:t>
      </w:r>
      <w:r w:rsidR="000E123F">
        <w:rPr>
          <w:lang w:val="es-ES"/>
        </w:rPr>
        <w:t xml:space="preserve"> </w:t>
      </w:r>
      <w:r w:rsidR="000E123F" w:rsidRPr="000E123F">
        <w:rPr>
          <w:lang w:val="es-ES"/>
        </w:rPr>
        <w:t xml:space="preserve">post del 19 de noviembre de 2019  </w:t>
      </w:r>
    </w:p>
    <w:p w14:paraId="1B7C394E" w14:textId="5708774E" w:rsidR="00B12D96" w:rsidRDefault="00B12D96" w:rsidP="00B12D96">
      <w:pPr>
        <w:rPr>
          <w:lang w:val="es-ES"/>
        </w:rPr>
      </w:pPr>
      <w:hyperlink r:id="rId9" w:history="1">
        <w:r w:rsidRPr="00745905">
          <w:rPr>
            <w:rStyle w:val="Hyperlink"/>
            <w:lang w:val="es-ES"/>
          </w:rPr>
          <w:t>https://x.com/joseantoniokast/status/1199478606654779393</w:t>
        </w:r>
      </w:hyperlink>
    </w:p>
    <w:p w14:paraId="23FA64E6" w14:textId="0CC5CDFE" w:rsidR="00992B97" w:rsidRDefault="000E123F" w:rsidP="00B12D96">
      <w:pPr>
        <w:rPr>
          <w:lang w:val="es-ES"/>
        </w:rPr>
      </w:pPr>
      <w:r w:rsidRPr="000E123F">
        <w:rPr>
          <w:lang w:val="es-ES"/>
        </w:rPr>
        <w:t xml:space="preserve">                                    </w:t>
      </w:r>
    </w:p>
    <w:p w14:paraId="1BAD1DED" w14:textId="0372B2D2" w:rsidR="000E123F" w:rsidRPr="00B12D96" w:rsidRDefault="000E123F" w:rsidP="000E123F">
      <w:bookmarkStart w:id="2" w:name="_Hlk176183712"/>
      <w:r w:rsidRPr="00B12D96">
        <w:t>Vocabulario: inminente:</w:t>
      </w:r>
      <w:r w:rsidR="00B12D96">
        <w:t xml:space="preserve"> </w:t>
      </w:r>
      <w:r w:rsidRPr="00B12D96">
        <w:t>nahe bevorvorstehend</w:t>
      </w:r>
    </w:p>
    <w:bookmarkEnd w:id="2"/>
    <w:p w14:paraId="31C87E42" w14:textId="3A17CFA7" w:rsidR="000E123F" w:rsidRDefault="000E123F" w:rsidP="000E123F">
      <w:r w:rsidRPr="000E123F">
        <w:t>B</w:t>
      </w:r>
      <w:r>
        <w:t>ildinhalt: Zu sehen ist eine Straße in Santiago de Chile, in der 2 Menschen gewaltbereit aufeinander zugehen.</w:t>
      </w:r>
    </w:p>
    <w:p w14:paraId="638798B9" w14:textId="77777777" w:rsidR="000E123F" w:rsidRPr="0006655A" w:rsidRDefault="000E123F" w:rsidP="000E123F">
      <w:pPr>
        <w:rPr>
          <w:lang w:val="es-ES"/>
        </w:rPr>
      </w:pPr>
      <w:r w:rsidRPr="0006655A">
        <w:rPr>
          <w:lang w:val="es-ES"/>
        </w:rPr>
        <w:t xml:space="preserve">Campos semánticos: </w:t>
      </w:r>
    </w:p>
    <w:p w14:paraId="0715BAFA" w14:textId="63FAE3D8" w:rsidR="000E123F" w:rsidRPr="0006655A" w:rsidRDefault="000E123F" w:rsidP="000E123F">
      <w:pPr>
        <w:rPr>
          <w:lang w:val="es-ES"/>
        </w:rPr>
      </w:pPr>
      <w:r w:rsidRPr="0006655A">
        <w:rPr>
          <w:lang w:val="es-ES"/>
        </w:rPr>
        <w:t>Mensaje:</w:t>
      </w:r>
    </w:p>
    <w:p w14:paraId="1C450E1E" w14:textId="77777777" w:rsidR="00B12D96" w:rsidRDefault="000E123F" w:rsidP="00B12D96">
      <w:pPr>
        <w:rPr>
          <w:lang w:val="es-ES"/>
        </w:rPr>
      </w:pPr>
      <w:r w:rsidRPr="0006655A">
        <w:rPr>
          <w:lang w:val="es-ES"/>
        </w:rPr>
        <w:t xml:space="preserve">1.1.3 </w:t>
      </w:r>
      <w:r w:rsidR="0006655A" w:rsidRPr="0006655A">
        <w:rPr>
          <w:lang w:val="es-ES"/>
        </w:rPr>
        <w:tab/>
        <w:t xml:space="preserve">post del 13 de diciembre de 2019   </w:t>
      </w:r>
    </w:p>
    <w:p w14:paraId="6104C43F" w14:textId="05DB0E2C" w:rsidR="00B12D96" w:rsidRDefault="0006655A" w:rsidP="00B12D96">
      <w:pPr>
        <w:rPr>
          <w:lang w:val="es-ES"/>
        </w:rPr>
      </w:pPr>
      <w:r w:rsidRPr="0006655A">
        <w:rPr>
          <w:lang w:val="es-ES"/>
        </w:rPr>
        <w:t xml:space="preserve">     </w:t>
      </w:r>
      <w:hyperlink r:id="rId10" w:history="1">
        <w:r w:rsidR="00B12D96" w:rsidRPr="00745905">
          <w:rPr>
            <w:rStyle w:val="Hyperlink"/>
            <w:lang w:val="es-ES"/>
          </w:rPr>
          <w:t>https://x.com/joseantoniokast/status/1205525766697635841</w:t>
        </w:r>
      </w:hyperlink>
    </w:p>
    <w:p w14:paraId="6DF3289D" w14:textId="3BBD1CC0" w:rsidR="0006655A" w:rsidRPr="0006655A" w:rsidRDefault="0006655A" w:rsidP="00B12D96">
      <w:pPr>
        <w:rPr>
          <w:lang w:val="es-ES"/>
        </w:rPr>
      </w:pPr>
      <w:r w:rsidRPr="0006655A">
        <w:rPr>
          <w:lang w:val="es-ES"/>
        </w:rPr>
        <w:t xml:space="preserve">                              </w:t>
      </w:r>
    </w:p>
    <w:p w14:paraId="2ED5E06C" w14:textId="77777777" w:rsidR="0006655A" w:rsidRDefault="0006655A" w:rsidP="0006655A">
      <w:pPr>
        <w:rPr>
          <w:lang w:val="es-ES"/>
        </w:rPr>
      </w:pPr>
      <w:r w:rsidRPr="0006655A">
        <w:rPr>
          <w:lang w:val="es-ES"/>
        </w:rPr>
        <w:t xml:space="preserve">Campos semánticos: </w:t>
      </w:r>
    </w:p>
    <w:p w14:paraId="37AA3F48" w14:textId="7888B006" w:rsidR="000E123F" w:rsidRPr="0006655A" w:rsidRDefault="0006655A" w:rsidP="0006655A">
      <w:pPr>
        <w:rPr>
          <w:lang w:val="es-ES"/>
        </w:rPr>
      </w:pPr>
      <w:r w:rsidRPr="0006655A">
        <w:rPr>
          <w:lang w:val="es-ES"/>
        </w:rPr>
        <w:t>Mensaje:</w:t>
      </w:r>
    </w:p>
    <w:p w14:paraId="3756ED73" w14:textId="77777777" w:rsidR="00B12D96" w:rsidRDefault="0006655A" w:rsidP="0006655A">
      <w:pPr>
        <w:rPr>
          <w:lang w:val="es-ES"/>
        </w:rPr>
      </w:pPr>
      <w:r>
        <w:rPr>
          <w:lang w:val="es-ES"/>
        </w:rPr>
        <w:t xml:space="preserve">1.1.4 </w:t>
      </w:r>
      <w:r w:rsidRPr="0006655A">
        <w:rPr>
          <w:lang w:val="es-ES"/>
        </w:rPr>
        <w:tab/>
        <w:t xml:space="preserve">post del 8 de enero de 2020  </w:t>
      </w:r>
    </w:p>
    <w:p w14:paraId="6A12E70D" w14:textId="25B7975A" w:rsidR="000634D4" w:rsidRDefault="000634D4" w:rsidP="0006655A">
      <w:pPr>
        <w:rPr>
          <w:lang w:val="es-ES"/>
        </w:rPr>
      </w:pPr>
      <w:hyperlink r:id="rId11" w:history="1">
        <w:r w:rsidRPr="00745905">
          <w:rPr>
            <w:rStyle w:val="Hyperlink"/>
            <w:lang w:val="es-ES"/>
          </w:rPr>
          <w:t>https://x.com/joseantoniokast/status/1214900816974352385</w:t>
        </w:r>
      </w:hyperlink>
    </w:p>
    <w:p w14:paraId="2C07AC6D" w14:textId="57C3A792" w:rsidR="0006655A" w:rsidRPr="0006655A" w:rsidRDefault="0006655A" w:rsidP="0006655A">
      <w:pPr>
        <w:rPr>
          <w:lang w:val="es-ES"/>
        </w:rPr>
      </w:pPr>
      <w:r w:rsidRPr="0006655A">
        <w:rPr>
          <w:lang w:val="es-ES"/>
        </w:rPr>
        <w:t xml:space="preserve">                                            </w:t>
      </w:r>
    </w:p>
    <w:p w14:paraId="4EE2CA2B" w14:textId="77777777" w:rsidR="0006655A" w:rsidRPr="0006655A" w:rsidRDefault="0006655A" w:rsidP="0006655A">
      <w:pPr>
        <w:rPr>
          <w:lang w:val="es-ES"/>
        </w:rPr>
      </w:pPr>
      <w:r w:rsidRPr="0006655A">
        <w:rPr>
          <w:lang w:val="es-ES"/>
        </w:rPr>
        <w:t xml:space="preserve">Campos semánticos: </w:t>
      </w:r>
    </w:p>
    <w:p w14:paraId="723D9430" w14:textId="6A2E1B69" w:rsidR="0006655A" w:rsidRDefault="0006655A" w:rsidP="0006655A">
      <w:pPr>
        <w:rPr>
          <w:lang w:val="es-ES"/>
        </w:rPr>
      </w:pPr>
      <w:r w:rsidRPr="0006655A">
        <w:rPr>
          <w:lang w:val="es-ES"/>
        </w:rPr>
        <w:t xml:space="preserve">Mensaje: </w:t>
      </w:r>
    </w:p>
    <w:p w14:paraId="0CAB88E1" w14:textId="4736EEAB" w:rsidR="00E525C8" w:rsidRDefault="00C7524C" w:rsidP="00E525C8">
      <w:pPr>
        <w:rPr>
          <w:lang w:val="es-ES"/>
        </w:rPr>
      </w:pPr>
      <w:r>
        <w:rPr>
          <w:lang w:val="es-ES"/>
        </w:rPr>
        <w:t>1.1.</w:t>
      </w:r>
      <w:r w:rsidR="005D41D3">
        <w:rPr>
          <w:lang w:val="es-ES"/>
        </w:rPr>
        <w:t>5</w:t>
      </w:r>
      <w:r>
        <w:rPr>
          <w:lang w:val="es-ES"/>
        </w:rPr>
        <w:t xml:space="preserve"> </w:t>
      </w:r>
      <w:r w:rsidR="00E27503">
        <w:rPr>
          <w:lang w:val="es-ES"/>
        </w:rPr>
        <w:t xml:space="preserve">  </w:t>
      </w:r>
      <w:r w:rsidR="00E27503" w:rsidRPr="00E27503">
        <w:rPr>
          <w:lang w:val="es-ES"/>
        </w:rPr>
        <w:t xml:space="preserve">post del 14 de julio de 2020        </w:t>
      </w:r>
    </w:p>
    <w:p w14:paraId="034D758B" w14:textId="02239E8A" w:rsidR="00E525C8" w:rsidRDefault="00E27503" w:rsidP="00E525C8">
      <w:pPr>
        <w:rPr>
          <w:lang w:val="es-ES"/>
        </w:rPr>
      </w:pPr>
      <w:r w:rsidRPr="00E27503">
        <w:rPr>
          <w:lang w:val="es-ES"/>
        </w:rPr>
        <w:t xml:space="preserve">     </w:t>
      </w:r>
      <w:hyperlink r:id="rId12" w:history="1">
        <w:r w:rsidR="00E525C8" w:rsidRPr="00745905">
          <w:rPr>
            <w:rStyle w:val="Hyperlink"/>
            <w:lang w:val="es-ES"/>
          </w:rPr>
          <w:t>https://x.com/joseantoniokast/status/1283132149017739265</w:t>
        </w:r>
      </w:hyperlink>
    </w:p>
    <w:p w14:paraId="600785D1" w14:textId="36840F58" w:rsidR="00E27503" w:rsidRDefault="00E27503" w:rsidP="00E525C8">
      <w:pPr>
        <w:rPr>
          <w:lang w:val="es-ES"/>
        </w:rPr>
      </w:pPr>
      <w:r w:rsidRPr="00E27503">
        <w:rPr>
          <w:lang w:val="es-ES"/>
        </w:rPr>
        <w:t xml:space="preserve">                                    </w:t>
      </w:r>
    </w:p>
    <w:p w14:paraId="0DDC0B42" w14:textId="0E8BD6BA" w:rsidR="00E27503" w:rsidRPr="00E27503" w:rsidRDefault="00E27503" w:rsidP="00E27503">
      <w:pPr>
        <w:rPr>
          <w:lang w:val="es-ES"/>
        </w:rPr>
      </w:pPr>
      <w:r w:rsidRPr="00E27503">
        <w:rPr>
          <w:lang w:val="es-ES"/>
        </w:rPr>
        <w:t xml:space="preserve"> Vocabulario: sobrepasar: superar; la institucionalidad: el conjunto de instituciones</w:t>
      </w:r>
    </w:p>
    <w:p w14:paraId="398991F5" w14:textId="494AB73D" w:rsidR="00C7524C" w:rsidRDefault="00E27503" w:rsidP="00E27503">
      <w:r w:rsidRPr="00E27503">
        <w:t>Bildinhalt: Zu sehen ist e</w:t>
      </w:r>
      <w:r>
        <w:t>in Foto mit der Flagge Chiles.</w:t>
      </w:r>
    </w:p>
    <w:p w14:paraId="61FF42CA" w14:textId="77777777" w:rsidR="00E22BF6" w:rsidRPr="004C4596" w:rsidRDefault="00E22BF6" w:rsidP="00E22BF6">
      <w:pPr>
        <w:rPr>
          <w:lang w:val="es-ES"/>
        </w:rPr>
      </w:pPr>
      <w:r w:rsidRPr="004C4596">
        <w:rPr>
          <w:lang w:val="es-ES"/>
        </w:rPr>
        <w:t xml:space="preserve">Campos semánticos: </w:t>
      </w:r>
    </w:p>
    <w:p w14:paraId="7B22E29F" w14:textId="0D546E61" w:rsidR="00B86013" w:rsidRPr="004C4596" w:rsidRDefault="00E22BF6" w:rsidP="00E22BF6">
      <w:pPr>
        <w:rPr>
          <w:lang w:val="es-ES"/>
        </w:rPr>
      </w:pPr>
      <w:r w:rsidRPr="004C4596">
        <w:rPr>
          <w:lang w:val="es-ES"/>
        </w:rPr>
        <w:t>Mensaje:</w:t>
      </w:r>
    </w:p>
    <w:p w14:paraId="7FC66E1F" w14:textId="77777777" w:rsidR="00B86013" w:rsidRPr="00B86013" w:rsidRDefault="00B86013" w:rsidP="00B86013">
      <w:pPr>
        <w:pStyle w:val="berschrift2"/>
        <w:rPr>
          <w:lang w:val="es-ES"/>
        </w:rPr>
      </w:pPr>
      <w:r w:rsidRPr="00B86013">
        <w:rPr>
          <w:lang w:val="es-ES"/>
        </w:rPr>
        <w:t>Evaluad en qué medida se puede decir que el lenguaje de Kast es un lenguaje populista. Tened en cuenta la ficha m05_el lenguaje del populismo.</w:t>
      </w:r>
    </w:p>
    <w:p w14:paraId="4E23193E" w14:textId="3D04EC73" w:rsidR="00B86013" w:rsidRDefault="00B86013" w:rsidP="00B86013">
      <w:pPr>
        <w:pStyle w:val="berschrift2"/>
        <w:rPr>
          <w:lang w:val="es-ES"/>
        </w:rPr>
      </w:pPr>
      <w:r>
        <w:rPr>
          <w:lang w:val="es-ES"/>
        </w:rPr>
        <w:t xml:space="preserve">..... y para los más rápidos: </w:t>
      </w:r>
      <w:r w:rsidRPr="00B86013">
        <w:rPr>
          <w:lang w:val="es-ES"/>
        </w:rPr>
        <w:t>Discutid si las redes sociales favorecen el uso de un lenguaje populista.</w:t>
      </w:r>
      <w:r>
        <w:rPr>
          <w:lang w:val="es-ES"/>
        </w:rPr>
        <w:t xml:space="preserve"> </w:t>
      </w:r>
      <w:r w:rsidRPr="00B86013">
        <w:rPr>
          <w:lang w:val="es-ES"/>
        </w:rPr>
        <w:t>Si necesitáis ayuda, podéis consultar esta caja útil con ideas.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9072"/>
      </w:tblGrid>
      <w:tr w:rsidR="00B86013" w14:paraId="32ED0FB1" w14:textId="77777777" w:rsidTr="00B86013">
        <w:trPr>
          <w:cantSplit/>
          <w:tblHeader/>
        </w:trPr>
        <w:tc>
          <w:tcPr>
            <w:tcW w:w="9072" w:type="dxa"/>
            <w:tcBorders>
              <w:bottom w:val="single" w:sz="4" w:space="0" w:color="B70017"/>
            </w:tcBorders>
          </w:tcPr>
          <w:p w14:paraId="02C6D6CC" w14:textId="1803913A" w:rsidR="00B86013" w:rsidRDefault="00B86013" w:rsidP="00F13823">
            <w:pPr>
              <w:pStyle w:val="Tabellenberschrift"/>
            </w:pPr>
            <w:r>
              <w:t xml:space="preserve">Caja </w:t>
            </w:r>
            <w:r w:rsidRPr="004C4596">
              <w:rPr>
                <w:lang w:val="es-ES"/>
              </w:rPr>
              <w:t>útil</w:t>
            </w:r>
          </w:p>
        </w:tc>
      </w:tr>
      <w:tr w:rsidR="00B86013" w:rsidRPr="00B12D96" w14:paraId="2AC628B0" w14:textId="77777777" w:rsidTr="00B86013">
        <w:trPr>
          <w:cantSplit/>
          <w:tblHeader/>
        </w:trPr>
        <w:tc>
          <w:tcPr>
            <w:tcW w:w="9072" w:type="dxa"/>
            <w:tcBorders>
              <w:top w:val="single" w:sz="4" w:space="0" w:color="B70017"/>
            </w:tcBorders>
          </w:tcPr>
          <w:p w14:paraId="21A14488" w14:textId="77777777" w:rsidR="00B86013" w:rsidRPr="00B86013" w:rsidRDefault="00B86013" w:rsidP="00B86013">
            <w:pPr>
              <w:pStyle w:val="Tabelleninhalt"/>
              <w:rPr>
                <w:lang w:val="es-ES"/>
              </w:rPr>
            </w:pPr>
            <w:r w:rsidRPr="00B86013">
              <w:rPr>
                <w:lang w:val="es-ES"/>
              </w:rPr>
              <w:t>el marketing, la manipulación, la brevedad, la simplificación, la difusión, la velocidad, los “me gusta” y “no me gusta”, el anonimato, la burbuja, la cámara de eco, la participación, la inmediatez</w:t>
            </w:r>
          </w:p>
          <w:p w14:paraId="4B7FC068" w14:textId="2CD20692" w:rsidR="00B86013" w:rsidRPr="00B86013" w:rsidRDefault="00B86013" w:rsidP="00F13823">
            <w:pPr>
              <w:pStyle w:val="Tabelleninhalt"/>
              <w:rPr>
                <w:lang w:val="es-ES"/>
              </w:rPr>
            </w:pPr>
          </w:p>
        </w:tc>
      </w:tr>
    </w:tbl>
    <w:p w14:paraId="556CA107" w14:textId="141C9F55" w:rsidR="00B86013" w:rsidRPr="00B86013" w:rsidRDefault="00B86013" w:rsidP="00B86013">
      <w:pPr>
        <w:rPr>
          <w:lang w:val="es-ES"/>
        </w:rPr>
      </w:pPr>
    </w:p>
    <w:p w14:paraId="092FE442" w14:textId="7E62FDA4" w:rsidR="00B86013" w:rsidRPr="00B86013" w:rsidRDefault="00B86013" w:rsidP="00B86013">
      <w:pPr>
        <w:rPr>
          <w:lang w:val="es-ES"/>
        </w:rPr>
      </w:pPr>
    </w:p>
    <w:p w14:paraId="338C486D" w14:textId="77777777" w:rsidR="00B86013" w:rsidRPr="00B86013" w:rsidRDefault="00B86013" w:rsidP="00B86013">
      <w:pPr>
        <w:pStyle w:val="berschrift2"/>
        <w:numPr>
          <w:ilvl w:val="0"/>
          <w:numId w:val="0"/>
        </w:numPr>
        <w:rPr>
          <w:lang w:val="es-ES"/>
        </w:rPr>
      </w:pPr>
    </w:p>
    <w:p w14:paraId="5E060868" w14:textId="374D881E" w:rsidR="00B86013" w:rsidRPr="00B86013" w:rsidRDefault="00B86013" w:rsidP="00B86013">
      <w:pPr>
        <w:pStyle w:val="berschrift2"/>
        <w:numPr>
          <w:ilvl w:val="0"/>
          <w:numId w:val="0"/>
        </w:numPr>
        <w:ind w:left="576"/>
        <w:rPr>
          <w:lang w:val="es-ES"/>
        </w:rPr>
      </w:pPr>
    </w:p>
    <w:p w14:paraId="794D8F10" w14:textId="77777777" w:rsidR="00B86013" w:rsidRPr="00B86013" w:rsidRDefault="00B86013" w:rsidP="00E22BF6">
      <w:pPr>
        <w:rPr>
          <w:lang w:val="es-ES"/>
        </w:rPr>
      </w:pPr>
    </w:p>
    <w:p w14:paraId="10FC870B" w14:textId="3F6AFB8F" w:rsidR="0006655A" w:rsidRPr="00B86013" w:rsidRDefault="0006655A" w:rsidP="0006655A">
      <w:pPr>
        <w:rPr>
          <w:lang w:val="es-ES"/>
        </w:rPr>
      </w:pPr>
    </w:p>
    <w:p w14:paraId="2A42C346" w14:textId="77777777" w:rsidR="00992B97" w:rsidRPr="00B86013" w:rsidRDefault="00992B97" w:rsidP="00992B97">
      <w:pPr>
        <w:pStyle w:val="berschrift3"/>
        <w:numPr>
          <w:ilvl w:val="0"/>
          <w:numId w:val="0"/>
        </w:numPr>
        <w:ind w:left="720" w:hanging="720"/>
        <w:rPr>
          <w:lang w:val="es-ES"/>
        </w:rPr>
      </w:pPr>
    </w:p>
    <w:p w14:paraId="70F19B6F" w14:textId="47EE4DE7" w:rsidR="00687801" w:rsidRPr="00B86013" w:rsidRDefault="00687801" w:rsidP="00992B97">
      <w:pPr>
        <w:pStyle w:val="berschrift3"/>
        <w:numPr>
          <w:ilvl w:val="0"/>
          <w:numId w:val="0"/>
        </w:numPr>
        <w:ind w:left="720" w:hanging="720"/>
        <w:rPr>
          <w:lang w:val="es-ES"/>
        </w:rPr>
      </w:pPr>
    </w:p>
    <w:sectPr w:rsidR="00687801" w:rsidRPr="00B86013" w:rsidSect="00687801">
      <w:headerReference w:type="default" r:id="rId13"/>
      <w:footerReference w:type="default" r:id="rId14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430BC" w14:textId="77777777" w:rsidR="001D0909" w:rsidRDefault="001D0909" w:rsidP="00263F44">
      <w:r>
        <w:separator/>
      </w:r>
    </w:p>
  </w:endnote>
  <w:endnote w:type="continuationSeparator" w:id="0">
    <w:p w14:paraId="78E31BE8" w14:textId="77777777" w:rsidR="001D0909" w:rsidRDefault="001D0909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1300E" w14:textId="2E95420F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11461B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1A9D84CC" w14:textId="77777777" w:rsidR="00F523FF" w:rsidRDefault="00F523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4846C" w14:textId="77777777" w:rsidR="001D0909" w:rsidRDefault="001D0909" w:rsidP="00263F44">
      <w:r>
        <w:separator/>
      </w:r>
    </w:p>
  </w:footnote>
  <w:footnote w:type="continuationSeparator" w:id="0">
    <w:p w14:paraId="3CC84C13" w14:textId="77777777" w:rsidR="001D0909" w:rsidRDefault="001D0909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F417" w14:textId="293E7FF3" w:rsidR="00EC3925" w:rsidRPr="00B415B1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36E457C5" wp14:editId="7108002C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15B1" w:rsidRPr="00B415B1">
      <w:rPr>
        <w:lang w:val="es-ES"/>
      </w:rPr>
      <w:t xml:space="preserve"> db_kursstufe_lenguaje_democracia_m08_comentarios kast         </w:t>
    </w:r>
    <w:r w:rsidR="00B415B1">
      <w:rPr>
        <w:lang w:val="es-ES"/>
      </w:rPr>
      <w:t>Fachportal Spanisch</w:t>
    </w:r>
    <w:r w:rsidR="00B415B1" w:rsidRPr="00B415B1">
      <w:rPr>
        <w:lang w:val="es-ES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C7481"/>
    <w:multiLevelType w:val="hybridMultilevel"/>
    <w:tmpl w:val="2BCA42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9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537559">
    <w:abstractNumId w:val="22"/>
  </w:num>
  <w:num w:numId="2" w16cid:durableId="1402020984">
    <w:abstractNumId w:val="10"/>
  </w:num>
  <w:num w:numId="3" w16cid:durableId="411004676">
    <w:abstractNumId w:val="20"/>
  </w:num>
  <w:num w:numId="4" w16cid:durableId="3482151">
    <w:abstractNumId w:val="18"/>
  </w:num>
  <w:num w:numId="5" w16cid:durableId="418868217">
    <w:abstractNumId w:val="18"/>
  </w:num>
  <w:num w:numId="6" w16cid:durableId="1317413909">
    <w:abstractNumId w:val="13"/>
  </w:num>
  <w:num w:numId="7" w16cid:durableId="1110471958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8817032">
    <w:abstractNumId w:val="23"/>
  </w:num>
  <w:num w:numId="9" w16cid:durableId="256406333">
    <w:abstractNumId w:val="12"/>
  </w:num>
  <w:num w:numId="10" w16cid:durableId="239564581">
    <w:abstractNumId w:val="23"/>
  </w:num>
  <w:num w:numId="11" w16cid:durableId="1051533549">
    <w:abstractNumId w:val="17"/>
  </w:num>
  <w:num w:numId="12" w16cid:durableId="1799570233">
    <w:abstractNumId w:val="23"/>
  </w:num>
  <w:num w:numId="13" w16cid:durableId="236287996">
    <w:abstractNumId w:val="21"/>
  </w:num>
  <w:num w:numId="14" w16cid:durableId="2060326287">
    <w:abstractNumId w:val="14"/>
  </w:num>
  <w:num w:numId="15" w16cid:durableId="96413190">
    <w:abstractNumId w:val="15"/>
  </w:num>
  <w:num w:numId="16" w16cid:durableId="654912283">
    <w:abstractNumId w:val="24"/>
  </w:num>
  <w:num w:numId="17" w16cid:durableId="1450780515">
    <w:abstractNumId w:val="11"/>
  </w:num>
  <w:num w:numId="18" w16cid:durableId="1399206493">
    <w:abstractNumId w:val="19"/>
  </w:num>
  <w:num w:numId="19" w16cid:durableId="1690448184">
    <w:abstractNumId w:val="21"/>
    <w:lvlOverride w:ilvl="0">
      <w:startOverride w:val="1"/>
    </w:lvlOverride>
  </w:num>
  <w:num w:numId="20" w16cid:durableId="690110735">
    <w:abstractNumId w:val="14"/>
    <w:lvlOverride w:ilvl="0">
      <w:startOverride w:val="1"/>
    </w:lvlOverride>
  </w:num>
  <w:num w:numId="21" w16cid:durableId="450637609">
    <w:abstractNumId w:val="21"/>
    <w:lvlOverride w:ilvl="0">
      <w:startOverride w:val="1"/>
    </w:lvlOverride>
  </w:num>
  <w:num w:numId="22" w16cid:durableId="1185679318">
    <w:abstractNumId w:val="21"/>
    <w:lvlOverride w:ilvl="0">
      <w:startOverride w:val="1"/>
    </w:lvlOverride>
  </w:num>
  <w:num w:numId="23" w16cid:durableId="58483134">
    <w:abstractNumId w:val="9"/>
  </w:num>
  <w:num w:numId="24" w16cid:durableId="956175664">
    <w:abstractNumId w:val="7"/>
  </w:num>
  <w:num w:numId="25" w16cid:durableId="1504198279">
    <w:abstractNumId w:val="6"/>
  </w:num>
  <w:num w:numId="26" w16cid:durableId="195317129">
    <w:abstractNumId w:val="5"/>
  </w:num>
  <w:num w:numId="27" w16cid:durableId="928734996">
    <w:abstractNumId w:val="4"/>
  </w:num>
  <w:num w:numId="28" w16cid:durableId="1095981048">
    <w:abstractNumId w:val="8"/>
  </w:num>
  <w:num w:numId="29" w16cid:durableId="700204340">
    <w:abstractNumId w:val="3"/>
  </w:num>
  <w:num w:numId="30" w16cid:durableId="946235517">
    <w:abstractNumId w:val="2"/>
  </w:num>
  <w:num w:numId="31" w16cid:durableId="549270767">
    <w:abstractNumId w:val="1"/>
  </w:num>
  <w:num w:numId="32" w16cid:durableId="1468426547">
    <w:abstractNumId w:val="0"/>
  </w:num>
  <w:num w:numId="33" w16cid:durableId="1401245401">
    <w:abstractNumId w:val="25"/>
  </w:num>
  <w:num w:numId="34" w16cid:durableId="805974968">
    <w:abstractNumId w:val="19"/>
  </w:num>
  <w:num w:numId="35" w16cid:durableId="466707441">
    <w:abstractNumId w:val="21"/>
    <w:lvlOverride w:ilvl="0">
      <w:startOverride w:val="1"/>
    </w:lvlOverride>
  </w:num>
  <w:num w:numId="36" w16cid:durableId="647780894">
    <w:abstractNumId w:val="21"/>
    <w:lvlOverride w:ilvl="0">
      <w:startOverride w:val="1"/>
    </w:lvlOverride>
  </w:num>
  <w:num w:numId="37" w16cid:durableId="16498192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5B1"/>
    <w:rsid w:val="000119F5"/>
    <w:rsid w:val="0002154A"/>
    <w:rsid w:val="00035065"/>
    <w:rsid w:val="000433EF"/>
    <w:rsid w:val="00046BB2"/>
    <w:rsid w:val="000634D4"/>
    <w:rsid w:val="0006655A"/>
    <w:rsid w:val="00083838"/>
    <w:rsid w:val="0009635B"/>
    <w:rsid w:val="000A08F7"/>
    <w:rsid w:val="000A2FD9"/>
    <w:rsid w:val="000C1899"/>
    <w:rsid w:val="000C1A48"/>
    <w:rsid w:val="000C4F61"/>
    <w:rsid w:val="000C7E6C"/>
    <w:rsid w:val="000E123F"/>
    <w:rsid w:val="000E4A64"/>
    <w:rsid w:val="000E5416"/>
    <w:rsid w:val="000F63D9"/>
    <w:rsid w:val="0010328B"/>
    <w:rsid w:val="001078A6"/>
    <w:rsid w:val="0011461B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D0909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205D9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C459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41D3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E4DC4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38A5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2B97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26F77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2D96"/>
    <w:rsid w:val="00B16CF9"/>
    <w:rsid w:val="00B347F2"/>
    <w:rsid w:val="00B34CB2"/>
    <w:rsid w:val="00B415B1"/>
    <w:rsid w:val="00B73422"/>
    <w:rsid w:val="00B8215D"/>
    <w:rsid w:val="00B86013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25DBE"/>
    <w:rsid w:val="00C43374"/>
    <w:rsid w:val="00C463C2"/>
    <w:rsid w:val="00C6360C"/>
    <w:rsid w:val="00C66C69"/>
    <w:rsid w:val="00C74AB3"/>
    <w:rsid w:val="00C7524C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C09CF"/>
    <w:rsid w:val="00DD03E6"/>
    <w:rsid w:val="00DD0775"/>
    <w:rsid w:val="00DD3ABE"/>
    <w:rsid w:val="00DE41D6"/>
    <w:rsid w:val="00DE7F37"/>
    <w:rsid w:val="00E22BF6"/>
    <w:rsid w:val="00E27503"/>
    <w:rsid w:val="00E33CC2"/>
    <w:rsid w:val="00E45CE7"/>
    <w:rsid w:val="00E475FB"/>
    <w:rsid w:val="00E51D92"/>
    <w:rsid w:val="00E525C8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3FF"/>
    <w:rsid w:val="00F52EFA"/>
    <w:rsid w:val="00F5768C"/>
    <w:rsid w:val="00F57897"/>
    <w:rsid w:val="00F61F7E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55F1E"/>
  <w15:chartTrackingRefBased/>
  <w15:docId w15:val="{FCBECD39-4F67-40A6-AF81-F581BE58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joseantoniokast/status/118570806279292518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.com/joseantoniokast/status/128313214901773926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.com/joseantoniokast/status/121490081697435238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x.com/joseantoniokast/status/12055257666976358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.com/joseantoniokast/status/1199478606654779393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5</cp:revision>
  <cp:lastPrinted>2025-05-20T17:04:00Z</cp:lastPrinted>
  <dcterms:created xsi:type="dcterms:W3CDTF">2025-05-20T16:54:00Z</dcterms:created>
  <dcterms:modified xsi:type="dcterms:W3CDTF">2025-05-20T17:04:00Z</dcterms:modified>
</cp:coreProperties>
</file>