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1FC91" w14:textId="0F1F6629" w:rsidR="00687801" w:rsidRDefault="00F63ED9" w:rsidP="00687801">
      <w:pPr>
        <w:pStyle w:val="berschrift1"/>
        <w:rPr>
          <w:lang w:val="es-ES"/>
        </w:rPr>
      </w:pPr>
      <w:r>
        <w:rPr>
          <w:lang w:val="es-ES"/>
        </w:rPr>
        <w:t>Expresa tu opinión – Tareas finales</w:t>
      </w:r>
    </w:p>
    <w:p w14:paraId="0DB333B3" w14:textId="14EBECA3" w:rsidR="00687801" w:rsidRPr="00F63ED9" w:rsidRDefault="00F63ED9" w:rsidP="00687801">
      <w:pPr>
        <w:rPr>
          <w:lang w:val="es-ES"/>
        </w:rPr>
      </w:pPr>
      <w:r w:rsidRPr="00F63ED9">
        <w:rPr>
          <w:lang w:val="es-ES"/>
        </w:rPr>
        <w:t>En tu colegio de intercambio en Valparaíso (Chile) se va a organizar una Semana de la Democracia. Para ello se van a realizar exposiciones sobre este tema y tendrán lugar diferentes actos y eventos en un aula dedicada a este tema.</w:t>
      </w:r>
    </w:p>
    <w:p w14:paraId="2ED31898" w14:textId="493BCDD8" w:rsidR="00687801" w:rsidRDefault="00F63ED9" w:rsidP="00687801">
      <w:pPr>
        <w:pStyle w:val="berschrift2"/>
      </w:pPr>
      <w:bookmarkStart w:id="0" w:name="_Hlk191404613"/>
      <w:r w:rsidRPr="00B65C73">
        <w:rPr>
          <w:lang w:val="es-ES"/>
        </w:rPr>
        <w:t xml:space="preserve">Tarea </w:t>
      </w:r>
      <w:r>
        <w:t>final A</w:t>
      </w:r>
    </w:p>
    <w:bookmarkEnd w:id="0"/>
    <w:p w14:paraId="47B3316F" w14:textId="3D5EE947" w:rsidR="00F63ED9" w:rsidRDefault="00F63ED9" w:rsidP="00F63ED9">
      <w:pPr>
        <w:rPr>
          <w:lang w:val="es-ES"/>
        </w:rPr>
      </w:pPr>
      <w:r w:rsidRPr="00F63ED9">
        <w:rPr>
          <w:lang w:val="es-ES"/>
        </w:rPr>
        <w:t>Redacta un discurso para esta ocasión sobre el poder del lenguaje en la democracia, en el que comentas la cita de Francisco Guerrero Aguirre: “El lenguaje es poder. Las palabras son instrumentos contundentes</w:t>
      </w:r>
      <w:r>
        <w:rPr>
          <w:vertAlign w:val="superscript"/>
          <w:lang w:val="es-ES"/>
        </w:rPr>
        <w:t>1</w:t>
      </w:r>
      <w:r w:rsidRPr="00F63ED9">
        <w:rPr>
          <w:lang w:val="es-ES"/>
        </w:rPr>
        <w:t xml:space="preserve"> en la construcción de la democracia” ( 20-4-2021, El Excelsior, México). Ten en cuenta, a quién se dirige tu discurso. Haz uso de un lenguaje democrático.</w:t>
      </w:r>
    </w:p>
    <w:p w14:paraId="06BA1E8E" w14:textId="5ED2EC24" w:rsidR="00F63ED9" w:rsidRPr="00F63ED9" w:rsidRDefault="00F63ED9" w:rsidP="00F63ED9">
      <w:pPr>
        <w:pStyle w:val="Listenabsatz"/>
        <w:numPr>
          <w:ilvl w:val="0"/>
          <w:numId w:val="37"/>
        </w:numPr>
        <w:rPr>
          <w:lang w:val="es-ES"/>
        </w:rPr>
      </w:pPr>
      <w:r w:rsidRPr="00F63ED9">
        <w:rPr>
          <w:lang w:val="es-ES"/>
        </w:rPr>
        <w:t>contundente: überzeugend, wirkungsvoll</w:t>
      </w:r>
    </w:p>
    <w:p w14:paraId="543A621E" w14:textId="792ED0E9" w:rsidR="00F63ED9" w:rsidRDefault="00F63ED9" w:rsidP="00F63ED9">
      <w:pPr>
        <w:rPr>
          <w:lang w:val="es-ES"/>
        </w:rPr>
      </w:pPr>
      <w:r w:rsidRPr="00F63ED9">
        <w:rPr>
          <w:lang w:val="es-ES"/>
        </w:rPr>
        <w:t>Tus apuntes en la ficha db_kursstufe_lenguaje_democracia_m06_comentario_el poder del lenguaje, la ficha 2024_ficha de escritura_discurso  y la ficha db_kursstufe_lenguaje_democracia_m04_lenguaje democrático te pueden ayudar.</w:t>
      </w:r>
    </w:p>
    <w:p w14:paraId="4844BCD7" w14:textId="4DA96FDB" w:rsidR="00F63ED9" w:rsidRDefault="00F63ED9" w:rsidP="00F63ED9">
      <w:pPr>
        <w:pStyle w:val="berschrift2"/>
      </w:pPr>
      <w:r w:rsidRPr="00B65C73">
        <w:rPr>
          <w:lang w:val="es-ES"/>
        </w:rPr>
        <w:t xml:space="preserve">Tarea </w:t>
      </w:r>
      <w:r>
        <w:t>final B</w:t>
      </w:r>
    </w:p>
    <w:p w14:paraId="7EFB990E" w14:textId="0D82DA11" w:rsidR="00F63ED9" w:rsidRPr="00F63ED9" w:rsidRDefault="0008618C" w:rsidP="00F63ED9">
      <w:pPr>
        <w:rPr>
          <w:lang w:val="es-ES"/>
        </w:rPr>
      </w:pPr>
      <w:r w:rsidRPr="0008618C">
        <w:rPr>
          <w:lang w:val="es-ES"/>
        </w:rPr>
        <w:t>Vais a participar en un debate sobre el tema Los límites de la tolerancia en una sociedad democrática - ¿hasta qué punto se debe ser tolerante con los intolerantes?</w:t>
      </w:r>
    </w:p>
    <w:p w14:paraId="0A1761A0" w14:textId="1DBAFD44" w:rsidR="0008618C" w:rsidRPr="0008618C" w:rsidRDefault="0008618C" w:rsidP="0008618C">
      <w:pPr>
        <w:pStyle w:val="berschrift3"/>
        <w:rPr>
          <w:sz w:val="24"/>
          <w:lang w:val="es-ES"/>
        </w:rPr>
      </w:pPr>
      <w:r w:rsidRPr="0008618C">
        <w:rPr>
          <w:sz w:val="24"/>
          <w:lang w:val="es-ES"/>
        </w:rPr>
        <w:t xml:space="preserve">Primero lee las siguientes preguntas, anota lo que opinas tú y por qué. </w:t>
      </w:r>
    </w:p>
    <w:p w14:paraId="3E08DD90" w14:textId="77777777" w:rsidR="0008618C" w:rsidRPr="0008618C" w:rsidRDefault="0008618C" w:rsidP="0008618C">
      <w:pPr>
        <w:pStyle w:val="berschrift3"/>
        <w:numPr>
          <w:ilvl w:val="0"/>
          <w:numId w:val="40"/>
        </w:numPr>
        <w:rPr>
          <w:sz w:val="24"/>
          <w:lang w:val="es-ES"/>
        </w:rPr>
      </w:pPr>
      <w:r w:rsidRPr="0008618C">
        <w:rPr>
          <w:sz w:val="24"/>
          <w:lang w:val="es-ES"/>
        </w:rPr>
        <w:t>¿Se deben enseñar debates televisivos con personas de ideologías extremas e intolerantes?</w:t>
      </w:r>
    </w:p>
    <w:p w14:paraId="7528BE1E" w14:textId="77777777" w:rsidR="0008618C" w:rsidRPr="0008618C" w:rsidRDefault="0008618C" w:rsidP="0008618C">
      <w:pPr>
        <w:pStyle w:val="berschrift3"/>
        <w:numPr>
          <w:ilvl w:val="0"/>
          <w:numId w:val="40"/>
        </w:numPr>
        <w:rPr>
          <w:sz w:val="24"/>
          <w:lang w:val="es-ES"/>
        </w:rPr>
      </w:pPr>
      <w:r w:rsidRPr="0008618C">
        <w:rPr>
          <w:sz w:val="24"/>
          <w:lang w:val="es-ES"/>
        </w:rPr>
        <w:t>¿Se debe censurar el lenguaje usado en las redes sociales?</w:t>
      </w:r>
    </w:p>
    <w:p w14:paraId="12D5474F" w14:textId="77777777" w:rsidR="008145FA" w:rsidRPr="008145FA" w:rsidRDefault="008145FA" w:rsidP="008145FA">
      <w:pPr>
        <w:pStyle w:val="berschrift3"/>
        <w:rPr>
          <w:sz w:val="24"/>
          <w:lang w:val="es-ES"/>
        </w:rPr>
      </w:pPr>
      <w:r w:rsidRPr="008145FA">
        <w:rPr>
          <w:sz w:val="24"/>
          <w:lang w:val="es-ES"/>
        </w:rPr>
        <w:t xml:space="preserve">Luego discute estas preguntas con tu compañer@. ¿Podéis llegar a un acuerdo o no?                                  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9356"/>
      </w:tblGrid>
      <w:tr w:rsidR="008145FA" w14:paraId="48C4159B" w14:textId="77777777" w:rsidTr="008145FA">
        <w:trPr>
          <w:cantSplit/>
          <w:tblHeader/>
        </w:trPr>
        <w:tc>
          <w:tcPr>
            <w:tcW w:w="9356" w:type="dxa"/>
            <w:tcBorders>
              <w:bottom w:val="single" w:sz="4" w:space="0" w:color="B70017"/>
            </w:tcBorders>
          </w:tcPr>
          <w:p w14:paraId="783A9DB9" w14:textId="474A496B" w:rsidR="008145FA" w:rsidRDefault="008145FA" w:rsidP="00F13823">
            <w:pPr>
              <w:pStyle w:val="Tabellenberschrift"/>
            </w:pPr>
            <w:r>
              <w:t xml:space="preserve">Caja </w:t>
            </w:r>
            <w:r w:rsidRPr="00B65C73">
              <w:rPr>
                <w:lang w:val="es-ES"/>
              </w:rPr>
              <w:t>útil</w:t>
            </w:r>
          </w:p>
        </w:tc>
      </w:tr>
      <w:tr w:rsidR="008145FA" w:rsidRPr="00A15A2A" w14:paraId="6DCBCDB1" w14:textId="77777777" w:rsidTr="008145FA">
        <w:trPr>
          <w:cantSplit/>
          <w:tblHeader/>
        </w:trPr>
        <w:tc>
          <w:tcPr>
            <w:tcW w:w="9356" w:type="dxa"/>
            <w:tcBorders>
              <w:top w:val="single" w:sz="4" w:space="0" w:color="B70017"/>
            </w:tcBorders>
          </w:tcPr>
          <w:p w14:paraId="7963D5C0" w14:textId="77777777" w:rsidR="008145FA" w:rsidRPr="008145FA" w:rsidRDefault="008145FA" w:rsidP="008145FA">
            <w:pPr>
              <w:pStyle w:val="Tabelleninhalt"/>
              <w:rPr>
                <w:lang w:val="es-ES"/>
              </w:rPr>
            </w:pPr>
            <w:r w:rsidRPr="008145FA">
              <w:rPr>
                <w:lang w:val="es-ES"/>
              </w:rPr>
              <w:t>(No) estoy de acuerdo                                   porque....</w:t>
            </w:r>
          </w:p>
          <w:p w14:paraId="060C2742" w14:textId="77777777" w:rsidR="008145FA" w:rsidRPr="008145FA" w:rsidRDefault="008145FA" w:rsidP="008145FA">
            <w:pPr>
              <w:pStyle w:val="Tabelleninhalt"/>
              <w:rPr>
                <w:lang w:val="es-ES"/>
              </w:rPr>
            </w:pPr>
            <w:r w:rsidRPr="008145FA">
              <w:rPr>
                <w:lang w:val="es-ES"/>
              </w:rPr>
              <w:t>Por un lado (no) creo/pienso que                  , por otro lado....</w:t>
            </w:r>
          </w:p>
          <w:p w14:paraId="257DC40F" w14:textId="1B4AAFDF" w:rsidR="008145FA" w:rsidRPr="008145FA" w:rsidRDefault="008145FA" w:rsidP="008145FA">
            <w:pPr>
              <w:pStyle w:val="Tabelleninhalt"/>
              <w:rPr>
                <w:lang w:val="es-ES"/>
              </w:rPr>
            </w:pPr>
            <w:r w:rsidRPr="008145FA">
              <w:rPr>
                <w:lang w:val="es-ES"/>
              </w:rPr>
              <w:t>Lo veo de otra manera                                  , sin embargo</w:t>
            </w:r>
          </w:p>
        </w:tc>
      </w:tr>
    </w:tbl>
    <w:p w14:paraId="09B3A119" w14:textId="70752A5E" w:rsidR="008A2C19" w:rsidRDefault="008A2C19" w:rsidP="008A2C19">
      <w:pPr>
        <w:pStyle w:val="berschrift3"/>
        <w:rPr>
          <w:sz w:val="24"/>
          <w:lang w:val="es-ES"/>
        </w:rPr>
      </w:pPr>
      <w:r w:rsidRPr="008145FA">
        <w:rPr>
          <w:lang w:val="es-ES"/>
        </w:rPr>
        <w:lastRenderedPageBreak/>
        <w:t xml:space="preserve">   </w:t>
      </w:r>
      <w:r w:rsidRPr="008A2C19">
        <w:rPr>
          <w:sz w:val="24"/>
          <w:lang w:val="es-ES"/>
        </w:rPr>
        <w:t>Ahora vais a formar grupos y elegir uno de los siguientes roles. Preparad vuestros roles con la respectiva ficha db_kursstufe_m10_ficha moderador y participante, informaos también sobre la historia de Chile del siglo XX, sobre el programa político de estos dos partidos políticos y sobre la ONG “Un techo para Chile”. Usad los apuntes que habéis preparado antes y el apoyo lingüístico en la ficha db_kursstufe_m10_preparar un debate.</w:t>
      </w:r>
    </w:p>
    <w:p w14:paraId="27C3E2DB" w14:textId="6A67DE84" w:rsidR="008A2C19" w:rsidRDefault="008A2C19" w:rsidP="008A2C19">
      <w:pPr>
        <w:ind w:left="720"/>
        <w:rPr>
          <w:i/>
          <w:iCs/>
          <w:lang w:val="es-ES"/>
        </w:rPr>
      </w:pPr>
      <w:r>
        <w:rPr>
          <w:lang w:val="es-ES"/>
        </w:rPr>
        <w:t xml:space="preserve">Tema a discutir: </w:t>
      </w:r>
      <w:r w:rsidRPr="008A2C19">
        <w:rPr>
          <w:i/>
          <w:iCs/>
          <w:lang w:val="es-ES"/>
        </w:rPr>
        <w:t xml:space="preserve">Los límites de la tolerancia en una sociedad democrática - </w:t>
      </w:r>
      <w:bookmarkStart w:id="1" w:name="_Hlk182555745"/>
      <w:r w:rsidRPr="008A2C19">
        <w:rPr>
          <w:i/>
          <w:iCs/>
          <w:lang w:val="es-ES"/>
        </w:rPr>
        <w:t>¿hasta qué punto se debe ser tolerante con los intolerantes?</w:t>
      </w:r>
      <w:bookmarkEnd w:id="1"/>
    </w:p>
    <w:p w14:paraId="296BBC52" w14:textId="001BB5DA" w:rsidR="008A2C19" w:rsidRDefault="008A2C19" w:rsidP="008A2C19">
      <w:pPr>
        <w:ind w:left="720"/>
        <w:rPr>
          <w:lang w:val="es-ES"/>
        </w:rPr>
      </w:pPr>
      <w:r>
        <w:rPr>
          <w:lang w:val="es-ES"/>
        </w:rPr>
        <w:t xml:space="preserve">Roles: </w:t>
      </w:r>
    </w:p>
    <w:p w14:paraId="2AB2A0EF" w14:textId="02A918DD" w:rsidR="008A2C19" w:rsidRPr="008A2C19" w:rsidRDefault="008A2C19" w:rsidP="008A2C19">
      <w:pPr>
        <w:numPr>
          <w:ilvl w:val="0"/>
          <w:numId w:val="41"/>
        </w:numPr>
        <w:rPr>
          <w:lang w:val="es-ES"/>
        </w:rPr>
      </w:pPr>
      <w:r w:rsidRPr="008A2C19">
        <w:rPr>
          <w:lang w:val="es-ES"/>
        </w:rPr>
        <w:t>2 moderadores</w:t>
      </w:r>
    </w:p>
    <w:p w14:paraId="798143AC" w14:textId="0A10B07D" w:rsidR="008A2C19" w:rsidRPr="008A2C19" w:rsidRDefault="008A2C19" w:rsidP="008A2C19">
      <w:pPr>
        <w:numPr>
          <w:ilvl w:val="0"/>
          <w:numId w:val="41"/>
        </w:numPr>
        <w:rPr>
          <w:lang w:val="es-ES"/>
        </w:rPr>
      </w:pPr>
      <w:r w:rsidRPr="008A2C19">
        <w:rPr>
          <w:lang w:val="es-ES"/>
        </w:rPr>
        <w:t>Un estudiante (</w:t>
      </w:r>
      <w:r w:rsidRPr="008A2C19">
        <w:rPr>
          <w:i/>
          <w:iCs/>
          <w:lang w:val="es-ES"/>
        </w:rPr>
        <w:t>gay)</w:t>
      </w:r>
      <w:r w:rsidRPr="008A2C19">
        <w:rPr>
          <w:lang w:val="es-ES"/>
        </w:rPr>
        <w:t xml:space="preserve"> de Politología de la Universidad de Santiago de Chile.</w:t>
      </w:r>
    </w:p>
    <w:p w14:paraId="08821E20" w14:textId="0103DAE7" w:rsidR="008A2C19" w:rsidRPr="008A2C19" w:rsidRDefault="008A2C19" w:rsidP="008A2C19">
      <w:pPr>
        <w:numPr>
          <w:ilvl w:val="0"/>
          <w:numId w:val="41"/>
        </w:numPr>
        <w:rPr>
          <w:lang w:val="es-ES"/>
        </w:rPr>
      </w:pPr>
      <w:r w:rsidRPr="008A2C19">
        <w:rPr>
          <w:lang w:val="es-ES"/>
        </w:rPr>
        <w:t xml:space="preserve">Un empresario, miembro del Partido Republicano Chileno. </w:t>
      </w:r>
      <w:hyperlink r:id="rId8" w:history="1">
        <w:r w:rsidRPr="008A2C19">
          <w:rPr>
            <w:rStyle w:val="Hyperlink"/>
            <w:lang w:val="es-ES"/>
          </w:rPr>
          <w:t>https://partidorepublicanodechile.cl/?page_id=11</w:t>
        </w:r>
      </w:hyperlink>
    </w:p>
    <w:p w14:paraId="2750C23E" w14:textId="34590ADA" w:rsidR="008A2C19" w:rsidRPr="008A2C19" w:rsidRDefault="008A2C19" w:rsidP="008A2C19">
      <w:pPr>
        <w:numPr>
          <w:ilvl w:val="0"/>
          <w:numId w:val="41"/>
        </w:numPr>
        <w:rPr>
          <w:lang w:val="es-ES"/>
        </w:rPr>
      </w:pPr>
      <w:r w:rsidRPr="008A2C19">
        <w:rPr>
          <w:lang w:val="es-ES"/>
        </w:rPr>
        <w:t xml:space="preserve">Un obrero simpatizante del partido </w:t>
      </w:r>
      <w:r w:rsidRPr="008A2C19">
        <w:rPr>
          <w:i/>
          <w:iCs/>
          <w:lang w:val="es-ES"/>
        </w:rPr>
        <w:t>Frente Amplio</w:t>
      </w:r>
      <w:r w:rsidRPr="008A2C19">
        <w:rPr>
          <w:lang w:val="es-ES"/>
        </w:rPr>
        <w:t xml:space="preserve"> al que pertenece el actual presidente del Gobierno, Gabriel Boric. </w:t>
      </w:r>
      <w:hyperlink r:id="rId9" w:history="1">
        <w:r w:rsidR="00A15A2A" w:rsidRPr="007D50C7">
          <w:rPr>
            <w:rStyle w:val="Hyperlink"/>
            <w:lang w:val="es-ES"/>
          </w:rPr>
          <w:t>https://frenteampliochile.cl/nosotros/nuestros-principios/</w:t>
        </w:r>
      </w:hyperlink>
    </w:p>
    <w:p w14:paraId="3F06D6AF" w14:textId="5A9F1B7F" w:rsidR="008A2C19" w:rsidRPr="008A2C19" w:rsidRDefault="008A2C19" w:rsidP="008A2C19">
      <w:pPr>
        <w:numPr>
          <w:ilvl w:val="0"/>
          <w:numId w:val="41"/>
        </w:numPr>
        <w:rPr>
          <w:lang w:val="es-ES"/>
        </w:rPr>
      </w:pPr>
      <w:r w:rsidRPr="008A2C19">
        <w:rPr>
          <w:lang w:val="es-ES"/>
        </w:rPr>
        <w:t>Un jubilado pinochetista, que vivió tanto el régimen de Allende como la posterior dictadura de Pinochet.</w:t>
      </w:r>
    </w:p>
    <w:p w14:paraId="7941525A" w14:textId="2292CB7A" w:rsidR="008A2C19" w:rsidRPr="008A2C19" w:rsidRDefault="008A2C19" w:rsidP="008A2C19">
      <w:pPr>
        <w:numPr>
          <w:ilvl w:val="0"/>
          <w:numId w:val="41"/>
        </w:numPr>
        <w:rPr>
          <w:i/>
          <w:iCs/>
          <w:lang w:val="es-ES"/>
        </w:rPr>
      </w:pPr>
      <w:r w:rsidRPr="008A2C19">
        <w:rPr>
          <w:lang w:val="es-ES"/>
        </w:rPr>
        <w:t xml:space="preserve">Una joven </w:t>
      </w:r>
      <w:r w:rsidRPr="008A2C19">
        <w:rPr>
          <w:i/>
          <w:iCs/>
          <w:lang w:val="es-ES"/>
        </w:rPr>
        <w:t>Influencer</w:t>
      </w:r>
      <w:r w:rsidRPr="008A2C19">
        <w:rPr>
          <w:lang w:val="es-ES"/>
        </w:rPr>
        <w:t xml:space="preserve"> de moda.</w:t>
      </w:r>
    </w:p>
    <w:p w14:paraId="47F476C7" w14:textId="057E136D" w:rsidR="00A15A2A" w:rsidRPr="00A15A2A" w:rsidRDefault="008A2C19" w:rsidP="00A15A2A">
      <w:pPr>
        <w:numPr>
          <w:ilvl w:val="0"/>
          <w:numId w:val="41"/>
        </w:numPr>
        <w:rPr>
          <w:i/>
          <w:iCs/>
          <w:lang w:val="es-ES"/>
        </w:rPr>
      </w:pPr>
      <w:r w:rsidRPr="008A2C19">
        <w:rPr>
          <w:lang w:val="es-ES"/>
        </w:rPr>
        <w:t xml:space="preserve">Una joven miembro de la ONG  </w:t>
      </w:r>
      <w:r w:rsidRPr="008A2C19">
        <w:rPr>
          <w:i/>
          <w:iCs/>
          <w:lang w:val="es-ES"/>
        </w:rPr>
        <w:t>“Un techo para Chile”</w:t>
      </w:r>
      <w:r w:rsidRPr="008A2C19">
        <w:rPr>
          <w:lang w:val="es-ES"/>
        </w:rPr>
        <w:t xml:space="preserve"> que lucha contra la miseria y en favor de los derechos de los más pobres en la sociedad chilena.</w:t>
      </w:r>
      <w:r w:rsidR="00A15A2A">
        <w:rPr>
          <w:i/>
          <w:iCs/>
          <w:lang w:val="es-ES"/>
        </w:rPr>
        <w:t xml:space="preserve"> </w:t>
      </w:r>
      <w:r w:rsidR="00A15A2A">
        <w:rPr>
          <w:lang w:val="es-ES"/>
        </w:rPr>
        <w:fldChar w:fldCharType="begin"/>
      </w:r>
      <w:r w:rsidR="00A15A2A">
        <w:rPr>
          <w:lang w:val="es-ES"/>
        </w:rPr>
        <w:instrText>HYPERLINK "</w:instrText>
      </w:r>
      <w:r w:rsidR="00A15A2A" w:rsidRPr="00A15A2A">
        <w:rPr>
          <w:lang w:val="es-ES"/>
        </w:rPr>
        <w:instrText>https://cl.techo.org/</w:instrText>
      </w:r>
      <w:r w:rsidR="00A15A2A">
        <w:rPr>
          <w:lang w:val="es-ES"/>
        </w:rPr>
        <w:instrText>"</w:instrText>
      </w:r>
      <w:r w:rsidR="00A15A2A">
        <w:rPr>
          <w:lang w:val="es-ES"/>
        </w:rPr>
        <w:fldChar w:fldCharType="separate"/>
      </w:r>
      <w:r w:rsidR="00A15A2A" w:rsidRPr="007D50C7">
        <w:rPr>
          <w:rStyle w:val="Hyperlink"/>
          <w:lang w:val="es-ES"/>
        </w:rPr>
        <w:t>https://cl.techo.org/</w:t>
      </w:r>
      <w:r w:rsidR="00A15A2A">
        <w:rPr>
          <w:lang w:val="es-ES"/>
        </w:rPr>
        <w:fldChar w:fldCharType="end"/>
      </w:r>
    </w:p>
    <w:p w14:paraId="72A22279" w14:textId="77777777" w:rsidR="00A15A2A" w:rsidRPr="00A15A2A" w:rsidRDefault="00A15A2A" w:rsidP="00A15A2A">
      <w:pPr>
        <w:ind w:left="720"/>
        <w:rPr>
          <w:i/>
          <w:iCs/>
          <w:lang w:val="es-ES"/>
        </w:rPr>
      </w:pPr>
    </w:p>
    <w:p w14:paraId="7B0D19B3" w14:textId="5FE0A8C3" w:rsidR="008A2C19" w:rsidRPr="008A2C19" w:rsidRDefault="008A2C19" w:rsidP="00A15A2A">
      <w:pPr>
        <w:rPr>
          <w:i/>
          <w:iCs/>
          <w:lang w:val="es-ES"/>
        </w:rPr>
      </w:pPr>
    </w:p>
    <w:p w14:paraId="38EA15DD" w14:textId="77777777" w:rsidR="008A2C19" w:rsidRPr="008A2C19" w:rsidRDefault="008A2C19" w:rsidP="008A2C19">
      <w:pPr>
        <w:ind w:left="720"/>
        <w:rPr>
          <w:lang w:val="es-ES"/>
        </w:rPr>
      </w:pPr>
    </w:p>
    <w:p w14:paraId="4B37F8B3" w14:textId="71C4FBBE" w:rsidR="008A2C19" w:rsidRPr="008A2C19" w:rsidRDefault="008A2C19" w:rsidP="008A2C19">
      <w:pPr>
        <w:pStyle w:val="berschrift3"/>
        <w:numPr>
          <w:ilvl w:val="0"/>
          <w:numId w:val="0"/>
        </w:numPr>
        <w:rPr>
          <w:lang w:val="es-ES"/>
        </w:rPr>
      </w:pPr>
      <w:r>
        <w:rPr>
          <w:lang w:val="es-ES"/>
        </w:rPr>
        <w:t xml:space="preserve">         </w:t>
      </w:r>
      <w:r w:rsidRPr="008A2C19">
        <w:rPr>
          <w:lang w:val="es-ES"/>
        </w:rPr>
        <w:t xml:space="preserve"> </w:t>
      </w:r>
    </w:p>
    <w:p w14:paraId="211EFEE1" w14:textId="3D4CC2D8" w:rsidR="008A2C19" w:rsidRPr="008145FA" w:rsidRDefault="008A2C19" w:rsidP="008A2C19">
      <w:pPr>
        <w:pStyle w:val="berschrift3"/>
        <w:numPr>
          <w:ilvl w:val="0"/>
          <w:numId w:val="0"/>
        </w:numPr>
        <w:ind w:left="720" w:hanging="720"/>
        <w:rPr>
          <w:lang w:val="es-ES"/>
        </w:rPr>
      </w:pPr>
      <w:r w:rsidRPr="008145FA">
        <w:rPr>
          <w:lang w:val="es-ES"/>
        </w:rPr>
        <w:t xml:space="preserve">                               </w:t>
      </w:r>
    </w:p>
    <w:p w14:paraId="73634C64" w14:textId="3F26A6CB" w:rsidR="00687801" w:rsidRPr="008A2C19" w:rsidRDefault="00687801" w:rsidP="008145FA">
      <w:pPr>
        <w:pStyle w:val="berschrift3"/>
        <w:numPr>
          <w:ilvl w:val="0"/>
          <w:numId w:val="0"/>
        </w:numPr>
        <w:ind w:left="720"/>
        <w:rPr>
          <w:lang w:val="es-ES"/>
        </w:rPr>
      </w:pPr>
    </w:p>
    <w:sectPr w:rsidR="00687801" w:rsidRPr="008A2C19" w:rsidSect="00687801">
      <w:headerReference w:type="default" r:id="rId10"/>
      <w:footerReference w:type="default" r:id="rId11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36FB2" w14:textId="77777777" w:rsidR="007524FE" w:rsidRDefault="007524FE" w:rsidP="00263F44">
      <w:r>
        <w:separator/>
      </w:r>
    </w:p>
  </w:endnote>
  <w:endnote w:type="continuationSeparator" w:id="0">
    <w:p w14:paraId="6E6C0B0D" w14:textId="77777777" w:rsidR="007524FE" w:rsidRDefault="007524FE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91BC8" w14:textId="42F98CF8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3359C8">
      <w:rPr>
        <w:noProof/>
        <w:sz w:val="20"/>
        <w:szCs w:val="20"/>
      </w:rPr>
      <w:t>26.05.2025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69FB920F" w14:textId="77777777" w:rsidR="008700CB" w:rsidRDefault="008700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EF326" w14:textId="77777777" w:rsidR="007524FE" w:rsidRDefault="007524FE" w:rsidP="00263F44">
      <w:r>
        <w:separator/>
      </w:r>
    </w:p>
  </w:footnote>
  <w:footnote w:type="continuationSeparator" w:id="0">
    <w:p w14:paraId="26F3246D" w14:textId="77777777" w:rsidR="007524FE" w:rsidRDefault="007524FE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03D1A" w14:textId="220F07CB" w:rsidR="00EC3925" w:rsidRPr="003C2F94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66871162" wp14:editId="66B2D23D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2F94" w:rsidRPr="003C2F94">
      <w:rPr>
        <w:lang w:val="es-ES"/>
      </w:rPr>
      <w:t>db_kursstufe_lenguaje</w:t>
    </w:r>
    <w:r w:rsidR="00B65C73">
      <w:rPr>
        <w:lang w:val="es-ES"/>
      </w:rPr>
      <w:t>_</w:t>
    </w:r>
    <w:r w:rsidR="003C2F94" w:rsidRPr="003C2F94">
      <w:rPr>
        <w:lang w:val="es-ES"/>
      </w:rPr>
      <w:t>d</w:t>
    </w:r>
    <w:r w:rsidR="003C2F94">
      <w:rPr>
        <w:lang w:val="es-ES"/>
      </w:rPr>
      <w:t xml:space="preserve">emocracia_m09_tareas finales             </w:t>
    </w:r>
    <w:r w:rsidRPr="003C2F94">
      <w:rPr>
        <w:lang w:val="es-ES"/>
      </w:rPr>
      <w:t>Fachportal</w:t>
    </w:r>
    <w:r w:rsidR="003C2F94"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FD0718"/>
    <w:multiLevelType w:val="hybridMultilevel"/>
    <w:tmpl w:val="0FA469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8F93BD5"/>
    <w:multiLevelType w:val="hybridMultilevel"/>
    <w:tmpl w:val="F9EA1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0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BA5B46"/>
    <w:multiLevelType w:val="hybridMultilevel"/>
    <w:tmpl w:val="6D4EDF7C"/>
    <w:lvl w:ilvl="0" w:tplc="8CDE8A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6" w15:restartNumberingAfterBreak="0">
    <w:nsid w:val="788C6179"/>
    <w:multiLevelType w:val="hybridMultilevel"/>
    <w:tmpl w:val="B1A492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1A32B1"/>
    <w:multiLevelType w:val="hybridMultilevel"/>
    <w:tmpl w:val="EF6A3C2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059714">
    <w:abstractNumId w:val="23"/>
  </w:num>
  <w:num w:numId="2" w16cid:durableId="2035644077">
    <w:abstractNumId w:val="10"/>
  </w:num>
  <w:num w:numId="3" w16cid:durableId="433477232">
    <w:abstractNumId w:val="21"/>
  </w:num>
  <w:num w:numId="4" w16cid:durableId="1822230743">
    <w:abstractNumId w:val="19"/>
  </w:num>
  <w:num w:numId="5" w16cid:durableId="896666378">
    <w:abstractNumId w:val="19"/>
  </w:num>
  <w:num w:numId="6" w16cid:durableId="1865901160">
    <w:abstractNumId w:val="14"/>
  </w:num>
  <w:num w:numId="7" w16cid:durableId="3557188">
    <w:abstractNumId w:val="14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046299573">
    <w:abstractNumId w:val="25"/>
  </w:num>
  <w:num w:numId="9" w16cid:durableId="1902515176">
    <w:abstractNumId w:val="13"/>
  </w:num>
  <w:num w:numId="10" w16cid:durableId="1853450300">
    <w:abstractNumId w:val="25"/>
  </w:num>
  <w:num w:numId="11" w16cid:durableId="969673332">
    <w:abstractNumId w:val="18"/>
  </w:num>
  <w:num w:numId="12" w16cid:durableId="1803424218">
    <w:abstractNumId w:val="25"/>
  </w:num>
  <w:num w:numId="13" w16cid:durableId="127818869">
    <w:abstractNumId w:val="22"/>
  </w:num>
  <w:num w:numId="14" w16cid:durableId="1500315714">
    <w:abstractNumId w:val="16"/>
  </w:num>
  <w:num w:numId="15" w16cid:durableId="1726028087">
    <w:abstractNumId w:val="17"/>
  </w:num>
  <w:num w:numId="16" w16cid:durableId="915866080">
    <w:abstractNumId w:val="28"/>
  </w:num>
  <w:num w:numId="17" w16cid:durableId="145174115">
    <w:abstractNumId w:val="12"/>
  </w:num>
  <w:num w:numId="18" w16cid:durableId="772557017">
    <w:abstractNumId w:val="20"/>
  </w:num>
  <w:num w:numId="19" w16cid:durableId="384185038">
    <w:abstractNumId w:val="22"/>
    <w:lvlOverride w:ilvl="0">
      <w:startOverride w:val="1"/>
    </w:lvlOverride>
  </w:num>
  <w:num w:numId="20" w16cid:durableId="305935245">
    <w:abstractNumId w:val="16"/>
    <w:lvlOverride w:ilvl="0">
      <w:startOverride w:val="1"/>
    </w:lvlOverride>
  </w:num>
  <w:num w:numId="21" w16cid:durableId="942735636">
    <w:abstractNumId w:val="22"/>
    <w:lvlOverride w:ilvl="0">
      <w:startOverride w:val="1"/>
    </w:lvlOverride>
  </w:num>
  <w:num w:numId="22" w16cid:durableId="354307667">
    <w:abstractNumId w:val="22"/>
    <w:lvlOverride w:ilvl="0">
      <w:startOverride w:val="1"/>
    </w:lvlOverride>
  </w:num>
  <w:num w:numId="23" w16cid:durableId="1495754454">
    <w:abstractNumId w:val="9"/>
  </w:num>
  <w:num w:numId="24" w16cid:durableId="1524785119">
    <w:abstractNumId w:val="7"/>
  </w:num>
  <w:num w:numId="25" w16cid:durableId="1894729848">
    <w:abstractNumId w:val="6"/>
  </w:num>
  <w:num w:numId="26" w16cid:durableId="144322875">
    <w:abstractNumId w:val="5"/>
  </w:num>
  <w:num w:numId="27" w16cid:durableId="1037313570">
    <w:abstractNumId w:val="4"/>
  </w:num>
  <w:num w:numId="28" w16cid:durableId="355618109">
    <w:abstractNumId w:val="8"/>
  </w:num>
  <w:num w:numId="29" w16cid:durableId="464851703">
    <w:abstractNumId w:val="3"/>
  </w:num>
  <w:num w:numId="30" w16cid:durableId="2088380941">
    <w:abstractNumId w:val="2"/>
  </w:num>
  <w:num w:numId="31" w16cid:durableId="2125297384">
    <w:abstractNumId w:val="1"/>
  </w:num>
  <w:num w:numId="32" w16cid:durableId="1723408946">
    <w:abstractNumId w:val="0"/>
  </w:num>
  <w:num w:numId="33" w16cid:durableId="943878374">
    <w:abstractNumId w:val="29"/>
  </w:num>
  <w:num w:numId="34" w16cid:durableId="709691693">
    <w:abstractNumId w:val="20"/>
  </w:num>
  <w:num w:numId="35" w16cid:durableId="283078801">
    <w:abstractNumId w:val="22"/>
    <w:lvlOverride w:ilvl="0">
      <w:startOverride w:val="1"/>
    </w:lvlOverride>
  </w:num>
  <w:num w:numId="36" w16cid:durableId="1404836015">
    <w:abstractNumId w:val="22"/>
    <w:lvlOverride w:ilvl="0">
      <w:startOverride w:val="1"/>
    </w:lvlOverride>
  </w:num>
  <w:num w:numId="37" w16cid:durableId="872309911">
    <w:abstractNumId w:val="24"/>
  </w:num>
  <w:num w:numId="38" w16cid:durableId="938101661">
    <w:abstractNumId w:val="15"/>
  </w:num>
  <w:num w:numId="39" w16cid:durableId="352996329">
    <w:abstractNumId w:val="27"/>
  </w:num>
  <w:num w:numId="40" w16cid:durableId="1223642407">
    <w:abstractNumId w:val="11"/>
  </w:num>
  <w:num w:numId="41" w16cid:durableId="10720444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94"/>
    <w:rsid w:val="000119F5"/>
    <w:rsid w:val="0002154A"/>
    <w:rsid w:val="00035065"/>
    <w:rsid w:val="000433EF"/>
    <w:rsid w:val="00046BB2"/>
    <w:rsid w:val="00083838"/>
    <w:rsid w:val="0008618C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1F2CBE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3CC2"/>
    <w:rsid w:val="003359C8"/>
    <w:rsid w:val="00336D04"/>
    <w:rsid w:val="00374460"/>
    <w:rsid w:val="003754E3"/>
    <w:rsid w:val="00382E95"/>
    <w:rsid w:val="00385143"/>
    <w:rsid w:val="0039124F"/>
    <w:rsid w:val="003969C3"/>
    <w:rsid w:val="003A0618"/>
    <w:rsid w:val="003A7640"/>
    <w:rsid w:val="003B2130"/>
    <w:rsid w:val="003C2F94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93E4D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6F7BC7"/>
    <w:rsid w:val="00705C1A"/>
    <w:rsid w:val="00747952"/>
    <w:rsid w:val="007524FE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145FA"/>
    <w:rsid w:val="00822474"/>
    <w:rsid w:val="00851F1D"/>
    <w:rsid w:val="008626D1"/>
    <w:rsid w:val="008666EC"/>
    <w:rsid w:val="008700CB"/>
    <w:rsid w:val="00872FD6"/>
    <w:rsid w:val="008836AE"/>
    <w:rsid w:val="00891484"/>
    <w:rsid w:val="00891551"/>
    <w:rsid w:val="008A2C19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15A2A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65C73"/>
    <w:rsid w:val="00B73422"/>
    <w:rsid w:val="00B8215D"/>
    <w:rsid w:val="00B90B2E"/>
    <w:rsid w:val="00BA4783"/>
    <w:rsid w:val="00BA5A1F"/>
    <w:rsid w:val="00BA69FB"/>
    <w:rsid w:val="00BB3895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82607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D4262"/>
    <w:rsid w:val="00EF2646"/>
    <w:rsid w:val="00F1081A"/>
    <w:rsid w:val="00F1349A"/>
    <w:rsid w:val="00F214A3"/>
    <w:rsid w:val="00F30208"/>
    <w:rsid w:val="00F30ABA"/>
    <w:rsid w:val="00F4327F"/>
    <w:rsid w:val="00F44A67"/>
    <w:rsid w:val="00F52EFA"/>
    <w:rsid w:val="00F5768C"/>
    <w:rsid w:val="00F57897"/>
    <w:rsid w:val="00F62674"/>
    <w:rsid w:val="00F63ED9"/>
    <w:rsid w:val="00F66096"/>
    <w:rsid w:val="00F90FD3"/>
    <w:rsid w:val="00F93B2A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E4F08"/>
  <w15:chartTrackingRefBased/>
  <w15:docId w15:val="{7652B2CE-0B43-4803-B7DD-7CEFEF2B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idorepublicanodechile.cl/?page_id=1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renteampliochile.cl/nosotros/nuestros-principio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2</Pages>
  <Words>480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3</cp:revision>
  <cp:lastPrinted>2025-05-26T06:14:00Z</cp:lastPrinted>
  <dcterms:created xsi:type="dcterms:W3CDTF">2025-05-26T06:14:00Z</dcterms:created>
  <dcterms:modified xsi:type="dcterms:W3CDTF">2025-05-26T06:15:00Z</dcterms:modified>
</cp:coreProperties>
</file>