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FF3F1" w14:textId="0B809965" w:rsidR="00687801" w:rsidRPr="00BA43B1" w:rsidRDefault="0081432B" w:rsidP="0081432B">
      <w:pPr>
        <w:pStyle w:val="berschrift1"/>
        <w:numPr>
          <w:ilvl w:val="0"/>
          <w:numId w:val="37"/>
        </w:numPr>
      </w:pPr>
      <w:r w:rsidRPr="00BA43B1">
        <w:t>Fichas</w:t>
      </w:r>
    </w:p>
    <w:p w14:paraId="3EC34B06" w14:textId="3D77F37F" w:rsidR="00687801" w:rsidRPr="00BA43B1" w:rsidRDefault="0081432B" w:rsidP="0081432B">
      <w:pPr>
        <w:pStyle w:val="berschrift3"/>
        <w:numPr>
          <w:ilvl w:val="1"/>
          <w:numId w:val="37"/>
        </w:numPr>
        <w:rPr>
          <w:sz w:val="24"/>
        </w:rPr>
      </w:pPr>
      <w:r w:rsidRPr="00BA43B1">
        <w:rPr>
          <w:sz w:val="24"/>
        </w:rPr>
        <w:t xml:space="preserve">Ficha del participante: </w:t>
      </w:r>
      <w:r w:rsidR="005D37F1" w:rsidRPr="00BA43B1">
        <w:rPr>
          <w:sz w:val="24"/>
        </w:rPr>
        <w:t xml:space="preserve">vgl. </w:t>
      </w:r>
      <w:bookmarkStart w:id="0" w:name="_Hlk199141880"/>
      <w:r w:rsidR="005D37F1" w:rsidRPr="00BA43B1">
        <w:rPr>
          <w:sz w:val="24"/>
        </w:rPr>
        <w:t>„Sicher in der Oberstufe“, Stuttgart Klett 2011, S.9</w:t>
      </w:r>
      <w:r w:rsidRPr="00BA43B1">
        <w:rPr>
          <w:sz w:val="24"/>
        </w:rPr>
        <w:t>4</w:t>
      </w:r>
    </w:p>
    <w:bookmarkEnd w:id="0"/>
    <w:p w14:paraId="45B14A30" w14:textId="71120589" w:rsidR="0081432B" w:rsidRPr="00BA43B1" w:rsidRDefault="0081432B" w:rsidP="0081432B">
      <w:pPr>
        <w:pStyle w:val="Listenabsatz"/>
        <w:numPr>
          <w:ilvl w:val="1"/>
          <w:numId w:val="37"/>
        </w:numPr>
      </w:pPr>
      <w:r w:rsidRPr="00BA43B1">
        <w:t>Ficha del moderador:</w:t>
      </w:r>
    </w:p>
    <w:p w14:paraId="405DD8E9" w14:textId="7FA8E112" w:rsidR="0081432B" w:rsidRPr="00BA43B1" w:rsidRDefault="0081432B" w:rsidP="0081432B">
      <w:pPr>
        <w:ind w:left="360"/>
        <w:rPr>
          <w:i/>
          <w:iCs/>
        </w:rPr>
      </w:pPr>
      <w:r w:rsidRPr="00BA43B1">
        <w:t xml:space="preserve">Vas a presentar y moderar un debate sobre </w:t>
      </w:r>
      <w:r w:rsidRPr="00BA43B1">
        <w:rPr>
          <w:i/>
          <w:iCs/>
        </w:rPr>
        <w:t>Los límites de la toelrancia en una sociedad democrática - ¿ hasta qué punto se debe ser tolerante con los intolerantes?</w:t>
      </w:r>
    </w:p>
    <w:p w14:paraId="0E6E8D38" w14:textId="32A8435D" w:rsidR="0081432B" w:rsidRPr="00BA43B1" w:rsidRDefault="0081432B" w:rsidP="0081432B">
      <w:pPr>
        <w:ind w:left="360"/>
      </w:pPr>
      <w:r w:rsidRPr="00BA43B1">
        <w:t>Los participantes van a opinar y discutir sobre los siguientes temas:</w:t>
      </w:r>
    </w:p>
    <w:p w14:paraId="66A8F591" w14:textId="6DA933CE" w:rsidR="0081432B" w:rsidRPr="00BA43B1" w:rsidRDefault="0081432B" w:rsidP="0081432B">
      <w:pPr>
        <w:pStyle w:val="Listenabsatz"/>
        <w:numPr>
          <w:ilvl w:val="0"/>
          <w:numId w:val="38"/>
        </w:numPr>
      </w:pPr>
      <w:r w:rsidRPr="00BA43B1">
        <w:t>¿Pueden coexistir las opiniones tolerantes e intolerantes?</w:t>
      </w:r>
    </w:p>
    <w:p w14:paraId="0A0C33D6" w14:textId="2506BCAA" w:rsidR="0081432B" w:rsidRPr="00BA43B1" w:rsidRDefault="0081432B" w:rsidP="0081432B">
      <w:pPr>
        <w:pStyle w:val="Listenabsatz"/>
        <w:numPr>
          <w:ilvl w:val="0"/>
          <w:numId w:val="38"/>
        </w:numPr>
      </w:pPr>
      <w:r w:rsidRPr="00BA43B1">
        <w:t>¿Se deben ense</w:t>
      </w:r>
      <w:r w:rsidRPr="00BA43B1">
        <w:rPr>
          <w:rFonts w:ascii="Calibri" w:hAnsi="Calibri" w:cs="Calibri"/>
        </w:rPr>
        <w:t>ñ</w:t>
      </w:r>
      <w:r w:rsidRPr="00BA43B1">
        <w:t>ar debates televisivos con personas de ideologías extremas e intolerantes?</w:t>
      </w:r>
    </w:p>
    <w:p w14:paraId="7255DD5A" w14:textId="1539C058" w:rsidR="0081432B" w:rsidRPr="00BA43B1" w:rsidRDefault="0081432B" w:rsidP="0081432B">
      <w:pPr>
        <w:pStyle w:val="Listenabsatz"/>
        <w:numPr>
          <w:ilvl w:val="0"/>
          <w:numId w:val="38"/>
        </w:numPr>
      </w:pPr>
      <w:r w:rsidRPr="00BA43B1">
        <w:t>¿Se debe censurar el lenguaje usado en las redes sociales?</w:t>
      </w:r>
    </w:p>
    <w:p w14:paraId="58633D2E" w14:textId="77777777" w:rsidR="0081432B" w:rsidRPr="00BA43B1" w:rsidRDefault="0081432B" w:rsidP="0081432B"/>
    <w:p w14:paraId="4F8CADA6" w14:textId="0DD479E5" w:rsidR="0081432B" w:rsidRPr="00BA43B1" w:rsidRDefault="0081432B" w:rsidP="0081432B">
      <w:r w:rsidRPr="00BA43B1">
        <w:t>Me presento: _____________________________________________________________</w:t>
      </w:r>
    </w:p>
    <w:p w14:paraId="7526305C" w14:textId="77777777" w:rsidR="0081432B" w:rsidRPr="00BA43B1" w:rsidRDefault="0081432B" w:rsidP="0081432B"/>
    <w:p w14:paraId="69C58502" w14:textId="27889E4F" w:rsidR="0081432B" w:rsidRPr="00BA43B1" w:rsidRDefault="0081432B" w:rsidP="0081432B">
      <w:r w:rsidRPr="00BA43B1">
        <w:t>Mi frase para empezar el debate: ______________________________________________</w:t>
      </w:r>
    </w:p>
    <w:p w14:paraId="60A01D4D" w14:textId="77777777" w:rsidR="0081432B" w:rsidRPr="00BA43B1" w:rsidRDefault="0081432B" w:rsidP="0081432B"/>
    <w:p w14:paraId="4C0FA8BD" w14:textId="5C38650F" w:rsidR="0081432B" w:rsidRPr="00BA43B1" w:rsidRDefault="0081432B" w:rsidP="0081432B">
      <w:r w:rsidRPr="00BA43B1">
        <w:t>Mis frases para introducir los temas: ___________________________________________</w:t>
      </w:r>
    </w:p>
    <w:p w14:paraId="17D0F4A1" w14:textId="77777777" w:rsidR="0081432B" w:rsidRPr="00BA43B1" w:rsidRDefault="0081432B" w:rsidP="0081432B"/>
    <w:p w14:paraId="73378378" w14:textId="1C144641" w:rsidR="0081432B" w:rsidRPr="00BA43B1" w:rsidRDefault="0081432B" w:rsidP="0081432B">
      <w:r w:rsidRPr="00BA43B1">
        <w:t>Mis preguntas a :</w:t>
      </w:r>
    </w:p>
    <w:p w14:paraId="05C6F953" w14:textId="77777777" w:rsidR="0081432B" w:rsidRPr="00BA43B1" w:rsidRDefault="0081432B" w:rsidP="0081432B"/>
    <w:p w14:paraId="623CC48A" w14:textId="728B5CF4" w:rsidR="0081432B" w:rsidRPr="00BA43B1" w:rsidRDefault="0081432B" w:rsidP="0081432B">
      <w:r w:rsidRPr="00BA43B1">
        <w:t>X: _________________________________________________________________________</w:t>
      </w:r>
    </w:p>
    <w:p w14:paraId="33D44ACF" w14:textId="77777777" w:rsidR="0081432B" w:rsidRPr="00BA43B1" w:rsidRDefault="0081432B" w:rsidP="0081432B"/>
    <w:p w14:paraId="4956B0B9" w14:textId="329433FE" w:rsidR="0081432B" w:rsidRPr="00BA43B1" w:rsidRDefault="0081432B" w:rsidP="0081432B">
      <w:r w:rsidRPr="00BA43B1">
        <w:t>Y: _________________________________________________________________________</w:t>
      </w:r>
    </w:p>
    <w:p w14:paraId="1E8DF823" w14:textId="77777777" w:rsidR="0081432B" w:rsidRPr="00BA43B1" w:rsidRDefault="0081432B" w:rsidP="0081432B"/>
    <w:p w14:paraId="70FAC120" w14:textId="2730F94E" w:rsidR="0081432B" w:rsidRPr="00BA43B1" w:rsidRDefault="0081432B" w:rsidP="0081432B">
      <w:r w:rsidRPr="00BA43B1">
        <w:t>Z: _________________________________________________________________________</w:t>
      </w:r>
    </w:p>
    <w:p w14:paraId="48D3F4C6" w14:textId="77777777" w:rsidR="0081432B" w:rsidRPr="00BA43B1" w:rsidRDefault="0081432B" w:rsidP="0081432B"/>
    <w:p w14:paraId="7F0E9A8E" w14:textId="77777777" w:rsidR="0081432B" w:rsidRPr="00BA43B1" w:rsidRDefault="0081432B" w:rsidP="0081432B"/>
    <w:p w14:paraId="7AF9073B" w14:textId="77777777" w:rsidR="0081432B" w:rsidRPr="00BA43B1" w:rsidRDefault="0081432B" w:rsidP="0081432B"/>
    <w:p w14:paraId="4F9065E5" w14:textId="5DAF892C" w:rsidR="0081432B" w:rsidRPr="00BA43B1" w:rsidRDefault="0081432B" w:rsidP="0081432B">
      <w:r w:rsidRPr="00BA43B1">
        <w:t xml:space="preserve">Außerdem Merkkasten </w:t>
      </w:r>
      <w:r w:rsidR="002F2EBB" w:rsidRPr="00BA43B1">
        <w:t>„</w:t>
      </w:r>
      <w:r w:rsidRPr="00BA43B1">
        <w:t xml:space="preserve">Recuerda” in </w:t>
      </w:r>
      <w:r w:rsidRPr="00BA43B1">
        <w:t>„Sicher in der Oberstufe“, Stuttgart Klett 2011, S.9</w:t>
      </w:r>
      <w:r w:rsidR="002F2EBB" w:rsidRPr="00BA43B1">
        <w:t>5</w:t>
      </w:r>
    </w:p>
    <w:p w14:paraId="15EBFB27" w14:textId="531555C8" w:rsidR="005D37F1" w:rsidRPr="00BA43B1" w:rsidRDefault="005D37F1" w:rsidP="0081432B">
      <w:pPr>
        <w:pStyle w:val="berschrift3"/>
        <w:numPr>
          <w:ilvl w:val="0"/>
          <w:numId w:val="0"/>
        </w:numPr>
        <w:rPr>
          <w:sz w:val="24"/>
        </w:rPr>
      </w:pPr>
    </w:p>
    <w:p w14:paraId="25825F67" w14:textId="77777777" w:rsidR="005D37F1" w:rsidRPr="0081432B" w:rsidRDefault="005D37F1" w:rsidP="005D37F1">
      <w:pPr>
        <w:rPr>
          <w:lang w:val="de-DE"/>
        </w:rPr>
      </w:pPr>
    </w:p>
    <w:sectPr w:rsidR="005D37F1" w:rsidRPr="0081432B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E125E" w14:textId="77777777" w:rsidR="008F0ECC" w:rsidRPr="00BA43B1" w:rsidRDefault="008F0ECC" w:rsidP="00263F44">
      <w:r w:rsidRPr="00BA43B1">
        <w:separator/>
      </w:r>
    </w:p>
  </w:endnote>
  <w:endnote w:type="continuationSeparator" w:id="0">
    <w:p w14:paraId="68F61C59" w14:textId="77777777" w:rsidR="008F0ECC" w:rsidRPr="00BA43B1" w:rsidRDefault="008F0ECC" w:rsidP="00263F44">
      <w:r w:rsidRPr="00BA43B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E2CC1" w14:textId="66378523" w:rsidR="00EC3925" w:rsidRPr="00BA43B1" w:rsidRDefault="00EC3925" w:rsidP="003C721B">
    <w:pPr>
      <w:pStyle w:val="Kopfzeile"/>
      <w:spacing w:before="283"/>
      <w:rPr>
        <w:sz w:val="20"/>
        <w:szCs w:val="20"/>
      </w:rPr>
    </w:pPr>
    <w:r w:rsidRPr="00BA43B1">
      <w:rPr>
        <w:sz w:val="20"/>
        <w:szCs w:val="20"/>
      </w:rPr>
      <w:t xml:space="preserve">Stand: </w:t>
    </w:r>
    <w:r w:rsidRPr="00BA43B1">
      <w:rPr>
        <w:sz w:val="20"/>
        <w:szCs w:val="20"/>
      </w:rPr>
      <w:fldChar w:fldCharType="begin"/>
    </w:r>
    <w:r w:rsidRPr="00BA43B1">
      <w:rPr>
        <w:sz w:val="20"/>
        <w:szCs w:val="20"/>
      </w:rPr>
      <w:instrText xml:space="preserve"> DATE   \* MERGEFORMAT </w:instrText>
    </w:r>
    <w:r w:rsidRPr="00BA43B1">
      <w:rPr>
        <w:sz w:val="20"/>
        <w:szCs w:val="20"/>
      </w:rPr>
      <w:fldChar w:fldCharType="separate"/>
    </w:r>
    <w:r w:rsidR="004A6F47">
      <w:rPr>
        <w:noProof/>
        <w:sz w:val="20"/>
        <w:szCs w:val="20"/>
      </w:rPr>
      <w:t>26/05/2025</w:t>
    </w:r>
    <w:r w:rsidRPr="00BA43B1">
      <w:rPr>
        <w:sz w:val="20"/>
        <w:szCs w:val="20"/>
      </w:rPr>
      <w:fldChar w:fldCharType="end"/>
    </w:r>
    <w:r w:rsidRPr="00BA43B1">
      <w:rPr>
        <w:sz w:val="20"/>
        <w:szCs w:val="20"/>
      </w:rPr>
      <w:tab/>
    </w:r>
    <w:r w:rsidRPr="00BA43B1">
      <w:rPr>
        <w:sz w:val="20"/>
        <w:szCs w:val="20"/>
      </w:rPr>
      <w:tab/>
    </w:r>
    <w:r w:rsidRPr="00BA43B1">
      <w:rPr>
        <w:sz w:val="20"/>
        <w:szCs w:val="20"/>
      </w:rPr>
      <w:fldChar w:fldCharType="begin"/>
    </w:r>
    <w:r w:rsidRPr="00BA43B1">
      <w:rPr>
        <w:sz w:val="20"/>
        <w:szCs w:val="20"/>
      </w:rPr>
      <w:instrText xml:space="preserve"> PAGE   \* MERGEFORMAT </w:instrText>
    </w:r>
    <w:r w:rsidRPr="00BA43B1">
      <w:rPr>
        <w:sz w:val="20"/>
        <w:szCs w:val="20"/>
      </w:rPr>
      <w:fldChar w:fldCharType="separate"/>
    </w:r>
    <w:r w:rsidR="004D069D" w:rsidRPr="00BA43B1">
      <w:rPr>
        <w:sz w:val="20"/>
        <w:szCs w:val="20"/>
      </w:rPr>
      <w:t>19</w:t>
    </w:r>
    <w:r w:rsidRPr="00BA43B1">
      <w:rPr>
        <w:sz w:val="20"/>
        <w:szCs w:val="20"/>
      </w:rPr>
      <w:fldChar w:fldCharType="end"/>
    </w:r>
    <w:r w:rsidRPr="00BA43B1">
      <w:rPr>
        <w:sz w:val="20"/>
        <w:szCs w:val="20"/>
      </w:rPr>
      <w:t xml:space="preserve"> </w:t>
    </w:r>
    <w:r w:rsidRPr="00BA43B1">
      <w:rPr>
        <w:sz w:val="20"/>
        <w:szCs w:val="20"/>
      </w:rPr>
      <w:t xml:space="preserve">von </w:t>
    </w:r>
    <w:r w:rsidRPr="00BA43B1">
      <w:rPr>
        <w:sz w:val="20"/>
        <w:szCs w:val="20"/>
      </w:rPr>
      <w:fldChar w:fldCharType="begin"/>
    </w:r>
    <w:r w:rsidRPr="00BA43B1">
      <w:rPr>
        <w:sz w:val="20"/>
        <w:szCs w:val="20"/>
      </w:rPr>
      <w:instrText xml:space="preserve"> NUMPAGES  \# "0"  \* MERGEFORMAT </w:instrText>
    </w:r>
    <w:r w:rsidRPr="00BA43B1">
      <w:rPr>
        <w:sz w:val="20"/>
        <w:szCs w:val="20"/>
      </w:rPr>
      <w:fldChar w:fldCharType="separate"/>
    </w:r>
    <w:r w:rsidR="004D069D" w:rsidRPr="00BA43B1">
      <w:rPr>
        <w:sz w:val="20"/>
        <w:szCs w:val="20"/>
      </w:rPr>
      <w:t>19</w:t>
    </w:r>
    <w:r w:rsidRPr="00BA43B1">
      <w:rPr>
        <w:sz w:val="20"/>
        <w:szCs w:val="20"/>
      </w:rPr>
      <w:fldChar w:fldCharType="end"/>
    </w:r>
  </w:p>
  <w:p w14:paraId="3307D73C" w14:textId="77777777" w:rsidR="00835051" w:rsidRPr="00BA43B1" w:rsidRDefault="008350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82AA2" w14:textId="77777777" w:rsidR="008F0ECC" w:rsidRPr="00BA43B1" w:rsidRDefault="008F0ECC" w:rsidP="00263F44">
      <w:r w:rsidRPr="00BA43B1">
        <w:separator/>
      </w:r>
    </w:p>
  </w:footnote>
  <w:footnote w:type="continuationSeparator" w:id="0">
    <w:p w14:paraId="491F9E1D" w14:textId="77777777" w:rsidR="008F0ECC" w:rsidRPr="00BA43B1" w:rsidRDefault="008F0ECC" w:rsidP="00263F44">
      <w:r w:rsidRPr="00BA43B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E05A4" w14:textId="4BEEF13E" w:rsidR="00EC3925" w:rsidRPr="00BA43B1" w:rsidRDefault="00EC3925" w:rsidP="003C721B">
    <w:pPr>
      <w:pStyle w:val="Kopfzeile"/>
      <w:spacing w:after="400"/>
    </w:pPr>
    <w:r w:rsidRPr="00BA43B1">
      <w:rPr>
        <w:lang w:eastAsia="de-DE"/>
      </w:rPr>
      <w:drawing>
        <wp:inline distT="0" distB="0" distL="0" distR="0" wp14:anchorId="47E608D8" wp14:editId="5EEE0FF9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37F1" w:rsidRPr="00BA43B1">
      <w:t>db_kursstufe_lenguaje_democracia_m10_</w:t>
    </w:r>
    <w:r w:rsidR="0081432B" w:rsidRPr="00BA43B1">
      <w:t>ficha moderador y participante</w:t>
    </w:r>
    <w:r w:rsidR="005D37F1" w:rsidRPr="00BA43B1">
      <w:t xml:space="preserve">         </w:t>
    </w:r>
    <w:r w:rsidRPr="00BA43B1">
      <w:t>Fachportal</w:t>
    </w:r>
    <w:r w:rsidR="005D37F1" w:rsidRPr="00BA43B1"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7756736"/>
    <w:multiLevelType w:val="multilevel"/>
    <w:tmpl w:val="1C7C27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9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B200B78"/>
    <w:multiLevelType w:val="hybridMultilevel"/>
    <w:tmpl w:val="6750004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5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40122">
    <w:abstractNumId w:val="23"/>
  </w:num>
  <w:num w:numId="2" w16cid:durableId="832768268">
    <w:abstractNumId w:val="10"/>
  </w:num>
  <w:num w:numId="3" w16cid:durableId="494537550">
    <w:abstractNumId w:val="20"/>
  </w:num>
  <w:num w:numId="4" w16cid:durableId="1385300887">
    <w:abstractNumId w:val="18"/>
  </w:num>
  <w:num w:numId="5" w16cid:durableId="580139637">
    <w:abstractNumId w:val="18"/>
  </w:num>
  <w:num w:numId="6" w16cid:durableId="291984251">
    <w:abstractNumId w:val="13"/>
  </w:num>
  <w:num w:numId="7" w16cid:durableId="1565949569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616909699">
    <w:abstractNumId w:val="24"/>
  </w:num>
  <w:num w:numId="9" w16cid:durableId="622544907">
    <w:abstractNumId w:val="12"/>
  </w:num>
  <w:num w:numId="10" w16cid:durableId="972831781">
    <w:abstractNumId w:val="24"/>
  </w:num>
  <w:num w:numId="11" w16cid:durableId="1447966639">
    <w:abstractNumId w:val="17"/>
  </w:num>
  <w:num w:numId="12" w16cid:durableId="1014108712">
    <w:abstractNumId w:val="24"/>
  </w:num>
  <w:num w:numId="13" w16cid:durableId="779573151">
    <w:abstractNumId w:val="21"/>
  </w:num>
  <w:num w:numId="14" w16cid:durableId="2003316272">
    <w:abstractNumId w:val="15"/>
  </w:num>
  <w:num w:numId="15" w16cid:durableId="1179782274">
    <w:abstractNumId w:val="16"/>
  </w:num>
  <w:num w:numId="16" w16cid:durableId="916091132">
    <w:abstractNumId w:val="25"/>
  </w:num>
  <w:num w:numId="17" w16cid:durableId="384911697">
    <w:abstractNumId w:val="11"/>
  </w:num>
  <w:num w:numId="18" w16cid:durableId="1880166251">
    <w:abstractNumId w:val="19"/>
  </w:num>
  <w:num w:numId="19" w16cid:durableId="1604341276">
    <w:abstractNumId w:val="21"/>
    <w:lvlOverride w:ilvl="0">
      <w:startOverride w:val="1"/>
    </w:lvlOverride>
  </w:num>
  <w:num w:numId="20" w16cid:durableId="769664286">
    <w:abstractNumId w:val="15"/>
    <w:lvlOverride w:ilvl="0">
      <w:startOverride w:val="1"/>
    </w:lvlOverride>
  </w:num>
  <w:num w:numId="21" w16cid:durableId="1428892859">
    <w:abstractNumId w:val="21"/>
    <w:lvlOverride w:ilvl="0">
      <w:startOverride w:val="1"/>
    </w:lvlOverride>
  </w:num>
  <w:num w:numId="22" w16cid:durableId="1798833274">
    <w:abstractNumId w:val="21"/>
    <w:lvlOverride w:ilvl="0">
      <w:startOverride w:val="1"/>
    </w:lvlOverride>
  </w:num>
  <w:num w:numId="23" w16cid:durableId="1554852912">
    <w:abstractNumId w:val="9"/>
  </w:num>
  <w:num w:numId="24" w16cid:durableId="1997952723">
    <w:abstractNumId w:val="7"/>
  </w:num>
  <w:num w:numId="25" w16cid:durableId="610403653">
    <w:abstractNumId w:val="6"/>
  </w:num>
  <w:num w:numId="26" w16cid:durableId="1611355524">
    <w:abstractNumId w:val="5"/>
  </w:num>
  <w:num w:numId="27" w16cid:durableId="36051909">
    <w:abstractNumId w:val="4"/>
  </w:num>
  <w:num w:numId="28" w16cid:durableId="2037609064">
    <w:abstractNumId w:val="8"/>
  </w:num>
  <w:num w:numId="29" w16cid:durableId="1019770235">
    <w:abstractNumId w:val="3"/>
  </w:num>
  <w:num w:numId="30" w16cid:durableId="362559810">
    <w:abstractNumId w:val="2"/>
  </w:num>
  <w:num w:numId="31" w16cid:durableId="1961187743">
    <w:abstractNumId w:val="1"/>
  </w:num>
  <w:num w:numId="32" w16cid:durableId="1585993204">
    <w:abstractNumId w:val="0"/>
  </w:num>
  <w:num w:numId="33" w16cid:durableId="631403237">
    <w:abstractNumId w:val="26"/>
  </w:num>
  <w:num w:numId="34" w16cid:durableId="1615752796">
    <w:abstractNumId w:val="19"/>
  </w:num>
  <w:num w:numId="35" w16cid:durableId="1608542992">
    <w:abstractNumId w:val="21"/>
    <w:lvlOverride w:ilvl="0">
      <w:startOverride w:val="1"/>
    </w:lvlOverride>
  </w:num>
  <w:num w:numId="36" w16cid:durableId="1832673274">
    <w:abstractNumId w:val="21"/>
    <w:lvlOverride w:ilvl="0">
      <w:startOverride w:val="1"/>
    </w:lvlOverride>
  </w:num>
  <w:num w:numId="37" w16cid:durableId="907232260">
    <w:abstractNumId w:val="14"/>
  </w:num>
  <w:num w:numId="38" w16cid:durableId="5028657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7F1"/>
    <w:rsid w:val="000119F5"/>
    <w:rsid w:val="00012180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2F2EBB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A6F47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65F6A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37F1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61EE"/>
    <w:rsid w:val="00697CA8"/>
    <w:rsid w:val="006B3B75"/>
    <w:rsid w:val="006C1699"/>
    <w:rsid w:val="006D7A4A"/>
    <w:rsid w:val="00705C1A"/>
    <w:rsid w:val="00714ECD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C7368"/>
    <w:rsid w:val="007D5D28"/>
    <w:rsid w:val="007E00B0"/>
    <w:rsid w:val="007E4198"/>
    <w:rsid w:val="007F5051"/>
    <w:rsid w:val="00806A96"/>
    <w:rsid w:val="00811543"/>
    <w:rsid w:val="00813751"/>
    <w:rsid w:val="0081432B"/>
    <w:rsid w:val="00822474"/>
    <w:rsid w:val="00835051"/>
    <w:rsid w:val="00851F1D"/>
    <w:rsid w:val="008626D1"/>
    <w:rsid w:val="008666EC"/>
    <w:rsid w:val="00872FD6"/>
    <w:rsid w:val="008836AE"/>
    <w:rsid w:val="00891551"/>
    <w:rsid w:val="008A2EBA"/>
    <w:rsid w:val="008A7911"/>
    <w:rsid w:val="008B49D7"/>
    <w:rsid w:val="008B5BD4"/>
    <w:rsid w:val="008B696F"/>
    <w:rsid w:val="008D547C"/>
    <w:rsid w:val="008E0658"/>
    <w:rsid w:val="008E12E1"/>
    <w:rsid w:val="008E62DC"/>
    <w:rsid w:val="008F0EC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B7F01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3B1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43374"/>
    <w:rsid w:val="00C463C2"/>
    <w:rsid w:val="00C56C8F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3B42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0DBB"/>
    <w:rsid w:val="00E621A1"/>
    <w:rsid w:val="00E6580F"/>
    <w:rsid w:val="00E67DE2"/>
    <w:rsid w:val="00E70ECE"/>
    <w:rsid w:val="00E760C6"/>
    <w:rsid w:val="00E83DBD"/>
    <w:rsid w:val="00E8738F"/>
    <w:rsid w:val="00E945C6"/>
    <w:rsid w:val="00E974D1"/>
    <w:rsid w:val="00EC3925"/>
    <w:rsid w:val="00ED02F2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111BC"/>
  <w15:chartTrackingRefBased/>
  <w15:docId w15:val="{2F79F198-2D77-4767-8304-E65879CA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  <w:lang w:val="es-ES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5</cp:revision>
  <cp:lastPrinted>2025-05-26T06:54:00Z</cp:lastPrinted>
  <dcterms:created xsi:type="dcterms:W3CDTF">2025-05-26T06:51:00Z</dcterms:created>
  <dcterms:modified xsi:type="dcterms:W3CDTF">2025-05-26T06:54:00Z</dcterms:modified>
</cp:coreProperties>
</file>