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A9936" w14:textId="604E33B7" w:rsidR="0054620A" w:rsidRPr="00E35B76" w:rsidRDefault="00763784" w:rsidP="004D73FE">
      <w:pPr>
        <w:rPr>
          <w:rFonts w:ascii="Gudea" w:hAnsi="Gudea"/>
          <w:lang w:val="es-ES"/>
        </w:rPr>
      </w:pPr>
      <w:r w:rsidRPr="00E35B76">
        <w:rPr>
          <w:rFonts w:ascii="Gudea" w:hAnsi="Gudea"/>
          <w:lang w:val="es-ES"/>
        </w:rPr>
        <w:t>La gran hoguera</w:t>
      </w:r>
    </w:p>
    <w:p w14:paraId="5147CD45" w14:textId="7E81FA48" w:rsidR="00763784" w:rsidRDefault="00D741DB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Presenta a Justin.</w:t>
      </w:r>
    </w:p>
    <w:p w14:paraId="47B9A56E" w14:textId="12935F23" w:rsidR="00D741DB" w:rsidRPr="00E35B76" w:rsidRDefault="00D741DB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Menciona sus intereses, sus actividades y la situación en cuanto a las vacaciones de verano de este año.</w:t>
      </w:r>
    </w:p>
    <w:p w14:paraId="0BA4659C" w14:textId="04F9B17F" w:rsidR="00345837" w:rsidRDefault="004E6348" w:rsidP="004D73FE">
      <w:pPr>
        <w:rPr>
          <w:noProof/>
          <w:lang w:val="es-ES"/>
        </w:rPr>
      </w:pPr>
      <w:r w:rsidRPr="00D741DB">
        <w:rPr>
          <w:noProof/>
          <w:lang w:val="es-ES"/>
        </w:rPr>
        <w:t xml:space="preserve"> </w:t>
      </w:r>
    </w:p>
    <w:p w14:paraId="4505804F" w14:textId="77777777" w:rsidR="00125B20" w:rsidRDefault="00125B20" w:rsidP="004D73FE">
      <w:pPr>
        <w:rPr>
          <w:noProof/>
          <w:lang w:val="es-ES"/>
        </w:rPr>
      </w:pPr>
    </w:p>
    <w:p w14:paraId="5F9A7DD4" w14:textId="77777777" w:rsidR="00125B20" w:rsidRPr="00D741DB" w:rsidRDefault="00125B20" w:rsidP="004D73FE">
      <w:pPr>
        <w:rPr>
          <w:noProof/>
          <w:lang w:val="es-ES"/>
        </w:rPr>
      </w:pPr>
    </w:p>
    <w:p w14:paraId="2DBC0C25" w14:textId="4F41CD00" w:rsidR="00345837" w:rsidRDefault="00810E63" w:rsidP="004D73FE">
      <w:pPr>
        <w:rPr>
          <w:noProof/>
          <w:lang w:val="es-ES"/>
        </w:rPr>
      </w:pPr>
      <w:r>
        <w:rPr>
          <w:noProof/>
          <w:lang w:val="es-ES"/>
        </w:rPr>
        <w:t xml:space="preserve">Dos imágenes diferentes de </w:t>
      </w:r>
      <w:r w:rsidR="00345837" w:rsidRPr="00D741DB">
        <w:rPr>
          <w:noProof/>
          <w:lang w:val="es-ES"/>
        </w:rPr>
        <w:t>Justin</w:t>
      </w:r>
    </w:p>
    <w:p w14:paraId="267D36A0" w14:textId="17BE3930" w:rsidR="00537310" w:rsidRPr="00D741DB" w:rsidRDefault="00810E63" w:rsidP="004D73FE">
      <w:pPr>
        <w:rPr>
          <w:noProof/>
          <w:lang w:val="es-ES"/>
        </w:rPr>
      </w:pPr>
      <w:r>
        <w:rPr>
          <w:noProof/>
          <w:lang w:val="es-ES"/>
        </w:rPr>
        <w:tab/>
      </w:r>
      <w:r w:rsidR="00532561">
        <w:rPr>
          <w:noProof/>
          <w:lang w:val="es-ES"/>
        </w:rPr>
        <w:t>c</w:t>
      </w:r>
      <w:r>
        <w:rPr>
          <w:noProof/>
          <w:lang w:val="es-ES"/>
        </w:rPr>
        <w:t>on gafas de sol al lado de la piscina y feliz con un arbusto</w:t>
      </w:r>
      <w:r w:rsidR="00000000">
        <w:rPr>
          <w:noProof/>
        </w:rPr>
        <w:pict w14:anchorId="0C8D1F59">
          <v:rect id="_x0000_s2056" style="position:absolute;margin-left:106.05pt;margin-top:17.65pt;width:75.75pt;height:67.5pt;z-index:251659264;mso-position-horizontal-relative:text;mso-position-vertical-relative:text" strokecolor="white [3212]"/>
        </w:pict>
      </w:r>
      <w:r w:rsidR="00000000">
        <w:rPr>
          <w:noProof/>
        </w:rPr>
        <w:pict w14:anchorId="7B5FC19C">
          <v:rect id="_x0000_s2057" style="position:absolute;margin-left:310.8pt;margin-top:74.65pt;width:50.25pt;height:24pt;z-index:251660288;mso-position-horizontal-relative:text;mso-position-vertical-relative:text" strokecolor="white [3212]"/>
        </w:pict>
      </w:r>
    </w:p>
    <w:p w14:paraId="5D7FF709" w14:textId="77777777" w:rsidR="00537310" w:rsidRPr="00D741DB" w:rsidRDefault="00537310" w:rsidP="004D73FE">
      <w:pPr>
        <w:rPr>
          <w:noProof/>
          <w:lang w:val="es-ES"/>
        </w:rPr>
      </w:pPr>
    </w:p>
    <w:p w14:paraId="3AB2EAE6" w14:textId="77777777" w:rsidR="00537310" w:rsidRPr="00D741DB" w:rsidRDefault="00537310" w:rsidP="004D73FE">
      <w:pPr>
        <w:rPr>
          <w:noProof/>
          <w:lang w:val="es-ES"/>
        </w:rPr>
      </w:pPr>
    </w:p>
    <w:p w14:paraId="44857BC0" w14:textId="77777777" w:rsidR="00537310" w:rsidRPr="00D741DB" w:rsidRDefault="00537310" w:rsidP="004D73FE">
      <w:pPr>
        <w:rPr>
          <w:noProof/>
          <w:lang w:val="es-ES"/>
        </w:rPr>
      </w:pPr>
    </w:p>
    <w:p w14:paraId="4644B3D6" w14:textId="77777777" w:rsidR="00537310" w:rsidRPr="00D741DB" w:rsidRDefault="00537310" w:rsidP="004D73FE">
      <w:pPr>
        <w:rPr>
          <w:noProof/>
          <w:lang w:val="es-ES"/>
        </w:rPr>
      </w:pPr>
    </w:p>
    <w:p w14:paraId="1548DCFF" w14:textId="77777777" w:rsidR="00537310" w:rsidRPr="00D741DB" w:rsidRDefault="00537310" w:rsidP="004D73FE">
      <w:pPr>
        <w:rPr>
          <w:noProof/>
          <w:lang w:val="es-ES"/>
        </w:rPr>
      </w:pPr>
    </w:p>
    <w:p w14:paraId="2F9C6BD4" w14:textId="77777777" w:rsidR="00537310" w:rsidRPr="00D741DB" w:rsidRDefault="00537310" w:rsidP="004D73FE">
      <w:pPr>
        <w:rPr>
          <w:noProof/>
          <w:lang w:val="es-ES"/>
        </w:rPr>
      </w:pPr>
    </w:p>
    <w:p w14:paraId="75FAE841" w14:textId="77777777" w:rsidR="00110F4E" w:rsidRPr="00810E63" w:rsidRDefault="00110F4E" w:rsidP="004D73FE">
      <w:pPr>
        <w:rPr>
          <w:noProof/>
          <w:lang w:val="es-ES"/>
        </w:rPr>
      </w:pPr>
    </w:p>
    <w:p w14:paraId="46E515C8" w14:textId="130FDCBE" w:rsidR="00110F4E" w:rsidRPr="00810E63" w:rsidRDefault="00110F4E" w:rsidP="004D73FE">
      <w:pPr>
        <w:rPr>
          <w:lang w:val="es-ES"/>
        </w:rPr>
      </w:pPr>
    </w:p>
    <w:p w14:paraId="5BC931C9" w14:textId="62943139" w:rsidR="00CC322E" w:rsidRPr="00810E63" w:rsidRDefault="00CC322E" w:rsidP="004D73FE">
      <w:pPr>
        <w:rPr>
          <w:lang w:val="es-ES"/>
        </w:rPr>
      </w:pPr>
    </w:p>
    <w:p w14:paraId="049BB0A4" w14:textId="77777777" w:rsidR="00CC322E" w:rsidRPr="00810E63" w:rsidRDefault="00CC322E" w:rsidP="004D73FE">
      <w:pPr>
        <w:rPr>
          <w:lang w:val="es-ES"/>
        </w:rPr>
      </w:pPr>
    </w:p>
    <w:p w14:paraId="5DB01882" w14:textId="77777777" w:rsidR="00CC322E" w:rsidRPr="00810E63" w:rsidRDefault="00CC322E" w:rsidP="004D73FE">
      <w:pPr>
        <w:rPr>
          <w:lang w:val="es-ES"/>
        </w:rPr>
      </w:pPr>
    </w:p>
    <w:p w14:paraId="3EA5D179" w14:textId="77777777" w:rsidR="00CC322E" w:rsidRPr="00810E63" w:rsidRDefault="00CC322E" w:rsidP="004D73FE">
      <w:pPr>
        <w:rPr>
          <w:lang w:val="es-ES"/>
        </w:rPr>
      </w:pPr>
    </w:p>
    <w:p w14:paraId="18D94F89" w14:textId="6A314D7E" w:rsidR="00CC322E" w:rsidRPr="00810E63" w:rsidRDefault="00CC322E" w:rsidP="004D73FE">
      <w:pPr>
        <w:rPr>
          <w:lang w:val="es-ES"/>
        </w:rPr>
      </w:pPr>
    </w:p>
    <w:sectPr w:rsidR="00CC322E" w:rsidRPr="00810E63" w:rsidSect="00763784">
      <w:head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B31E6" w14:textId="77777777" w:rsidR="00A07CC9" w:rsidRDefault="00A07CC9" w:rsidP="00652BB6">
      <w:pPr>
        <w:spacing w:after="0" w:line="240" w:lineRule="auto"/>
      </w:pPr>
      <w:r>
        <w:separator/>
      </w:r>
    </w:p>
  </w:endnote>
  <w:endnote w:type="continuationSeparator" w:id="0">
    <w:p w14:paraId="1D74ECEF" w14:textId="77777777" w:rsidR="00A07CC9" w:rsidRDefault="00A07CC9" w:rsidP="00652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dea">
    <w:panose1 w:val="02000000000000000000"/>
    <w:charset w:val="00"/>
    <w:family w:val="auto"/>
    <w:pitch w:val="variable"/>
    <w:sig w:usb0="A00000AF" w:usb1="4000206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B5928" w14:textId="77777777" w:rsidR="00A07CC9" w:rsidRDefault="00A07CC9" w:rsidP="00652BB6">
      <w:pPr>
        <w:spacing w:after="0" w:line="240" w:lineRule="auto"/>
      </w:pPr>
      <w:r>
        <w:separator/>
      </w:r>
    </w:p>
  </w:footnote>
  <w:footnote w:type="continuationSeparator" w:id="0">
    <w:p w14:paraId="255B1ED7" w14:textId="77777777" w:rsidR="00A07CC9" w:rsidRDefault="00A07CC9" w:rsidP="00652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9E852" w14:textId="722AB427" w:rsidR="00652BB6" w:rsidRPr="00E35B76" w:rsidRDefault="00000000" w:rsidP="00652BB6">
    <w:pPr>
      <w:pStyle w:val="Kopfzeile"/>
      <w:rPr>
        <w:rFonts w:ascii="Gudea" w:hAnsi="Gudea" w:cs="Arial"/>
        <w:sz w:val="20"/>
        <w:szCs w:val="20"/>
        <w:lang w:val="es-ES"/>
      </w:rPr>
    </w:pPr>
    <w:r>
      <w:rPr>
        <w:rFonts w:ascii="Gudea" w:hAnsi="Gudea" w:cs="Arial"/>
        <w:noProof/>
        <w:sz w:val="20"/>
        <w:szCs w:val="20"/>
        <w:lang w:eastAsia="de-DE"/>
      </w:rPr>
      <w:pict w14:anchorId="58A8C2C2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margin-left:-25.9pt;margin-top:15.3pt;width:510pt;height:0;z-index:251660288" o:connectortype="straight"/>
      </w:pict>
    </w:r>
    <w:r w:rsidR="00E35B76" w:rsidRPr="00E35B76">
      <w:rPr>
        <w:rFonts w:ascii="Gudea" w:hAnsi="Gudea" w:cs="Arial"/>
        <w:sz w:val="20"/>
        <w:szCs w:val="20"/>
        <w:lang w:val="es-ES"/>
      </w:rPr>
      <w:t>¡Participamos! La democracia somos tod@s</w:t>
    </w:r>
    <w:r w:rsidR="00652BB6" w:rsidRPr="00E35B76">
      <w:rPr>
        <w:rFonts w:ascii="Gudea" w:hAnsi="Gudea" w:cs="Arial"/>
        <w:sz w:val="20"/>
        <w:szCs w:val="20"/>
        <w:lang w:val="es-ES"/>
      </w:rPr>
      <w:tab/>
    </w:r>
    <w:r w:rsidR="00652BB6" w:rsidRPr="00E35B76">
      <w:rPr>
        <w:rFonts w:ascii="Gudea" w:hAnsi="Gudea" w:cs="Arial"/>
        <w:sz w:val="20"/>
        <w:szCs w:val="20"/>
        <w:lang w:val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2225"/>
    <w:multiLevelType w:val="hybridMultilevel"/>
    <w:tmpl w:val="192043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32A99"/>
    <w:multiLevelType w:val="hybridMultilevel"/>
    <w:tmpl w:val="C33AFD88"/>
    <w:lvl w:ilvl="0" w:tplc="A70C1F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880681"/>
    <w:multiLevelType w:val="hybridMultilevel"/>
    <w:tmpl w:val="F7484F2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472EE"/>
    <w:multiLevelType w:val="hybridMultilevel"/>
    <w:tmpl w:val="966411BE"/>
    <w:lvl w:ilvl="0" w:tplc="0407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F967294"/>
    <w:multiLevelType w:val="hybridMultilevel"/>
    <w:tmpl w:val="72CC6E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A3B01"/>
    <w:multiLevelType w:val="hybridMultilevel"/>
    <w:tmpl w:val="B9FA43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27D2E"/>
    <w:multiLevelType w:val="hybridMultilevel"/>
    <w:tmpl w:val="1CCE8FB4"/>
    <w:lvl w:ilvl="0" w:tplc="9D728C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6000F9"/>
    <w:multiLevelType w:val="hybridMultilevel"/>
    <w:tmpl w:val="051437CE"/>
    <w:lvl w:ilvl="0" w:tplc="C3AC35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727F5B"/>
    <w:multiLevelType w:val="hybridMultilevel"/>
    <w:tmpl w:val="6A9A34C0"/>
    <w:lvl w:ilvl="0" w:tplc="CF7A0530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19C35B2"/>
    <w:multiLevelType w:val="hybridMultilevel"/>
    <w:tmpl w:val="3B70B4B2"/>
    <w:lvl w:ilvl="0" w:tplc="3B6E4E96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9E6308E"/>
    <w:multiLevelType w:val="hybridMultilevel"/>
    <w:tmpl w:val="EDA697E4"/>
    <w:lvl w:ilvl="0" w:tplc="00B8E3AC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517C4"/>
    <w:multiLevelType w:val="hybridMultilevel"/>
    <w:tmpl w:val="AF90D7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B00F9"/>
    <w:multiLevelType w:val="hybridMultilevel"/>
    <w:tmpl w:val="A70E366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D15AC3"/>
    <w:multiLevelType w:val="hybridMultilevel"/>
    <w:tmpl w:val="7ABA909C"/>
    <w:lvl w:ilvl="0" w:tplc="3432B5D6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FF0346D"/>
    <w:multiLevelType w:val="hybridMultilevel"/>
    <w:tmpl w:val="C3B800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453904">
    <w:abstractNumId w:val="5"/>
  </w:num>
  <w:num w:numId="2" w16cid:durableId="298077537">
    <w:abstractNumId w:val="12"/>
  </w:num>
  <w:num w:numId="3" w16cid:durableId="1628006980">
    <w:abstractNumId w:val="8"/>
  </w:num>
  <w:num w:numId="4" w16cid:durableId="1032419433">
    <w:abstractNumId w:val="14"/>
  </w:num>
  <w:num w:numId="5" w16cid:durableId="1559704307">
    <w:abstractNumId w:val="0"/>
  </w:num>
  <w:num w:numId="6" w16cid:durableId="1974409704">
    <w:abstractNumId w:val="1"/>
  </w:num>
  <w:num w:numId="7" w16cid:durableId="1879245318">
    <w:abstractNumId w:val="3"/>
  </w:num>
  <w:num w:numId="8" w16cid:durableId="29383242">
    <w:abstractNumId w:val="9"/>
  </w:num>
  <w:num w:numId="9" w16cid:durableId="770781688">
    <w:abstractNumId w:val="13"/>
  </w:num>
  <w:num w:numId="10" w16cid:durableId="901596232">
    <w:abstractNumId w:val="2"/>
  </w:num>
  <w:num w:numId="11" w16cid:durableId="2101951505">
    <w:abstractNumId w:val="11"/>
  </w:num>
  <w:num w:numId="12" w16cid:durableId="1249119142">
    <w:abstractNumId w:val="6"/>
  </w:num>
  <w:num w:numId="13" w16cid:durableId="68964446">
    <w:abstractNumId w:val="7"/>
  </w:num>
  <w:num w:numId="14" w16cid:durableId="682361651">
    <w:abstractNumId w:val="4"/>
  </w:num>
  <w:num w:numId="15" w16cid:durableId="10183132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8">
      <o:colormru v:ext="edit" colors="#fefffb"/>
    </o:shapedefaults>
    <o:shapelayout v:ext="edit">
      <o:idmap v:ext="edit" data="1"/>
      <o:rules v:ext="edit">
        <o:r id="V:Rule1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784"/>
    <w:rsid w:val="00064C01"/>
    <w:rsid w:val="0006625D"/>
    <w:rsid w:val="000F7A7C"/>
    <w:rsid w:val="00110857"/>
    <w:rsid w:val="00110F4E"/>
    <w:rsid w:val="00125B20"/>
    <w:rsid w:val="001B191A"/>
    <w:rsid w:val="001D0928"/>
    <w:rsid w:val="001E3767"/>
    <w:rsid w:val="00257858"/>
    <w:rsid w:val="0026345C"/>
    <w:rsid w:val="003017F9"/>
    <w:rsid w:val="00316DDA"/>
    <w:rsid w:val="00317C03"/>
    <w:rsid w:val="00345837"/>
    <w:rsid w:val="003D3BB5"/>
    <w:rsid w:val="00412BAE"/>
    <w:rsid w:val="004166C1"/>
    <w:rsid w:val="00460199"/>
    <w:rsid w:val="004722D1"/>
    <w:rsid w:val="004D73FE"/>
    <w:rsid w:val="004E6348"/>
    <w:rsid w:val="00532561"/>
    <w:rsid w:val="00537310"/>
    <w:rsid w:val="00542815"/>
    <w:rsid w:val="0054620A"/>
    <w:rsid w:val="00562F66"/>
    <w:rsid w:val="00576188"/>
    <w:rsid w:val="005A047F"/>
    <w:rsid w:val="005C4CBC"/>
    <w:rsid w:val="005C7058"/>
    <w:rsid w:val="005D627F"/>
    <w:rsid w:val="00652BB6"/>
    <w:rsid w:val="006A36DA"/>
    <w:rsid w:val="006C729D"/>
    <w:rsid w:val="006D60AA"/>
    <w:rsid w:val="00720C50"/>
    <w:rsid w:val="00755BF5"/>
    <w:rsid w:val="00762F7F"/>
    <w:rsid w:val="00763784"/>
    <w:rsid w:val="007D7358"/>
    <w:rsid w:val="00810E63"/>
    <w:rsid w:val="0082248F"/>
    <w:rsid w:val="00855330"/>
    <w:rsid w:val="00864319"/>
    <w:rsid w:val="0088339C"/>
    <w:rsid w:val="00890A7B"/>
    <w:rsid w:val="008A3ABB"/>
    <w:rsid w:val="008C405C"/>
    <w:rsid w:val="00925978"/>
    <w:rsid w:val="009D6341"/>
    <w:rsid w:val="00A07CC9"/>
    <w:rsid w:val="00C5750A"/>
    <w:rsid w:val="00C61994"/>
    <w:rsid w:val="00C65237"/>
    <w:rsid w:val="00C71F8A"/>
    <w:rsid w:val="00CA17D5"/>
    <w:rsid w:val="00CC322E"/>
    <w:rsid w:val="00D0426B"/>
    <w:rsid w:val="00D741DB"/>
    <w:rsid w:val="00DC0435"/>
    <w:rsid w:val="00E35B76"/>
    <w:rsid w:val="00E96C6E"/>
    <w:rsid w:val="00F1028A"/>
    <w:rsid w:val="00F347C4"/>
    <w:rsid w:val="00F47C64"/>
    <w:rsid w:val="00FA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8">
      <o:colormru v:ext="edit" colors="#fefffb"/>
    </o:shapedefaults>
    <o:shapelayout v:ext="edit">
      <o:idmap v:ext="edit" data="2"/>
    </o:shapelayout>
  </w:shapeDefaults>
  <w:decimalSymbol w:val=","/>
  <w:listSeparator w:val=";"/>
  <w14:docId w14:val="2868B14F"/>
  <w15:docId w15:val="{6AC96F92-CC6B-4AA2-BFAD-A9CFDF715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60A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C705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C0435"/>
    <w:rPr>
      <w:color w:val="0563C1" w:themeColor="hyperlink"/>
      <w:u w:val="single"/>
    </w:rPr>
  </w:style>
  <w:style w:type="table" w:styleId="Tabellenraster">
    <w:name w:val="Table Grid"/>
    <w:basedOn w:val="NormaleTabelle"/>
    <w:rsid w:val="002634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52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2BB6"/>
  </w:style>
  <w:style w:type="paragraph" w:styleId="Fuzeile">
    <w:name w:val="footer"/>
    <w:basedOn w:val="Standard"/>
    <w:link w:val="FuzeileZchn"/>
    <w:uiPriority w:val="99"/>
    <w:unhideWhenUsed/>
    <w:rsid w:val="00652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2B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2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2B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k\Documents\Benutzerdefinierte%20Office-Vorlagen\Aufsetzer_2019_2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F9B70-4896-46D5-9603-C29D3647E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Aufsetzer_2019_21.dotx</Template>
  <TotalTime>0</TotalTime>
  <Pages>2</Pages>
  <Words>35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uvk</dc:creator>
  <cp:lastModifiedBy>Ute von Kahlden</cp:lastModifiedBy>
  <cp:revision>4</cp:revision>
  <cp:lastPrinted>2024-07-10T07:39:00Z</cp:lastPrinted>
  <dcterms:created xsi:type="dcterms:W3CDTF">2025-03-23T12:24:00Z</dcterms:created>
  <dcterms:modified xsi:type="dcterms:W3CDTF">2025-03-23T12:24:00Z</dcterms:modified>
</cp:coreProperties>
</file>