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44698" w14:textId="77777777" w:rsidR="0054620A" w:rsidRDefault="00763784" w:rsidP="004D73FE">
      <w:pPr>
        <w:rPr>
          <w:rFonts w:ascii="Gudea" w:hAnsi="Gudea"/>
          <w:lang w:val="es-ES"/>
        </w:rPr>
      </w:pPr>
      <w:r w:rsidRPr="00E35B76">
        <w:rPr>
          <w:rFonts w:ascii="Gudea" w:hAnsi="Gudea"/>
          <w:lang w:val="es-ES"/>
        </w:rPr>
        <w:t>La gran hoguera</w:t>
      </w:r>
    </w:p>
    <w:p w14:paraId="2E64EE9D" w14:textId="77777777" w:rsidR="006A48B3" w:rsidRDefault="006A48B3" w:rsidP="004D73FE">
      <w:pPr>
        <w:rPr>
          <w:rFonts w:ascii="Gudea" w:hAnsi="Gudea"/>
          <w:lang w:val="es-ES"/>
        </w:rPr>
      </w:pPr>
    </w:p>
    <w:p w14:paraId="7122DC1E" w14:textId="77777777" w:rsidR="006A48B3" w:rsidRDefault="006A48B3" w:rsidP="004D73FE">
      <w:pPr>
        <w:rPr>
          <w:rFonts w:ascii="Gudea" w:hAnsi="Gudea"/>
          <w:lang w:val="es-ES"/>
        </w:rPr>
      </w:pPr>
      <w:r>
        <w:rPr>
          <w:rFonts w:ascii="Gudea" w:hAnsi="Gudea"/>
          <w:lang w:val="es-ES"/>
        </w:rPr>
        <w:t>Buscad en el texto informaciones sobre Elena</w:t>
      </w:r>
      <w:r w:rsidR="00F65C51" w:rsidRPr="00DC785A">
        <w:rPr>
          <w:rFonts w:ascii="Gudea" w:hAnsi="Gudea"/>
          <w:color w:val="ED7D31" w:themeColor="accent2"/>
          <w:lang w:val="es-ES"/>
        </w:rPr>
        <w:t>.</w:t>
      </w:r>
    </w:p>
    <w:p w14:paraId="616357FE" w14:textId="77777777" w:rsidR="006A48B3" w:rsidRDefault="006A48B3" w:rsidP="004D73FE">
      <w:pPr>
        <w:rPr>
          <w:rFonts w:ascii="Gudea" w:hAnsi="Gudea"/>
          <w:lang w:val="es-ES"/>
        </w:rPr>
      </w:pPr>
      <w:r>
        <w:rPr>
          <w:rFonts w:ascii="Gudea" w:hAnsi="Gudea"/>
          <w:lang w:val="es-ES"/>
        </w:rPr>
        <w:t>Mencionad también sus experiencias con turistas en los años pasados.</w:t>
      </w:r>
    </w:p>
    <w:p w14:paraId="3B339719" w14:textId="77777777" w:rsidR="006A48B3" w:rsidRDefault="006A48B3" w:rsidP="004D73FE">
      <w:pPr>
        <w:rPr>
          <w:rFonts w:ascii="Gudea" w:hAnsi="Gudea"/>
          <w:lang w:val="es-ES"/>
        </w:rPr>
      </w:pPr>
      <w:r>
        <w:rPr>
          <w:rFonts w:ascii="Gudea" w:hAnsi="Gudea"/>
          <w:lang w:val="es-ES"/>
        </w:rPr>
        <w:t xml:space="preserve">Mirad </w:t>
      </w:r>
      <w:r w:rsidRPr="003B50F3">
        <w:rPr>
          <w:rFonts w:ascii="Gudea" w:hAnsi="Gudea"/>
          <w:lang w:val="es-ES"/>
        </w:rPr>
        <w:t xml:space="preserve">cómo </w:t>
      </w:r>
      <w:r w:rsidR="00E73549" w:rsidRPr="003B50F3">
        <w:rPr>
          <w:rFonts w:ascii="Gudea" w:hAnsi="Gudea"/>
          <w:lang w:val="es-ES"/>
        </w:rPr>
        <w:t xml:space="preserve">la ve </w:t>
      </w:r>
      <w:r w:rsidRPr="003B50F3">
        <w:rPr>
          <w:rFonts w:ascii="Gudea" w:hAnsi="Gudea"/>
          <w:lang w:val="es-ES"/>
        </w:rPr>
        <w:t xml:space="preserve">su </w:t>
      </w:r>
      <w:r>
        <w:rPr>
          <w:rFonts w:ascii="Gudea" w:hAnsi="Gudea"/>
          <w:lang w:val="es-ES"/>
        </w:rPr>
        <w:t>familia.</w:t>
      </w:r>
    </w:p>
    <w:p w14:paraId="45385C2B" w14:textId="77777777" w:rsidR="006A48B3" w:rsidRDefault="006A48B3" w:rsidP="004D73FE">
      <w:pPr>
        <w:rPr>
          <w:rFonts w:ascii="Gudea" w:hAnsi="Gudea"/>
          <w:lang w:val="es-ES"/>
        </w:rPr>
      </w:pPr>
      <w:r>
        <w:rPr>
          <w:rFonts w:ascii="Gudea" w:hAnsi="Gudea"/>
          <w:lang w:val="es-ES"/>
        </w:rPr>
        <w:t>Después presentad a Elena según el texto</w:t>
      </w:r>
      <w:r w:rsidR="00E73549" w:rsidRPr="003B50F3">
        <w:rPr>
          <w:rFonts w:ascii="Gudea" w:hAnsi="Gudea"/>
          <w:lang w:val="es-ES"/>
        </w:rPr>
        <w:t>. P</w:t>
      </w:r>
      <w:r w:rsidRPr="003B50F3">
        <w:rPr>
          <w:rFonts w:ascii="Gudea" w:hAnsi="Gudea"/>
          <w:lang w:val="es-ES"/>
        </w:rPr>
        <w:t xml:space="preserve">resentad </w:t>
      </w:r>
      <w:r>
        <w:rPr>
          <w:rFonts w:ascii="Gudea" w:hAnsi="Gudea"/>
          <w:lang w:val="es-ES"/>
        </w:rPr>
        <w:t>también su impresión, su interpretación de lo que se dice en el texto.</w:t>
      </w:r>
    </w:p>
    <w:p w14:paraId="1E34BF68" w14:textId="77777777" w:rsidR="006A48B3" w:rsidRPr="00E35B76" w:rsidRDefault="006A48B3" w:rsidP="004D73FE">
      <w:pPr>
        <w:rPr>
          <w:rFonts w:ascii="Gudea" w:hAnsi="Gudea"/>
          <w:lang w:val="es-ES"/>
        </w:rPr>
      </w:pPr>
    </w:p>
    <w:p w14:paraId="689FADD4" w14:textId="77777777" w:rsidR="00763784" w:rsidRDefault="00763784" w:rsidP="004D73FE">
      <w:pPr>
        <w:rPr>
          <w:rFonts w:ascii="Gudea" w:hAnsi="Gudea"/>
          <w:lang w:val="es-ES"/>
        </w:rPr>
      </w:pPr>
    </w:p>
    <w:p w14:paraId="50DC8EEF" w14:textId="58082F76" w:rsidR="00763784" w:rsidRPr="00E35B76" w:rsidRDefault="00865A1B" w:rsidP="004D73FE">
      <w:pPr>
        <w:rPr>
          <w:rFonts w:ascii="Gudea" w:hAnsi="Gudea"/>
          <w:lang w:val="es-ES"/>
        </w:rPr>
      </w:pPr>
      <w:r>
        <w:rPr>
          <w:rFonts w:ascii="Gudea" w:hAnsi="Gudea"/>
          <w:lang w:val="es-ES"/>
        </w:rPr>
        <w:t xml:space="preserve">Diferentes imágenes de </w:t>
      </w:r>
      <w:r w:rsidR="00763784" w:rsidRPr="00E35B76">
        <w:rPr>
          <w:rFonts w:ascii="Gudea" w:hAnsi="Gudea"/>
          <w:lang w:val="es-ES"/>
        </w:rPr>
        <w:t>Elena</w:t>
      </w:r>
      <w:r w:rsidR="00763784" w:rsidRPr="00E35B76">
        <w:rPr>
          <w:rFonts w:ascii="Gudea" w:hAnsi="Gudea"/>
          <w:lang w:val="es-ES"/>
        </w:rPr>
        <w:tab/>
      </w:r>
      <w:r w:rsidR="00763784" w:rsidRPr="00E35B76">
        <w:rPr>
          <w:rFonts w:ascii="Gudea" w:hAnsi="Gudea"/>
          <w:lang w:val="es-ES"/>
        </w:rPr>
        <w:tab/>
      </w:r>
      <w:r w:rsidR="00763784" w:rsidRPr="00E35B76">
        <w:rPr>
          <w:rFonts w:ascii="Gudea" w:hAnsi="Gudea"/>
          <w:lang w:val="es-ES"/>
        </w:rPr>
        <w:tab/>
      </w:r>
      <w:r w:rsidR="00763784" w:rsidRPr="00E35B76">
        <w:rPr>
          <w:rFonts w:ascii="Gudea" w:hAnsi="Gudea"/>
          <w:lang w:val="es-ES"/>
        </w:rPr>
        <w:tab/>
      </w:r>
      <w:r w:rsidR="00763784" w:rsidRPr="00E35B76">
        <w:rPr>
          <w:rFonts w:ascii="Gudea" w:hAnsi="Gudea"/>
          <w:lang w:val="es-ES"/>
        </w:rPr>
        <w:tab/>
      </w:r>
      <w:r w:rsidR="00763784" w:rsidRPr="00E35B76">
        <w:rPr>
          <w:rFonts w:ascii="Gudea" w:hAnsi="Gudea"/>
          <w:lang w:val="es-ES"/>
        </w:rPr>
        <w:tab/>
      </w:r>
    </w:p>
    <w:p w14:paraId="56FEB633" w14:textId="3B665432" w:rsidR="00865A1B" w:rsidRPr="00865A1B" w:rsidRDefault="00865A1B" w:rsidP="004D73FE">
      <w:pPr>
        <w:rPr>
          <w:noProof/>
          <w:lang w:val="es-ES"/>
        </w:rPr>
      </w:pPr>
      <w:r w:rsidRPr="00865A1B">
        <w:rPr>
          <w:noProof/>
          <w:lang w:val="es-ES"/>
        </w:rPr>
        <w:tab/>
        <w:t>con su burro</w:t>
      </w:r>
    </w:p>
    <w:p w14:paraId="38643666" w14:textId="534CD37B" w:rsidR="00763784" w:rsidRDefault="00865A1B" w:rsidP="004D73FE">
      <w:pPr>
        <w:rPr>
          <w:noProof/>
          <w:lang w:val="es-ES"/>
        </w:rPr>
      </w:pPr>
      <w:r w:rsidRPr="00865A1B">
        <w:rPr>
          <w:noProof/>
          <w:lang w:val="es-ES"/>
        </w:rPr>
        <w:tab/>
      </w:r>
      <w:r>
        <w:rPr>
          <w:noProof/>
          <w:lang w:val="es-ES"/>
        </w:rPr>
        <w:t>c</w:t>
      </w:r>
      <w:r w:rsidRPr="00865A1B">
        <w:rPr>
          <w:noProof/>
          <w:lang w:val="es-ES"/>
        </w:rPr>
        <w:t>on Agatha en el jardín</w:t>
      </w:r>
      <w:r w:rsidR="004E6348" w:rsidRPr="006A48B3">
        <w:rPr>
          <w:noProof/>
          <w:lang w:val="es-ES"/>
        </w:rPr>
        <w:t xml:space="preserve"> </w:t>
      </w:r>
    </w:p>
    <w:p w14:paraId="27A56993" w14:textId="2A65C9A6" w:rsidR="00865A1B" w:rsidRPr="006A48B3" w:rsidRDefault="00865A1B" w:rsidP="004D73FE">
      <w:pPr>
        <w:rPr>
          <w:noProof/>
          <w:lang w:val="es-ES"/>
        </w:rPr>
      </w:pPr>
      <w:r>
        <w:rPr>
          <w:noProof/>
          <w:lang w:val="es-ES"/>
        </w:rPr>
        <w:tab/>
        <w:t>en la granja</w:t>
      </w:r>
    </w:p>
    <w:p w14:paraId="7787BD25" w14:textId="77777777" w:rsidR="005C4CBC" w:rsidRPr="006A48B3" w:rsidRDefault="005C4CBC" w:rsidP="004D73FE">
      <w:pPr>
        <w:rPr>
          <w:noProof/>
          <w:lang w:val="es-ES"/>
        </w:rPr>
      </w:pPr>
    </w:p>
    <w:p w14:paraId="2D702955" w14:textId="77777777" w:rsidR="005C4CBC" w:rsidRPr="006A48B3" w:rsidRDefault="005C4CBC" w:rsidP="004D73FE">
      <w:pPr>
        <w:rPr>
          <w:noProof/>
          <w:lang w:val="es-ES"/>
        </w:rPr>
      </w:pPr>
    </w:p>
    <w:p w14:paraId="42EE6324" w14:textId="77777777" w:rsidR="005C4CBC" w:rsidRPr="006A48B3" w:rsidRDefault="005C4CBC" w:rsidP="004D73FE">
      <w:pPr>
        <w:rPr>
          <w:noProof/>
          <w:lang w:val="es-ES"/>
        </w:rPr>
      </w:pPr>
    </w:p>
    <w:p w14:paraId="4DBA66E3" w14:textId="100B9734" w:rsidR="00110F4E" w:rsidRPr="00865A1B" w:rsidRDefault="00B746F5" w:rsidP="004D73FE">
      <w:pPr>
        <w:rPr>
          <w:noProof/>
          <w:lang w:val="es-E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E6A6A1" wp14:editId="5A9376EE">
                <wp:simplePos x="0" y="0"/>
                <wp:positionH relativeFrom="column">
                  <wp:posOffset>3204210</wp:posOffset>
                </wp:positionH>
                <wp:positionV relativeFrom="paragraph">
                  <wp:posOffset>1252855</wp:posOffset>
                </wp:positionV>
                <wp:extent cx="685800" cy="476250"/>
                <wp:effectExtent l="0" t="0" r="0" b="6350"/>
                <wp:wrapNone/>
                <wp:docPr id="316983984" name="Rectangl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68580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7DDF89" id="Rectangle 10" o:spid="_x0000_s1026" style="position:absolute;margin-left:252.3pt;margin-top:98.65pt;width:54pt;height:3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" strokecolor="white [3212]">
                <v:path arrowok="t"/>
              </v:rect>
            </w:pict>
          </mc:Fallback>
        </mc:AlternateContent>
      </w:r>
      <w:r w:rsidR="00537310" w:rsidRPr="00865A1B">
        <w:rPr>
          <w:noProof/>
          <w:lang w:val="es-ES"/>
        </w:rPr>
        <w:t xml:space="preserve"> </w:t>
      </w:r>
    </w:p>
    <w:p w14:paraId="0309E50A" w14:textId="77777777" w:rsidR="00110F4E" w:rsidRPr="00865A1B" w:rsidRDefault="00110F4E" w:rsidP="004D73FE">
      <w:pPr>
        <w:rPr>
          <w:noProof/>
          <w:lang w:val="es-ES"/>
        </w:rPr>
      </w:pPr>
    </w:p>
    <w:p w14:paraId="2DA46A8E" w14:textId="77777777" w:rsidR="00110F4E" w:rsidRPr="00865A1B" w:rsidRDefault="00110F4E" w:rsidP="004D73FE">
      <w:pPr>
        <w:rPr>
          <w:noProof/>
          <w:lang w:val="es-ES"/>
        </w:rPr>
      </w:pPr>
    </w:p>
    <w:p w14:paraId="17988CBA" w14:textId="77777777" w:rsidR="00CC322E" w:rsidRPr="00865A1B" w:rsidRDefault="00CC322E" w:rsidP="004D73FE">
      <w:pPr>
        <w:rPr>
          <w:lang w:val="es-ES"/>
        </w:rPr>
      </w:pPr>
    </w:p>
    <w:p w14:paraId="525B7C75" w14:textId="77777777" w:rsidR="00CC322E" w:rsidRPr="00865A1B" w:rsidRDefault="00CC322E" w:rsidP="004D73FE">
      <w:pPr>
        <w:rPr>
          <w:lang w:val="es-ES"/>
        </w:rPr>
      </w:pPr>
    </w:p>
    <w:sectPr w:rsidR="00CC322E" w:rsidRPr="00865A1B" w:rsidSect="00763784">
      <w:headerReference w:type="default" r:id="rId8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649B89" w14:textId="77777777" w:rsidR="007C7A3E" w:rsidRDefault="007C7A3E" w:rsidP="00652BB6">
      <w:pPr>
        <w:spacing w:after="0" w:line="240" w:lineRule="auto"/>
      </w:pPr>
      <w:r>
        <w:separator/>
      </w:r>
    </w:p>
  </w:endnote>
  <w:endnote w:type="continuationSeparator" w:id="0">
    <w:p w14:paraId="1AA19EAB" w14:textId="77777777" w:rsidR="007C7A3E" w:rsidRDefault="007C7A3E" w:rsidP="00652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udea">
    <w:panose1 w:val="02000000000000000000"/>
    <w:charset w:val="00"/>
    <w:family w:val="auto"/>
    <w:pitch w:val="variable"/>
    <w:sig w:usb0="A00000AF" w:usb1="4000206A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B541A2" w14:textId="77777777" w:rsidR="007C7A3E" w:rsidRDefault="007C7A3E" w:rsidP="00652BB6">
      <w:pPr>
        <w:spacing w:after="0" w:line="240" w:lineRule="auto"/>
      </w:pPr>
      <w:r>
        <w:separator/>
      </w:r>
    </w:p>
  </w:footnote>
  <w:footnote w:type="continuationSeparator" w:id="0">
    <w:p w14:paraId="26E15C52" w14:textId="77777777" w:rsidR="007C7A3E" w:rsidRDefault="007C7A3E" w:rsidP="00652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6BB81" w14:textId="77777777" w:rsidR="00652BB6" w:rsidRPr="00E35B76" w:rsidRDefault="00B746F5" w:rsidP="00652BB6">
    <w:pPr>
      <w:pStyle w:val="Kopfzeile"/>
      <w:rPr>
        <w:rFonts w:ascii="Gudea" w:hAnsi="Gudea" w:cs="Arial"/>
        <w:sz w:val="20"/>
        <w:szCs w:val="20"/>
        <w:lang w:val="es-ES"/>
      </w:rPr>
    </w:pPr>
    <w:r>
      <w:rPr>
        <w:rFonts w:ascii="Gudea" w:hAnsi="Gudea" w:cs="Arial"/>
        <w:noProof/>
        <w:sz w:val="20"/>
        <w:szCs w:val="20"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1CDA752" wp14:editId="6998CACE">
              <wp:simplePos x="0" y="0"/>
              <wp:positionH relativeFrom="column">
                <wp:posOffset>-328930</wp:posOffset>
              </wp:positionH>
              <wp:positionV relativeFrom="paragraph">
                <wp:posOffset>194310</wp:posOffset>
              </wp:positionV>
              <wp:extent cx="6477000" cy="0"/>
              <wp:effectExtent l="0" t="0" r="0" b="0"/>
              <wp:wrapNone/>
              <wp:docPr id="93125045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52F9C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25.9pt;margin-top:15.3pt;width:510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">
              <o:lock v:ext="edit" shapetype="f"/>
            </v:shape>
          </w:pict>
        </mc:Fallback>
      </mc:AlternateContent>
    </w:r>
    <w:r w:rsidR="00E35B76" w:rsidRPr="00E35B76">
      <w:rPr>
        <w:rFonts w:ascii="Gudea" w:hAnsi="Gudea" w:cs="Arial"/>
        <w:sz w:val="20"/>
        <w:szCs w:val="20"/>
        <w:lang w:val="es-ES"/>
      </w:rPr>
      <w:t>¡Participamos! La democracia somos tod@s</w:t>
    </w:r>
    <w:r w:rsidR="00652BB6" w:rsidRPr="00E35B76">
      <w:rPr>
        <w:rFonts w:ascii="Gudea" w:hAnsi="Gudea" w:cs="Arial"/>
        <w:sz w:val="20"/>
        <w:szCs w:val="20"/>
        <w:lang w:val="es-ES"/>
      </w:rPr>
      <w:tab/>
    </w:r>
    <w:r w:rsidR="00652BB6" w:rsidRPr="00E35B76">
      <w:rPr>
        <w:rFonts w:ascii="Gudea" w:hAnsi="Gudea" w:cs="Arial"/>
        <w:sz w:val="20"/>
        <w:szCs w:val="20"/>
        <w:lang w:val="es-E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12225"/>
    <w:multiLevelType w:val="hybridMultilevel"/>
    <w:tmpl w:val="1920430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32A99"/>
    <w:multiLevelType w:val="hybridMultilevel"/>
    <w:tmpl w:val="C33AFD88"/>
    <w:lvl w:ilvl="0" w:tplc="A70C1FA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880681"/>
    <w:multiLevelType w:val="hybridMultilevel"/>
    <w:tmpl w:val="F7484F28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D472EE"/>
    <w:multiLevelType w:val="hybridMultilevel"/>
    <w:tmpl w:val="966411BE"/>
    <w:lvl w:ilvl="0" w:tplc="0407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F967294"/>
    <w:multiLevelType w:val="hybridMultilevel"/>
    <w:tmpl w:val="72CC6E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9A3B01"/>
    <w:multiLevelType w:val="hybridMultilevel"/>
    <w:tmpl w:val="B9FA43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27D2E"/>
    <w:multiLevelType w:val="hybridMultilevel"/>
    <w:tmpl w:val="1CCE8FB4"/>
    <w:lvl w:ilvl="0" w:tplc="9D728CF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F6000F9"/>
    <w:multiLevelType w:val="hybridMultilevel"/>
    <w:tmpl w:val="051437CE"/>
    <w:lvl w:ilvl="0" w:tplc="C3AC353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727F5B"/>
    <w:multiLevelType w:val="hybridMultilevel"/>
    <w:tmpl w:val="6A9A34C0"/>
    <w:lvl w:ilvl="0" w:tplc="CF7A0530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19C35B2"/>
    <w:multiLevelType w:val="hybridMultilevel"/>
    <w:tmpl w:val="3B70B4B2"/>
    <w:lvl w:ilvl="0" w:tplc="3B6E4E96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007" w:hanging="360"/>
      </w:pPr>
    </w:lvl>
    <w:lvl w:ilvl="2" w:tplc="0407001B" w:tentative="1">
      <w:start w:val="1"/>
      <w:numFmt w:val="lowerRoman"/>
      <w:lvlText w:val="%3."/>
      <w:lvlJc w:val="right"/>
      <w:pPr>
        <w:ind w:left="2727" w:hanging="180"/>
      </w:pPr>
    </w:lvl>
    <w:lvl w:ilvl="3" w:tplc="0407000F" w:tentative="1">
      <w:start w:val="1"/>
      <w:numFmt w:val="decimal"/>
      <w:lvlText w:val="%4."/>
      <w:lvlJc w:val="left"/>
      <w:pPr>
        <w:ind w:left="3447" w:hanging="360"/>
      </w:pPr>
    </w:lvl>
    <w:lvl w:ilvl="4" w:tplc="04070019" w:tentative="1">
      <w:start w:val="1"/>
      <w:numFmt w:val="lowerLetter"/>
      <w:lvlText w:val="%5."/>
      <w:lvlJc w:val="left"/>
      <w:pPr>
        <w:ind w:left="4167" w:hanging="360"/>
      </w:pPr>
    </w:lvl>
    <w:lvl w:ilvl="5" w:tplc="0407001B" w:tentative="1">
      <w:start w:val="1"/>
      <w:numFmt w:val="lowerRoman"/>
      <w:lvlText w:val="%6."/>
      <w:lvlJc w:val="right"/>
      <w:pPr>
        <w:ind w:left="4887" w:hanging="180"/>
      </w:pPr>
    </w:lvl>
    <w:lvl w:ilvl="6" w:tplc="0407000F" w:tentative="1">
      <w:start w:val="1"/>
      <w:numFmt w:val="decimal"/>
      <w:lvlText w:val="%7."/>
      <w:lvlJc w:val="left"/>
      <w:pPr>
        <w:ind w:left="5607" w:hanging="360"/>
      </w:pPr>
    </w:lvl>
    <w:lvl w:ilvl="7" w:tplc="04070019" w:tentative="1">
      <w:start w:val="1"/>
      <w:numFmt w:val="lowerLetter"/>
      <w:lvlText w:val="%8."/>
      <w:lvlJc w:val="left"/>
      <w:pPr>
        <w:ind w:left="6327" w:hanging="360"/>
      </w:pPr>
    </w:lvl>
    <w:lvl w:ilvl="8" w:tplc="040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9E6308E"/>
    <w:multiLevelType w:val="hybridMultilevel"/>
    <w:tmpl w:val="EDA697E4"/>
    <w:lvl w:ilvl="0" w:tplc="00B8E3AC">
      <w:start w:val="1"/>
      <w:numFmt w:val="lowerLetter"/>
      <w:lvlText w:val="%1."/>
      <w:lvlJc w:val="left"/>
      <w:pPr>
        <w:ind w:left="720" w:hanging="360"/>
      </w:pPr>
      <w:rPr>
        <w:rFonts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F517C4"/>
    <w:multiLevelType w:val="hybridMultilevel"/>
    <w:tmpl w:val="AF90D7E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3B00F9"/>
    <w:multiLevelType w:val="hybridMultilevel"/>
    <w:tmpl w:val="A70E366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ED15AC3"/>
    <w:multiLevelType w:val="hybridMultilevel"/>
    <w:tmpl w:val="7ABA909C"/>
    <w:lvl w:ilvl="0" w:tplc="3432B5D6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007" w:hanging="360"/>
      </w:pPr>
    </w:lvl>
    <w:lvl w:ilvl="2" w:tplc="0407001B" w:tentative="1">
      <w:start w:val="1"/>
      <w:numFmt w:val="lowerRoman"/>
      <w:lvlText w:val="%3."/>
      <w:lvlJc w:val="right"/>
      <w:pPr>
        <w:ind w:left="2727" w:hanging="180"/>
      </w:pPr>
    </w:lvl>
    <w:lvl w:ilvl="3" w:tplc="0407000F" w:tentative="1">
      <w:start w:val="1"/>
      <w:numFmt w:val="decimal"/>
      <w:lvlText w:val="%4."/>
      <w:lvlJc w:val="left"/>
      <w:pPr>
        <w:ind w:left="3447" w:hanging="360"/>
      </w:pPr>
    </w:lvl>
    <w:lvl w:ilvl="4" w:tplc="04070019" w:tentative="1">
      <w:start w:val="1"/>
      <w:numFmt w:val="lowerLetter"/>
      <w:lvlText w:val="%5."/>
      <w:lvlJc w:val="left"/>
      <w:pPr>
        <w:ind w:left="4167" w:hanging="360"/>
      </w:pPr>
    </w:lvl>
    <w:lvl w:ilvl="5" w:tplc="0407001B" w:tentative="1">
      <w:start w:val="1"/>
      <w:numFmt w:val="lowerRoman"/>
      <w:lvlText w:val="%6."/>
      <w:lvlJc w:val="right"/>
      <w:pPr>
        <w:ind w:left="4887" w:hanging="180"/>
      </w:pPr>
    </w:lvl>
    <w:lvl w:ilvl="6" w:tplc="0407000F" w:tentative="1">
      <w:start w:val="1"/>
      <w:numFmt w:val="decimal"/>
      <w:lvlText w:val="%7."/>
      <w:lvlJc w:val="left"/>
      <w:pPr>
        <w:ind w:left="5607" w:hanging="360"/>
      </w:pPr>
    </w:lvl>
    <w:lvl w:ilvl="7" w:tplc="04070019" w:tentative="1">
      <w:start w:val="1"/>
      <w:numFmt w:val="lowerLetter"/>
      <w:lvlText w:val="%8."/>
      <w:lvlJc w:val="left"/>
      <w:pPr>
        <w:ind w:left="6327" w:hanging="360"/>
      </w:pPr>
    </w:lvl>
    <w:lvl w:ilvl="8" w:tplc="040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5FF0346D"/>
    <w:multiLevelType w:val="hybridMultilevel"/>
    <w:tmpl w:val="C3B800F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6453904">
    <w:abstractNumId w:val="5"/>
  </w:num>
  <w:num w:numId="2" w16cid:durableId="298077537">
    <w:abstractNumId w:val="12"/>
  </w:num>
  <w:num w:numId="3" w16cid:durableId="1628006980">
    <w:abstractNumId w:val="8"/>
  </w:num>
  <w:num w:numId="4" w16cid:durableId="1032419433">
    <w:abstractNumId w:val="14"/>
  </w:num>
  <w:num w:numId="5" w16cid:durableId="1559704307">
    <w:abstractNumId w:val="0"/>
  </w:num>
  <w:num w:numId="6" w16cid:durableId="1974409704">
    <w:abstractNumId w:val="1"/>
  </w:num>
  <w:num w:numId="7" w16cid:durableId="1879245318">
    <w:abstractNumId w:val="3"/>
  </w:num>
  <w:num w:numId="8" w16cid:durableId="29383242">
    <w:abstractNumId w:val="9"/>
  </w:num>
  <w:num w:numId="9" w16cid:durableId="770781688">
    <w:abstractNumId w:val="13"/>
  </w:num>
  <w:num w:numId="10" w16cid:durableId="901596232">
    <w:abstractNumId w:val="2"/>
  </w:num>
  <w:num w:numId="11" w16cid:durableId="2101951505">
    <w:abstractNumId w:val="11"/>
  </w:num>
  <w:num w:numId="12" w16cid:durableId="1249119142">
    <w:abstractNumId w:val="6"/>
  </w:num>
  <w:num w:numId="13" w16cid:durableId="68964446">
    <w:abstractNumId w:val="7"/>
  </w:num>
  <w:num w:numId="14" w16cid:durableId="682361651">
    <w:abstractNumId w:val="4"/>
  </w:num>
  <w:num w:numId="15" w16cid:durableId="10183132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784"/>
    <w:rsid w:val="0005618A"/>
    <w:rsid w:val="000639E3"/>
    <w:rsid w:val="00064C01"/>
    <w:rsid w:val="0006625D"/>
    <w:rsid w:val="00105889"/>
    <w:rsid w:val="00110857"/>
    <w:rsid w:val="00110F4E"/>
    <w:rsid w:val="001B191A"/>
    <w:rsid w:val="001D0928"/>
    <w:rsid w:val="001E3767"/>
    <w:rsid w:val="00257858"/>
    <w:rsid w:val="0026345C"/>
    <w:rsid w:val="003017F9"/>
    <w:rsid w:val="00316DDA"/>
    <w:rsid w:val="00317C03"/>
    <w:rsid w:val="00345837"/>
    <w:rsid w:val="003B50F3"/>
    <w:rsid w:val="003D3BB5"/>
    <w:rsid w:val="00412BAE"/>
    <w:rsid w:val="004166C1"/>
    <w:rsid w:val="00460199"/>
    <w:rsid w:val="004722D1"/>
    <w:rsid w:val="004C749A"/>
    <w:rsid w:val="004D73FE"/>
    <w:rsid w:val="004E6348"/>
    <w:rsid w:val="00537310"/>
    <w:rsid w:val="00542815"/>
    <w:rsid w:val="0054620A"/>
    <w:rsid w:val="00562F66"/>
    <w:rsid w:val="00576188"/>
    <w:rsid w:val="005A047F"/>
    <w:rsid w:val="005C4CBC"/>
    <w:rsid w:val="005C7058"/>
    <w:rsid w:val="005D627F"/>
    <w:rsid w:val="00652BB6"/>
    <w:rsid w:val="006A36DA"/>
    <w:rsid w:val="006A48B3"/>
    <w:rsid w:val="006C729D"/>
    <w:rsid w:val="006D60AA"/>
    <w:rsid w:val="00720C50"/>
    <w:rsid w:val="00755BF5"/>
    <w:rsid w:val="00762F7F"/>
    <w:rsid w:val="00763784"/>
    <w:rsid w:val="007C7A3E"/>
    <w:rsid w:val="007D7358"/>
    <w:rsid w:val="0082248F"/>
    <w:rsid w:val="00855330"/>
    <w:rsid w:val="00864319"/>
    <w:rsid w:val="00865A1B"/>
    <w:rsid w:val="0088339C"/>
    <w:rsid w:val="00890A7B"/>
    <w:rsid w:val="008A3ABB"/>
    <w:rsid w:val="008C405C"/>
    <w:rsid w:val="009D6341"/>
    <w:rsid w:val="009E081B"/>
    <w:rsid w:val="00A4758D"/>
    <w:rsid w:val="00AF3B8A"/>
    <w:rsid w:val="00B25720"/>
    <w:rsid w:val="00B746F5"/>
    <w:rsid w:val="00BE6842"/>
    <w:rsid w:val="00C5750A"/>
    <w:rsid w:val="00C61994"/>
    <w:rsid w:val="00C65237"/>
    <w:rsid w:val="00C71F8A"/>
    <w:rsid w:val="00C82671"/>
    <w:rsid w:val="00CA17D5"/>
    <w:rsid w:val="00CC322E"/>
    <w:rsid w:val="00DC0435"/>
    <w:rsid w:val="00DC785A"/>
    <w:rsid w:val="00E35B76"/>
    <w:rsid w:val="00E73549"/>
    <w:rsid w:val="00E96C6E"/>
    <w:rsid w:val="00EF2C72"/>
    <w:rsid w:val="00F1028A"/>
    <w:rsid w:val="00F47C64"/>
    <w:rsid w:val="00F65C51"/>
    <w:rsid w:val="00FA4624"/>
    <w:rsid w:val="00FE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738DDC"/>
  <w15:docId w15:val="{6AC96F92-CC6B-4AA2-BFAD-A9CFDF715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D60A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C705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DC0435"/>
    <w:rPr>
      <w:color w:val="0563C1" w:themeColor="hyperlink"/>
      <w:u w:val="single"/>
    </w:rPr>
  </w:style>
  <w:style w:type="table" w:styleId="Tabellenraster">
    <w:name w:val="Table Grid"/>
    <w:basedOn w:val="NormaleTabelle"/>
    <w:rsid w:val="002634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652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52BB6"/>
  </w:style>
  <w:style w:type="paragraph" w:styleId="Fuzeile">
    <w:name w:val="footer"/>
    <w:basedOn w:val="Standard"/>
    <w:link w:val="FuzeileZchn"/>
    <w:uiPriority w:val="99"/>
    <w:unhideWhenUsed/>
    <w:rsid w:val="00652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52BB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2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2B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vk\Documents\Benutzerdefinierte%20Office-Vorlagen\Aufsetzer_2019_2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F9B70-4896-46D5-9603-C29D3647E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Aufsetzer_2019_21.dotx</Template>
  <TotalTime>0</TotalTime>
  <Pages>1</Pages>
  <Words>52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uvk</dc:creator>
  <cp:lastModifiedBy>Ute von Kahlden</cp:lastModifiedBy>
  <cp:revision>3</cp:revision>
  <cp:lastPrinted>2024-07-10T07:39:00Z</cp:lastPrinted>
  <dcterms:created xsi:type="dcterms:W3CDTF">2025-03-23T12:25:00Z</dcterms:created>
  <dcterms:modified xsi:type="dcterms:W3CDTF">2025-03-23T12:26:00Z</dcterms:modified>
</cp:coreProperties>
</file>