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87A88" w14:textId="77777777" w:rsidR="0054620A" w:rsidRDefault="00763784" w:rsidP="004D73FE">
      <w:pPr>
        <w:rPr>
          <w:rFonts w:ascii="Gudea" w:hAnsi="Gudea"/>
          <w:lang w:val="es-ES"/>
        </w:rPr>
      </w:pPr>
      <w:r w:rsidRPr="00E35B76">
        <w:rPr>
          <w:rFonts w:ascii="Gudea" w:hAnsi="Gudea"/>
          <w:lang w:val="es-ES"/>
        </w:rPr>
        <w:t>La gran hoguera</w:t>
      </w:r>
    </w:p>
    <w:p w14:paraId="0E915CD8" w14:textId="5391179F" w:rsidR="007013B1" w:rsidRDefault="007013B1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A la vuelta al colegio después de las vacaciones, Justin </w:t>
      </w:r>
      <w:r w:rsidRPr="00B06F4B">
        <w:rPr>
          <w:rFonts w:ascii="Gudea" w:hAnsi="Gudea"/>
          <w:lang w:val="es-ES"/>
        </w:rPr>
        <w:t xml:space="preserve">encuentra </w:t>
      </w:r>
      <w:r w:rsidR="00B06F4B" w:rsidRPr="00B06F4B">
        <w:rPr>
          <w:rFonts w:ascii="Gudea" w:hAnsi="Gudea"/>
          <w:lang w:val="es-ES"/>
        </w:rPr>
        <w:t>a</w:t>
      </w:r>
      <w:r w:rsidRPr="00B06F4B">
        <w:rPr>
          <w:rFonts w:ascii="Gudea" w:hAnsi="Gudea"/>
          <w:lang w:val="es-ES"/>
        </w:rPr>
        <w:t xml:space="preserve"> sus </w:t>
      </w:r>
      <w:r>
        <w:rPr>
          <w:rFonts w:ascii="Gudea" w:hAnsi="Gudea"/>
          <w:lang w:val="es-ES"/>
        </w:rPr>
        <w:t xml:space="preserve">compañer@s y junt@s comparten </w:t>
      </w:r>
      <w:r w:rsidR="002E512F" w:rsidRPr="00B06F4B">
        <w:rPr>
          <w:rFonts w:ascii="Gudea" w:hAnsi="Gudea"/>
          <w:lang w:val="es-ES"/>
        </w:rPr>
        <w:t>las</w:t>
      </w:r>
      <w:r w:rsidRPr="00B06F4B">
        <w:rPr>
          <w:rFonts w:ascii="Gudea" w:hAnsi="Gudea"/>
          <w:lang w:val="es-ES"/>
        </w:rPr>
        <w:t xml:space="preserve"> e</w:t>
      </w:r>
      <w:r>
        <w:rPr>
          <w:rFonts w:ascii="Gudea" w:hAnsi="Gudea"/>
          <w:lang w:val="es-ES"/>
        </w:rPr>
        <w:t>xperiencias que hicieron en los diferentes lugares.</w:t>
      </w:r>
    </w:p>
    <w:p w14:paraId="79A38F1A" w14:textId="77777777" w:rsidR="00272DEA" w:rsidRDefault="00272DEA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A</w:t>
      </w:r>
      <w:r>
        <w:rPr>
          <w:rFonts w:ascii="Gudea" w:hAnsi="Gudea"/>
          <w:lang w:val="es-ES"/>
        </w:rPr>
        <w:tab/>
        <w:t xml:space="preserve">Cada un@ de vosotr@s </w:t>
      </w:r>
      <w:r w:rsidR="003824A7">
        <w:rPr>
          <w:rFonts w:ascii="Gudea" w:hAnsi="Gudea"/>
          <w:lang w:val="es-ES"/>
        </w:rPr>
        <w:t xml:space="preserve">asume el rol de </w:t>
      </w:r>
      <w:r>
        <w:rPr>
          <w:rFonts w:ascii="Gudea" w:hAnsi="Gudea"/>
          <w:lang w:val="es-ES"/>
        </w:rPr>
        <w:t>un@ joven amig@ de Justin</w:t>
      </w:r>
      <w:r w:rsidR="003824A7">
        <w:rPr>
          <w:rFonts w:ascii="Gudea" w:hAnsi="Gudea"/>
          <w:lang w:val="es-ES"/>
        </w:rPr>
        <w:t xml:space="preserve"> y cuenta sus experiencas durante las vacaciones de verano</w:t>
      </w:r>
      <w:r>
        <w:rPr>
          <w:rFonts w:ascii="Gudea" w:hAnsi="Gudea"/>
          <w:lang w:val="es-ES"/>
        </w:rPr>
        <w:t>.</w:t>
      </w:r>
    </w:p>
    <w:p w14:paraId="12B5D7FA" w14:textId="77777777" w:rsidR="007013B1" w:rsidRDefault="00272DEA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B</w:t>
      </w:r>
      <w:r w:rsidR="007013B1">
        <w:rPr>
          <w:rFonts w:ascii="Gudea" w:hAnsi="Gudea"/>
          <w:lang w:val="es-ES"/>
        </w:rPr>
        <w:tab/>
        <w:t>Justin cuenta lo que ha vivido y sus compromisos con Agath</w:t>
      </w:r>
      <w:r>
        <w:rPr>
          <w:rFonts w:ascii="Gudea" w:hAnsi="Gudea"/>
          <w:lang w:val="es-ES"/>
        </w:rPr>
        <w:t>a</w:t>
      </w:r>
      <w:r w:rsidR="007013B1">
        <w:rPr>
          <w:rFonts w:ascii="Gudea" w:hAnsi="Gudea"/>
          <w:lang w:val="es-ES"/>
        </w:rPr>
        <w:t xml:space="preserve"> y Elena.</w:t>
      </w:r>
    </w:p>
    <w:p w14:paraId="652B4B4A" w14:textId="77777777" w:rsidR="007013B1" w:rsidRDefault="007013B1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Prepara lo que cuenta Justin y en parejas </w:t>
      </w:r>
      <w:r w:rsidRPr="00B06F4B">
        <w:rPr>
          <w:rFonts w:ascii="Gudea" w:hAnsi="Gudea"/>
          <w:lang w:val="es-ES"/>
        </w:rPr>
        <w:t>practi</w:t>
      </w:r>
      <w:r w:rsidR="00C90ACB" w:rsidRPr="00B06F4B">
        <w:rPr>
          <w:rFonts w:ascii="Gudea" w:hAnsi="Gudea"/>
          <w:lang w:val="es-ES"/>
        </w:rPr>
        <w:t>c</w:t>
      </w:r>
      <w:r w:rsidRPr="00B06F4B">
        <w:rPr>
          <w:rFonts w:ascii="Gudea" w:hAnsi="Gudea"/>
          <w:lang w:val="es-ES"/>
        </w:rPr>
        <w:t>adlo,</w:t>
      </w:r>
      <w:r>
        <w:rPr>
          <w:rFonts w:ascii="Gudea" w:hAnsi="Gudea"/>
          <w:lang w:val="es-ES"/>
        </w:rPr>
        <w:t xml:space="preserve"> es decir</w:t>
      </w:r>
      <w:r w:rsidR="009811E5" w:rsidRPr="009811E5">
        <w:rPr>
          <w:rFonts w:ascii="Gudea" w:hAnsi="Gudea"/>
          <w:color w:val="ED7D31" w:themeColor="accent2"/>
          <w:lang w:val="es-ES"/>
        </w:rPr>
        <w:t>,</w:t>
      </w:r>
      <w:r>
        <w:rPr>
          <w:rFonts w:ascii="Gudea" w:hAnsi="Gudea"/>
          <w:lang w:val="es-ES"/>
        </w:rPr>
        <w:t xml:space="preserve"> contad un@ tras otr@ lo </w:t>
      </w:r>
      <w:r w:rsidRPr="00B06F4B">
        <w:rPr>
          <w:rFonts w:ascii="Gudea" w:hAnsi="Gudea"/>
          <w:lang w:val="es-ES"/>
        </w:rPr>
        <w:t xml:space="preserve">que </w:t>
      </w:r>
      <w:r w:rsidR="009811E5" w:rsidRPr="00B06F4B">
        <w:rPr>
          <w:rFonts w:ascii="Gudea" w:hAnsi="Gudea"/>
          <w:lang w:val="es-ES"/>
        </w:rPr>
        <w:t xml:space="preserve">dice </w:t>
      </w:r>
      <w:r w:rsidRPr="00B06F4B">
        <w:rPr>
          <w:rFonts w:ascii="Gudea" w:hAnsi="Gudea"/>
          <w:lang w:val="es-ES"/>
        </w:rPr>
        <w:t>Justin</w:t>
      </w:r>
      <w:r>
        <w:rPr>
          <w:rFonts w:ascii="Gudea" w:hAnsi="Gudea"/>
          <w:lang w:val="es-ES"/>
        </w:rPr>
        <w:t>.</w:t>
      </w:r>
    </w:p>
    <w:p w14:paraId="48F43BEF" w14:textId="77777777" w:rsidR="007013B1" w:rsidRDefault="00272DEA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C</w:t>
      </w:r>
      <w:r w:rsidR="007013B1">
        <w:rPr>
          <w:rFonts w:ascii="Gudea" w:hAnsi="Gudea"/>
          <w:lang w:val="es-ES"/>
        </w:rPr>
        <w:tab/>
        <w:t>Los jóvenes empiezan una discusión sobre un compromiso social y no están de acuerdo.</w:t>
      </w:r>
    </w:p>
    <w:p w14:paraId="5CAC28CC" w14:textId="6145CE96" w:rsidR="007013B1" w:rsidRDefault="00714F49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Apuntad </w:t>
      </w:r>
      <w:r w:rsidRPr="00B06F4B">
        <w:rPr>
          <w:rFonts w:ascii="Gudea" w:hAnsi="Gudea"/>
          <w:lang w:val="es-ES"/>
        </w:rPr>
        <w:t xml:space="preserve">argumentos </w:t>
      </w:r>
      <w:r w:rsidR="001B02E2" w:rsidRPr="00B06F4B">
        <w:rPr>
          <w:rFonts w:ascii="Gudea" w:hAnsi="Gudea"/>
          <w:lang w:val="es-ES"/>
        </w:rPr>
        <w:t>sobre</w:t>
      </w:r>
      <w:r w:rsidR="00B06F4B" w:rsidRPr="00B06F4B">
        <w:rPr>
          <w:rFonts w:ascii="Gudea" w:hAnsi="Gudea"/>
          <w:lang w:val="es-ES"/>
        </w:rPr>
        <w:t xml:space="preserve"> la pregunta:</w:t>
      </w:r>
      <w:r w:rsidR="001B02E2" w:rsidRPr="00B06F4B">
        <w:rPr>
          <w:rFonts w:ascii="Gudea" w:hAnsi="Gudea"/>
          <w:lang w:val="es-ES"/>
        </w:rPr>
        <w:t xml:space="preserve"> </w:t>
      </w:r>
      <w:r w:rsidR="00B06F4B" w:rsidRPr="00B06F4B">
        <w:rPr>
          <w:rFonts w:ascii="Gudea" w:hAnsi="Gudea"/>
          <w:lang w:val="es-ES"/>
        </w:rPr>
        <w:t>¿</w:t>
      </w:r>
      <w:r w:rsidR="00B06F4B">
        <w:rPr>
          <w:rFonts w:ascii="Gudea" w:hAnsi="Gudea"/>
          <w:lang w:val="es-ES"/>
        </w:rPr>
        <w:t>P</w:t>
      </w:r>
      <w:r w:rsidRPr="00B06F4B">
        <w:rPr>
          <w:rFonts w:ascii="Gudea" w:hAnsi="Gudea"/>
          <w:lang w:val="es-ES"/>
        </w:rPr>
        <w:t xml:space="preserve">or </w:t>
      </w:r>
      <w:r>
        <w:rPr>
          <w:rFonts w:ascii="Gudea" w:hAnsi="Gudea"/>
          <w:lang w:val="es-ES"/>
        </w:rPr>
        <w:t>qué</w:t>
      </w:r>
      <w:r w:rsidR="00712C21">
        <w:rPr>
          <w:rFonts w:ascii="Gudea" w:hAnsi="Gudea"/>
          <w:lang w:val="es-ES"/>
        </w:rPr>
        <w:t xml:space="preserve"> se podría</w:t>
      </w:r>
      <w:r>
        <w:rPr>
          <w:rFonts w:ascii="Gudea" w:hAnsi="Gudea"/>
          <w:lang w:val="es-ES"/>
        </w:rPr>
        <w:t xml:space="preserve"> imitar el ejemplo de Justin y por qué no hacerlo</w:t>
      </w:r>
      <w:r w:rsidR="00B06F4B">
        <w:rPr>
          <w:rFonts w:ascii="Gudea" w:hAnsi="Gudea"/>
          <w:lang w:val="es-ES"/>
        </w:rPr>
        <w:t>?</w:t>
      </w:r>
    </w:p>
    <w:p w14:paraId="53A6064E" w14:textId="77777777" w:rsidR="00714F49" w:rsidRDefault="00714F49" w:rsidP="004D73FE">
      <w:pPr>
        <w:rPr>
          <w:rFonts w:ascii="Gudea" w:hAnsi="Gudea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0"/>
        <w:gridCol w:w="6312"/>
        <w:gridCol w:w="7435"/>
      </w:tblGrid>
      <w:tr w:rsidR="00714F49" w14:paraId="47C55A7D" w14:textId="77777777" w:rsidTr="00714F49">
        <w:tc>
          <w:tcPr>
            <w:tcW w:w="534" w:type="dxa"/>
          </w:tcPr>
          <w:p w14:paraId="234CC344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52EBD4E1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argumentos a favor de aceptar un compromiso social</w:t>
            </w:r>
          </w:p>
        </w:tc>
        <w:tc>
          <w:tcPr>
            <w:tcW w:w="7515" w:type="dxa"/>
          </w:tcPr>
          <w:p w14:paraId="3C529906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argumentos en contra</w:t>
            </w:r>
          </w:p>
        </w:tc>
      </w:tr>
      <w:tr w:rsidR="00714F49" w14:paraId="4A48D16A" w14:textId="77777777" w:rsidTr="00714F49">
        <w:tc>
          <w:tcPr>
            <w:tcW w:w="534" w:type="dxa"/>
          </w:tcPr>
          <w:p w14:paraId="792D490B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595830D1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2755ABA7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1CA6E476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49973E96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14:paraId="5083CF79" w14:textId="77777777" w:rsidTr="00714F49">
        <w:tc>
          <w:tcPr>
            <w:tcW w:w="534" w:type="dxa"/>
          </w:tcPr>
          <w:p w14:paraId="6696AFF0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3DE881A0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1BC19F22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6E02A42E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766167D4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11D9183E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14:paraId="515A9CC7" w14:textId="77777777" w:rsidTr="00714F49">
        <w:tc>
          <w:tcPr>
            <w:tcW w:w="534" w:type="dxa"/>
          </w:tcPr>
          <w:p w14:paraId="6BBB43B3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0A2115B4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324A4E9E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67B6CE06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6B0AB915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156B52F7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14:paraId="7244B587" w14:textId="77777777" w:rsidTr="00714F49">
        <w:tc>
          <w:tcPr>
            <w:tcW w:w="534" w:type="dxa"/>
          </w:tcPr>
          <w:p w14:paraId="1C3D7056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7C0B583F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5A457441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3589B5C2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7F0EACA3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7101EF42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14:paraId="333C8CEF" w14:textId="77777777" w:rsidTr="00714F49">
        <w:tc>
          <w:tcPr>
            <w:tcW w:w="534" w:type="dxa"/>
          </w:tcPr>
          <w:p w14:paraId="50F4F44D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604D1C57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094524CD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3CA1953B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1DE6BA39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3782E29E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14:paraId="0579ED59" w14:textId="77777777" w:rsidTr="00714F49">
        <w:tc>
          <w:tcPr>
            <w:tcW w:w="534" w:type="dxa"/>
          </w:tcPr>
          <w:p w14:paraId="34F775E1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14721667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77D222D7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538F7F80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431B32D5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  <w:tr w:rsidR="00714F49" w14:paraId="30878220" w14:textId="77777777" w:rsidTr="00714F49">
        <w:tc>
          <w:tcPr>
            <w:tcW w:w="534" w:type="dxa"/>
          </w:tcPr>
          <w:p w14:paraId="31932C40" w14:textId="77777777" w:rsidR="00714F49" w:rsidRPr="00714F49" w:rsidRDefault="00714F49" w:rsidP="00714F49">
            <w:pPr>
              <w:pStyle w:val="Listenabsatz"/>
              <w:numPr>
                <w:ilvl w:val="0"/>
                <w:numId w:val="16"/>
              </w:numPr>
              <w:rPr>
                <w:rFonts w:ascii="Gudea" w:hAnsi="Gudea"/>
                <w:lang w:val="es-ES"/>
              </w:rPr>
            </w:pPr>
          </w:p>
        </w:tc>
        <w:tc>
          <w:tcPr>
            <w:tcW w:w="6378" w:type="dxa"/>
          </w:tcPr>
          <w:p w14:paraId="76156093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2D26D2A0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456B1B44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  <w:p w14:paraId="3901E30F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7515" w:type="dxa"/>
          </w:tcPr>
          <w:p w14:paraId="18708ABF" w14:textId="77777777" w:rsidR="00714F49" w:rsidRDefault="00714F49" w:rsidP="004D73FE">
            <w:pPr>
              <w:rPr>
                <w:rFonts w:ascii="Gudea" w:hAnsi="Gudea"/>
                <w:lang w:val="es-ES"/>
              </w:rPr>
            </w:pPr>
          </w:p>
        </w:tc>
      </w:tr>
    </w:tbl>
    <w:p w14:paraId="5997DD11" w14:textId="77777777" w:rsidR="00714F49" w:rsidRPr="00E35B76" w:rsidRDefault="00714F49" w:rsidP="004D73FE">
      <w:pPr>
        <w:rPr>
          <w:rFonts w:ascii="Gudea" w:hAnsi="Gudea"/>
          <w:lang w:val="es-ES"/>
        </w:rPr>
      </w:pPr>
    </w:p>
    <w:p w14:paraId="3208AE0B" w14:textId="77777777" w:rsidR="00763784" w:rsidRDefault="00272DEA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D</w:t>
      </w:r>
      <w:r>
        <w:rPr>
          <w:rFonts w:ascii="Gudea" w:hAnsi="Gudea"/>
          <w:lang w:val="es-ES"/>
        </w:rPr>
        <w:tab/>
      </w:r>
      <w:r w:rsidR="008160F3">
        <w:rPr>
          <w:rFonts w:ascii="Gudea" w:hAnsi="Gudea"/>
          <w:lang w:val="es-ES"/>
        </w:rPr>
        <w:t>Tirad los dados</w:t>
      </w:r>
      <w:r>
        <w:rPr>
          <w:rFonts w:ascii="Gudea" w:hAnsi="Gudea"/>
          <w:lang w:val="es-ES"/>
        </w:rPr>
        <w:t xml:space="preserve"> para repartir roles a favor o en contra de un compromiso social para jóvenes.</w:t>
      </w:r>
    </w:p>
    <w:p w14:paraId="12099FCF" w14:textId="77777777" w:rsidR="00272DEA" w:rsidRDefault="00272DEA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Después haced varios turnos de discusiones sobre este tema.</w:t>
      </w:r>
    </w:p>
    <w:p w14:paraId="16448A70" w14:textId="77777777" w:rsidR="00272DEA" w:rsidRDefault="00272DEA" w:rsidP="004D73FE">
      <w:pPr>
        <w:rPr>
          <w:rFonts w:ascii="Gudea" w:hAnsi="Gudea"/>
          <w:lang w:val="es-ES"/>
        </w:rPr>
      </w:pPr>
    </w:p>
    <w:p w14:paraId="5E7FB40A" w14:textId="77777777" w:rsidR="00272DEA" w:rsidRDefault="00272DEA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E</w:t>
      </w:r>
      <w:r>
        <w:rPr>
          <w:rFonts w:ascii="Gudea" w:hAnsi="Gudea"/>
          <w:lang w:val="es-ES"/>
        </w:rPr>
        <w:tab/>
        <w:t>Al final evaluad vuestros argumentos y hablad según vuetras convicciones sobre el tema.</w:t>
      </w:r>
    </w:p>
    <w:p w14:paraId="642ADD2A" w14:textId="77777777" w:rsidR="00272DEA" w:rsidRDefault="00272DEA" w:rsidP="004D73FE">
      <w:pPr>
        <w:rPr>
          <w:rFonts w:ascii="Gudea" w:hAnsi="Gudea"/>
          <w:lang w:val="es-ES"/>
        </w:rPr>
      </w:pPr>
    </w:p>
    <w:p w14:paraId="5B7385EC" w14:textId="77777777" w:rsidR="00272DEA" w:rsidRPr="00E35B76" w:rsidRDefault="00272DEA" w:rsidP="004D73FE">
      <w:pPr>
        <w:rPr>
          <w:rFonts w:ascii="Gudea" w:hAnsi="Gudea"/>
          <w:lang w:val="es-ES"/>
        </w:rPr>
      </w:pPr>
    </w:p>
    <w:p w14:paraId="79E59DA0" w14:textId="6A2F0B4D" w:rsidR="00763784" w:rsidRPr="00E35B76" w:rsidRDefault="00060716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Una imagen de </w:t>
      </w:r>
      <w:r w:rsidR="00763784" w:rsidRPr="00E35B76">
        <w:rPr>
          <w:rFonts w:ascii="Gudea" w:hAnsi="Gudea"/>
          <w:lang w:val="es-ES"/>
        </w:rPr>
        <w:t>Elena</w:t>
      </w:r>
      <w:r>
        <w:rPr>
          <w:rFonts w:ascii="Gudea" w:hAnsi="Gudea"/>
          <w:lang w:val="es-ES"/>
        </w:rPr>
        <w:t xml:space="preserve"> (con su burro) y una de </w:t>
      </w:r>
      <w:r w:rsidR="00763784" w:rsidRPr="00E35B76">
        <w:rPr>
          <w:rFonts w:ascii="Gudea" w:hAnsi="Gudea"/>
          <w:lang w:val="es-ES"/>
        </w:rPr>
        <w:t>Justin</w:t>
      </w:r>
      <w:r>
        <w:rPr>
          <w:rFonts w:ascii="Gudea" w:hAnsi="Gudea"/>
          <w:lang w:val="es-ES"/>
        </w:rPr>
        <w:t xml:space="preserve"> (serio)</w:t>
      </w:r>
    </w:p>
    <w:p w14:paraId="78DCFCBB" w14:textId="29D17865" w:rsidR="00763784" w:rsidRDefault="004E6348" w:rsidP="004D73FE">
      <w:pPr>
        <w:rPr>
          <w:noProof/>
          <w:lang w:val="es-ES"/>
        </w:rPr>
      </w:pPr>
      <w:r w:rsidRPr="007013B1">
        <w:rPr>
          <w:noProof/>
          <w:lang w:val="es-ES"/>
        </w:rPr>
        <w:t xml:space="preserve"> </w:t>
      </w:r>
    </w:p>
    <w:p w14:paraId="1D084AFF" w14:textId="77777777" w:rsidR="00060716" w:rsidRDefault="00060716" w:rsidP="004D73FE">
      <w:pPr>
        <w:rPr>
          <w:noProof/>
          <w:lang w:val="es-ES"/>
        </w:rPr>
      </w:pPr>
    </w:p>
    <w:p w14:paraId="292071BE" w14:textId="77777777" w:rsidR="00060716" w:rsidRDefault="00060716" w:rsidP="004D73FE">
      <w:pPr>
        <w:rPr>
          <w:noProof/>
          <w:lang w:val="es-ES"/>
        </w:rPr>
      </w:pPr>
    </w:p>
    <w:p w14:paraId="25A4B118" w14:textId="77777777" w:rsidR="00060716" w:rsidRDefault="00060716" w:rsidP="004D73FE">
      <w:pPr>
        <w:rPr>
          <w:noProof/>
          <w:lang w:val="es-ES"/>
        </w:rPr>
      </w:pPr>
    </w:p>
    <w:p w14:paraId="0F5DC3AD" w14:textId="77777777" w:rsidR="00060716" w:rsidRDefault="00060716" w:rsidP="004D73FE">
      <w:pPr>
        <w:rPr>
          <w:noProof/>
          <w:lang w:val="es-ES"/>
        </w:rPr>
      </w:pPr>
    </w:p>
    <w:p w14:paraId="7A961B66" w14:textId="77777777" w:rsidR="00060716" w:rsidRDefault="00060716" w:rsidP="004D73FE">
      <w:pPr>
        <w:rPr>
          <w:noProof/>
          <w:lang w:val="es-ES"/>
        </w:rPr>
      </w:pPr>
    </w:p>
    <w:p w14:paraId="5CE0DA73" w14:textId="77777777" w:rsidR="00060716" w:rsidRDefault="00060716" w:rsidP="004D73FE">
      <w:pPr>
        <w:rPr>
          <w:noProof/>
          <w:lang w:val="es-ES"/>
        </w:rPr>
      </w:pPr>
    </w:p>
    <w:p w14:paraId="034520B1" w14:textId="77777777" w:rsidR="00060716" w:rsidRPr="00060716" w:rsidRDefault="00060716" w:rsidP="004D73FE">
      <w:pPr>
        <w:rPr>
          <w:noProof/>
          <w:lang w:val="es-ES"/>
        </w:rPr>
      </w:pPr>
    </w:p>
    <w:p w14:paraId="50D88AA4" w14:textId="77777777" w:rsidR="005C4CBC" w:rsidRDefault="005E118A" w:rsidP="004D73FE">
      <w:pPr>
        <w:rPr>
          <w:rFonts w:ascii="Gudea" w:hAnsi="Gudea"/>
          <w:lang w:val="es-ES"/>
        </w:rPr>
      </w:pPr>
      <w:r w:rsidRPr="005E118A">
        <w:rPr>
          <w:rFonts w:ascii="Gudea" w:hAnsi="Gudea"/>
          <w:lang w:val="es-ES"/>
        </w:rPr>
        <w:lastRenderedPageBreak/>
        <w:t xml:space="preserve">Si necesitáis ayuda podéis escoger algunas expresiones de </w:t>
      </w:r>
      <w:r w:rsidR="00D729EB">
        <w:rPr>
          <w:rFonts w:ascii="Gudea" w:hAnsi="Gudea"/>
          <w:lang w:val="es-ES"/>
        </w:rPr>
        <w:t>esta mar de palabras</w:t>
      </w:r>
      <w:r w:rsidRPr="005E118A">
        <w:rPr>
          <w:rFonts w:ascii="Gudea" w:hAnsi="Gudea"/>
          <w:lang w:val="es-ES"/>
        </w:rPr>
        <w:t>:</w:t>
      </w:r>
    </w:p>
    <w:p w14:paraId="1E4BA766" w14:textId="77777777" w:rsidR="00D729EB" w:rsidRDefault="00D729EB" w:rsidP="004D73FE">
      <w:pPr>
        <w:rPr>
          <w:rFonts w:ascii="Gudea" w:hAnsi="Gudea"/>
          <w:lang w:val="es-ES"/>
        </w:rPr>
      </w:pPr>
    </w:p>
    <w:p w14:paraId="5761A428" w14:textId="77777777" w:rsidR="00D729EB" w:rsidRDefault="00D729EB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sentirse útil</w:t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  <w:t>disfrutar de la/ su juventud</w:t>
      </w:r>
    </w:p>
    <w:p w14:paraId="57E383E6" w14:textId="77777777" w:rsidR="00D729EB" w:rsidRDefault="00D729EB" w:rsidP="004D73FE">
      <w:pPr>
        <w:rPr>
          <w:rFonts w:ascii="Gudea" w:hAnsi="Gudea"/>
          <w:lang w:val="es-ES"/>
        </w:rPr>
      </w:pPr>
    </w:p>
    <w:p w14:paraId="4E47E193" w14:textId="77777777" w:rsidR="00D729EB" w:rsidRDefault="00D729EB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  <w:t>pasarlo bien</w:t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  <w:t>vivir una ex</w:t>
      </w:r>
      <w:r w:rsidRPr="009724A0">
        <w:rPr>
          <w:rFonts w:ascii="Gudea" w:hAnsi="Gudea"/>
          <w:lang w:val="es-ES"/>
        </w:rPr>
        <w:t>p</w:t>
      </w:r>
      <w:r w:rsidR="001A0623" w:rsidRPr="009724A0">
        <w:rPr>
          <w:rFonts w:ascii="Gudea" w:hAnsi="Gudea"/>
          <w:lang w:val="es-ES"/>
        </w:rPr>
        <w:t>e</w:t>
      </w:r>
      <w:r w:rsidRPr="009724A0">
        <w:rPr>
          <w:rFonts w:ascii="Gudea" w:hAnsi="Gudea"/>
          <w:lang w:val="es-ES"/>
        </w:rPr>
        <w:t>r</w:t>
      </w:r>
      <w:r>
        <w:rPr>
          <w:rFonts w:ascii="Gudea" w:hAnsi="Gudea"/>
          <w:lang w:val="es-ES"/>
        </w:rPr>
        <w:t>iencia de autoestima</w:t>
      </w:r>
    </w:p>
    <w:p w14:paraId="36A5A822" w14:textId="77777777" w:rsidR="00D729EB" w:rsidRDefault="00D729EB" w:rsidP="004D73FE">
      <w:pPr>
        <w:rPr>
          <w:rFonts w:ascii="Gudea" w:hAnsi="Gudea"/>
          <w:lang w:val="es-ES"/>
        </w:rPr>
      </w:pPr>
    </w:p>
    <w:p w14:paraId="0C2FF121" w14:textId="77777777" w:rsidR="00D729EB" w:rsidRDefault="00D729EB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ab/>
        <w:t>compartir un asunto con otr@s</w:t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  <w:t>marcar la sociedad y la convivencia por sus actos</w:t>
      </w:r>
    </w:p>
    <w:p w14:paraId="26422B1F" w14:textId="77777777" w:rsidR="00D729EB" w:rsidRDefault="00D729EB" w:rsidP="004D73FE">
      <w:pPr>
        <w:rPr>
          <w:rFonts w:ascii="Gudea" w:hAnsi="Gudea"/>
          <w:lang w:val="es-ES"/>
        </w:rPr>
      </w:pPr>
    </w:p>
    <w:p w14:paraId="537D1D93" w14:textId="77777777" w:rsidR="00D729EB" w:rsidRDefault="00D729EB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  <w:t xml:space="preserve">aprender algo </w:t>
      </w:r>
      <w:r w:rsidRPr="009724A0">
        <w:rPr>
          <w:rFonts w:ascii="Gudea" w:hAnsi="Gudea"/>
          <w:lang w:val="es-ES"/>
        </w:rPr>
        <w:t xml:space="preserve">para </w:t>
      </w:r>
      <w:r w:rsidR="008534E9" w:rsidRPr="009724A0">
        <w:rPr>
          <w:rFonts w:ascii="Gudea" w:hAnsi="Gudea"/>
          <w:lang w:val="es-ES"/>
        </w:rPr>
        <w:t>un@</w:t>
      </w:r>
      <w:r w:rsidRPr="009724A0">
        <w:rPr>
          <w:rFonts w:ascii="Gudea" w:hAnsi="Gudea"/>
          <w:lang w:val="es-ES"/>
        </w:rPr>
        <w:t xml:space="preserve"> </w:t>
      </w:r>
      <w:r>
        <w:rPr>
          <w:rFonts w:ascii="Gudea" w:hAnsi="Gudea"/>
          <w:lang w:val="es-ES"/>
        </w:rPr>
        <w:t>mism@</w:t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  <w:t>disfrutar el reto juntos</w:t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  <w:t>conocer a otras personas comprometidas</w:t>
      </w:r>
    </w:p>
    <w:p w14:paraId="01E47E07" w14:textId="77777777" w:rsidR="00D729EB" w:rsidRDefault="00D729EB" w:rsidP="004D73FE">
      <w:pPr>
        <w:rPr>
          <w:rFonts w:ascii="Gudea" w:hAnsi="Gudea"/>
          <w:lang w:val="es-ES"/>
        </w:rPr>
      </w:pPr>
    </w:p>
    <w:p w14:paraId="35C37C0E" w14:textId="77777777" w:rsidR="00D729EB" w:rsidRPr="005E118A" w:rsidRDefault="00D729EB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descansar de su vida laboral o escolar</w:t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  <w:r>
        <w:rPr>
          <w:rFonts w:ascii="Gudea" w:hAnsi="Gudea"/>
          <w:lang w:val="es-ES"/>
        </w:rPr>
        <w:tab/>
      </w:r>
    </w:p>
    <w:p w14:paraId="277AF0B1" w14:textId="77777777" w:rsidR="005C4CBC" w:rsidRPr="007013B1" w:rsidRDefault="005C4CBC" w:rsidP="004D73FE">
      <w:pPr>
        <w:rPr>
          <w:noProof/>
          <w:lang w:val="es-ES"/>
        </w:rPr>
      </w:pPr>
    </w:p>
    <w:p w14:paraId="32708B58" w14:textId="77777777" w:rsidR="005C4CBC" w:rsidRPr="007013B1" w:rsidRDefault="005C4CBC" w:rsidP="004D73FE">
      <w:pPr>
        <w:rPr>
          <w:noProof/>
          <w:lang w:val="es-ES"/>
        </w:rPr>
      </w:pPr>
    </w:p>
    <w:p w14:paraId="229E8F07" w14:textId="77777777" w:rsidR="005C4CBC" w:rsidRPr="007013B1" w:rsidRDefault="005C4CBC" w:rsidP="004D73FE">
      <w:pPr>
        <w:rPr>
          <w:noProof/>
          <w:lang w:val="es-ES"/>
        </w:rPr>
      </w:pPr>
    </w:p>
    <w:p w14:paraId="37E1D423" w14:textId="77777777" w:rsidR="005C4CBC" w:rsidRPr="007013B1" w:rsidRDefault="005C4CBC" w:rsidP="004D73FE">
      <w:pPr>
        <w:rPr>
          <w:noProof/>
          <w:lang w:val="es-ES"/>
        </w:rPr>
      </w:pPr>
    </w:p>
    <w:p w14:paraId="6D941F53" w14:textId="77777777" w:rsidR="00345837" w:rsidRPr="007013B1" w:rsidRDefault="00345837" w:rsidP="004D73FE">
      <w:pPr>
        <w:rPr>
          <w:noProof/>
          <w:lang w:val="es-ES"/>
        </w:rPr>
      </w:pPr>
    </w:p>
    <w:p w14:paraId="6682A078" w14:textId="77777777" w:rsidR="00345837" w:rsidRPr="007013B1" w:rsidRDefault="00345837" w:rsidP="004D73FE">
      <w:pPr>
        <w:rPr>
          <w:noProof/>
          <w:lang w:val="es-ES"/>
        </w:rPr>
      </w:pPr>
    </w:p>
    <w:p w14:paraId="3C531C65" w14:textId="77777777" w:rsidR="00345837" w:rsidRPr="007013B1" w:rsidRDefault="00345837" w:rsidP="004D73FE">
      <w:pPr>
        <w:rPr>
          <w:noProof/>
          <w:lang w:val="es-ES"/>
        </w:rPr>
      </w:pPr>
    </w:p>
    <w:p w14:paraId="5B7531BF" w14:textId="77777777" w:rsidR="00345837" w:rsidRPr="007013B1" w:rsidRDefault="00345837" w:rsidP="004D73FE">
      <w:pPr>
        <w:rPr>
          <w:noProof/>
          <w:lang w:val="es-ES"/>
        </w:rPr>
      </w:pPr>
    </w:p>
    <w:p w14:paraId="5FF830CE" w14:textId="44241578" w:rsidR="00CC322E" w:rsidRPr="005E118A" w:rsidRDefault="0084214D" w:rsidP="004D73FE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95BCC" wp14:editId="4CD3824A">
                <wp:simplePos x="0" y="0"/>
                <wp:positionH relativeFrom="column">
                  <wp:posOffset>1346835</wp:posOffset>
                </wp:positionH>
                <wp:positionV relativeFrom="paragraph">
                  <wp:posOffset>224155</wp:posOffset>
                </wp:positionV>
                <wp:extent cx="962025" cy="857250"/>
                <wp:effectExtent l="0" t="0" r="3175" b="6350"/>
                <wp:wrapNone/>
                <wp:docPr id="56203082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0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B4557" id="Rectangle 8" o:spid="_x0000_s1026" style="position:absolute;margin-left:106.05pt;margin-top:17.65pt;width:75.7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" strokecolor="white [3212]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3A4146" wp14:editId="7AE705F3">
                <wp:simplePos x="0" y="0"/>
                <wp:positionH relativeFrom="column">
                  <wp:posOffset>3947160</wp:posOffset>
                </wp:positionH>
                <wp:positionV relativeFrom="paragraph">
                  <wp:posOffset>948055</wp:posOffset>
                </wp:positionV>
                <wp:extent cx="638175" cy="304800"/>
                <wp:effectExtent l="0" t="0" r="0" b="0"/>
                <wp:wrapNone/>
                <wp:docPr id="198939962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70D87" id="Rectangle 9" o:spid="_x0000_s1026" style="position:absolute;margin-left:310.8pt;margin-top:74.65pt;width:50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" strokecolor="white [3212]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C2E39" wp14:editId="18E5E666">
                <wp:simplePos x="0" y="0"/>
                <wp:positionH relativeFrom="column">
                  <wp:posOffset>3204210</wp:posOffset>
                </wp:positionH>
                <wp:positionV relativeFrom="paragraph">
                  <wp:posOffset>1252855</wp:posOffset>
                </wp:positionV>
                <wp:extent cx="685800" cy="476250"/>
                <wp:effectExtent l="0" t="0" r="0" b="6350"/>
                <wp:wrapNone/>
                <wp:docPr id="6424957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1A149" id="Rectangle 10" o:spid="_x0000_s1026" style="position:absolute;margin-left:252.3pt;margin-top:98.65pt;width:54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" strokecolor="white [3212]">
                <v:path arrowok="t"/>
              </v:rect>
            </w:pict>
          </mc:Fallback>
        </mc:AlternateContent>
      </w:r>
    </w:p>
    <w:sectPr w:rsidR="00CC322E" w:rsidRPr="005E118A" w:rsidSect="00763784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F12CD" w14:textId="77777777" w:rsidR="00B14A5F" w:rsidRDefault="00B14A5F" w:rsidP="00652BB6">
      <w:pPr>
        <w:spacing w:after="0" w:line="240" w:lineRule="auto"/>
      </w:pPr>
      <w:r>
        <w:separator/>
      </w:r>
    </w:p>
  </w:endnote>
  <w:endnote w:type="continuationSeparator" w:id="0">
    <w:p w14:paraId="4FC1571D" w14:textId="77777777" w:rsidR="00B14A5F" w:rsidRDefault="00B14A5F" w:rsidP="0065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dea">
    <w:panose1 w:val="02000000000000000000"/>
    <w:charset w:val="00"/>
    <w:family w:val="auto"/>
    <w:pitch w:val="variable"/>
    <w:sig w:usb0="A00000AF" w:usb1="4000206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33F94" w14:textId="77777777" w:rsidR="00B14A5F" w:rsidRDefault="00B14A5F" w:rsidP="00652BB6">
      <w:pPr>
        <w:spacing w:after="0" w:line="240" w:lineRule="auto"/>
      </w:pPr>
      <w:r>
        <w:separator/>
      </w:r>
    </w:p>
  </w:footnote>
  <w:footnote w:type="continuationSeparator" w:id="0">
    <w:p w14:paraId="2BBCF315" w14:textId="77777777" w:rsidR="00B14A5F" w:rsidRDefault="00B14A5F" w:rsidP="0065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D15FC" w14:textId="77777777" w:rsidR="00652BB6" w:rsidRPr="00E35B76" w:rsidRDefault="0084214D" w:rsidP="00652BB6">
    <w:pPr>
      <w:pStyle w:val="Kopfzeile"/>
      <w:rPr>
        <w:rFonts w:ascii="Gudea" w:hAnsi="Gudea" w:cs="Arial"/>
        <w:sz w:val="20"/>
        <w:szCs w:val="20"/>
        <w:lang w:val="es-ES"/>
      </w:rPr>
    </w:pPr>
    <w:r>
      <w:rPr>
        <w:rFonts w:ascii="Gudea" w:hAnsi="Gudea" w:cs="Arial"/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1999CD" wp14:editId="2D2E4C54">
              <wp:simplePos x="0" y="0"/>
              <wp:positionH relativeFrom="column">
                <wp:posOffset>-328930</wp:posOffset>
              </wp:positionH>
              <wp:positionV relativeFrom="paragraph">
                <wp:posOffset>194310</wp:posOffset>
              </wp:positionV>
              <wp:extent cx="6477000" cy="0"/>
              <wp:effectExtent l="0" t="0" r="0" b="0"/>
              <wp:wrapNone/>
              <wp:docPr id="135728833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96C4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9pt;margin-top:15.3pt;width:51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">
              <o:lock v:ext="edit" shapetype="f"/>
            </v:shape>
          </w:pict>
        </mc:Fallback>
      </mc:AlternateContent>
    </w:r>
    <w:r w:rsidR="00E35B76" w:rsidRPr="00E35B76">
      <w:rPr>
        <w:rFonts w:ascii="Gudea" w:hAnsi="Gudea" w:cs="Arial"/>
        <w:sz w:val="20"/>
        <w:szCs w:val="20"/>
        <w:lang w:val="es-ES"/>
      </w:rPr>
      <w:t>¡Participamos! La democracia somos tod@s</w:t>
    </w:r>
    <w:r w:rsidR="00652BB6" w:rsidRPr="00E35B76">
      <w:rPr>
        <w:rFonts w:ascii="Gudea" w:hAnsi="Gudea" w:cs="Arial"/>
        <w:sz w:val="20"/>
        <w:szCs w:val="20"/>
        <w:lang w:val="es-ES"/>
      </w:rPr>
      <w:tab/>
    </w:r>
    <w:r w:rsidR="00652BB6" w:rsidRPr="00E35B76">
      <w:rPr>
        <w:rFonts w:ascii="Gudea" w:hAnsi="Gudea" w:cs="Arial"/>
        <w:sz w:val="20"/>
        <w:szCs w:val="20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225"/>
    <w:multiLevelType w:val="hybridMultilevel"/>
    <w:tmpl w:val="192043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A99"/>
    <w:multiLevelType w:val="hybridMultilevel"/>
    <w:tmpl w:val="C33AFD88"/>
    <w:lvl w:ilvl="0" w:tplc="A70C1F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880681"/>
    <w:multiLevelType w:val="hybridMultilevel"/>
    <w:tmpl w:val="F7484F2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472EE"/>
    <w:multiLevelType w:val="hybridMultilevel"/>
    <w:tmpl w:val="966411BE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967294"/>
    <w:multiLevelType w:val="hybridMultilevel"/>
    <w:tmpl w:val="72CC6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3B01"/>
    <w:multiLevelType w:val="hybridMultilevel"/>
    <w:tmpl w:val="B9FA4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27D2E"/>
    <w:multiLevelType w:val="hybridMultilevel"/>
    <w:tmpl w:val="1CCE8FB4"/>
    <w:lvl w:ilvl="0" w:tplc="9D728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6000F9"/>
    <w:multiLevelType w:val="hybridMultilevel"/>
    <w:tmpl w:val="051437CE"/>
    <w:lvl w:ilvl="0" w:tplc="C3AC35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727F5B"/>
    <w:multiLevelType w:val="hybridMultilevel"/>
    <w:tmpl w:val="6A9A34C0"/>
    <w:lvl w:ilvl="0" w:tplc="CF7A053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9C35B2"/>
    <w:multiLevelType w:val="hybridMultilevel"/>
    <w:tmpl w:val="3B70B4B2"/>
    <w:lvl w:ilvl="0" w:tplc="3B6E4E9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E6308E"/>
    <w:multiLevelType w:val="hybridMultilevel"/>
    <w:tmpl w:val="EDA697E4"/>
    <w:lvl w:ilvl="0" w:tplc="00B8E3AC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517C4"/>
    <w:multiLevelType w:val="hybridMultilevel"/>
    <w:tmpl w:val="AF90D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B00F9"/>
    <w:multiLevelType w:val="hybridMultilevel"/>
    <w:tmpl w:val="A70E36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15AC3"/>
    <w:multiLevelType w:val="hybridMultilevel"/>
    <w:tmpl w:val="7ABA909C"/>
    <w:lvl w:ilvl="0" w:tplc="3432B5D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FF0346D"/>
    <w:multiLevelType w:val="hybridMultilevel"/>
    <w:tmpl w:val="C3B800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E3661"/>
    <w:multiLevelType w:val="hybridMultilevel"/>
    <w:tmpl w:val="E13A1E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6453904">
    <w:abstractNumId w:val="5"/>
  </w:num>
  <w:num w:numId="2" w16cid:durableId="298077537">
    <w:abstractNumId w:val="12"/>
  </w:num>
  <w:num w:numId="3" w16cid:durableId="1628006980">
    <w:abstractNumId w:val="8"/>
  </w:num>
  <w:num w:numId="4" w16cid:durableId="1032419433">
    <w:abstractNumId w:val="14"/>
  </w:num>
  <w:num w:numId="5" w16cid:durableId="1559704307">
    <w:abstractNumId w:val="0"/>
  </w:num>
  <w:num w:numId="6" w16cid:durableId="1974409704">
    <w:abstractNumId w:val="1"/>
  </w:num>
  <w:num w:numId="7" w16cid:durableId="1879245318">
    <w:abstractNumId w:val="3"/>
  </w:num>
  <w:num w:numId="8" w16cid:durableId="29383242">
    <w:abstractNumId w:val="9"/>
  </w:num>
  <w:num w:numId="9" w16cid:durableId="770781688">
    <w:abstractNumId w:val="13"/>
  </w:num>
  <w:num w:numId="10" w16cid:durableId="901596232">
    <w:abstractNumId w:val="2"/>
  </w:num>
  <w:num w:numId="11" w16cid:durableId="2101951505">
    <w:abstractNumId w:val="11"/>
  </w:num>
  <w:num w:numId="12" w16cid:durableId="1249119142">
    <w:abstractNumId w:val="6"/>
  </w:num>
  <w:num w:numId="13" w16cid:durableId="68964446">
    <w:abstractNumId w:val="7"/>
  </w:num>
  <w:num w:numId="14" w16cid:durableId="682361651">
    <w:abstractNumId w:val="4"/>
  </w:num>
  <w:num w:numId="15" w16cid:durableId="1018313219">
    <w:abstractNumId w:val="10"/>
  </w:num>
  <w:num w:numId="16" w16cid:durableId="20990177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784"/>
    <w:rsid w:val="00060716"/>
    <w:rsid w:val="00064C01"/>
    <w:rsid w:val="0006625D"/>
    <w:rsid w:val="000E191C"/>
    <w:rsid w:val="00110857"/>
    <w:rsid w:val="00110F4E"/>
    <w:rsid w:val="001A0623"/>
    <w:rsid w:val="001B02E2"/>
    <w:rsid w:val="001B191A"/>
    <w:rsid w:val="001D0928"/>
    <w:rsid w:val="001E3767"/>
    <w:rsid w:val="00254944"/>
    <w:rsid w:val="00255774"/>
    <w:rsid w:val="00257858"/>
    <w:rsid w:val="0026345C"/>
    <w:rsid w:val="00272DEA"/>
    <w:rsid w:val="002E512F"/>
    <w:rsid w:val="003017F9"/>
    <w:rsid w:val="00316DDA"/>
    <w:rsid w:val="00317C03"/>
    <w:rsid w:val="00345837"/>
    <w:rsid w:val="0034751B"/>
    <w:rsid w:val="003824A7"/>
    <w:rsid w:val="003D3BB5"/>
    <w:rsid w:val="00412BAE"/>
    <w:rsid w:val="004166C1"/>
    <w:rsid w:val="00460199"/>
    <w:rsid w:val="004647E5"/>
    <w:rsid w:val="004722D1"/>
    <w:rsid w:val="004D73FE"/>
    <w:rsid w:val="004E6348"/>
    <w:rsid w:val="00537310"/>
    <w:rsid w:val="0054142E"/>
    <w:rsid w:val="00542815"/>
    <w:rsid w:val="0054620A"/>
    <w:rsid w:val="00562F57"/>
    <w:rsid w:val="00562F66"/>
    <w:rsid w:val="00576188"/>
    <w:rsid w:val="005A047F"/>
    <w:rsid w:val="005C4CBC"/>
    <w:rsid w:val="005C7058"/>
    <w:rsid w:val="005D627F"/>
    <w:rsid w:val="005E118A"/>
    <w:rsid w:val="00652BB6"/>
    <w:rsid w:val="006A36DA"/>
    <w:rsid w:val="006C729D"/>
    <w:rsid w:val="006D60AA"/>
    <w:rsid w:val="007013B1"/>
    <w:rsid w:val="00712C21"/>
    <w:rsid w:val="00714F49"/>
    <w:rsid w:val="00720C50"/>
    <w:rsid w:val="0075134E"/>
    <w:rsid w:val="00755BF5"/>
    <w:rsid w:val="00762F7F"/>
    <w:rsid w:val="00763784"/>
    <w:rsid w:val="007D7358"/>
    <w:rsid w:val="008160F3"/>
    <w:rsid w:val="0082248F"/>
    <w:rsid w:val="0084214D"/>
    <w:rsid w:val="008534E9"/>
    <w:rsid w:val="00855330"/>
    <w:rsid w:val="00864319"/>
    <w:rsid w:val="0088339C"/>
    <w:rsid w:val="00890A7B"/>
    <w:rsid w:val="008A3ABB"/>
    <w:rsid w:val="008C405C"/>
    <w:rsid w:val="008D733E"/>
    <w:rsid w:val="009724A0"/>
    <w:rsid w:val="009811E5"/>
    <w:rsid w:val="009D6341"/>
    <w:rsid w:val="00B06F4B"/>
    <w:rsid w:val="00B14A5F"/>
    <w:rsid w:val="00C011FE"/>
    <w:rsid w:val="00C27DAE"/>
    <w:rsid w:val="00C5750A"/>
    <w:rsid w:val="00C61994"/>
    <w:rsid w:val="00C65237"/>
    <w:rsid w:val="00C71F8A"/>
    <w:rsid w:val="00C90ACB"/>
    <w:rsid w:val="00CA17D5"/>
    <w:rsid w:val="00CC322E"/>
    <w:rsid w:val="00CD704C"/>
    <w:rsid w:val="00D729EB"/>
    <w:rsid w:val="00DC0435"/>
    <w:rsid w:val="00E35B76"/>
    <w:rsid w:val="00E96C6E"/>
    <w:rsid w:val="00EF2128"/>
    <w:rsid w:val="00F1028A"/>
    <w:rsid w:val="00F435A3"/>
    <w:rsid w:val="00F47C64"/>
    <w:rsid w:val="00F536CF"/>
    <w:rsid w:val="00F71243"/>
    <w:rsid w:val="00FA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AAB08C"/>
  <w15:docId w15:val="{6AC96F92-CC6B-4AA2-BFAD-A9CFDF71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60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705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0435"/>
    <w:rPr>
      <w:color w:val="0563C1" w:themeColor="hyperlink"/>
      <w:u w:val="single"/>
    </w:rPr>
  </w:style>
  <w:style w:type="table" w:styleId="Tabellenraster">
    <w:name w:val="Table Grid"/>
    <w:basedOn w:val="NormaleTabelle"/>
    <w:rsid w:val="00263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BB6"/>
  </w:style>
  <w:style w:type="paragraph" w:styleId="Fuzeile">
    <w:name w:val="footer"/>
    <w:basedOn w:val="Standard"/>
    <w:link w:val="Fu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B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k\Documents\Benutzerdefinierte%20Office-Vorlagen\Aufsetzer_2019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9B70-4896-46D5-9603-C29D3647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Aufsetzer_2019_21.dotx</Template>
  <TotalTime>0</TotalTime>
  <Pages>3</Pages>
  <Words>210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uvk</dc:creator>
  <cp:lastModifiedBy>Ute von Kahlden</cp:lastModifiedBy>
  <cp:revision>2</cp:revision>
  <cp:lastPrinted>2024-07-10T07:39:00Z</cp:lastPrinted>
  <dcterms:created xsi:type="dcterms:W3CDTF">2025-03-23T12:40:00Z</dcterms:created>
  <dcterms:modified xsi:type="dcterms:W3CDTF">2025-03-23T12:40:00Z</dcterms:modified>
</cp:coreProperties>
</file>