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0F61F" w14:textId="77777777" w:rsidR="0054620A" w:rsidRDefault="008C3498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Los huer</w:t>
      </w:r>
      <w:r w:rsidR="00E81E3B">
        <w:rPr>
          <w:rFonts w:ascii="Gudea" w:hAnsi="Gudea"/>
          <w:lang w:val="es-ES"/>
        </w:rPr>
        <w:t>to</w:t>
      </w:r>
      <w:r>
        <w:rPr>
          <w:rFonts w:ascii="Gudea" w:hAnsi="Gudea"/>
          <w:lang w:val="es-ES"/>
        </w:rPr>
        <w:t>s urbanos – ¿son un acto democráctio?</w:t>
      </w:r>
    </w:p>
    <w:p w14:paraId="380EB158" w14:textId="77777777" w:rsidR="00714F49" w:rsidRDefault="00714F49" w:rsidP="004D73FE">
      <w:pPr>
        <w:rPr>
          <w:rFonts w:ascii="Gudea" w:hAnsi="Gudea"/>
          <w:lang w:val="es-ES"/>
        </w:rPr>
      </w:pPr>
    </w:p>
    <w:p w14:paraId="26B64BA5" w14:textId="77777777" w:rsidR="008C3498" w:rsidRDefault="003425C8" w:rsidP="004D73FE">
      <w:pPr>
        <w:rPr>
          <w:rFonts w:ascii="Gudea" w:hAnsi="Gudea"/>
          <w:lang w:val="es-ES"/>
        </w:rPr>
      </w:pPr>
      <w:r w:rsidRPr="004200CE">
        <w:rPr>
          <w:rFonts w:ascii="Gudea" w:hAnsi="Gudea"/>
          <w:lang w:val="es-ES"/>
        </w:rPr>
        <w:t>Reunid</w:t>
      </w:r>
      <w:r w:rsidR="008C3498" w:rsidRPr="004200CE">
        <w:rPr>
          <w:rFonts w:ascii="Gudea" w:hAnsi="Gudea"/>
          <w:lang w:val="es-ES"/>
        </w:rPr>
        <w:t xml:space="preserve"> en clase </w:t>
      </w:r>
      <w:r w:rsidR="008C3498">
        <w:rPr>
          <w:rFonts w:ascii="Gudea" w:hAnsi="Gudea"/>
          <w:lang w:val="es-ES"/>
        </w:rPr>
        <w:t xml:space="preserve">lo que sabéis sobre huertos urbanos </w:t>
      </w:r>
      <w:r w:rsidR="008C3498" w:rsidRPr="004200CE">
        <w:rPr>
          <w:rFonts w:ascii="Gudea" w:hAnsi="Gudea"/>
          <w:lang w:val="es-ES"/>
        </w:rPr>
        <w:t xml:space="preserve">y </w:t>
      </w:r>
      <w:r w:rsidRPr="004200CE">
        <w:rPr>
          <w:rFonts w:ascii="Gudea" w:hAnsi="Gudea"/>
          <w:lang w:val="es-ES"/>
        </w:rPr>
        <w:t>a</w:t>
      </w:r>
      <w:r w:rsidR="008C3498" w:rsidRPr="004200CE">
        <w:rPr>
          <w:rFonts w:ascii="Gudea" w:hAnsi="Gudea"/>
          <w:lang w:val="es-ES"/>
        </w:rPr>
        <w:t xml:space="preserve">puntadlo </w:t>
      </w:r>
      <w:r w:rsidR="008C3498">
        <w:rPr>
          <w:rFonts w:ascii="Gudea" w:hAnsi="Gudea"/>
          <w:lang w:val="es-ES"/>
        </w:rPr>
        <w:t>en un mapa mental digital.</w:t>
      </w:r>
    </w:p>
    <w:p w14:paraId="3A80C824" w14:textId="77777777" w:rsidR="008C3498" w:rsidRPr="004200CE" w:rsidRDefault="008C3498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Si no sabéis nada </w:t>
      </w:r>
      <w:r w:rsidRPr="004200CE">
        <w:rPr>
          <w:rFonts w:ascii="Gudea" w:hAnsi="Gudea"/>
          <w:lang w:val="es-ES"/>
        </w:rPr>
        <w:t xml:space="preserve">apuntad </w:t>
      </w:r>
      <w:r w:rsidR="003425C8" w:rsidRPr="004200CE">
        <w:rPr>
          <w:rFonts w:ascii="Gudea" w:hAnsi="Gudea"/>
          <w:lang w:val="es-ES"/>
        </w:rPr>
        <w:t>vuestras</w:t>
      </w:r>
      <w:r w:rsidRPr="004200CE">
        <w:rPr>
          <w:rFonts w:ascii="Gudea" w:hAnsi="Gudea"/>
          <w:lang w:val="es-ES"/>
        </w:rPr>
        <w:t xml:space="preserve"> hipótesis sobre lo que podría ser.</w:t>
      </w:r>
    </w:p>
    <w:p w14:paraId="798AE6B0" w14:textId="77777777" w:rsidR="008C3498" w:rsidRDefault="008C3498" w:rsidP="004D73FE">
      <w:pPr>
        <w:rPr>
          <w:rFonts w:ascii="Gudea" w:hAnsi="Gudea"/>
          <w:lang w:val="es-ES"/>
        </w:rPr>
      </w:pPr>
      <w:r w:rsidRPr="004200CE">
        <w:rPr>
          <w:rFonts w:ascii="Gudea" w:hAnsi="Gudea"/>
          <w:lang w:val="es-ES"/>
        </w:rPr>
        <w:t xml:space="preserve">Después mirad el </w:t>
      </w:r>
      <w:r w:rsidR="006563B4" w:rsidRPr="004200CE">
        <w:rPr>
          <w:rFonts w:ascii="Gudea" w:hAnsi="Gudea"/>
          <w:lang w:val="es-ES"/>
        </w:rPr>
        <w:t xml:space="preserve">siguiente </w:t>
      </w:r>
      <w:r w:rsidRPr="004200CE">
        <w:rPr>
          <w:rFonts w:ascii="Gudea" w:hAnsi="Gudea"/>
          <w:lang w:val="es-ES"/>
        </w:rPr>
        <w:t xml:space="preserve">vídeo y añadid las </w:t>
      </w:r>
      <w:r>
        <w:rPr>
          <w:rFonts w:ascii="Gudea" w:hAnsi="Gudea"/>
          <w:lang w:val="es-ES"/>
        </w:rPr>
        <w:t>informaciones en vuestro mapa mental.</w:t>
      </w:r>
    </w:p>
    <w:p w14:paraId="60C0F76E" w14:textId="77777777" w:rsidR="008C3498" w:rsidRDefault="008C3498" w:rsidP="004D73FE">
      <w:pPr>
        <w:rPr>
          <w:rFonts w:ascii="Gudea" w:hAnsi="Gudea"/>
          <w:lang w:val="es-ES"/>
        </w:rPr>
      </w:pPr>
      <w:hyperlink r:id="rId8" w:history="1">
        <w:r w:rsidRPr="004C7AAA">
          <w:rPr>
            <w:rStyle w:val="Hyperlink"/>
            <w:rFonts w:ascii="Gudea" w:hAnsi="Gudea"/>
            <w:lang w:val="es-ES"/>
          </w:rPr>
          <w:t>https://youtu.be/pXP3MBX4VkQ</w:t>
        </w:r>
      </w:hyperlink>
    </w:p>
    <w:p w14:paraId="65E11CC9" w14:textId="77777777" w:rsidR="008C3498" w:rsidRDefault="008C3498" w:rsidP="004D73FE">
      <w:pPr>
        <w:rPr>
          <w:rFonts w:ascii="Gudea" w:hAnsi="Gudea"/>
          <w:lang w:val="es-ES"/>
        </w:rPr>
      </w:pPr>
    </w:p>
    <w:p w14:paraId="081A4575" w14:textId="45FA9604" w:rsidR="008C3498" w:rsidRDefault="008C3498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Después </w:t>
      </w:r>
      <w:r w:rsidRPr="004200CE">
        <w:rPr>
          <w:rFonts w:ascii="Gudea" w:hAnsi="Gudea"/>
          <w:lang w:val="es-ES"/>
        </w:rPr>
        <w:t xml:space="preserve">discutid si </w:t>
      </w:r>
      <w:r w:rsidR="00AA0F1F" w:rsidRPr="004200CE">
        <w:rPr>
          <w:rFonts w:ascii="Gudea" w:hAnsi="Gudea"/>
          <w:lang w:val="es-ES"/>
        </w:rPr>
        <w:t>mantener</w:t>
      </w:r>
      <w:r w:rsidRPr="004200CE">
        <w:rPr>
          <w:rFonts w:ascii="Gudea" w:hAnsi="Gudea"/>
          <w:lang w:val="es-ES"/>
        </w:rPr>
        <w:t xml:space="preserve"> un </w:t>
      </w:r>
      <w:r>
        <w:rPr>
          <w:rFonts w:ascii="Gudea" w:hAnsi="Gudea"/>
          <w:lang w:val="es-ES"/>
        </w:rPr>
        <w:t xml:space="preserve">huerto urbano es un acto democrático o no. </w:t>
      </w:r>
    </w:p>
    <w:p w14:paraId="72E74556" w14:textId="4917CC9A" w:rsidR="008C3498" w:rsidRDefault="00B82A8C" w:rsidP="004D73FE">
      <w:pPr>
        <w:rPr>
          <w:rFonts w:ascii="Gudea" w:hAnsi="Gudea"/>
          <w:lang w:val="es-ES"/>
        </w:rPr>
      </w:pPr>
      <w:r w:rsidRPr="004200CE">
        <w:rPr>
          <w:rFonts w:ascii="Gudea" w:hAnsi="Gudea"/>
          <w:lang w:val="es-ES"/>
        </w:rPr>
        <w:t>Reunid</w:t>
      </w:r>
      <w:r w:rsidR="008C3498" w:rsidRPr="004200CE">
        <w:rPr>
          <w:rFonts w:ascii="Gudea" w:hAnsi="Gudea"/>
          <w:lang w:val="es-ES"/>
        </w:rPr>
        <w:t xml:space="preserve"> argumentos</w:t>
      </w:r>
      <w:r w:rsidR="008C3498">
        <w:rPr>
          <w:rFonts w:ascii="Gudea" w:hAnsi="Gudea"/>
          <w:lang w:val="es-ES"/>
        </w:rPr>
        <w:t>.</w:t>
      </w:r>
    </w:p>
    <w:p w14:paraId="2D5BD80C" w14:textId="77777777" w:rsidR="008C3498" w:rsidRDefault="008C3498" w:rsidP="004D73FE">
      <w:pPr>
        <w:rPr>
          <w:rFonts w:ascii="Gudea" w:hAnsi="Gudea"/>
          <w:lang w:val="es-ES"/>
        </w:rPr>
      </w:pPr>
      <w:r w:rsidRPr="004200CE">
        <w:rPr>
          <w:rFonts w:ascii="Gudea" w:hAnsi="Gudea"/>
          <w:lang w:val="es-ES"/>
        </w:rPr>
        <w:t xml:space="preserve">Quizás </w:t>
      </w:r>
      <w:r w:rsidR="00E65B0E" w:rsidRPr="004200CE">
        <w:rPr>
          <w:rFonts w:ascii="Gudea" w:hAnsi="Gudea"/>
          <w:lang w:val="es-ES"/>
        </w:rPr>
        <w:t xml:space="preserve">tengáis </w:t>
      </w:r>
      <w:r w:rsidRPr="004200CE">
        <w:rPr>
          <w:rFonts w:ascii="Gudea" w:hAnsi="Gudea"/>
          <w:lang w:val="es-ES"/>
        </w:rPr>
        <w:t xml:space="preserve">que </w:t>
      </w:r>
      <w:r>
        <w:rPr>
          <w:rFonts w:ascii="Gudea" w:hAnsi="Gudea"/>
          <w:lang w:val="es-ES"/>
        </w:rPr>
        <w:t>volver a definir lo que entendéis por “acto democrático”.</w:t>
      </w:r>
    </w:p>
    <w:p w14:paraId="377C1C1A" w14:textId="77777777" w:rsidR="00B84A1D" w:rsidRDefault="00B84A1D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br w:type="page"/>
      </w:r>
    </w:p>
    <w:p w14:paraId="2F4EDFD2" w14:textId="77777777" w:rsidR="008C3498" w:rsidRDefault="008C3498" w:rsidP="004D73FE">
      <w:pPr>
        <w:rPr>
          <w:rFonts w:ascii="Gudea" w:hAnsi="Gudea"/>
          <w:lang w:val="es-ES"/>
        </w:rPr>
      </w:pPr>
    </w:p>
    <w:p w14:paraId="7FED54FA" w14:textId="77777777" w:rsidR="008C3498" w:rsidRDefault="008C3498" w:rsidP="004D73FE">
      <w:pPr>
        <w:rPr>
          <w:rFonts w:ascii="Gudea" w:hAnsi="Gudea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0"/>
        <w:gridCol w:w="6312"/>
        <w:gridCol w:w="7435"/>
      </w:tblGrid>
      <w:tr w:rsidR="008C3498" w:rsidRPr="0078469F" w14:paraId="4DB566E7" w14:textId="77777777" w:rsidTr="00714F49">
        <w:tc>
          <w:tcPr>
            <w:tcW w:w="534" w:type="dxa"/>
          </w:tcPr>
          <w:p w14:paraId="4EE1E4EB" w14:textId="77777777" w:rsidR="008C3498" w:rsidRDefault="008C3498" w:rsidP="008C3498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4B17ED01" w14:textId="77777777" w:rsidR="008C3498" w:rsidRDefault="008C3498" w:rsidP="008C3498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Huertos urbanos son actos democráticos</w:t>
            </w:r>
          </w:p>
        </w:tc>
        <w:tc>
          <w:tcPr>
            <w:tcW w:w="7515" w:type="dxa"/>
          </w:tcPr>
          <w:p w14:paraId="6FEC0CD6" w14:textId="77777777" w:rsidR="008C3498" w:rsidRDefault="008C3498" w:rsidP="008C3498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Huertos urbanos NO son actos democráticos</w:t>
            </w:r>
          </w:p>
        </w:tc>
      </w:tr>
      <w:tr w:rsidR="00714F49" w:rsidRPr="0078469F" w14:paraId="39611944" w14:textId="77777777" w:rsidTr="00714F49">
        <w:tc>
          <w:tcPr>
            <w:tcW w:w="534" w:type="dxa"/>
          </w:tcPr>
          <w:p w14:paraId="43397AD1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0F298809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47546828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0C2CAACA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28A0BC36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:rsidRPr="0078469F" w14:paraId="69D0F103" w14:textId="77777777" w:rsidTr="00714F49">
        <w:tc>
          <w:tcPr>
            <w:tcW w:w="534" w:type="dxa"/>
          </w:tcPr>
          <w:p w14:paraId="5D1321A4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41FE658C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578A84F3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781B36FD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47198A83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39E38E25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:rsidRPr="0078469F" w14:paraId="063C77DA" w14:textId="77777777" w:rsidTr="00714F49">
        <w:tc>
          <w:tcPr>
            <w:tcW w:w="534" w:type="dxa"/>
          </w:tcPr>
          <w:p w14:paraId="0FBAFC8D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13775563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6413783A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59F82AED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2093A87B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5BB33D1D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:rsidRPr="0078469F" w14:paraId="7860BACC" w14:textId="77777777" w:rsidTr="00714F49">
        <w:tc>
          <w:tcPr>
            <w:tcW w:w="534" w:type="dxa"/>
          </w:tcPr>
          <w:p w14:paraId="58CE9267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07D359B4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52251187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731E384A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69625D53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7DA32F76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:rsidRPr="0078469F" w14:paraId="4E62E4A2" w14:textId="77777777" w:rsidTr="00714F49">
        <w:tc>
          <w:tcPr>
            <w:tcW w:w="534" w:type="dxa"/>
          </w:tcPr>
          <w:p w14:paraId="31EB2AE8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25D9D76E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312A65F0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42956CE6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797F7CAE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2ADF2A34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:rsidRPr="0078469F" w14:paraId="1BD57C56" w14:textId="77777777" w:rsidTr="00714F49">
        <w:tc>
          <w:tcPr>
            <w:tcW w:w="534" w:type="dxa"/>
          </w:tcPr>
          <w:p w14:paraId="42E9E93A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22A52FC3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36260F93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6D305C08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734792BE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:rsidRPr="0078469F" w14:paraId="6E657264" w14:textId="77777777" w:rsidTr="00714F49">
        <w:tc>
          <w:tcPr>
            <w:tcW w:w="534" w:type="dxa"/>
          </w:tcPr>
          <w:p w14:paraId="680FA5B7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3B553958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4F85B2F8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572FB14E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5BB1D5AD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505F2D9B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</w:tbl>
    <w:p w14:paraId="44E2536C" w14:textId="77777777" w:rsidR="00714F49" w:rsidRPr="00E35B76" w:rsidRDefault="00714F49" w:rsidP="004D73FE">
      <w:pPr>
        <w:rPr>
          <w:rFonts w:ascii="Gudea" w:hAnsi="Gudea"/>
          <w:lang w:val="es-ES"/>
        </w:rPr>
      </w:pPr>
    </w:p>
    <w:p w14:paraId="39A7420F" w14:textId="77777777" w:rsidR="00D729EB" w:rsidRPr="005E118A" w:rsidRDefault="00D729E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ab/>
      </w:r>
    </w:p>
    <w:p w14:paraId="199C205C" w14:textId="29944F8E" w:rsidR="00537310" w:rsidRPr="005E118A" w:rsidRDefault="009A2F05" w:rsidP="004D73FE">
      <w:pPr>
        <w:rPr>
          <w:noProof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89FF2" wp14:editId="534CC627">
                <wp:simplePos x="0" y="0"/>
                <wp:positionH relativeFrom="column">
                  <wp:posOffset>1346835</wp:posOffset>
                </wp:positionH>
                <wp:positionV relativeFrom="paragraph">
                  <wp:posOffset>224155</wp:posOffset>
                </wp:positionV>
                <wp:extent cx="962025" cy="857250"/>
                <wp:effectExtent l="0" t="0" r="3175" b="6350"/>
                <wp:wrapNone/>
                <wp:docPr id="154575553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0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E62CA" id="Rectangle 8" o:spid="_x0000_s1026" style="position:absolute;margin-left:106.05pt;margin-top:17.65pt;width:75.7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" strokecolor="white [3212]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5AABB2" wp14:editId="0879AA3A">
                <wp:simplePos x="0" y="0"/>
                <wp:positionH relativeFrom="column">
                  <wp:posOffset>3947160</wp:posOffset>
                </wp:positionH>
                <wp:positionV relativeFrom="paragraph">
                  <wp:posOffset>948055</wp:posOffset>
                </wp:positionV>
                <wp:extent cx="638175" cy="304800"/>
                <wp:effectExtent l="0" t="0" r="0" b="0"/>
                <wp:wrapNone/>
                <wp:docPr id="134625102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D8BD9" id="Rectangle 9" o:spid="_x0000_s1026" style="position:absolute;margin-left:310.8pt;margin-top:74.65pt;width:50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" strokecolor="white [3212]">
                <v:path arrowok="t"/>
              </v:rect>
            </w:pict>
          </mc:Fallback>
        </mc:AlternateContent>
      </w:r>
    </w:p>
    <w:p w14:paraId="159230E8" w14:textId="77777777" w:rsidR="00537310" w:rsidRPr="005E118A" w:rsidRDefault="00537310" w:rsidP="004D73FE">
      <w:pPr>
        <w:rPr>
          <w:noProof/>
          <w:lang w:val="es-ES"/>
        </w:rPr>
      </w:pPr>
    </w:p>
    <w:p w14:paraId="246AF2B3" w14:textId="77777777" w:rsidR="00537310" w:rsidRPr="005E118A" w:rsidRDefault="00537310" w:rsidP="004D73FE">
      <w:pPr>
        <w:rPr>
          <w:noProof/>
          <w:lang w:val="es-ES"/>
        </w:rPr>
      </w:pPr>
    </w:p>
    <w:p w14:paraId="35ED7C45" w14:textId="77777777" w:rsidR="00537310" w:rsidRPr="005E118A" w:rsidRDefault="00537310" w:rsidP="004D73FE">
      <w:pPr>
        <w:rPr>
          <w:noProof/>
          <w:lang w:val="es-ES"/>
        </w:rPr>
      </w:pPr>
    </w:p>
    <w:p w14:paraId="72C5223A" w14:textId="77777777" w:rsidR="00537310" w:rsidRPr="005E118A" w:rsidRDefault="009A2F05" w:rsidP="004D73FE">
      <w:pPr>
        <w:rPr>
          <w:noProof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842F63" wp14:editId="701ACB45">
                <wp:simplePos x="0" y="0"/>
                <wp:positionH relativeFrom="column">
                  <wp:posOffset>3204210</wp:posOffset>
                </wp:positionH>
                <wp:positionV relativeFrom="paragraph">
                  <wp:posOffset>1252855</wp:posOffset>
                </wp:positionV>
                <wp:extent cx="685800" cy="476250"/>
                <wp:effectExtent l="0" t="0" r="0" b="6350"/>
                <wp:wrapNone/>
                <wp:docPr id="127803323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F5E55" id="Rectangle 10" o:spid="_x0000_s1026" style="position:absolute;margin-left:252.3pt;margin-top:98.65pt;width:54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" strokecolor="white [3212]">
                <v:path arrowok="t"/>
              </v:rect>
            </w:pict>
          </mc:Fallback>
        </mc:AlternateContent>
      </w:r>
      <w:r w:rsidR="00537310" w:rsidRPr="005E118A">
        <w:rPr>
          <w:noProof/>
          <w:lang w:val="es-ES"/>
        </w:rPr>
        <w:t xml:space="preserve"> </w:t>
      </w:r>
    </w:p>
    <w:p w14:paraId="0FBF0FFF" w14:textId="77777777" w:rsidR="00110F4E" w:rsidRPr="005E118A" w:rsidRDefault="00110F4E" w:rsidP="004D73FE">
      <w:pPr>
        <w:rPr>
          <w:noProof/>
          <w:lang w:val="es-ES"/>
        </w:rPr>
      </w:pPr>
    </w:p>
    <w:p w14:paraId="2FD5661B" w14:textId="77777777" w:rsidR="00110F4E" w:rsidRPr="005E118A" w:rsidRDefault="00110F4E" w:rsidP="004D73FE">
      <w:pPr>
        <w:rPr>
          <w:noProof/>
          <w:lang w:val="es-ES"/>
        </w:rPr>
      </w:pPr>
    </w:p>
    <w:p w14:paraId="28BAE3B1" w14:textId="77777777" w:rsidR="00110F4E" w:rsidRPr="005E118A" w:rsidRDefault="00110F4E" w:rsidP="004D73FE">
      <w:pPr>
        <w:rPr>
          <w:noProof/>
          <w:lang w:val="es-ES"/>
        </w:rPr>
      </w:pPr>
    </w:p>
    <w:p w14:paraId="24BDB486" w14:textId="77777777" w:rsidR="00110F4E" w:rsidRPr="005E118A" w:rsidRDefault="00110F4E" w:rsidP="004D73FE">
      <w:pPr>
        <w:rPr>
          <w:noProof/>
          <w:lang w:val="es-ES"/>
        </w:rPr>
      </w:pPr>
    </w:p>
    <w:p w14:paraId="1CC34D80" w14:textId="77777777" w:rsidR="00110F4E" w:rsidRPr="005E118A" w:rsidRDefault="00110F4E" w:rsidP="004D73FE">
      <w:pPr>
        <w:rPr>
          <w:noProof/>
          <w:lang w:val="es-ES"/>
        </w:rPr>
      </w:pPr>
    </w:p>
    <w:p w14:paraId="0B80F2A8" w14:textId="77777777" w:rsidR="00110F4E" w:rsidRPr="005E118A" w:rsidRDefault="00110F4E" w:rsidP="004D73FE">
      <w:pPr>
        <w:rPr>
          <w:noProof/>
          <w:lang w:val="es-ES"/>
        </w:rPr>
      </w:pPr>
    </w:p>
    <w:p w14:paraId="6CE9D19F" w14:textId="77777777" w:rsidR="00110F4E" w:rsidRPr="005E118A" w:rsidRDefault="00110F4E" w:rsidP="004D73FE">
      <w:pPr>
        <w:rPr>
          <w:noProof/>
          <w:lang w:val="es-ES"/>
        </w:rPr>
      </w:pPr>
    </w:p>
    <w:p w14:paraId="611BC29C" w14:textId="77777777" w:rsidR="00110F4E" w:rsidRPr="005E118A" w:rsidRDefault="00110F4E" w:rsidP="004D73FE">
      <w:pPr>
        <w:rPr>
          <w:lang w:val="es-ES"/>
        </w:rPr>
      </w:pPr>
    </w:p>
    <w:p w14:paraId="0105D2A3" w14:textId="77777777" w:rsidR="00CC322E" w:rsidRPr="005E118A" w:rsidRDefault="00CC322E" w:rsidP="004D73FE">
      <w:pPr>
        <w:rPr>
          <w:lang w:val="es-ES"/>
        </w:rPr>
      </w:pPr>
    </w:p>
    <w:p w14:paraId="576E6346" w14:textId="77777777" w:rsidR="00CC322E" w:rsidRPr="005E118A" w:rsidRDefault="00CC322E" w:rsidP="004D73FE">
      <w:pPr>
        <w:rPr>
          <w:lang w:val="es-ES"/>
        </w:rPr>
      </w:pPr>
    </w:p>
    <w:p w14:paraId="40E346C7" w14:textId="77777777" w:rsidR="00CC322E" w:rsidRPr="005E118A" w:rsidRDefault="00CC322E" w:rsidP="004D73FE">
      <w:pPr>
        <w:rPr>
          <w:lang w:val="es-ES"/>
        </w:rPr>
      </w:pPr>
    </w:p>
    <w:p w14:paraId="6A1F1722" w14:textId="77777777" w:rsidR="00CC322E" w:rsidRPr="005E118A" w:rsidRDefault="00CC322E" w:rsidP="004D73FE">
      <w:pPr>
        <w:rPr>
          <w:lang w:val="es-ES"/>
        </w:rPr>
      </w:pPr>
    </w:p>
    <w:p w14:paraId="45C76132" w14:textId="77777777" w:rsidR="00CC322E" w:rsidRPr="005E118A" w:rsidRDefault="00CC322E" w:rsidP="004D73FE">
      <w:pPr>
        <w:rPr>
          <w:lang w:val="es-ES"/>
        </w:rPr>
      </w:pPr>
    </w:p>
    <w:sectPr w:rsidR="00CC322E" w:rsidRPr="005E118A" w:rsidSect="00763784">
      <w:head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C7147" w14:textId="77777777" w:rsidR="00C55422" w:rsidRDefault="00C55422" w:rsidP="00652BB6">
      <w:pPr>
        <w:spacing w:after="0" w:line="240" w:lineRule="auto"/>
      </w:pPr>
      <w:r>
        <w:separator/>
      </w:r>
    </w:p>
  </w:endnote>
  <w:endnote w:type="continuationSeparator" w:id="0">
    <w:p w14:paraId="06045473" w14:textId="77777777" w:rsidR="00C55422" w:rsidRDefault="00C55422" w:rsidP="0065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4B159" w14:textId="77777777" w:rsidR="00C55422" w:rsidRDefault="00C55422" w:rsidP="00652BB6">
      <w:pPr>
        <w:spacing w:after="0" w:line="240" w:lineRule="auto"/>
      </w:pPr>
      <w:r>
        <w:separator/>
      </w:r>
    </w:p>
  </w:footnote>
  <w:footnote w:type="continuationSeparator" w:id="0">
    <w:p w14:paraId="77B9A61C" w14:textId="77777777" w:rsidR="00C55422" w:rsidRDefault="00C55422" w:rsidP="0065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A3B1A" w14:textId="77777777" w:rsidR="00652BB6" w:rsidRPr="00E35B76" w:rsidRDefault="009A2F05" w:rsidP="00652BB6">
    <w:pPr>
      <w:pStyle w:val="Kopfzeile"/>
      <w:rPr>
        <w:rFonts w:ascii="Gudea" w:hAnsi="Gudea" w:cs="Arial"/>
        <w:sz w:val="20"/>
        <w:szCs w:val="20"/>
        <w:lang w:val="es-ES"/>
      </w:rPr>
    </w:pPr>
    <w:r>
      <w:rPr>
        <w:rFonts w:ascii="Gudea" w:hAnsi="Gudea" w:cs="Arial"/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EFDAC1" wp14:editId="41A7E2F9">
              <wp:simplePos x="0" y="0"/>
              <wp:positionH relativeFrom="column">
                <wp:posOffset>-328930</wp:posOffset>
              </wp:positionH>
              <wp:positionV relativeFrom="paragraph">
                <wp:posOffset>194310</wp:posOffset>
              </wp:positionV>
              <wp:extent cx="6477000" cy="0"/>
              <wp:effectExtent l="0" t="0" r="0" b="0"/>
              <wp:wrapNone/>
              <wp:docPr id="49385402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B23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9pt;margin-top:15.3pt;width:51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">
              <o:lock v:ext="edit" shapetype="f"/>
            </v:shape>
          </w:pict>
        </mc:Fallback>
      </mc:AlternateContent>
    </w:r>
    <w:r w:rsidR="00E35B76" w:rsidRPr="00E35B76">
      <w:rPr>
        <w:rFonts w:ascii="Gudea" w:hAnsi="Gudea" w:cs="Arial"/>
        <w:sz w:val="20"/>
        <w:szCs w:val="20"/>
        <w:lang w:val="es-ES"/>
      </w:rPr>
      <w:t>¡Participamos! La democracia somos tod@s</w:t>
    </w:r>
    <w:r w:rsidR="00652BB6" w:rsidRPr="00E35B76">
      <w:rPr>
        <w:rFonts w:ascii="Gudea" w:hAnsi="Gudea" w:cs="Arial"/>
        <w:sz w:val="20"/>
        <w:szCs w:val="20"/>
        <w:lang w:val="es-ES"/>
      </w:rPr>
      <w:tab/>
    </w:r>
    <w:r w:rsidR="00652BB6" w:rsidRPr="00E35B76">
      <w:rPr>
        <w:rFonts w:ascii="Gudea" w:hAnsi="Gudea" w:cs="Arial"/>
        <w:sz w:val="20"/>
        <w:szCs w:val="20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25"/>
    <w:multiLevelType w:val="hybridMultilevel"/>
    <w:tmpl w:val="192043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99"/>
    <w:multiLevelType w:val="hybridMultilevel"/>
    <w:tmpl w:val="C33AFD88"/>
    <w:lvl w:ilvl="0" w:tplc="A70C1F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80681"/>
    <w:multiLevelType w:val="hybridMultilevel"/>
    <w:tmpl w:val="F7484F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72EE"/>
    <w:multiLevelType w:val="hybridMultilevel"/>
    <w:tmpl w:val="966411B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67294"/>
    <w:multiLevelType w:val="hybridMultilevel"/>
    <w:tmpl w:val="72CC6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3B01"/>
    <w:multiLevelType w:val="hybridMultilevel"/>
    <w:tmpl w:val="B9FA4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27D2E"/>
    <w:multiLevelType w:val="hybridMultilevel"/>
    <w:tmpl w:val="1CCE8FB4"/>
    <w:lvl w:ilvl="0" w:tplc="9D728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6000F9"/>
    <w:multiLevelType w:val="hybridMultilevel"/>
    <w:tmpl w:val="051437CE"/>
    <w:lvl w:ilvl="0" w:tplc="C3AC3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727F5B"/>
    <w:multiLevelType w:val="hybridMultilevel"/>
    <w:tmpl w:val="6A9A34C0"/>
    <w:lvl w:ilvl="0" w:tplc="CF7A053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9C35B2"/>
    <w:multiLevelType w:val="hybridMultilevel"/>
    <w:tmpl w:val="3B70B4B2"/>
    <w:lvl w:ilvl="0" w:tplc="3B6E4E9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E6308E"/>
    <w:multiLevelType w:val="hybridMultilevel"/>
    <w:tmpl w:val="EDA697E4"/>
    <w:lvl w:ilvl="0" w:tplc="00B8E3A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517C4"/>
    <w:multiLevelType w:val="hybridMultilevel"/>
    <w:tmpl w:val="AF9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B00F9"/>
    <w:multiLevelType w:val="hybridMultilevel"/>
    <w:tmpl w:val="A70E36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15AC3"/>
    <w:multiLevelType w:val="hybridMultilevel"/>
    <w:tmpl w:val="7ABA909C"/>
    <w:lvl w:ilvl="0" w:tplc="3432B5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FF0346D"/>
    <w:multiLevelType w:val="hybridMultilevel"/>
    <w:tmpl w:val="C3B80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E3661"/>
    <w:multiLevelType w:val="hybridMultilevel"/>
    <w:tmpl w:val="E13A1E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6453904">
    <w:abstractNumId w:val="5"/>
  </w:num>
  <w:num w:numId="2" w16cid:durableId="298077537">
    <w:abstractNumId w:val="12"/>
  </w:num>
  <w:num w:numId="3" w16cid:durableId="1628006980">
    <w:abstractNumId w:val="8"/>
  </w:num>
  <w:num w:numId="4" w16cid:durableId="1032419433">
    <w:abstractNumId w:val="14"/>
  </w:num>
  <w:num w:numId="5" w16cid:durableId="1559704307">
    <w:abstractNumId w:val="0"/>
  </w:num>
  <w:num w:numId="6" w16cid:durableId="1974409704">
    <w:abstractNumId w:val="1"/>
  </w:num>
  <w:num w:numId="7" w16cid:durableId="1879245318">
    <w:abstractNumId w:val="3"/>
  </w:num>
  <w:num w:numId="8" w16cid:durableId="29383242">
    <w:abstractNumId w:val="9"/>
  </w:num>
  <w:num w:numId="9" w16cid:durableId="770781688">
    <w:abstractNumId w:val="13"/>
  </w:num>
  <w:num w:numId="10" w16cid:durableId="901596232">
    <w:abstractNumId w:val="2"/>
  </w:num>
  <w:num w:numId="11" w16cid:durableId="2101951505">
    <w:abstractNumId w:val="11"/>
  </w:num>
  <w:num w:numId="12" w16cid:durableId="1249119142">
    <w:abstractNumId w:val="6"/>
  </w:num>
  <w:num w:numId="13" w16cid:durableId="68964446">
    <w:abstractNumId w:val="7"/>
  </w:num>
  <w:num w:numId="14" w16cid:durableId="682361651">
    <w:abstractNumId w:val="4"/>
  </w:num>
  <w:num w:numId="15" w16cid:durableId="1018313219">
    <w:abstractNumId w:val="10"/>
  </w:num>
  <w:num w:numId="16" w16cid:durableId="20990177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84"/>
    <w:rsid w:val="00064C01"/>
    <w:rsid w:val="0006625D"/>
    <w:rsid w:val="00110857"/>
    <w:rsid w:val="00110F4E"/>
    <w:rsid w:val="0014049E"/>
    <w:rsid w:val="001B191A"/>
    <w:rsid w:val="001D0928"/>
    <w:rsid w:val="001E3767"/>
    <w:rsid w:val="001F2568"/>
    <w:rsid w:val="00254944"/>
    <w:rsid w:val="00255774"/>
    <w:rsid w:val="00257858"/>
    <w:rsid w:val="0026345C"/>
    <w:rsid w:val="00263BAD"/>
    <w:rsid w:val="00272DEA"/>
    <w:rsid w:val="002F2F20"/>
    <w:rsid w:val="003017F9"/>
    <w:rsid w:val="00316DDA"/>
    <w:rsid w:val="00317C03"/>
    <w:rsid w:val="003425C8"/>
    <w:rsid w:val="00345837"/>
    <w:rsid w:val="003824A7"/>
    <w:rsid w:val="003D3BB5"/>
    <w:rsid w:val="00412BAE"/>
    <w:rsid w:val="004166C1"/>
    <w:rsid w:val="004200CE"/>
    <w:rsid w:val="00460199"/>
    <w:rsid w:val="004647E5"/>
    <w:rsid w:val="004722D1"/>
    <w:rsid w:val="004D73FE"/>
    <w:rsid w:val="004E6348"/>
    <w:rsid w:val="00537310"/>
    <w:rsid w:val="0054142E"/>
    <w:rsid w:val="00542815"/>
    <w:rsid w:val="0054620A"/>
    <w:rsid w:val="00562D4B"/>
    <w:rsid w:val="00562F66"/>
    <w:rsid w:val="00576188"/>
    <w:rsid w:val="005A047F"/>
    <w:rsid w:val="005A6AC9"/>
    <w:rsid w:val="005B002A"/>
    <w:rsid w:val="005C4CBC"/>
    <w:rsid w:val="005C7058"/>
    <w:rsid w:val="005D627F"/>
    <w:rsid w:val="005E118A"/>
    <w:rsid w:val="005F45D7"/>
    <w:rsid w:val="00652BB6"/>
    <w:rsid w:val="006563B4"/>
    <w:rsid w:val="00670845"/>
    <w:rsid w:val="006A36DA"/>
    <w:rsid w:val="006C729D"/>
    <w:rsid w:val="006D60AA"/>
    <w:rsid w:val="006F34B5"/>
    <w:rsid w:val="007013B1"/>
    <w:rsid w:val="00712C21"/>
    <w:rsid w:val="00714F49"/>
    <w:rsid w:val="00720C50"/>
    <w:rsid w:val="00755BF5"/>
    <w:rsid w:val="00762F7F"/>
    <w:rsid w:val="00763784"/>
    <w:rsid w:val="0078469F"/>
    <w:rsid w:val="007D7358"/>
    <w:rsid w:val="008160F3"/>
    <w:rsid w:val="0082248F"/>
    <w:rsid w:val="00855330"/>
    <w:rsid w:val="00864319"/>
    <w:rsid w:val="0088339C"/>
    <w:rsid w:val="00890A7B"/>
    <w:rsid w:val="008946FE"/>
    <w:rsid w:val="008A3ABB"/>
    <w:rsid w:val="008C3498"/>
    <w:rsid w:val="008C405C"/>
    <w:rsid w:val="008C6134"/>
    <w:rsid w:val="008D733E"/>
    <w:rsid w:val="009A2F05"/>
    <w:rsid w:val="009D6341"/>
    <w:rsid w:val="00AA0F1F"/>
    <w:rsid w:val="00B13A85"/>
    <w:rsid w:val="00B82A8C"/>
    <w:rsid w:val="00B84A1D"/>
    <w:rsid w:val="00C011FE"/>
    <w:rsid w:val="00C55422"/>
    <w:rsid w:val="00C5750A"/>
    <w:rsid w:val="00C61994"/>
    <w:rsid w:val="00C65237"/>
    <w:rsid w:val="00C71F8A"/>
    <w:rsid w:val="00CA17D5"/>
    <w:rsid w:val="00CC322E"/>
    <w:rsid w:val="00D729EB"/>
    <w:rsid w:val="00DC0435"/>
    <w:rsid w:val="00E35B76"/>
    <w:rsid w:val="00E65B0E"/>
    <w:rsid w:val="00E81E3B"/>
    <w:rsid w:val="00E96C6E"/>
    <w:rsid w:val="00F1028A"/>
    <w:rsid w:val="00F47C64"/>
    <w:rsid w:val="00F536CF"/>
    <w:rsid w:val="00F71243"/>
    <w:rsid w:val="00FA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D8E12"/>
  <w15:docId w15:val="{6AC96F92-CC6B-4AA2-BFAD-A9CFDF71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0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70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0435"/>
    <w:rPr>
      <w:color w:val="0563C1" w:themeColor="hyperlink"/>
      <w:u w:val="single"/>
    </w:rPr>
  </w:style>
  <w:style w:type="table" w:styleId="Tabellenraster">
    <w:name w:val="Table Grid"/>
    <w:basedOn w:val="NormaleTabelle"/>
    <w:rsid w:val="00263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BB6"/>
  </w:style>
  <w:style w:type="paragraph" w:styleId="Fuzeile">
    <w:name w:val="footer"/>
    <w:basedOn w:val="Standard"/>
    <w:link w:val="Fu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B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BB6"/>
    <w:rPr>
      <w:rFonts w:ascii="Tahoma" w:hAnsi="Tahoma" w:cs="Tahoma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34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XP3MBX4Vk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k\Documents\Benutzerdefinierte%20Office-Vorlagen\Aufsetzer_2019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9B70-4896-46D5-9603-C29D3647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Aufsetzer_2019_21.dotx</Template>
  <TotalTime>0</TotalTime>
  <Pages>3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uvk</dc:creator>
  <cp:lastModifiedBy>Ute von Kahlden</cp:lastModifiedBy>
  <cp:revision>2</cp:revision>
  <cp:lastPrinted>2024-10-21T15:25:00Z</cp:lastPrinted>
  <dcterms:created xsi:type="dcterms:W3CDTF">2025-03-23T12:43:00Z</dcterms:created>
  <dcterms:modified xsi:type="dcterms:W3CDTF">2025-03-23T12:43:00Z</dcterms:modified>
</cp:coreProperties>
</file>