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D3BF1" w14:textId="19503790" w:rsidR="00687801" w:rsidRPr="006B29A9" w:rsidRDefault="452C29C5" w:rsidP="0019185A">
      <w:pPr>
        <w:pStyle w:val="Ttulo"/>
        <w:rPr>
          <w:lang w:val="es-ES"/>
        </w:rPr>
      </w:pPr>
      <w:r w:rsidRPr="452C29C5">
        <w:rPr>
          <w:lang w:val="es-ES"/>
        </w:rPr>
        <w:t>No basta con no ser racista. Hay que ser antirracista.</w:t>
      </w:r>
    </w:p>
    <w:p w14:paraId="461BACE3" w14:textId="7D674E7A" w:rsidR="00181661" w:rsidRDefault="00A80C61" w:rsidP="00A80C61">
      <w:pPr>
        <w:pStyle w:val="Ttulo1"/>
        <w:rPr>
          <w:lang w:val="es-ES"/>
        </w:rPr>
      </w:pPr>
      <w:r>
        <w:rPr>
          <w:lang w:val="es-ES"/>
        </w:rPr>
        <w:t>Introducción</w:t>
      </w:r>
    </w:p>
    <w:p w14:paraId="1E316B7D" w14:textId="0EAE0C54" w:rsidR="00687801" w:rsidRDefault="005861C6" w:rsidP="005861C6">
      <w:pPr>
        <w:pStyle w:val="BetontFett"/>
        <w:rPr>
          <w:lang w:val="es-ES"/>
        </w:rPr>
      </w:pPr>
      <w:r w:rsidRPr="005861C6">
        <w:rPr>
          <w:lang w:val="es-ES"/>
        </w:rPr>
        <w:t>¿Qué es el racismo?</w:t>
      </w:r>
    </w:p>
    <w:p w14:paraId="5D353053" w14:textId="1D28E01B" w:rsidR="006006C1" w:rsidRPr="00870B1D" w:rsidRDefault="006006C1" w:rsidP="006006C1">
      <w:pPr>
        <w:rPr>
          <w:lang w:val="es-ES" w:eastAsia="es-ES_tradnl"/>
        </w:rPr>
      </w:pPr>
      <w:r w:rsidRPr="00870B1D">
        <w:rPr>
          <w:lang w:val="es-ES" w:eastAsia="es-ES_tradnl"/>
        </w:rPr>
        <w:t>Según la definición de la Comisión Europea contra el Racismo y la Intolerancia del Consejo de Europa, el racismo es cualquier actitud o manifestación académica, política o cotidiana que suponga afirmar o reconocer de forma explícita o implícita, tanto la inferioridad de algunos colectivos étnicos como la superioridad del colectivo propio.</w:t>
      </w:r>
    </w:p>
    <w:p w14:paraId="5C8BB6FE" w14:textId="0A957624" w:rsidR="006006C1" w:rsidRPr="00870B1D" w:rsidRDefault="00D2393D" w:rsidP="006006C1">
      <w:pPr>
        <w:suppressLineNumbers w:val="0"/>
        <w:spacing w:after="0" w:line="240" w:lineRule="auto"/>
        <w:rPr>
          <w:rStyle w:val="Internetverknpfung"/>
          <w:lang w:val="es-ES" w:eastAsia="es-ES_tradnl"/>
        </w:rPr>
      </w:pPr>
      <w:r w:rsidRPr="00870B1D">
        <w:rPr>
          <w:lang w:val="es-ES"/>
        </w:rPr>
        <w:t>Fuente:</w:t>
      </w:r>
      <w:r w:rsidRPr="00870B1D">
        <w:rPr>
          <w:rStyle w:val="Internetverknpfung"/>
          <w:lang w:val="es-ES" w:eastAsia="es-ES_tradnl"/>
        </w:rPr>
        <w:t xml:space="preserve"> </w:t>
      </w:r>
      <w:r w:rsidR="0040297E" w:rsidRPr="00870B1D">
        <w:rPr>
          <w:rStyle w:val="Internetverknpfung"/>
          <w:lang w:val="es-ES" w:eastAsia="es-ES_tradnl"/>
        </w:rPr>
        <w:t>https://igualdadynodiscriminacion.igualdad.gob.es/discriminacion/queesDiscriminar/racismo.htm</w:t>
      </w:r>
    </w:p>
    <w:p w14:paraId="21845D3B" w14:textId="77777777" w:rsidR="00840307" w:rsidRPr="00870B1D" w:rsidRDefault="00840307" w:rsidP="00840307">
      <w:pPr>
        <w:suppressLineNumbers w:val="0"/>
        <w:spacing w:after="0" w:line="240" w:lineRule="auto"/>
        <w:rPr>
          <w:color w:val="000080"/>
          <w:u w:val="single"/>
          <w:lang w:val="es-ES" w:eastAsia="es-ES_tradnl"/>
        </w:rPr>
      </w:pPr>
      <w:r w:rsidRPr="00870B1D">
        <w:rPr>
          <w:lang w:val="es-ES"/>
        </w:rPr>
        <w:t>(Última consulta 3.4.2024)</w:t>
      </w:r>
    </w:p>
    <w:p w14:paraId="2FB21541" w14:textId="77777777" w:rsidR="005861C6" w:rsidRPr="00870B1D" w:rsidRDefault="005861C6" w:rsidP="005861C6">
      <w:pPr>
        <w:pStyle w:val="BetontFett"/>
        <w:rPr>
          <w:lang w:val="es-ES"/>
        </w:rPr>
      </w:pPr>
    </w:p>
    <w:p w14:paraId="2685E5F5" w14:textId="7F2A815D" w:rsidR="00687801" w:rsidRPr="00870B1D" w:rsidRDefault="00B3384D" w:rsidP="00FF1B1E">
      <w:pPr>
        <w:rPr>
          <w:lang w:val="es-ES"/>
        </w:rPr>
      </w:pPr>
      <w:r w:rsidRPr="00870B1D">
        <w:rPr>
          <w:lang w:val="es-ES"/>
        </w:rPr>
        <w:t>Después de leer la definición</w:t>
      </w:r>
      <w:r w:rsidR="00870B1D">
        <w:rPr>
          <w:lang w:val="es-ES"/>
        </w:rPr>
        <w:t xml:space="preserve"> </w:t>
      </w:r>
      <w:r w:rsidR="002A70E2">
        <w:rPr>
          <w:lang w:val="es-ES"/>
        </w:rPr>
        <w:t>del término “racismo”</w:t>
      </w:r>
      <w:r w:rsidRPr="00870B1D">
        <w:rPr>
          <w:lang w:val="es-ES"/>
        </w:rPr>
        <w:t>, h</w:t>
      </w:r>
      <w:r w:rsidR="00FB5A3C" w:rsidRPr="00870B1D">
        <w:rPr>
          <w:lang w:val="es-ES"/>
        </w:rPr>
        <w:t>abla con un co</w:t>
      </w:r>
      <w:r w:rsidR="00E0180C" w:rsidRPr="00870B1D">
        <w:rPr>
          <w:lang w:val="es-ES"/>
        </w:rPr>
        <w:t>mpañero o una compañera de clase</w:t>
      </w:r>
      <w:r w:rsidR="002A70E2">
        <w:rPr>
          <w:lang w:val="es-ES"/>
        </w:rPr>
        <w:t xml:space="preserve"> y f</w:t>
      </w:r>
      <w:r w:rsidR="00FF1B1E" w:rsidRPr="00870B1D">
        <w:rPr>
          <w:lang w:val="es-ES"/>
        </w:rPr>
        <w:t xml:space="preserve">ormulad juntos una definición del término </w:t>
      </w:r>
      <w:r w:rsidR="00FF1B1E" w:rsidRPr="00870B1D">
        <w:rPr>
          <w:b/>
          <w:lang w:val="es-ES"/>
        </w:rPr>
        <w:t>antirracismo</w:t>
      </w:r>
      <w:r w:rsidR="00FF1B1E" w:rsidRPr="00870B1D">
        <w:rPr>
          <w:lang w:val="es-ES"/>
        </w:rPr>
        <w:t>.</w:t>
      </w:r>
    </w:p>
    <w:p w14:paraId="0A9F2FE6" w14:textId="77777777" w:rsidR="00765121" w:rsidRPr="00870B1D" w:rsidRDefault="00765121" w:rsidP="00FF1B1E">
      <w:pPr>
        <w:rPr>
          <w:lang w:val="es-ES"/>
        </w:rPr>
      </w:pPr>
    </w:p>
    <w:p w14:paraId="306295CF" w14:textId="4A054D57" w:rsidR="00A80C61" w:rsidRDefault="452C29C5" w:rsidP="00A80C61">
      <w:pPr>
        <w:pStyle w:val="Ttulo1"/>
      </w:pPr>
      <w:proofErr w:type="spellStart"/>
      <w:r>
        <w:t>Vídeo</w:t>
      </w:r>
      <w:proofErr w:type="spellEnd"/>
    </w:p>
    <w:p w14:paraId="41557F89" w14:textId="77777777" w:rsidR="000441E1" w:rsidRPr="00870B1D" w:rsidRDefault="00765121" w:rsidP="00FF1B1E">
      <w:pPr>
        <w:rPr>
          <w:lang w:val="es-ES"/>
        </w:rPr>
      </w:pPr>
      <w:r w:rsidRPr="00870B1D">
        <w:rPr>
          <w:lang w:val="es-ES"/>
        </w:rPr>
        <w:t>A</w:t>
      </w:r>
      <w:r w:rsidR="00EF0442" w:rsidRPr="00870B1D">
        <w:rPr>
          <w:lang w:val="es-ES"/>
        </w:rPr>
        <w:t xml:space="preserve">hora vamos a ver un vídeo </w:t>
      </w:r>
      <w:r w:rsidR="008B2F84" w:rsidRPr="00870B1D">
        <w:rPr>
          <w:lang w:val="es-ES"/>
        </w:rPr>
        <w:t xml:space="preserve">de la serie </w:t>
      </w:r>
      <w:r w:rsidR="008B2F84">
        <w:fldChar w:fldCharType="begin"/>
      </w:r>
      <w:r w:rsidR="008B2F84" w:rsidRPr="0051598B">
        <w:rPr>
          <w:lang w:val="es-ES"/>
        </w:rPr>
        <w:instrText>HYPERLINK "https://aprendemosjuntos.bbva.com/"</w:instrText>
      </w:r>
      <w:r w:rsidR="008B2F84">
        <w:fldChar w:fldCharType="separate"/>
      </w:r>
      <w:r w:rsidR="008B2F84" w:rsidRPr="007157C8">
        <w:rPr>
          <w:rStyle w:val="Hipervnculo"/>
          <w:lang w:val="es-ES"/>
        </w:rPr>
        <w:t xml:space="preserve">Aprendemos </w:t>
      </w:r>
      <w:r w:rsidR="007C77E0" w:rsidRPr="007157C8">
        <w:rPr>
          <w:rStyle w:val="Hipervnculo"/>
          <w:lang w:val="es-ES"/>
        </w:rPr>
        <w:t>J</w:t>
      </w:r>
      <w:r w:rsidR="008B2F84" w:rsidRPr="007157C8">
        <w:rPr>
          <w:rStyle w:val="Hipervnculo"/>
          <w:lang w:val="es-ES"/>
        </w:rPr>
        <w:t>untos</w:t>
      </w:r>
      <w:r w:rsidR="007C77E0" w:rsidRPr="007157C8">
        <w:rPr>
          <w:rStyle w:val="Hipervnculo"/>
          <w:lang w:val="es-ES"/>
        </w:rPr>
        <w:t xml:space="preserve"> 2030</w:t>
      </w:r>
      <w:r w:rsidR="008B2F84">
        <w:rPr>
          <w:rStyle w:val="Hipervnculo"/>
          <w:lang w:val="es-ES"/>
        </w:rPr>
        <w:fldChar w:fldCharType="end"/>
      </w:r>
      <w:r w:rsidR="00CF3AB0" w:rsidRPr="00870B1D">
        <w:rPr>
          <w:lang w:val="es-ES"/>
        </w:rPr>
        <w:t xml:space="preserve">. El título del </w:t>
      </w:r>
      <w:r w:rsidR="00CF3AB0">
        <w:fldChar w:fldCharType="begin"/>
      </w:r>
      <w:r w:rsidR="00CF3AB0" w:rsidRPr="0051598B">
        <w:rPr>
          <w:lang w:val="es-ES"/>
        </w:rPr>
        <w:instrText>HYPERLINK "https://youtu.be/VcCkzlP_33Q?si=YORjqyFiQwVoHWFt"</w:instrText>
      </w:r>
      <w:r w:rsidR="00CF3AB0">
        <w:fldChar w:fldCharType="separate"/>
      </w:r>
      <w:r w:rsidR="00CF3AB0" w:rsidRPr="000441E1">
        <w:rPr>
          <w:rStyle w:val="Hipervnculo"/>
          <w:lang w:val="es-ES"/>
        </w:rPr>
        <w:t>vídeo</w:t>
      </w:r>
      <w:r w:rsidR="00CF3AB0">
        <w:rPr>
          <w:rStyle w:val="Hipervnculo"/>
          <w:lang w:val="es-ES"/>
        </w:rPr>
        <w:fldChar w:fldCharType="end"/>
      </w:r>
      <w:r w:rsidR="00CF3AB0" w:rsidRPr="000441E1">
        <w:rPr>
          <w:lang w:val="es-ES"/>
        </w:rPr>
        <w:t xml:space="preserve"> </w:t>
      </w:r>
      <w:r w:rsidR="00CF3AB0" w:rsidRPr="00870B1D">
        <w:rPr>
          <w:lang w:val="es-ES"/>
        </w:rPr>
        <w:t xml:space="preserve">es </w:t>
      </w:r>
      <w:r w:rsidR="00CF3AB0" w:rsidRPr="00CA6057">
        <w:rPr>
          <w:rStyle w:val="Kursiv-Text"/>
          <w:lang w:val="es-ES"/>
        </w:rPr>
        <w:t xml:space="preserve">“No basta con no ser racista. </w:t>
      </w:r>
      <w:r w:rsidR="00CF3AB0" w:rsidRPr="00891617">
        <w:rPr>
          <w:rStyle w:val="Kursiv-Text"/>
          <w:lang w:val="es-ES"/>
        </w:rPr>
        <w:t>Hay que ser antirracista”</w:t>
      </w:r>
      <w:r w:rsidR="005178A9" w:rsidRPr="00870B1D">
        <w:rPr>
          <w:lang w:val="es-ES"/>
        </w:rPr>
        <w:t xml:space="preserve">. </w:t>
      </w:r>
    </w:p>
    <w:p w14:paraId="69E28355" w14:textId="6203A81E" w:rsidR="00765121" w:rsidRPr="00870B1D" w:rsidRDefault="005178A9" w:rsidP="00FF1B1E">
      <w:pPr>
        <w:rPr>
          <w:lang w:val="es-ES"/>
        </w:rPr>
      </w:pPr>
      <w:r w:rsidRPr="00870B1D">
        <w:rPr>
          <w:lang w:val="es-ES"/>
        </w:rPr>
        <w:t>Haz las siguientes tareas de comprensión</w:t>
      </w:r>
      <w:r w:rsidR="00D33EB1" w:rsidRPr="00870B1D">
        <w:rPr>
          <w:lang w:val="es-ES"/>
        </w:rPr>
        <w:t xml:space="preserve"> auditiva</w:t>
      </w:r>
      <w:r w:rsidRPr="00870B1D">
        <w:rPr>
          <w:lang w:val="es-ES"/>
        </w:rPr>
        <w:t>.</w:t>
      </w:r>
    </w:p>
    <w:p w14:paraId="717082DD" w14:textId="7D799C01" w:rsidR="005E256B" w:rsidRPr="00870B1D" w:rsidRDefault="00780F6A" w:rsidP="00BE6B34">
      <w:pPr>
        <w:pStyle w:val="Nummerierung123"/>
        <w:rPr>
          <w:lang w:val="es-ES"/>
        </w:rPr>
      </w:pPr>
      <w:r w:rsidRPr="00780F6A">
        <w:rPr>
          <w:rStyle w:val="Kursiv-Text"/>
          <w:lang w:val="es-ES"/>
        </w:rPr>
        <w:t>“</w:t>
      </w:r>
      <w:r>
        <w:rPr>
          <w:rStyle w:val="Kursiv-Text"/>
          <w:lang w:val="es-ES"/>
        </w:rPr>
        <w:t>E</w:t>
      </w:r>
      <w:r w:rsidR="00BE6B34" w:rsidRPr="00780F6A">
        <w:rPr>
          <w:rStyle w:val="Kursiv-Text"/>
          <w:lang w:val="es-ES"/>
        </w:rPr>
        <w:t>spero que algún día te unas a nosotros y el mundo sea solamente uno</w:t>
      </w:r>
      <w:r>
        <w:rPr>
          <w:rStyle w:val="Kursiv-Text"/>
          <w:lang w:val="es-ES"/>
        </w:rPr>
        <w:t>”</w:t>
      </w:r>
      <w:r w:rsidR="00BE6B34" w:rsidRPr="00870B1D">
        <w:rPr>
          <w:lang w:val="es-ES"/>
        </w:rPr>
        <w:t xml:space="preserve"> es </w:t>
      </w:r>
      <w:r w:rsidR="00A95ACB" w:rsidRPr="00870B1D">
        <w:rPr>
          <w:lang w:val="es-ES"/>
        </w:rPr>
        <w:t xml:space="preserve">el mensaje de la canción </w:t>
      </w:r>
      <w:r w:rsidR="00A95ACB" w:rsidRPr="00780F6A">
        <w:rPr>
          <w:rStyle w:val="EnglischesWort"/>
          <w:lang w:val="es-ES"/>
        </w:rPr>
        <w:t>Imagine</w:t>
      </w:r>
      <w:r w:rsidR="00A95ACB" w:rsidRPr="00870B1D">
        <w:rPr>
          <w:lang w:val="es-ES"/>
        </w:rPr>
        <w:t xml:space="preserve"> de </w:t>
      </w:r>
      <w:r w:rsidR="00A95ACB" w:rsidRPr="00780F6A">
        <w:rPr>
          <w:rStyle w:val="EnglischesWort"/>
          <w:lang w:val="es-ES"/>
        </w:rPr>
        <w:t>John Lennon</w:t>
      </w:r>
      <w:r w:rsidRPr="00870B1D">
        <w:rPr>
          <w:lang w:val="es-ES"/>
        </w:rPr>
        <w:t xml:space="preserve">. Según </w:t>
      </w:r>
      <w:r w:rsidR="00942388" w:rsidRPr="00870B1D">
        <w:rPr>
          <w:lang w:val="es-ES"/>
        </w:rPr>
        <w:t>T</w:t>
      </w:r>
      <w:r w:rsidRPr="00870B1D">
        <w:rPr>
          <w:lang w:val="es-ES"/>
        </w:rPr>
        <w:t>eresa Perales</w:t>
      </w:r>
      <w:r w:rsidR="00942388" w:rsidRPr="00870B1D">
        <w:rPr>
          <w:lang w:val="es-ES"/>
        </w:rPr>
        <w:t xml:space="preserve"> no hemos alcanzado aún este objetivo. Escribe tres de los motivos </w:t>
      </w:r>
      <w:r w:rsidR="009B7A1B" w:rsidRPr="00870B1D">
        <w:rPr>
          <w:lang w:val="es-ES"/>
        </w:rPr>
        <w:t>que nombra por los que se sigue discriminando</w:t>
      </w:r>
      <w:r w:rsidR="00D33EB1" w:rsidRPr="00870B1D">
        <w:rPr>
          <w:lang w:val="es-ES"/>
        </w:rPr>
        <w:t xml:space="preserve"> a las personas.</w:t>
      </w:r>
    </w:p>
    <w:p w14:paraId="1262FFF1" w14:textId="78755281" w:rsidR="00D33EB1" w:rsidRPr="00870B1D" w:rsidRDefault="00526F07" w:rsidP="00BE6B34">
      <w:pPr>
        <w:pStyle w:val="Nummerierung123"/>
        <w:rPr>
          <w:lang w:val="es-ES"/>
        </w:rPr>
      </w:pPr>
      <w:r w:rsidRPr="00870B1D">
        <w:rPr>
          <w:lang w:val="es-ES"/>
        </w:rPr>
        <w:t xml:space="preserve">Adriana </w:t>
      </w:r>
      <w:proofErr w:type="spellStart"/>
      <w:r w:rsidRPr="00870B1D">
        <w:rPr>
          <w:lang w:val="es-ES"/>
        </w:rPr>
        <w:t>Boho</w:t>
      </w:r>
      <w:proofErr w:type="spellEnd"/>
      <w:r w:rsidRPr="00870B1D">
        <w:rPr>
          <w:lang w:val="es-ES"/>
        </w:rPr>
        <w:t xml:space="preserve"> es estilista, </w:t>
      </w:r>
      <w:proofErr w:type="spellStart"/>
      <w:proofErr w:type="gramStart"/>
      <w:r w:rsidRPr="00870B1D">
        <w:rPr>
          <w:lang w:val="es-ES"/>
        </w:rPr>
        <w:t>influencer</w:t>
      </w:r>
      <w:proofErr w:type="spellEnd"/>
      <w:proofErr w:type="gramEnd"/>
      <w:r w:rsidRPr="00870B1D">
        <w:rPr>
          <w:lang w:val="es-ES"/>
        </w:rPr>
        <w:t xml:space="preserve"> y ha escrito un libro sobre </w:t>
      </w:r>
      <w:proofErr w:type="spellStart"/>
      <w:r w:rsidRPr="00870B1D">
        <w:rPr>
          <w:lang w:val="es-ES"/>
        </w:rPr>
        <w:t>micorracismos</w:t>
      </w:r>
      <w:proofErr w:type="spellEnd"/>
      <w:r w:rsidRPr="00870B1D">
        <w:rPr>
          <w:lang w:val="es-ES"/>
        </w:rPr>
        <w:t xml:space="preserve">. </w:t>
      </w:r>
      <w:r w:rsidR="00902E41" w:rsidRPr="00870B1D">
        <w:rPr>
          <w:lang w:val="es-ES"/>
        </w:rPr>
        <w:t>Elige la</w:t>
      </w:r>
      <w:r w:rsidR="00503622" w:rsidRPr="00870B1D">
        <w:rPr>
          <w:lang w:val="es-ES"/>
        </w:rPr>
        <w:t>(s)</w:t>
      </w:r>
      <w:r w:rsidR="00902E41" w:rsidRPr="00870B1D">
        <w:rPr>
          <w:lang w:val="es-ES"/>
        </w:rPr>
        <w:t xml:space="preserve"> respuesta</w:t>
      </w:r>
      <w:r w:rsidR="00503622" w:rsidRPr="00870B1D">
        <w:rPr>
          <w:lang w:val="es-ES"/>
        </w:rPr>
        <w:t>(s)</w:t>
      </w:r>
      <w:r w:rsidR="00902E41" w:rsidRPr="00870B1D">
        <w:rPr>
          <w:lang w:val="es-ES"/>
        </w:rPr>
        <w:t xml:space="preserve"> correcta</w:t>
      </w:r>
      <w:r w:rsidR="00503622" w:rsidRPr="00870B1D">
        <w:rPr>
          <w:lang w:val="es-ES"/>
        </w:rPr>
        <w:t>(s)</w:t>
      </w:r>
      <w:r w:rsidR="00902E41" w:rsidRPr="00870B1D">
        <w:rPr>
          <w:lang w:val="es-ES"/>
        </w:rPr>
        <w:t xml:space="preserve"> </w:t>
      </w:r>
      <w:r w:rsidR="004E0F26" w:rsidRPr="00870B1D">
        <w:rPr>
          <w:lang w:val="es-ES"/>
        </w:rPr>
        <w:t xml:space="preserve">para las siguientes </w:t>
      </w:r>
      <w:r w:rsidR="00782B33" w:rsidRPr="00870B1D">
        <w:rPr>
          <w:lang w:val="es-ES"/>
        </w:rPr>
        <w:t>afirmaciones</w:t>
      </w:r>
      <w:r w:rsidR="00DE1ACF" w:rsidRPr="00870B1D">
        <w:rPr>
          <w:lang w:val="es-ES"/>
        </w:rPr>
        <w:t>.</w:t>
      </w:r>
    </w:p>
    <w:p w14:paraId="0A727655" w14:textId="1814A7E2" w:rsidR="00DE1ACF" w:rsidRDefault="00DD1037" w:rsidP="00DD1037">
      <w:pPr>
        <w:pStyle w:val="Nummerierungabc"/>
      </w:pPr>
      <w:proofErr w:type="spellStart"/>
      <w:r>
        <w:t>Ser</w:t>
      </w:r>
      <w:proofErr w:type="spellEnd"/>
      <w:r>
        <w:t xml:space="preserve"> </w:t>
      </w:r>
      <w:proofErr w:type="spellStart"/>
      <w:r>
        <w:t>diferente</w:t>
      </w:r>
      <w:proofErr w:type="spellEnd"/>
      <w:r>
        <w:t xml:space="preserve"> </w:t>
      </w:r>
      <w:proofErr w:type="spellStart"/>
      <w:r w:rsidR="00727970">
        <w:t>significa</w:t>
      </w:r>
      <w:proofErr w:type="spellEnd"/>
    </w:p>
    <w:p w14:paraId="2834E77D" w14:textId="1D17AD69" w:rsidR="00727970" w:rsidRPr="00870B1D" w:rsidRDefault="00727970" w:rsidP="00727970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no ser aceptada por el resto de </w:t>
      </w:r>
      <w:proofErr w:type="gramStart"/>
      <w:r w:rsidRPr="00870B1D">
        <w:rPr>
          <w:lang w:val="es-ES"/>
        </w:rPr>
        <w:t>personas</w:t>
      </w:r>
      <w:proofErr w:type="gramEnd"/>
      <w:r w:rsidR="00316583" w:rsidRPr="00870B1D">
        <w:rPr>
          <w:lang w:val="es-ES"/>
        </w:rPr>
        <w:t>.</w:t>
      </w:r>
    </w:p>
    <w:p w14:paraId="1211EFA3" w14:textId="1A930627" w:rsidR="00316583" w:rsidRPr="00870B1D" w:rsidRDefault="00316583" w:rsidP="00727970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no estar dentro de lo que </w:t>
      </w:r>
      <w:r w:rsidR="00E053C9" w:rsidRPr="00870B1D">
        <w:rPr>
          <w:lang w:val="es-ES"/>
        </w:rPr>
        <w:t>para la sociedad es normal.</w:t>
      </w:r>
    </w:p>
    <w:p w14:paraId="09A65E39" w14:textId="3FCB89C5" w:rsidR="00C574C4" w:rsidRPr="00870B1D" w:rsidRDefault="00587680" w:rsidP="006408EB">
      <w:pPr>
        <w:pStyle w:val="CheckboxenalsListe0"/>
        <w:rPr>
          <w:lang w:val="es-ES"/>
        </w:rPr>
      </w:pPr>
      <w:r w:rsidRPr="00870B1D">
        <w:rPr>
          <w:lang w:val="es-ES"/>
        </w:rPr>
        <w:t>no querer adaptarse a las normas sociales.</w:t>
      </w:r>
    </w:p>
    <w:p w14:paraId="3C78FF69" w14:textId="45C3F54D" w:rsidR="00587680" w:rsidRPr="00870B1D" w:rsidRDefault="000329E1" w:rsidP="00587680">
      <w:pPr>
        <w:pStyle w:val="Nummerierungabc"/>
        <w:rPr>
          <w:lang w:val="es-ES"/>
        </w:rPr>
      </w:pPr>
      <w:r w:rsidRPr="00870B1D">
        <w:rPr>
          <w:lang w:val="es-ES"/>
        </w:rPr>
        <w:lastRenderedPageBreak/>
        <w:t xml:space="preserve">Adriana </w:t>
      </w:r>
      <w:proofErr w:type="spellStart"/>
      <w:r w:rsidRPr="00870B1D">
        <w:rPr>
          <w:lang w:val="es-ES"/>
        </w:rPr>
        <w:t>Boho</w:t>
      </w:r>
      <w:proofErr w:type="spellEnd"/>
      <w:r w:rsidRPr="00870B1D">
        <w:rPr>
          <w:lang w:val="es-ES"/>
        </w:rPr>
        <w:t xml:space="preserve"> ha</w:t>
      </w:r>
      <w:r w:rsidR="002734A0" w:rsidRPr="00870B1D">
        <w:rPr>
          <w:lang w:val="es-ES"/>
        </w:rPr>
        <w:t>bla de</w:t>
      </w:r>
      <w:r w:rsidRPr="00870B1D">
        <w:rPr>
          <w:lang w:val="es-ES"/>
        </w:rPr>
        <w:t xml:space="preserve"> </w:t>
      </w:r>
      <w:r w:rsidR="002734A0" w:rsidRPr="00870B1D">
        <w:rPr>
          <w:lang w:val="es-ES"/>
        </w:rPr>
        <w:t xml:space="preserve">algunas </w:t>
      </w:r>
      <w:r w:rsidRPr="00870B1D">
        <w:rPr>
          <w:lang w:val="es-ES"/>
        </w:rPr>
        <w:t>situaciones racistas</w:t>
      </w:r>
      <w:r w:rsidR="002734A0" w:rsidRPr="00870B1D">
        <w:rPr>
          <w:lang w:val="es-ES"/>
        </w:rPr>
        <w:t xml:space="preserve"> que ha tenido</w:t>
      </w:r>
      <w:r w:rsidRPr="00870B1D">
        <w:rPr>
          <w:lang w:val="es-ES"/>
        </w:rPr>
        <w:t xml:space="preserve"> en su vida </w:t>
      </w:r>
    </w:p>
    <w:p w14:paraId="6BC9113C" w14:textId="04FA76CB" w:rsidR="000329E1" w:rsidRPr="00961F6B" w:rsidRDefault="00591B36" w:rsidP="00503622">
      <w:pPr>
        <w:pStyle w:val="CheckboxenalsListe0"/>
        <w:rPr>
          <w:lang w:val="es-ES"/>
        </w:rPr>
      </w:pPr>
      <w:r w:rsidRPr="00961F6B">
        <w:rPr>
          <w:lang w:val="es-ES"/>
        </w:rPr>
        <w:t xml:space="preserve">cuando buscaba </w:t>
      </w:r>
      <w:r w:rsidR="00D538D5" w:rsidRPr="00961F6B">
        <w:rPr>
          <w:lang w:val="es-ES"/>
        </w:rPr>
        <w:t>un sitio para vivir</w:t>
      </w:r>
    </w:p>
    <w:p w14:paraId="37963C3B" w14:textId="4B9B1A55" w:rsidR="00591B36" w:rsidRDefault="00EE7149" w:rsidP="00503622">
      <w:pPr>
        <w:pStyle w:val="CheckboxenalsListe0"/>
      </w:pPr>
      <w:proofErr w:type="spellStart"/>
      <w:r>
        <w:t>cuando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a</w:t>
      </w:r>
      <w:r w:rsidR="002734A0">
        <w:t xml:space="preserve"> la </w:t>
      </w:r>
      <w:proofErr w:type="spellStart"/>
      <w:r w:rsidR="002734A0">
        <w:t>escuela</w:t>
      </w:r>
      <w:proofErr w:type="spellEnd"/>
    </w:p>
    <w:p w14:paraId="09C35725" w14:textId="40B5000A" w:rsidR="002734A0" w:rsidRDefault="00EE7149" w:rsidP="00503622">
      <w:pPr>
        <w:pStyle w:val="CheckboxenalsListe0"/>
      </w:pPr>
      <w:proofErr w:type="spellStart"/>
      <w:r>
        <w:t>para</w:t>
      </w:r>
      <w:proofErr w:type="spellEnd"/>
      <w:r>
        <w:t xml:space="preserve"> </w:t>
      </w:r>
      <w:proofErr w:type="spellStart"/>
      <w:r>
        <w:t>encontrar</w:t>
      </w:r>
      <w:proofErr w:type="spellEnd"/>
      <w:r w:rsidR="002734A0">
        <w:t xml:space="preserve"> </w:t>
      </w:r>
      <w:proofErr w:type="spellStart"/>
      <w:r w:rsidR="002734A0">
        <w:t>trabajo</w:t>
      </w:r>
      <w:proofErr w:type="spellEnd"/>
    </w:p>
    <w:p w14:paraId="44909655" w14:textId="78E838BB" w:rsidR="002734A0" w:rsidRPr="00870B1D" w:rsidRDefault="00197096" w:rsidP="00503622">
      <w:pPr>
        <w:pStyle w:val="CheckboxenalsListe0"/>
        <w:rPr>
          <w:lang w:val="es-ES"/>
        </w:rPr>
      </w:pPr>
      <w:r w:rsidRPr="00870B1D">
        <w:rPr>
          <w:lang w:val="es-ES"/>
        </w:rPr>
        <w:t>con chicos que querían una relación con ella</w:t>
      </w:r>
    </w:p>
    <w:p w14:paraId="347879D8" w14:textId="703E3415" w:rsidR="00197096" w:rsidRPr="00870B1D" w:rsidRDefault="00083E26" w:rsidP="00197096">
      <w:pPr>
        <w:pStyle w:val="Nummerierungabc"/>
        <w:rPr>
          <w:lang w:val="es-ES"/>
        </w:rPr>
      </w:pPr>
      <w:r w:rsidRPr="00870B1D">
        <w:rPr>
          <w:lang w:val="es-ES"/>
        </w:rPr>
        <w:t xml:space="preserve">Creció rodeada de niñas </w:t>
      </w:r>
      <w:r w:rsidR="007D1E28" w:rsidRPr="00870B1D">
        <w:rPr>
          <w:lang w:val="es-ES"/>
        </w:rPr>
        <w:t>físicamente diferentes a ella</w:t>
      </w:r>
      <w:r w:rsidR="00645BD7" w:rsidRPr="00870B1D">
        <w:rPr>
          <w:lang w:val="es-ES"/>
        </w:rPr>
        <w:t xml:space="preserve"> </w:t>
      </w:r>
    </w:p>
    <w:p w14:paraId="071DB7C2" w14:textId="26A2440C" w:rsidR="00645BD7" w:rsidRPr="00870B1D" w:rsidRDefault="00B74AF1" w:rsidP="00645BD7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y </w:t>
      </w:r>
      <w:r w:rsidR="004D4F75" w:rsidRPr="00870B1D">
        <w:rPr>
          <w:lang w:val="es-ES"/>
        </w:rPr>
        <w:t xml:space="preserve">le gustaba porque </w:t>
      </w:r>
      <w:r w:rsidRPr="00870B1D">
        <w:rPr>
          <w:lang w:val="es-ES"/>
        </w:rPr>
        <w:t>las otras chicas querían parecerse a ella</w:t>
      </w:r>
    </w:p>
    <w:p w14:paraId="5DBC3B23" w14:textId="74B88FF4" w:rsidR="00E6758E" w:rsidRPr="00870B1D" w:rsidRDefault="00CC2070" w:rsidP="00645BD7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pero no le importaba porque sentía </w:t>
      </w:r>
      <w:r w:rsidR="00A9369A" w:rsidRPr="00870B1D">
        <w:rPr>
          <w:lang w:val="es-ES"/>
        </w:rPr>
        <w:t>que encajaba en el grupo</w:t>
      </w:r>
    </w:p>
    <w:p w14:paraId="126BDDCA" w14:textId="3A109701" w:rsidR="00B74AF1" w:rsidRPr="00870B1D" w:rsidRDefault="00E6758E" w:rsidP="00645BD7">
      <w:pPr>
        <w:pStyle w:val="CheckboxenalsListe0"/>
        <w:rPr>
          <w:lang w:val="es-ES"/>
        </w:rPr>
      </w:pPr>
      <w:r w:rsidRPr="00870B1D">
        <w:rPr>
          <w:lang w:val="es-ES"/>
        </w:rPr>
        <w:t>por eso intentaba cambiar su imagen y ser como ellas</w:t>
      </w:r>
    </w:p>
    <w:p w14:paraId="6D82D8CD" w14:textId="27DBFE09" w:rsidR="00A9369A" w:rsidRPr="00870B1D" w:rsidRDefault="000409A3" w:rsidP="00A9369A">
      <w:pPr>
        <w:pStyle w:val="Nummerierungabc"/>
        <w:rPr>
          <w:lang w:val="es-ES"/>
        </w:rPr>
      </w:pPr>
      <w:r w:rsidRPr="00870B1D">
        <w:rPr>
          <w:lang w:val="es-ES"/>
        </w:rPr>
        <w:t>Una persona que sufre racismo tiene que saber</w:t>
      </w:r>
    </w:p>
    <w:p w14:paraId="3D9CB770" w14:textId="5EB42210" w:rsidR="000409A3" w:rsidRPr="00870B1D" w:rsidRDefault="00D8143A" w:rsidP="000409A3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que el problema </w:t>
      </w:r>
      <w:r w:rsidR="00391060" w:rsidRPr="00870B1D">
        <w:rPr>
          <w:lang w:val="es-ES"/>
        </w:rPr>
        <w:t>lo tienen</w:t>
      </w:r>
      <w:r w:rsidRPr="00870B1D">
        <w:rPr>
          <w:lang w:val="es-ES"/>
        </w:rPr>
        <w:t xml:space="preserve"> las personas </w:t>
      </w:r>
      <w:r w:rsidR="00391060" w:rsidRPr="00870B1D">
        <w:rPr>
          <w:lang w:val="es-ES"/>
        </w:rPr>
        <w:t>racistas</w:t>
      </w:r>
    </w:p>
    <w:p w14:paraId="5105B57F" w14:textId="23C20619" w:rsidR="00E9195A" w:rsidRPr="00870B1D" w:rsidRDefault="00641F82" w:rsidP="000409A3">
      <w:pPr>
        <w:pStyle w:val="CheckboxenalsListe0"/>
        <w:rPr>
          <w:lang w:val="es-ES"/>
        </w:rPr>
      </w:pPr>
      <w:r w:rsidRPr="00870B1D">
        <w:rPr>
          <w:lang w:val="es-ES"/>
        </w:rPr>
        <w:t>que no tiene que cambiar su forma de ser</w:t>
      </w:r>
    </w:p>
    <w:p w14:paraId="2D8CF6F5" w14:textId="0ADE9293" w:rsidR="00641F82" w:rsidRPr="00870B1D" w:rsidRDefault="008D659D" w:rsidP="000409A3">
      <w:pPr>
        <w:pStyle w:val="CheckboxenalsListe0"/>
        <w:rPr>
          <w:lang w:val="es-ES"/>
        </w:rPr>
      </w:pPr>
      <w:r w:rsidRPr="00870B1D">
        <w:rPr>
          <w:lang w:val="es-ES"/>
        </w:rPr>
        <w:t xml:space="preserve">que </w:t>
      </w:r>
      <w:r w:rsidR="00FC3C6C" w:rsidRPr="00870B1D">
        <w:rPr>
          <w:lang w:val="es-ES"/>
        </w:rPr>
        <w:t>no tiene que pedir perdón</w:t>
      </w:r>
    </w:p>
    <w:p w14:paraId="66D03EF6" w14:textId="51B655EC" w:rsidR="00FC3C6C" w:rsidRPr="00870B1D" w:rsidRDefault="00153E4C" w:rsidP="00153E4C">
      <w:pPr>
        <w:pStyle w:val="Nummerierung123"/>
        <w:rPr>
          <w:lang w:val="es-ES"/>
        </w:rPr>
      </w:pPr>
      <w:r w:rsidRPr="00870B1D">
        <w:rPr>
          <w:lang w:val="es-ES"/>
        </w:rPr>
        <w:t xml:space="preserve">Completa la siguiente frase: </w:t>
      </w:r>
      <w:r w:rsidR="00EB3106" w:rsidRPr="00870B1D">
        <w:rPr>
          <w:lang w:val="es-ES"/>
        </w:rPr>
        <w:t xml:space="preserve">Para Adriana </w:t>
      </w:r>
      <w:proofErr w:type="spellStart"/>
      <w:r w:rsidR="00EB3106" w:rsidRPr="00870B1D">
        <w:rPr>
          <w:lang w:val="es-ES"/>
        </w:rPr>
        <w:t>Boho</w:t>
      </w:r>
      <w:proofErr w:type="spellEnd"/>
      <w:r w:rsidR="00EB3106" w:rsidRPr="00870B1D">
        <w:rPr>
          <w:lang w:val="es-ES"/>
        </w:rPr>
        <w:t xml:space="preserve"> ser antirracista es</w:t>
      </w:r>
      <w:r w:rsidRPr="00870B1D">
        <w:rPr>
          <w:lang w:val="es-ES"/>
        </w:rPr>
        <w:t>…</w:t>
      </w:r>
    </w:p>
    <w:p w14:paraId="20E2DDCF" w14:textId="77777777" w:rsidR="00C574C4" w:rsidRPr="00870B1D" w:rsidRDefault="00C574C4" w:rsidP="00C574C4">
      <w:pPr>
        <w:pStyle w:val="Nummerierung123"/>
        <w:numPr>
          <w:ilvl w:val="0"/>
          <w:numId w:val="0"/>
        </w:numPr>
        <w:ind w:left="714"/>
        <w:rPr>
          <w:lang w:val="es-ES"/>
        </w:rPr>
      </w:pPr>
    </w:p>
    <w:p w14:paraId="7B7386B2" w14:textId="40A6F0E2" w:rsidR="004045A7" w:rsidRDefault="00EB3A23" w:rsidP="00153E4C">
      <w:pPr>
        <w:pStyle w:val="Nummerierung123"/>
      </w:pPr>
      <w:r w:rsidRPr="00870B1D">
        <w:rPr>
          <w:lang w:val="es-ES"/>
        </w:rPr>
        <w:t xml:space="preserve">Relaciona las siguientes </w:t>
      </w:r>
      <w:r w:rsidR="000D0972" w:rsidRPr="00870B1D">
        <w:rPr>
          <w:lang w:val="es-ES"/>
        </w:rPr>
        <w:t>afirmaciones</w:t>
      </w:r>
      <w:r w:rsidRPr="00870B1D">
        <w:rPr>
          <w:lang w:val="es-ES"/>
        </w:rPr>
        <w:t xml:space="preserve"> con la persona que la dice. </w:t>
      </w:r>
      <w:r w:rsidR="00194605">
        <w:t xml:space="preserve">Hay </w:t>
      </w:r>
      <w:proofErr w:type="spellStart"/>
      <w:r w:rsidR="00194605">
        <w:t>una</w:t>
      </w:r>
      <w:proofErr w:type="spellEnd"/>
      <w:r w:rsidR="00194605">
        <w:t xml:space="preserve"> </w:t>
      </w:r>
      <w:proofErr w:type="spellStart"/>
      <w:r w:rsidR="00194605">
        <w:t>afirmación</w:t>
      </w:r>
      <w:proofErr w:type="spellEnd"/>
      <w:r w:rsidR="00194605">
        <w:t xml:space="preserve"> </w:t>
      </w:r>
      <w:proofErr w:type="spellStart"/>
      <w:r w:rsidR="00194605">
        <w:t>que</w:t>
      </w:r>
      <w:proofErr w:type="spellEnd"/>
      <w:r w:rsidR="00194605">
        <w:t xml:space="preserve"> </w:t>
      </w:r>
      <w:proofErr w:type="spellStart"/>
      <w:r w:rsidR="00194605">
        <w:t>no</w:t>
      </w:r>
      <w:proofErr w:type="spellEnd"/>
      <w:r w:rsidR="00194605">
        <w:t xml:space="preserve"> </w:t>
      </w:r>
      <w:proofErr w:type="spellStart"/>
      <w:r w:rsidR="00194605">
        <w:t>corresponde</w:t>
      </w:r>
      <w:proofErr w:type="spellEnd"/>
      <w:r w:rsidR="00194605">
        <w:t xml:space="preserve"> a </w:t>
      </w:r>
      <w:proofErr w:type="spellStart"/>
      <w:r w:rsidR="00194605">
        <w:t>nad</w:t>
      </w:r>
      <w:r w:rsidR="00AE47A9">
        <w:t>ie</w:t>
      </w:r>
      <w:proofErr w:type="spellEnd"/>
      <w:r w:rsidR="00AE47A9">
        <w:t>.</w:t>
      </w: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776"/>
        <w:gridCol w:w="1784"/>
        <w:gridCol w:w="1799"/>
        <w:gridCol w:w="1779"/>
        <w:gridCol w:w="1776"/>
      </w:tblGrid>
      <w:tr w:rsidR="007838FC" w14:paraId="287BEC4D" w14:textId="77777777" w:rsidTr="6C95B941">
        <w:tc>
          <w:tcPr>
            <w:tcW w:w="1776" w:type="dxa"/>
          </w:tcPr>
          <w:p w14:paraId="023F3650" w14:textId="4EEEDFAA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proofErr w:type="spellStart"/>
            <w:r>
              <w:t>Lauti</w:t>
            </w:r>
            <w:proofErr w:type="spellEnd"/>
          </w:p>
        </w:tc>
        <w:tc>
          <w:tcPr>
            <w:tcW w:w="1784" w:type="dxa"/>
          </w:tcPr>
          <w:p w14:paraId="4E135967" w14:textId="5CC603A0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>Laura Sofía</w:t>
            </w:r>
          </w:p>
        </w:tc>
        <w:tc>
          <w:tcPr>
            <w:tcW w:w="1799" w:type="dxa"/>
          </w:tcPr>
          <w:p w14:paraId="5759A30E" w14:textId="22D81368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>Camila</w:t>
            </w:r>
          </w:p>
        </w:tc>
        <w:tc>
          <w:tcPr>
            <w:tcW w:w="1779" w:type="dxa"/>
          </w:tcPr>
          <w:p w14:paraId="24D12A60" w14:textId="597F1D94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 xml:space="preserve">Eden </w:t>
            </w:r>
          </w:p>
        </w:tc>
        <w:tc>
          <w:tcPr>
            <w:tcW w:w="1776" w:type="dxa"/>
          </w:tcPr>
          <w:p w14:paraId="075379FF" w14:textId="798DC0B8" w:rsidR="007838FC" w:rsidRDefault="007838FC" w:rsidP="007838FC">
            <w:pPr>
              <w:pStyle w:val="Nummerierung123"/>
              <w:numPr>
                <w:ilvl w:val="0"/>
                <w:numId w:val="0"/>
              </w:numPr>
            </w:pPr>
            <w:r>
              <w:t>Iñaki</w:t>
            </w:r>
          </w:p>
        </w:tc>
      </w:tr>
      <w:tr w:rsidR="00F62CC7" w:rsidRPr="0051598B" w14:paraId="698B5D21" w14:textId="77777777" w:rsidTr="6C95B941">
        <w:tc>
          <w:tcPr>
            <w:tcW w:w="1776" w:type="dxa"/>
          </w:tcPr>
          <w:p w14:paraId="35251672" w14:textId="3FEB2712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A</w:t>
            </w:r>
          </w:p>
        </w:tc>
        <w:tc>
          <w:tcPr>
            <w:tcW w:w="7138" w:type="dxa"/>
            <w:gridSpan w:val="4"/>
          </w:tcPr>
          <w:p w14:paraId="18E6CE77" w14:textId="74B69735" w:rsidR="00F62CC7" w:rsidRPr="00870B1D" w:rsidRDefault="6C95B941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6C95B941">
              <w:rPr>
                <w:lang w:val="es-ES"/>
              </w:rPr>
              <w:t>No hay que dirigirse a las personas por sus características físicas.</w:t>
            </w:r>
          </w:p>
        </w:tc>
      </w:tr>
      <w:tr w:rsidR="00F62CC7" w:rsidRPr="0051598B" w14:paraId="2BD8D361" w14:textId="77777777" w:rsidTr="6C95B941">
        <w:tc>
          <w:tcPr>
            <w:tcW w:w="1776" w:type="dxa"/>
          </w:tcPr>
          <w:p w14:paraId="7749FE9D" w14:textId="3831F58C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B</w:t>
            </w:r>
          </w:p>
        </w:tc>
        <w:tc>
          <w:tcPr>
            <w:tcW w:w="7138" w:type="dxa"/>
            <w:gridSpan w:val="4"/>
          </w:tcPr>
          <w:p w14:paraId="6CB9B81B" w14:textId="24C20FE0" w:rsidR="00F62CC7" w:rsidRPr="00870B1D" w:rsidRDefault="00872ED1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>
              <w:rPr>
                <w:lang w:val="es-ES"/>
              </w:rPr>
              <w:t>Para algunas personas el color de su piel es un motivo de orgullo.</w:t>
            </w:r>
          </w:p>
        </w:tc>
      </w:tr>
      <w:tr w:rsidR="00F62CC7" w:rsidRPr="0051598B" w14:paraId="0180C70D" w14:textId="77777777" w:rsidTr="6C95B941">
        <w:tc>
          <w:tcPr>
            <w:tcW w:w="1776" w:type="dxa"/>
          </w:tcPr>
          <w:p w14:paraId="3DD53682" w14:textId="4460EA15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C</w:t>
            </w:r>
          </w:p>
        </w:tc>
        <w:tc>
          <w:tcPr>
            <w:tcW w:w="7138" w:type="dxa"/>
            <w:gridSpan w:val="4"/>
          </w:tcPr>
          <w:p w14:paraId="3798F1CB" w14:textId="30A1B3A9" w:rsidR="00F62CC7" w:rsidRPr="00870B1D" w:rsidRDefault="00D2767E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870B1D">
              <w:rPr>
                <w:lang w:val="es-ES"/>
              </w:rPr>
              <w:t>Intentan convencernos de cómo tenemos que ser y no se nos permite ser como realmente somos.</w:t>
            </w:r>
          </w:p>
        </w:tc>
      </w:tr>
      <w:tr w:rsidR="00F62CC7" w:rsidRPr="0051598B" w14:paraId="5A8FD021" w14:textId="77777777" w:rsidTr="6C95B941">
        <w:tc>
          <w:tcPr>
            <w:tcW w:w="1776" w:type="dxa"/>
          </w:tcPr>
          <w:p w14:paraId="61F0D28B" w14:textId="5A306F02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D</w:t>
            </w:r>
          </w:p>
        </w:tc>
        <w:tc>
          <w:tcPr>
            <w:tcW w:w="7138" w:type="dxa"/>
            <w:gridSpan w:val="4"/>
          </w:tcPr>
          <w:p w14:paraId="6ECA1B8D" w14:textId="237DC18C" w:rsidR="00F62CC7" w:rsidRPr="00870B1D" w:rsidRDefault="00D03A33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870B1D">
              <w:rPr>
                <w:lang w:val="es-ES"/>
              </w:rPr>
              <w:t>Cuando eres consciente del significado</w:t>
            </w:r>
            <w:r w:rsidR="00E9069F" w:rsidRPr="00870B1D">
              <w:rPr>
                <w:lang w:val="es-ES"/>
              </w:rPr>
              <w:t xml:space="preserve"> de algunas expresiones racistas</w:t>
            </w:r>
            <w:r w:rsidRPr="00870B1D">
              <w:rPr>
                <w:lang w:val="es-ES"/>
              </w:rPr>
              <w:t>, dejas de utilizarlas.</w:t>
            </w:r>
          </w:p>
        </w:tc>
      </w:tr>
      <w:tr w:rsidR="00F62CC7" w:rsidRPr="0051598B" w14:paraId="03EB9053" w14:textId="77777777" w:rsidTr="6C95B941">
        <w:tc>
          <w:tcPr>
            <w:tcW w:w="1776" w:type="dxa"/>
          </w:tcPr>
          <w:p w14:paraId="4CE8DAA6" w14:textId="7F0C677C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E</w:t>
            </w:r>
          </w:p>
        </w:tc>
        <w:tc>
          <w:tcPr>
            <w:tcW w:w="7138" w:type="dxa"/>
            <w:gridSpan w:val="4"/>
          </w:tcPr>
          <w:p w14:paraId="1C18F13E" w14:textId="1C1E831A" w:rsidR="00F62CC7" w:rsidRPr="00870B1D" w:rsidRDefault="00BF2E98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870B1D">
              <w:rPr>
                <w:lang w:val="es-ES"/>
              </w:rPr>
              <w:t xml:space="preserve">No es justo tratar mal a las personas que tienen que dejar su país para intentar </w:t>
            </w:r>
            <w:r w:rsidR="00662EFC" w:rsidRPr="00870B1D">
              <w:rPr>
                <w:lang w:val="es-ES"/>
              </w:rPr>
              <w:t>tener una vida más segura en otro.</w:t>
            </w:r>
          </w:p>
        </w:tc>
      </w:tr>
      <w:tr w:rsidR="00F62CC7" w:rsidRPr="0051598B" w14:paraId="4884E636" w14:textId="77777777" w:rsidTr="6C95B941">
        <w:tc>
          <w:tcPr>
            <w:tcW w:w="1776" w:type="dxa"/>
          </w:tcPr>
          <w:p w14:paraId="4F2984E5" w14:textId="2D8089F3" w:rsidR="00F62CC7" w:rsidRDefault="00F62CC7" w:rsidP="007838FC">
            <w:pPr>
              <w:pStyle w:val="Nummerierung123"/>
              <w:numPr>
                <w:ilvl w:val="0"/>
                <w:numId w:val="0"/>
              </w:numPr>
            </w:pPr>
            <w:r>
              <w:t>F</w:t>
            </w:r>
          </w:p>
        </w:tc>
        <w:tc>
          <w:tcPr>
            <w:tcW w:w="7138" w:type="dxa"/>
            <w:gridSpan w:val="4"/>
          </w:tcPr>
          <w:p w14:paraId="06DC325E" w14:textId="6692AECE" w:rsidR="00F62CC7" w:rsidRPr="00870B1D" w:rsidRDefault="00842110" w:rsidP="007838FC">
            <w:pPr>
              <w:pStyle w:val="Nummerierung123"/>
              <w:numPr>
                <w:ilvl w:val="0"/>
                <w:numId w:val="0"/>
              </w:numPr>
              <w:rPr>
                <w:lang w:val="es-ES"/>
              </w:rPr>
            </w:pPr>
            <w:r w:rsidRPr="00961F6B">
              <w:rPr>
                <w:rStyle w:val="oypena"/>
                <w:rFonts w:eastAsia="Times New Roman"/>
                <w:color w:val="000000"/>
                <w:lang w:val="es-ES"/>
              </w:rPr>
              <w:t>El uso de palabras que ayudan a identificar a las personas no es ofensivo. De hecho, la normalización de estas palabras hace que dejen de ser ofensivas.</w:t>
            </w:r>
          </w:p>
        </w:tc>
      </w:tr>
    </w:tbl>
    <w:p w14:paraId="4C5EADBA" w14:textId="77777777" w:rsidR="007838FC" w:rsidRDefault="007838FC" w:rsidP="007838FC">
      <w:pPr>
        <w:pStyle w:val="Nummerierung123"/>
        <w:numPr>
          <w:ilvl w:val="0"/>
          <w:numId w:val="0"/>
        </w:numPr>
        <w:ind w:left="714"/>
        <w:rPr>
          <w:lang w:val="es-ES"/>
        </w:rPr>
      </w:pPr>
    </w:p>
    <w:p w14:paraId="58EDF1C0" w14:textId="77777777" w:rsidR="00435AA0" w:rsidRPr="00870B1D" w:rsidRDefault="00435AA0" w:rsidP="007838FC">
      <w:pPr>
        <w:pStyle w:val="Nummerierung123"/>
        <w:numPr>
          <w:ilvl w:val="0"/>
          <w:numId w:val="0"/>
        </w:numPr>
        <w:ind w:left="714"/>
        <w:rPr>
          <w:lang w:val="es-ES"/>
        </w:rPr>
      </w:pPr>
    </w:p>
    <w:p w14:paraId="2B0D105C" w14:textId="1B796766" w:rsidR="00EB3106" w:rsidRDefault="00A17E8E" w:rsidP="00A17E8E">
      <w:pPr>
        <w:pStyle w:val="Ttulo1"/>
      </w:pPr>
      <w:proofErr w:type="spellStart"/>
      <w:r>
        <w:lastRenderedPageBreak/>
        <w:t>Microrracismo</w:t>
      </w:r>
      <w:proofErr w:type="spellEnd"/>
    </w:p>
    <w:p w14:paraId="00C48850" w14:textId="0742DEB8" w:rsidR="00181661" w:rsidRPr="00870B1D" w:rsidRDefault="002F2A5F" w:rsidP="00FF1B1E">
      <w:pPr>
        <w:rPr>
          <w:lang w:val="es-ES"/>
        </w:rPr>
      </w:pPr>
      <w:r w:rsidRPr="00870B1D">
        <w:rPr>
          <w:lang w:val="es-ES"/>
        </w:rPr>
        <w:t>En el vídeo aparece el concepto “</w:t>
      </w:r>
      <w:proofErr w:type="spellStart"/>
      <w:r w:rsidRPr="00870B1D">
        <w:rPr>
          <w:lang w:val="es-ES"/>
        </w:rPr>
        <w:t>microrracismo</w:t>
      </w:r>
      <w:proofErr w:type="spellEnd"/>
      <w:r w:rsidRPr="00870B1D">
        <w:rPr>
          <w:lang w:val="es-ES"/>
        </w:rPr>
        <w:t xml:space="preserve">”. ¿Lo conoces? </w:t>
      </w:r>
      <w:r w:rsidR="00272E70" w:rsidRPr="00870B1D">
        <w:rPr>
          <w:lang w:val="es-ES"/>
        </w:rPr>
        <w:t xml:space="preserve">Infórmate sobre su significado </w:t>
      </w:r>
      <w:r w:rsidR="00492BE4" w:rsidRPr="00870B1D">
        <w:rPr>
          <w:lang w:val="es-ES"/>
        </w:rPr>
        <w:t>y sobre el problema que describe. Para eso</w:t>
      </w:r>
      <w:r w:rsidR="009114A4" w:rsidRPr="00870B1D">
        <w:rPr>
          <w:lang w:val="es-ES"/>
        </w:rPr>
        <w:t xml:space="preserve"> lee al menos uno de los siguientes artículos</w:t>
      </w:r>
      <w:r w:rsidR="00EC0CC5" w:rsidRPr="00870B1D">
        <w:rPr>
          <w:lang w:val="es-ES"/>
        </w:rPr>
        <w:t>:</w:t>
      </w:r>
    </w:p>
    <w:p w14:paraId="292B17E7" w14:textId="25D85A49" w:rsidR="002E3646" w:rsidRPr="00870B1D" w:rsidRDefault="0098145E" w:rsidP="00175AD4">
      <w:pPr>
        <w:suppressLineNumbers w:val="0"/>
        <w:spacing w:after="0" w:line="240" w:lineRule="auto"/>
        <w:rPr>
          <w:rStyle w:val="BetontKursiv"/>
          <w:lang w:val="es-ES"/>
        </w:rPr>
      </w:pPr>
      <w:r w:rsidRPr="00870B1D">
        <w:rPr>
          <w:rStyle w:val="BetontKursiv"/>
          <w:lang w:val="es-ES"/>
        </w:rPr>
        <w:t xml:space="preserve">Qué son los </w:t>
      </w:r>
      <w:proofErr w:type="spellStart"/>
      <w:r w:rsidRPr="00870B1D">
        <w:rPr>
          <w:rStyle w:val="BetontKursiv"/>
          <w:lang w:val="es-ES"/>
        </w:rPr>
        <w:t>microrracismos</w:t>
      </w:r>
      <w:proofErr w:type="spellEnd"/>
      <w:r w:rsidRPr="00870B1D">
        <w:rPr>
          <w:rStyle w:val="BetontKursiv"/>
          <w:lang w:val="es-ES"/>
        </w:rPr>
        <w:t xml:space="preserve"> y cómo se manifiestan en el lenguaje</w:t>
      </w:r>
    </w:p>
    <w:p w14:paraId="1C1D6729" w14:textId="76C3CEC9" w:rsidR="006C263F" w:rsidRPr="00870B1D" w:rsidRDefault="00175AD4" w:rsidP="00175AD4">
      <w:pPr>
        <w:suppressLineNumbers w:val="0"/>
        <w:spacing w:after="0" w:line="240" w:lineRule="auto"/>
        <w:rPr>
          <w:lang w:val="es-ES" w:eastAsia="es-ES_tradnl"/>
        </w:rPr>
      </w:pPr>
      <w:r>
        <w:fldChar w:fldCharType="begin"/>
      </w:r>
      <w:r w:rsidRPr="0051598B">
        <w:rPr>
          <w:lang w:val="es-ES"/>
        </w:rPr>
        <w:instrText>HYPERLINK "https://modii.org/que-son-los-microrracismos-y-como-se-manifiestan-en-el-lenguaje/"</w:instrText>
      </w:r>
      <w:r>
        <w:fldChar w:fldCharType="separate"/>
      </w:r>
      <w:r w:rsidRPr="00870B1D">
        <w:rPr>
          <w:rStyle w:val="Hipervnculo"/>
          <w:lang w:val="es-ES" w:eastAsia="es-ES_tradnl"/>
        </w:rPr>
        <w:t>https://modii.org/que-son-los-microrracismos-y-como-se-manifiestan-en-el-lenguaje/</w:t>
      </w:r>
      <w:r>
        <w:rPr>
          <w:rStyle w:val="Hipervnculo"/>
          <w:lang w:val="es-ES" w:eastAsia="es-ES_tradnl"/>
        </w:rPr>
        <w:fldChar w:fldCharType="end"/>
      </w:r>
    </w:p>
    <w:p w14:paraId="10C1282C" w14:textId="1F12BB67" w:rsidR="00616FB3" w:rsidRPr="00870B1D" w:rsidRDefault="00616FB3" w:rsidP="00C81B48">
      <w:pPr>
        <w:suppressLineNumbers w:val="0"/>
        <w:spacing w:after="0" w:line="240" w:lineRule="auto"/>
        <w:rPr>
          <w:color w:val="000080"/>
          <w:u w:val="single"/>
          <w:lang w:val="es-ES" w:eastAsia="es-ES_tradnl"/>
        </w:rPr>
      </w:pPr>
      <w:r w:rsidRPr="00870B1D">
        <w:rPr>
          <w:lang w:val="es-ES"/>
        </w:rPr>
        <w:t>(</w:t>
      </w:r>
      <w:r w:rsidR="003E12FC" w:rsidRPr="00870B1D">
        <w:rPr>
          <w:lang w:val="es-ES"/>
        </w:rPr>
        <w:t xml:space="preserve">Última consulta </w:t>
      </w:r>
      <w:r w:rsidRPr="00870B1D">
        <w:rPr>
          <w:lang w:val="es-ES"/>
        </w:rPr>
        <w:t>3.4.2024)</w:t>
      </w:r>
    </w:p>
    <w:p w14:paraId="7629BBB2" w14:textId="77777777" w:rsidR="00175AD4" w:rsidRPr="00870B1D" w:rsidRDefault="00175AD4" w:rsidP="00C81B48">
      <w:pPr>
        <w:spacing w:after="0" w:line="240" w:lineRule="auto"/>
        <w:rPr>
          <w:rStyle w:val="BetontKursiv"/>
          <w:lang w:val="es-ES"/>
        </w:rPr>
      </w:pPr>
    </w:p>
    <w:p w14:paraId="3C4AD924" w14:textId="19CA04E0" w:rsidR="00A8416C" w:rsidRPr="00870B1D" w:rsidRDefault="00A8416C" w:rsidP="00C81B48">
      <w:pPr>
        <w:spacing w:after="0" w:line="240" w:lineRule="auto"/>
        <w:rPr>
          <w:rStyle w:val="BetontKursiv"/>
          <w:lang w:val="es-ES"/>
        </w:rPr>
      </w:pPr>
      <w:proofErr w:type="spellStart"/>
      <w:r w:rsidRPr="00870B1D">
        <w:rPr>
          <w:rStyle w:val="BetontKursiv"/>
          <w:lang w:val="es-ES"/>
        </w:rPr>
        <w:t>Microrracismo</w:t>
      </w:r>
      <w:proofErr w:type="spellEnd"/>
      <w:r w:rsidRPr="00870B1D">
        <w:rPr>
          <w:rStyle w:val="BetontKursiv"/>
          <w:lang w:val="es-ES"/>
        </w:rPr>
        <w:t>, ¿es un racismo chiquito?</w:t>
      </w:r>
    </w:p>
    <w:p w14:paraId="2FA4ADA1" w14:textId="37B15CE0" w:rsidR="00CA51D5" w:rsidRPr="00870B1D" w:rsidRDefault="00A8416C" w:rsidP="00175AD4">
      <w:pPr>
        <w:spacing w:after="0" w:line="240" w:lineRule="auto"/>
        <w:rPr>
          <w:rStyle w:val="Hipervnculo"/>
          <w:lang w:val="es-ES"/>
        </w:rPr>
      </w:pPr>
      <w:r>
        <w:fldChar w:fldCharType="begin"/>
      </w:r>
      <w:r w:rsidRPr="0051598B">
        <w:rPr>
          <w:lang w:val="es-ES"/>
        </w:rPr>
        <w:instrText>HYPERLINK "https://tn.com.ar/sociedad/microrracismo-es-un-racismo-chiquito_1001183/"</w:instrText>
      </w:r>
      <w:r>
        <w:fldChar w:fldCharType="separate"/>
      </w:r>
      <w:r w:rsidRPr="00870B1D">
        <w:rPr>
          <w:rStyle w:val="Hipervnculo"/>
          <w:lang w:val="es-ES"/>
        </w:rPr>
        <w:t>https://tn.com.ar/sociedad/microrracismo-es-un-racismo-chiquito_1001183/</w:t>
      </w:r>
      <w:r>
        <w:rPr>
          <w:rStyle w:val="Hipervnculo"/>
          <w:lang w:val="es-ES"/>
        </w:rPr>
        <w:fldChar w:fldCharType="end"/>
      </w:r>
    </w:p>
    <w:p w14:paraId="12068B91" w14:textId="0CB9C079" w:rsidR="00175AD4" w:rsidRPr="00870B1D" w:rsidRDefault="00696173" w:rsidP="00175AD4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</w:t>
      </w:r>
      <w:r w:rsidR="00B81023" w:rsidRPr="00870B1D">
        <w:rPr>
          <w:rStyle w:val="Hipervnculo"/>
          <w:color w:val="auto"/>
          <w:u w:val="none"/>
          <w:lang w:val="es-ES"/>
        </w:rPr>
        <w:t>Ú</w:t>
      </w:r>
      <w:r w:rsidRPr="00870B1D">
        <w:rPr>
          <w:rStyle w:val="Hipervnculo"/>
          <w:color w:val="auto"/>
          <w:u w:val="none"/>
          <w:lang w:val="es-ES"/>
        </w:rPr>
        <w:t>ltima consulta 9.4.2024)</w:t>
      </w:r>
    </w:p>
    <w:p w14:paraId="4A0EBB8A" w14:textId="77777777" w:rsidR="00696173" w:rsidRPr="00870B1D" w:rsidRDefault="00696173" w:rsidP="00175AD4">
      <w:pPr>
        <w:spacing w:after="0" w:line="240" w:lineRule="auto"/>
        <w:rPr>
          <w:rStyle w:val="Hipervnculo"/>
          <w:color w:val="auto"/>
          <w:u w:val="none"/>
          <w:lang w:val="es-ES"/>
        </w:rPr>
      </w:pPr>
    </w:p>
    <w:p w14:paraId="78C27A61" w14:textId="76AEAAF7" w:rsidR="00696173" w:rsidRDefault="00B76A01" w:rsidP="00175AD4">
      <w:pPr>
        <w:spacing w:after="0" w:line="240" w:lineRule="auto"/>
        <w:rPr>
          <w:rStyle w:val="BetontKursiv"/>
          <w:lang w:val="es-ES"/>
        </w:rPr>
      </w:pPr>
      <w:proofErr w:type="spellStart"/>
      <w:r w:rsidRPr="00B76A01">
        <w:rPr>
          <w:rStyle w:val="BetontKursiv"/>
          <w:lang w:val="es-ES"/>
        </w:rPr>
        <w:t>Microrracis</w:t>
      </w:r>
      <w:r>
        <w:rPr>
          <w:rStyle w:val="BetontKursiv"/>
          <w:lang w:val="es-ES"/>
        </w:rPr>
        <w:t>mos</w:t>
      </w:r>
      <w:proofErr w:type="spellEnd"/>
      <w:r>
        <w:rPr>
          <w:rStyle w:val="BetontKursiv"/>
          <w:lang w:val="es-ES"/>
        </w:rPr>
        <w:t>: los comportamientos que son racistas y quizás no lo sabes</w:t>
      </w:r>
    </w:p>
    <w:p w14:paraId="609034CA" w14:textId="28B9065B" w:rsidR="00B76A01" w:rsidRPr="00B76A01" w:rsidRDefault="00B81023" w:rsidP="00175AD4">
      <w:pPr>
        <w:spacing w:after="0" w:line="240" w:lineRule="auto"/>
        <w:rPr>
          <w:rStyle w:val="Hipervnculo"/>
          <w:lang w:val="es-ES"/>
        </w:rPr>
      </w:pPr>
      <w:r>
        <w:fldChar w:fldCharType="begin"/>
      </w:r>
      <w:r w:rsidRPr="0051598B">
        <w:rPr>
          <w:lang w:val="es-ES"/>
        </w:rPr>
        <w:instrText>HYPERLINK "https://www.bbc.com/mundo/noticias-52946015"</w:instrText>
      </w:r>
      <w:r>
        <w:fldChar w:fldCharType="separate"/>
      </w:r>
      <w:r w:rsidRPr="00B81023">
        <w:rPr>
          <w:rStyle w:val="Hipervnculo"/>
          <w:lang w:val="es-ES"/>
        </w:rPr>
        <w:t>https://www.bbc.com/mundo/noticias-52946015</w:t>
      </w:r>
      <w:r>
        <w:rPr>
          <w:rStyle w:val="Hipervnculo"/>
          <w:lang w:val="es-ES"/>
        </w:rPr>
        <w:fldChar w:fldCharType="end"/>
      </w:r>
    </w:p>
    <w:p w14:paraId="2F72B6DE" w14:textId="77777777" w:rsidR="00B81023" w:rsidRPr="00870B1D" w:rsidRDefault="00B81023" w:rsidP="008B5411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(Última consulta 9.4.2024)</w:t>
      </w:r>
    </w:p>
    <w:p w14:paraId="214F57FF" w14:textId="52CBE2EC" w:rsidR="00D96FB8" w:rsidRPr="00870B1D" w:rsidRDefault="00D96FB8" w:rsidP="008B5411">
      <w:pPr>
        <w:spacing w:after="0" w:line="240" w:lineRule="auto"/>
        <w:rPr>
          <w:rStyle w:val="BetontKursiv"/>
          <w:lang w:val="es-ES"/>
        </w:rPr>
      </w:pPr>
    </w:p>
    <w:p w14:paraId="7EA8F4A9" w14:textId="2BDAA9C6" w:rsidR="00D96FB8" w:rsidRDefault="00D96FB8" w:rsidP="008B5411">
      <w:pPr>
        <w:spacing w:after="0" w:line="240" w:lineRule="auto"/>
        <w:rPr>
          <w:rStyle w:val="BetontKursiv"/>
          <w:lang w:val="es-ES"/>
        </w:rPr>
      </w:pPr>
      <w:r w:rsidRPr="00D96FB8">
        <w:rPr>
          <w:rStyle w:val="BetontKursiv"/>
          <w:lang w:val="es-ES"/>
        </w:rPr>
        <w:t>Alemania tiene un problema de ra</w:t>
      </w:r>
      <w:r w:rsidR="008B5411">
        <w:rPr>
          <w:rStyle w:val="BetontKursiv"/>
          <w:lang w:val="es-ES"/>
        </w:rPr>
        <w:t>cismo</w:t>
      </w:r>
    </w:p>
    <w:p w14:paraId="4B60D7BA" w14:textId="29C4EEDB" w:rsidR="00C81B48" w:rsidRPr="00C81B48" w:rsidRDefault="00C81B48" w:rsidP="008B5411">
      <w:pPr>
        <w:spacing w:after="0" w:line="240" w:lineRule="auto"/>
        <w:rPr>
          <w:rStyle w:val="Hipervnculo"/>
          <w:lang w:val="es-ES"/>
        </w:rPr>
      </w:pPr>
      <w:r>
        <w:fldChar w:fldCharType="begin"/>
      </w:r>
      <w:r w:rsidRPr="0051598B">
        <w:rPr>
          <w:lang w:val="es-ES"/>
        </w:rPr>
        <w:instrText>HYPERLINK "https://www.dw.com/es/alemania-tiene-un-problema-de-racismo/a-64357416"</w:instrText>
      </w:r>
      <w:r>
        <w:fldChar w:fldCharType="separate"/>
      </w:r>
      <w:r w:rsidRPr="00C81B48">
        <w:rPr>
          <w:rStyle w:val="Hipervnculo"/>
          <w:lang w:val="es-ES"/>
        </w:rPr>
        <w:t>https://www.dw.com/es/alemania-tiene-un-problema-de-racismo/a-64357416</w:t>
      </w:r>
      <w:r>
        <w:rPr>
          <w:rStyle w:val="Hipervnculo"/>
          <w:lang w:val="es-ES"/>
        </w:rPr>
        <w:fldChar w:fldCharType="end"/>
      </w:r>
    </w:p>
    <w:p w14:paraId="78D50730" w14:textId="77777777" w:rsidR="00C81B48" w:rsidRPr="00870B1D" w:rsidRDefault="00C81B48" w:rsidP="00C81B48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(Última consulta 9.4.2024)</w:t>
      </w:r>
    </w:p>
    <w:p w14:paraId="39702B8C" w14:textId="77777777" w:rsidR="008B5411" w:rsidRDefault="008B5411" w:rsidP="00616FB3">
      <w:pPr>
        <w:rPr>
          <w:rStyle w:val="BetontKursiv"/>
          <w:lang w:val="es-ES"/>
        </w:rPr>
      </w:pPr>
    </w:p>
    <w:p w14:paraId="4A791C39" w14:textId="794164F3" w:rsidR="00EF2D5A" w:rsidRDefault="00EF2D5A" w:rsidP="00616FB3">
      <w:pPr>
        <w:rPr>
          <w:rStyle w:val="BetontKursiv"/>
          <w:i w:val="0"/>
          <w:iCs/>
          <w:lang w:val="es-ES"/>
        </w:rPr>
      </w:pPr>
      <w:r>
        <w:rPr>
          <w:rStyle w:val="BetontKursiv"/>
          <w:i w:val="0"/>
          <w:iCs/>
          <w:lang w:val="es-ES"/>
        </w:rPr>
        <w:t xml:space="preserve">Si necesitas </w:t>
      </w:r>
      <w:r w:rsidR="00AE766E">
        <w:rPr>
          <w:rStyle w:val="BetontKursiv"/>
          <w:i w:val="0"/>
          <w:iCs/>
          <w:lang w:val="es-ES"/>
        </w:rPr>
        <w:t>ayuda también puedes leer es</w:t>
      </w:r>
      <w:r w:rsidR="00F104D6">
        <w:rPr>
          <w:rStyle w:val="BetontKursiv"/>
          <w:i w:val="0"/>
          <w:iCs/>
          <w:lang w:val="es-ES"/>
        </w:rPr>
        <w:t>te artículo en alemán</w:t>
      </w:r>
      <w:r w:rsidR="00AF5C0E">
        <w:rPr>
          <w:rStyle w:val="BetontKursiv"/>
          <w:i w:val="0"/>
          <w:iCs/>
          <w:lang w:val="es-ES"/>
        </w:rPr>
        <w:t xml:space="preserve"> (</w:t>
      </w:r>
      <w:r w:rsidR="00BA1D2D">
        <w:rPr>
          <w:rStyle w:val="BetontKursiv"/>
          <w:i w:val="0"/>
          <w:iCs/>
          <w:lang w:val="es-ES"/>
        </w:rPr>
        <w:t>¡</w:t>
      </w:r>
      <w:r w:rsidR="00AF5C0E">
        <w:rPr>
          <w:rStyle w:val="BetontKursiv"/>
          <w:i w:val="0"/>
          <w:iCs/>
          <w:lang w:val="es-ES"/>
        </w:rPr>
        <w:t>pero no puedes leer solo este artículo</w:t>
      </w:r>
      <w:r w:rsidR="00BA1D2D">
        <w:rPr>
          <w:rStyle w:val="BetontKursiv"/>
          <w:i w:val="0"/>
          <w:iCs/>
          <w:lang w:val="es-ES"/>
        </w:rPr>
        <w:t>!)</w:t>
      </w:r>
      <w:r w:rsidR="00F104D6">
        <w:rPr>
          <w:rStyle w:val="BetontKursiv"/>
          <w:i w:val="0"/>
          <w:iCs/>
          <w:lang w:val="es-ES"/>
        </w:rPr>
        <w:t>:</w:t>
      </w:r>
    </w:p>
    <w:p w14:paraId="3E22E8AD" w14:textId="1505D0D6" w:rsidR="00583118" w:rsidRDefault="00583118" w:rsidP="00D13AB4">
      <w:pPr>
        <w:spacing w:after="0" w:line="240" w:lineRule="auto"/>
        <w:rPr>
          <w:rStyle w:val="BetontKursiv"/>
        </w:rPr>
      </w:pPr>
      <w:r>
        <w:rPr>
          <w:rStyle w:val="BetontKursiv"/>
        </w:rPr>
        <w:t>„</w:t>
      </w:r>
      <w:r w:rsidRPr="00583118">
        <w:rPr>
          <w:rStyle w:val="BetontKursiv"/>
        </w:rPr>
        <w:t>O</w:t>
      </w:r>
      <w:r>
        <w:rPr>
          <w:rStyle w:val="BetontKursiv"/>
        </w:rPr>
        <w:t>ffensichtlich und zugedeckt“</w:t>
      </w:r>
      <w:r w:rsidR="00D13AB4">
        <w:rPr>
          <w:rStyle w:val="BetontKursiv"/>
        </w:rPr>
        <w:t xml:space="preserve"> </w:t>
      </w:r>
      <w:r>
        <w:rPr>
          <w:rStyle w:val="BetontKursiv"/>
        </w:rPr>
        <w:t>-</w:t>
      </w:r>
      <w:r w:rsidR="00D13AB4">
        <w:rPr>
          <w:rStyle w:val="BetontKursiv"/>
        </w:rPr>
        <w:t xml:space="preserve"> </w:t>
      </w:r>
      <w:r>
        <w:rPr>
          <w:rStyle w:val="BetontKursiv"/>
        </w:rPr>
        <w:t>Al</w:t>
      </w:r>
      <w:r w:rsidR="00D13AB4">
        <w:rPr>
          <w:rStyle w:val="BetontKursiv"/>
        </w:rPr>
        <w:t>ltagsrassismus in Deutschland</w:t>
      </w:r>
    </w:p>
    <w:p w14:paraId="1DEA7DAC" w14:textId="0C103627" w:rsidR="00D13AB4" w:rsidRDefault="00D13AB4" w:rsidP="00D13AB4">
      <w:pPr>
        <w:spacing w:after="0" w:line="240" w:lineRule="auto"/>
        <w:rPr>
          <w:rStyle w:val="Hipervnculo"/>
        </w:rPr>
      </w:pPr>
      <w:hyperlink r:id="rId8" w:history="1">
        <w:r w:rsidRPr="00D13AB4">
          <w:rPr>
            <w:rStyle w:val="Hipervnculo"/>
          </w:rPr>
          <w:t>https://www.bpb.de/themen/rechtsextremismus/dossier-rechtsextremismus/194569/offensichtlich-und-zugedeckt-alltagsrassismus-in-deutschland/</w:t>
        </w:r>
      </w:hyperlink>
    </w:p>
    <w:p w14:paraId="7E64EBB7" w14:textId="77777777" w:rsidR="00D13AB4" w:rsidRPr="00870B1D" w:rsidRDefault="00D13AB4" w:rsidP="00D13AB4">
      <w:pPr>
        <w:spacing w:after="0" w:line="240" w:lineRule="auto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(Última consulta 9.4.2024)</w:t>
      </w:r>
    </w:p>
    <w:p w14:paraId="1DC04C8A" w14:textId="77777777" w:rsidR="004553AA" w:rsidRPr="00870B1D" w:rsidRDefault="004553AA" w:rsidP="00D13AB4">
      <w:pPr>
        <w:spacing w:after="0" w:line="240" w:lineRule="auto"/>
        <w:rPr>
          <w:rStyle w:val="Hipervnculo"/>
          <w:color w:val="auto"/>
          <w:u w:val="none"/>
          <w:lang w:val="es-ES"/>
        </w:rPr>
      </w:pPr>
    </w:p>
    <w:p w14:paraId="76330CB3" w14:textId="27B7D6B9" w:rsidR="004553AA" w:rsidRPr="00870B1D" w:rsidRDefault="004553AA" w:rsidP="004553AA">
      <w:pPr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 xml:space="preserve">Completa ahora la siguiente </w:t>
      </w:r>
      <w:r w:rsidR="000F274C" w:rsidRPr="00870B1D">
        <w:rPr>
          <w:rStyle w:val="Hipervnculo"/>
          <w:color w:val="auto"/>
          <w:u w:val="none"/>
          <w:lang w:val="es-ES"/>
        </w:rPr>
        <w:t xml:space="preserve">definición </w:t>
      </w:r>
      <w:r w:rsidRPr="00870B1D">
        <w:rPr>
          <w:rStyle w:val="Hipervnculo"/>
          <w:color w:val="auto"/>
          <w:u w:val="none"/>
          <w:lang w:val="es-ES"/>
        </w:rPr>
        <w:t>con tus propias palabras</w:t>
      </w:r>
      <w:r w:rsidR="000F274C" w:rsidRPr="00870B1D">
        <w:rPr>
          <w:rStyle w:val="Hipervnculo"/>
          <w:color w:val="auto"/>
          <w:u w:val="none"/>
          <w:lang w:val="es-ES"/>
        </w:rPr>
        <w:t>:</w:t>
      </w:r>
    </w:p>
    <w:p w14:paraId="0EFC01AB" w14:textId="0FD60810" w:rsidR="000F274C" w:rsidRPr="00870B1D" w:rsidRDefault="000F274C" w:rsidP="000F274C">
      <w:pPr>
        <w:pStyle w:val="BetontFett"/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 xml:space="preserve">El </w:t>
      </w:r>
      <w:proofErr w:type="spellStart"/>
      <w:r w:rsidRPr="00870B1D">
        <w:rPr>
          <w:rStyle w:val="Hipervnculo"/>
          <w:color w:val="auto"/>
          <w:u w:val="none"/>
          <w:lang w:val="es-ES"/>
        </w:rPr>
        <w:t>microrracismo</w:t>
      </w:r>
      <w:proofErr w:type="spellEnd"/>
      <w:r w:rsidRPr="00870B1D">
        <w:rPr>
          <w:rStyle w:val="Hipervnculo"/>
          <w:color w:val="auto"/>
          <w:u w:val="none"/>
          <w:lang w:val="es-ES"/>
        </w:rPr>
        <w:t xml:space="preserve"> o racismo cotidiano es…</w:t>
      </w:r>
    </w:p>
    <w:p w14:paraId="4899CD94" w14:textId="77777777" w:rsidR="0020410C" w:rsidRPr="00870B1D" w:rsidRDefault="0020410C" w:rsidP="004701BB">
      <w:pPr>
        <w:rPr>
          <w:rStyle w:val="Hipervnculo"/>
          <w:color w:val="auto"/>
          <w:u w:val="none"/>
          <w:lang w:val="es-ES"/>
        </w:rPr>
      </w:pPr>
    </w:p>
    <w:p w14:paraId="2F97A61C" w14:textId="3BFA3D75" w:rsidR="000613F6" w:rsidRPr="00870B1D" w:rsidRDefault="004701BB" w:rsidP="004701BB">
      <w:pPr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Adriana</w:t>
      </w:r>
      <w:r w:rsidR="0020410C" w:rsidRPr="00870B1D">
        <w:rPr>
          <w:rStyle w:val="Hipervnculo"/>
          <w:color w:val="auto"/>
          <w:u w:val="none"/>
          <w:lang w:val="es-ES"/>
        </w:rPr>
        <w:t xml:space="preserve"> </w:t>
      </w:r>
      <w:proofErr w:type="spellStart"/>
      <w:r w:rsidR="0020410C" w:rsidRPr="00870B1D">
        <w:rPr>
          <w:rStyle w:val="Hipervnculo"/>
          <w:color w:val="auto"/>
          <w:u w:val="none"/>
          <w:lang w:val="es-ES"/>
        </w:rPr>
        <w:t>Boho</w:t>
      </w:r>
      <w:proofErr w:type="spellEnd"/>
      <w:r w:rsidR="0020410C" w:rsidRPr="00870B1D">
        <w:rPr>
          <w:rStyle w:val="Hipervnculo"/>
          <w:color w:val="auto"/>
          <w:u w:val="none"/>
          <w:lang w:val="es-ES"/>
        </w:rPr>
        <w:t xml:space="preserve"> hace en el vídeo </w:t>
      </w:r>
      <w:r w:rsidR="00D11E01" w:rsidRPr="00870B1D">
        <w:rPr>
          <w:rStyle w:val="Hipervnculo"/>
          <w:color w:val="auto"/>
          <w:u w:val="none"/>
          <w:lang w:val="es-ES"/>
        </w:rPr>
        <w:t>dos</w:t>
      </w:r>
      <w:r w:rsidR="0020410C" w:rsidRPr="00870B1D">
        <w:rPr>
          <w:rStyle w:val="Hipervnculo"/>
          <w:color w:val="auto"/>
          <w:u w:val="none"/>
          <w:lang w:val="es-ES"/>
        </w:rPr>
        <w:t xml:space="preserve"> pregunta</w:t>
      </w:r>
      <w:r w:rsidR="00D11E01" w:rsidRPr="00870B1D">
        <w:rPr>
          <w:rStyle w:val="Hipervnculo"/>
          <w:color w:val="auto"/>
          <w:u w:val="none"/>
          <w:lang w:val="es-ES"/>
        </w:rPr>
        <w:t>s</w:t>
      </w:r>
      <w:r w:rsidR="0020410C" w:rsidRPr="00870B1D">
        <w:rPr>
          <w:rStyle w:val="Hipervnculo"/>
          <w:color w:val="auto"/>
          <w:u w:val="none"/>
          <w:lang w:val="es-ES"/>
        </w:rPr>
        <w:t xml:space="preserve">: </w:t>
      </w:r>
      <w:r w:rsidR="001B79EE" w:rsidRPr="00D11E01">
        <w:rPr>
          <w:rStyle w:val="BetontKursiv"/>
          <w:lang w:val="es-ES"/>
        </w:rPr>
        <w:t>“</w:t>
      </w:r>
      <w:r w:rsidR="0020410C" w:rsidRPr="00D11E01">
        <w:rPr>
          <w:rStyle w:val="BetontKursiv"/>
          <w:lang w:val="es-ES"/>
        </w:rPr>
        <w:t>¿Vosotros y vosotras aún veis situaciones de racismo en vuestro día a día?</w:t>
      </w:r>
      <w:r w:rsidR="00D11E01">
        <w:rPr>
          <w:rStyle w:val="BetontKursiv"/>
          <w:lang w:val="es-ES"/>
        </w:rPr>
        <w:t>”</w:t>
      </w:r>
      <w:r w:rsidR="0020410C" w:rsidRPr="00D11E01">
        <w:rPr>
          <w:rStyle w:val="BetontKursiv"/>
          <w:lang w:val="es-ES"/>
        </w:rPr>
        <w:t xml:space="preserve"> </w:t>
      </w:r>
    </w:p>
    <w:p w14:paraId="65EFD7BB" w14:textId="0A313FF3" w:rsidR="00F46442" w:rsidRPr="00870B1D" w:rsidRDefault="00B55705" w:rsidP="00EB36AD">
      <w:pPr>
        <w:rPr>
          <w:rStyle w:val="Hipervnculo"/>
          <w:color w:val="auto"/>
          <w:u w:val="none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>Trabajad</w:t>
      </w:r>
      <w:r w:rsidR="004E42D9" w:rsidRPr="00870B1D">
        <w:rPr>
          <w:rStyle w:val="Hipervnculo"/>
          <w:color w:val="auto"/>
          <w:u w:val="none"/>
          <w:lang w:val="es-ES"/>
        </w:rPr>
        <w:t xml:space="preserve"> en grupos</w:t>
      </w:r>
      <w:r w:rsidRPr="00870B1D">
        <w:rPr>
          <w:rStyle w:val="Hipervnculo"/>
          <w:color w:val="auto"/>
          <w:u w:val="none"/>
          <w:lang w:val="es-ES"/>
        </w:rPr>
        <w:t>. Intercambiad vuestras experiencias</w:t>
      </w:r>
      <w:r w:rsidR="00E025C8" w:rsidRPr="00870B1D">
        <w:rPr>
          <w:rStyle w:val="Hipervnculo"/>
          <w:color w:val="auto"/>
          <w:u w:val="none"/>
          <w:lang w:val="es-ES"/>
        </w:rPr>
        <w:t xml:space="preserve"> </w:t>
      </w:r>
      <w:r w:rsidR="00EB36AD" w:rsidRPr="00870B1D">
        <w:rPr>
          <w:rStyle w:val="Hipervnculo"/>
          <w:color w:val="auto"/>
          <w:u w:val="none"/>
          <w:lang w:val="es-ES"/>
        </w:rPr>
        <w:t xml:space="preserve">para </w:t>
      </w:r>
      <w:r w:rsidR="00E025C8" w:rsidRPr="00870B1D">
        <w:rPr>
          <w:rStyle w:val="Hipervnculo"/>
          <w:color w:val="auto"/>
          <w:u w:val="none"/>
          <w:lang w:val="es-ES"/>
        </w:rPr>
        <w:t>resp</w:t>
      </w:r>
      <w:r w:rsidR="00F46442" w:rsidRPr="00870B1D">
        <w:rPr>
          <w:rStyle w:val="Hipervnculo"/>
          <w:color w:val="auto"/>
          <w:u w:val="none"/>
          <w:lang w:val="es-ES"/>
        </w:rPr>
        <w:t>o</w:t>
      </w:r>
      <w:r w:rsidR="00E025C8" w:rsidRPr="00870B1D">
        <w:rPr>
          <w:rStyle w:val="Hipervnculo"/>
          <w:color w:val="auto"/>
          <w:u w:val="none"/>
          <w:lang w:val="es-ES"/>
        </w:rPr>
        <w:t>nde</w:t>
      </w:r>
      <w:r w:rsidR="00EB36AD" w:rsidRPr="00870B1D">
        <w:rPr>
          <w:rStyle w:val="Hipervnculo"/>
          <w:color w:val="auto"/>
          <w:u w:val="none"/>
          <w:lang w:val="es-ES"/>
        </w:rPr>
        <w:t>r</w:t>
      </w:r>
      <w:r w:rsidR="00E025C8" w:rsidRPr="00870B1D">
        <w:rPr>
          <w:rStyle w:val="Hipervnculo"/>
          <w:color w:val="auto"/>
          <w:u w:val="none"/>
          <w:lang w:val="es-ES"/>
        </w:rPr>
        <w:t xml:space="preserve"> a la pregunta. </w:t>
      </w:r>
    </w:p>
    <w:p w14:paraId="554DF13F" w14:textId="77777777" w:rsidR="00A808A8" w:rsidRPr="00870B1D" w:rsidRDefault="00A808A8" w:rsidP="00EB36AD">
      <w:pPr>
        <w:rPr>
          <w:rStyle w:val="Hipervnculo"/>
          <w:color w:val="auto"/>
          <w:u w:val="none"/>
          <w:lang w:val="es-ES"/>
        </w:rPr>
      </w:pPr>
    </w:p>
    <w:p w14:paraId="7B3574E3" w14:textId="3198FDD0" w:rsidR="00D11E01" w:rsidRDefault="00D11E01" w:rsidP="00EB36AD">
      <w:pPr>
        <w:rPr>
          <w:rStyle w:val="BetontKursiv"/>
          <w:lang w:val="es-ES"/>
        </w:rPr>
      </w:pPr>
      <w:r w:rsidRPr="00870B1D">
        <w:rPr>
          <w:rStyle w:val="Hipervnculo"/>
          <w:color w:val="auto"/>
          <w:u w:val="none"/>
          <w:lang w:val="es-ES"/>
        </w:rPr>
        <w:t xml:space="preserve">La segunda pregunta de Adriana </w:t>
      </w:r>
      <w:proofErr w:type="spellStart"/>
      <w:r w:rsidRPr="00870B1D">
        <w:rPr>
          <w:rStyle w:val="Hipervnculo"/>
          <w:color w:val="auto"/>
          <w:u w:val="none"/>
          <w:lang w:val="es-ES"/>
        </w:rPr>
        <w:t>Boho</w:t>
      </w:r>
      <w:proofErr w:type="spellEnd"/>
      <w:r w:rsidRPr="00870B1D">
        <w:rPr>
          <w:rStyle w:val="Hipervnculo"/>
          <w:color w:val="auto"/>
          <w:u w:val="none"/>
          <w:lang w:val="es-ES"/>
        </w:rPr>
        <w:t xml:space="preserve"> </w:t>
      </w:r>
      <w:r w:rsidR="00A808A8" w:rsidRPr="00870B1D">
        <w:rPr>
          <w:rStyle w:val="Hipervnculo"/>
          <w:color w:val="auto"/>
          <w:u w:val="none"/>
          <w:lang w:val="es-ES"/>
        </w:rPr>
        <w:t>es “</w:t>
      </w:r>
      <w:r w:rsidR="00A808A8" w:rsidRPr="00A808A8">
        <w:rPr>
          <w:rStyle w:val="BetontKursiv"/>
          <w:lang w:val="es-ES"/>
        </w:rPr>
        <w:t>¿Cómo reaccionáis ante estas situaciones?”</w:t>
      </w:r>
    </w:p>
    <w:p w14:paraId="180DED15" w14:textId="77777777" w:rsidR="00703F97" w:rsidRDefault="00191B46" w:rsidP="00A808A8">
      <w:pPr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En primer lugar, contestad en el grupo a la pregunta. </w:t>
      </w:r>
    </w:p>
    <w:p w14:paraId="4A881464" w14:textId="1C7D3A0E" w:rsidR="00A808A8" w:rsidRPr="00A808A8" w:rsidRDefault="00191B46" w:rsidP="00A808A8">
      <w:pPr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Después, haced una lista </w:t>
      </w:r>
      <w:r w:rsidR="005332E5">
        <w:rPr>
          <w:rStyle w:val="Hipervnculo"/>
          <w:color w:val="auto"/>
          <w:u w:val="none"/>
          <w:lang w:val="es-ES"/>
        </w:rPr>
        <w:t>con</w:t>
      </w:r>
      <w:r>
        <w:rPr>
          <w:rStyle w:val="Hipervnculo"/>
          <w:color w:val="auto"/>
          <w:u w:val="none"/>
          <w:lang w:val="es-ES"/>
        </w:rPr>
        <w:t xml:space="preserve"> al me</w:t>
      </w:r>
      <w:r w:rsidR="005332E5">
        <w:rPr>
          <w:rStyle w:val="Hipervnculo"/>
          <w:color w:val="auto"/>
          <w:u w:val="none"/>
          <w:lang w:val="es-ES"/>
        </w:rPr>
        <w:t>nos cinco ideas diferentes sobre cómo</w:t>
      </w:r>
      <w:r w:rsidR="007B06C9">
        <w:rPr>
          <w:rStyle w:val="Hipervnculo"/>
          <w:color w:val="auto"/>
          <w:u w:val="none"/>
          <w:lang w:val="es-ES"/>
        </w:rPr>
        <w:t xml:space="preserve"> se</w:t>
      </w:r>
      <w:r w:rsidR="005332E5">
        <w:rPr>
          <w:rStyle w:val="Hipervnculo"/>
          <w:color w:val="auto"/>
          <w:u w:val="none"/>
          <w:lang w:val="es-ES"/>
        </w:rPr>
        <w:t xml:space="preserve"> podría </w:t>
      </w:r>
      <w:r w:rsidR="00703F97">
        <w:rPr>
          <w:rStyle w:val="Hipervnculo"/>
          <w:color w:val="auto"/>
          <w:u w:val="none"/>
          <w:lang w:val="es-ES"/>
        </w:rPr>
        <w:t>reaccionar ante situaciones de racismo cotidiano.</w:t>
      </w:r>
    </w:p>
    <w:p w14:paraId="171DA47E" w14:textId="7B0AD024" w:rsidR="00CC4EF0" w:rsidRDefault="00D9600C" w:rsidP="00264666">
      <w:pPr>
        <w:pStyle w:val="Ttulo1"/>
      </w:pPr>
      <w:proofErr w:type="spellStart"/>
      <w:r>
        <w:lastRenderedPageBreak/>
        <w:t>Ser</w:t>
      </w:r>
      <w:proofErr w:type="spellEnd"/>
      <w:r>
        <w:t xml:space="preserve"> </w:t>
      </w:r>
      <w:proofErr w:type="spellStart"/>
      <w:r>
        <w:t>antirracistas</w:t>
      </w:r>
      <w:proofErr w:type="spellEnd"/>
    </w:p>
    <w:p w14:paraId="3FD8C021" w14:textId="77777777" w:rsidR="00D84A30" w:rsidRDefault="005A4707" w:rsidP="00D84A30">
      <w:r w:rsidRPr="00870B1D">
        <w:rPr>
          <w:rStyle w:val="BetontKursiv"/>
          <w:lang w:val="es-ES"/>
        </w:rPr>
        <w:t>No basta con no ser racista. Hay que ser antirracista.</w:t>
      </w:r>
      <w:r w:rsidRPr="00870B1D">
        <w:rPr>
          <w:lang w:val="es-ES"/>
        </w:rPr>
        <w:t xml:space="preserve"> </w:t>
      </w:r>
      <w:r w:rsidR="0093649D" w:rsidRPr="00870B1D">
        <w:rPr>
          <w:lang w:val="es-ES"/>
        </w:rPr>
        <w:t>P</w:t>
      </w:r>
      <w:r w:rsidR="00AD73B1" w:rsidRPr="00870B1D">
        <w:rPr>
          <w:lang w:val="es-ES"/>
        </w:rPr>
        <w:t>ara conseguir este objetiv</w:t>
      </w:r>
      <w:r w:rsidR="0093649D" w:rsidRPr="00870B1D">
        <w:rPr>
          <w:lang w:val="es-ES"/>
        </w:rPr>
        <w:t>o</w:t>
      </w:r>
      <w:r w:rsidR="00AD73B1" w:rsidRPr="00870B1D">
        <w:rPr>
          <w:lang w:val="es-ES"/>
        </w:rPr>
        <w:t>,</w:t>
      </w:r>
      <w:r w:rsidR="00866D8D" w:rsidRPr="00870B1D">
        <w:rPr>
          <w:lang w:val="es-ES"/>
        </w:rPr>
        <w:t xml:space="preserve"> </w:t>
      </w:r>
      <w:r w:rsidR="00E9168F" w:rsidRPr="00870B1D">
        <w:rPr>
          <w:lang w:val="es-ES"/>
        </w:rPr>
        <w:t>tenemos</w:t>
      </w:r>
      <w:r w:rsidR="00866D8D" w:rsidRPr="00870B1D">
        <w:rPr>
          <w:lang w:val="es-ES"/>
        </w:rPr>
        <w:t xml:space="preserve"> que </w:t>
      </w:r>
      <w:r w:rsidR="006D472F" w:rsidRPr="00870B1D">
        <w:rPr>
          <w:lang w:val="es-ES"/>
        </w:rPr>
        <w:t xml:space="preserve">concienciar </w:t>
      </w:r>
      <w:r w:rsidR="00C22B1F" w:rsidRPr="00870B1D">
        <w:rPr>
          <w:lang w:val="es-ES"/>
        </w:rPr>
        <w:t>a muchas personas sobre</w:t>
      </w:r>
      <w:r w:rsidR="008A74DF" w:rsidRPr="00870B1D">
        <w:rPr>
          <w:lang w:val="es-ES"/>
        </w:rPr>
        <w:t xml:space="preserve"> el problema del racismo cotidiano y </w:t>
      </w:r>
      <w:r w:rsidR="00C22B1F" w:rsidRPr="00870B1D">
        <w:rPr>
          <w:lang w:val="es-ES"/>
        </w:rPr>
        <w:t>darles ideas de cómo</w:t>
      </w:r>
      <w:r w:rsidR="00843A25" w:rsidRPr="00870B1D">
        <w:rPr>
          <w:lang w:val="es-ES"/>
        </w:rPr>
        <w:t xml:space="preserve"> </w:t>
      </w:r>
      <w:r w:rsidR="004103FC" w:rsidRPr="00870B1D">
        <w:rPr>
          <w:lang w:val="es-ES"/>
        </w:rPr>
        <w:t>luchar contra</w:t>
      </w:r>
      <w:r w:rsidR="00843A25" w:rsidRPr="00870B1D">
        <w:rPr>
          <w:lang w:val="es-ES"/>
        </w:rPr>
        <w:t xml:space="preserve"> él.</w:t>
      </w:r>
      <w:r w:rsidR="004E33A8" w:rsidRPr="00870B1D">
        <w:rPr>
          <w:lang w:val="es-ES"/>
        </w:rPr>
        <w:t xml:space="preserve"> </w:t>
      </w:r>
      <w:r w:rsidR="004E33A8">
        <w:t>P</w:t>
      </w:r>
      <w:r w:rsidR="00B51CFB">
        <w:t xml:space="preserve">ara </w:t>
      </w:r>
      <w:proofErr w:type="spellStart"/>
      <w:r w:rsidR="00B51CFB">
        <w:t>eso</w:t>
      </w:r>
      <w:proofErr w:type="spellEnd"/>
      <w:r w:rsidR="00B51CFB">
        <w:t xml:space="preserve"> </w:t>
      </w:r>
      <w:proofErr w:type="spellStart"/>
      <w:r w:rsidR="00501B6A">
        <w:t>podéis</w:t>
      </w:r>
      <w:proofErr w:type="spellEnd"/>
      <w:r w:rsidR="00501B6A">
        <w:t xml:space="preserve"> </w:t>
      </w:r>
      <w:proofErr w:type="spellStart"/>
      <w:r w:rsidR="00501B6A">
        <w:t>elegir</w:t>
      </w:r>
      <w:proofErr w:type="spellEnd"/>
      <w:r w:rsidR="00501B6A">
        <w:t xml:space="preserve"> uno de </w:t>
      </w:r>
      <w:r w:rsidR="00D84A30">
        <w:t xml:space="preserve">los </w:t>
      </w:r>
      <w:proofErr w:type="spellStart"/>
      <w:r w:rsidR="00D84A30">
        <w:t>siguientes</w:t>
      </w:r>
      <w:proofErr w:type="spellEnd"/>
      <w:r w:rsidR="00501B6A">
        <w:t xml:space="preserve"> </w:t>
      </w:r>
      <w:proofErr w:type="spellStart"/>
      <w:r w:rsidR="00501B6A">
        <w:t>productos</w:t>
      </w:r>
      <w:proofErr w:type="spellEnd"/>
      <w:r w:rsidR="00D84A30">
        <w:t>:</w:t>
      </w:r>
    </w:p>
    <w:p w14:paraId="100275AC" w14:textId="3B622957" w:rsidR="002B7A5D" w:rsidRDefault="00C419B5" w:rsidP="00D84A30">
      <w:pPr>
        <w:pStyle w:val="AufzhlungszeichenPunkt"/>
      </w:pPr>
      <w:proofErr w:type="spellStart"/>
      <w:r>
        <w:t>Vídeo</w:t>
      </w:r>
      <w:proofErr w:type="spellEnd"/>
      <w:r>
        <w:t xml:space="preserve"> </w:t>
      </w:r>
      <w:proofErr w:type="spellStart"/>
      <w:r>
        <w:t>explicativo</w:t>
      </w:r>
      <w:proofErr w:type="spellEnd"/>
    </w:p>
    <w:p w14:paraId="4D56F194" w14:textId="3D72CD04" w:rsidR="00C419B5" w:rsidRPr="00870B1D" w:rsidRDefault="00C419B5" w:rsidP="00501B6A">
      <w:pPr>
        <w:pStyle w:val="AufzhlungszeichenPunkt"/>
        <w:rPr>
          <w:lang w:val="es-ES"/>
        </w:rPr>
      </w:pPr>
      <w:r w:rsidRPr="00870B1D">
        <w:rPr>
          <w:lang w:val="es-ES"/>
        </w:rPr>
        <w:t>Campaña</w:t>
      </w:r>
      <w:r w:rsidR="00140250" w:rsidRPr="00870B1D">
        <w:rPr>
          <w:lang w:val="es-ES"/>
        </w:rPr>
        <w:t xml:space="preserve"> publicitaria</w:t>
      </w:r>
      <w:r w:rsidRPr="00870B1D">
        <w:rPr>
          <w:lang w:val="es-ES"/>
        </w:rPr>
        <w:t xml:space="preserve"> </w:t>
      </w:r>
      <w:r w:rsidR="00A85FB1" w:rsidRPr="00870B1D">
        <w:rPr>
          <w:lang w:val="es-ES"/>
        </w:rPr>
        <w:t>(</w:t>
      </w:r>
      <w:r w:rsidR="007A4AAD" w:rsidRPr="00870B1D">
        <w:rPr>
          <w:lang w:val="es-ES"/>
        </w:rPr>
        <w:t>vídeo</w:t>
      </w:r>
      <w:r w:rsidR="00140250" w:rsidRPr="00870B1D">
        <w:rPr>
          <w:lang w:val="es-ES"/>
        </w:rPr>
        <w:t>/</w:t>
      </w:r>
      <w:r w:rsidR="007A4AAD" w:rsidRPr="00870B1D">
        <w:rPr>
          <w:lang w:val="es-ES"/>
        </w:rPr>
        <w:t>anuncio para la radio</w:t>
      </w:r>
      <w:r w:rsidR="00140250" w:rsidRPr="00870B1D">
        <w:rPr>
          <w:lang w:val="es-ES"/>
        </w:rPr>
        <w:t>/</w:t>
      </w:r>
      <w:r w:rsidRPr="00870B1D">
        <w:rPr>
          <w:lang w:val="es-ES"/>
        </w:rPr>
        <w:t>cartel</w:t>
      </w:r>
      <w:r w:rsidR="00140250" w:rsidRPr="00870B1D">
        <w:rPr>
          <w:lang w:val="es-ES"/>
        </w:rPr>
        <w:t>)</w:t>
      </w:r>
    </w:p>
    <w:p w14:paraId="260FD73B" w14:textId="35A95A1D" w:rsidR="007A4AAD" w:rsidRPr="00870B1D" w:rsidRDefault="007A4AAD" w:rsidP="00501B6A">
      <w:pPr>
        <w:pStyle w:val="AufzhlungszeichenPunkt"/>
        <w:rPr>
          <w:lang w:val="es-ES"/>
        </w:rPr>
      </w:pPr>
      <w:r w:rsidRPr="00870B1D">
        <w:rPr>
          <w:lang w:val="es-ES"/>
        </w:rPr>
        <w:t>Entrada para una red social (</w:t>
      </w:r>
      <w:r w:rsidR="00D77CE7" w:rsidRPr="00870B1D">
        <w:rPr>
          <w:lang w:val="es-ES"/>
        </w:rPr>
        <w:t xml:space="preserve">por </w:t>
      </w:r>
      <w:proofErr w:type="gramStart"/>
      <w:r w:rsidR="00D77CE7" w:rsidRPr="00870B1D">
        <w:rPr>
          <w:lang w:val="es-ES"/>
        </w:rPr>
        <w:t>ejemplo</w:t>
      </w:r>
      <w:proofErr w:type="gramEnd"/>
      <w:r w:rsidR="00D77CE7" w:rsidRPr="00870B1D">
        <w:rPr>
          <w:lang w:val="es-ES"/>
        </w:rPr>
        <w:t xml:space="preserve"> para T</w:t>
      </w:r>
      <w:r w:rsidRPr="00870B1D">
        <w:rPr>
          <w:lang w:val="es-ES"/>
        </w:rPr>
        <w:t>ik</w:t>
      </w:r>
      <w:r w:rsidR="00D77CE7" w:rsidRPr="00870B1D">
        <w:rPr>
          <w:lang w:val="es-ES"/>
        </w:rPr>
        <w:t>T</w:t>
      </w:r>
      <w:r w:rsidRPr="00870B1D">
        <w:rPr>
          <w:lang w:val="es-ES"/>
        </w:rPr>
        <w:t>ok, Insta</w:t>
      </w:r>
      <w:r w:rsidR="00D77CE7" w:rsidRPr="00870B1D">
        <w:rPr>
          <w:lang w:val="es-ES"/>
        </w:rPr>
        <w:t>gram</w:t>
      </w:r>
      <w:r w:rsidRPr="00870B1D">
        <w:rPr>
          <w:lang w:val="es-ES"/>
        </w:rPr>
        <w:t>…)</w:t>
      </w:r>
    </w:p>
    <w:p w14:paraId="798C2E84" w14:textId="7D981183" w:rsidR="00D84A30" w:rsidRPr="00F42A29" w:rsidRDefault="00C419B5" w:rsidP="00F42A29">
      <w:pPr>
        <w:pStyle w:val="AufzhlungszeichenPunkt"/>
      </w:pPr>
      <w:r>
        <w:t>Blog/</w:t>
      </w:r>
      <w:proofErr w:type="spellStart"/>
      <w:r>
        <w:t>Artículo</w:t>
      </w:r>
      <w:proofErr w:type="spellEnd"/>
    </w:p>
    <w:p w14:paraId="53F5EF94" w14:textId="5F2A2FCA" w:rsidR="00D84A30" w:rsidRPr="00870B1D" w:rsidRDefault="00D84A30" w:rsidP="00D84A30">
      <w:pPr>
        <w:rPr>
          <w:lang w:val="es-ES"/>
        </w:rPr>
      </w:pPr>
      <w:r w:rsidRPr="00870B1D">
        <w:rPr>
          <w:lang w:val="es-ES"/>
        </w:rPr>
        <w:t>Decidid también si queréis trabajar en parejas o en grupos.</w:t>
      </w:r>
    </w:p>
    <w:p w14:paraId="107E2FA1" w14:textId="77777777" w:rsidR="00D84A30" w:rsidRPr="00870B1D" w:rsidRDefault="00D84A30" w:rsidP="00D84A30">
      <w:pPr>
        <w:pStyle w:val="AufzhlungszeichenPunkt"/>
        <w:numPr>
          <w:ilvl w:val="0"/>
          <w:numId w:val="0"/>
        </w:numPr>
        <w:ind w:left="720" w:hanging="363"/>
        <w:rPr>
          <w:lang w:val="es-ES"/>
        </w:rPr>
      </w:pPr>
    </w:p>
    <w:sectPr w:rsidR="00D84A30" w:rsidRPr="00870B1D" w:rsidSect="003865E8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6DDBB" w14:textId="77777777" w:rsidR="001F23A4" w:rsidRDefault="001F23A4" w:rsidP="00263F44">
      <w:r>
        <w:separator/>
      </w:r>
    </w:p>
  </w:endnote>
  <w:endnote w:type="continuationSeparator" w:id="0">
    <w:p w14:paraId="6E51556F" w14:textId="77777777" w:rsidR="001F23A4" w:rsidRDefault="001F23A4" w:rsidP="00263F44">
      <w:r>
        <w:continuationSeparator/>
      </w:r>
    </w:p>
  </w:endnote>
  <w:endnote w:type="continuationNotice" w:id="1">
    <w:p w14:paraId="6D06E0F6" w14:textId="77777777" w:rsidR="001F23A4" w:rsidRDefault="001F23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28D4C" w14:textId="4E31193F" w:rsidR="00EC3925" w:rsidRPr="00120371" w:rsidRDefault="00EC3925" w:rsidP="003C721B">
    <w:pPr>
      <w:pStyle w:val="Encabezado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51598B">
      <w:rPr>
        <w:noProof/>
        <w:sz w:val="20"/>
        <w:szCs w:val="20"/>
      </w:rPr>
      <w:t>17.01.25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26D3824A" w14:textId="77777777" w:rsidR="00D737E9" w:rsidRDefault="00D73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B4BCF" w14:textId="77777777" w:rsidR="001F23A4" w:rsidRDefault="001F23A4" w:rsidP="00263F44">
      <w:r>
        <w:separator/>
      </w:r>
    </w:p>
  </w:footnote>
  <w:footnote w:type="continuationSeparator" w:id="0">
    <w:p w14:paraId="7E1008D2" w14:textId="77777777" w:rsidR="001F23A4" w:rsidRDefault="001F23A4" w:rsidP="00263F44">
      <w:r>
        <w:continuationSeparator/>
      </w:r>
    </w:p>
  </w:footnote>
  <w:footnote w:type="continuationNotice" w:id="1">
    <w:p w14:paraId="59B2D4D5" w14:textId="77777777" w:rsidR="001F23A4" w:rsidRDefault="001F23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1B89C" w14:textId="366F85BB" w:rsidR="00EC3925" w:rsidRDefault="00EC3925" w:rsidP="003C721B">
    <w:pPr>
      <w:pStyle w:val="Encabezado"/>
      <w:spacing w:after="400"/>
    </w:pPr>
    <w:r>
      <w:rPr>
        <w:noProof/>
        <w:lang w:eastAsia="de-DE"/>
      </w:rPr>
      <w:drawing>
        <wp:inline distT="0" distB="0" distL="0" distR="0" wp14:anchorId="49014DC6" wp14:editId="52118416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  <w:r w:rsidR="000F5FAD"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89143">
    <w:abstractNumId w:val="21"/>
  </w:num>
  <w:num w:numId="2" w16cid:durableId="967247788">
    <w:abstractNumId w:val="10"/>
  </w:num>
  <w:num w:numId="3" w16cid:durableId="1397628232">
    <w:abstractNumId w:val="19"/>
  </w:num>
  <w:num w:numId="4" w16cid:durableId="1199582955">
    <w:abstractNumId w:val="17"/>
  </w:num>
  <w:num w:numId="5" w16cid:durableId="394550870">
    <w:abstractNumId w:val="17"/>
  </w:num>
  <w:num w:numId="6" w16cid:durableId="66347909">
    <w:abstractNumId w:val="13"/>
  </w:num>
  <w:num w:numId="7" w16cid:durableId="174615339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404064774">
    <w:abstractNumId w:val="22"/>
  </w:num>
  <w:num w:numId="9" w16cid:durableId="465007717">
    <w:abstractNumId w:val="12"/>
  </w:num>
  <w:num w:numId="10" w16cid:durableId="1257206383">
    <w:abstractNumId w:val="22"/>
  </w:num>
  <w:num w:numId="11" w16cid:durableId="1562399314">
    <w:abstractNumId w:val="16"/>
  </w:num>
  <w:num w:numId="12" w16cid:durableId="58477921">
    <w:abstractNumId w:val="22"/>
  </w:num>
  <w:num w:numId="13" w16cid:durableId="1705398261">
    <w:abstractNumId w:val="20"/>
  </w:num>
  <w:num w:numId="14" w16cid:durableId="2033339536">
    <w:abstractNumId w:val="14"/>
  </w:num>
  <w:num w:numId="15" w16cid:durableId="424808837">
    <w:abstractNumId w:val="15"/>
  </w:num>
  <w:num w:numId="16" w16cid:durableId="1966497699">
    <w:abstractNumId w:val="23"/>
  </w:num>
  <w:num w:numId="17" w16cid:durableId="1252860269">
    <w:abstractNumId w:val="11"/>
  </w:num>
  <w:num w:numId="18" w16cid:durableId="1393193236">
    <w:abstractNumId w:val="18"/>
  </w:num>
  <w:num w:numId="19" w16cid:durableId="225579586">
    <w:abstractNumId w:val="20"/>
    <w:lvlOverride w:ilvl="0">
      <w:startOverride w:val="1"/>
    </w:lvlOverride>
  </w:num>
  <w:num w:numId="20" w16cid:durableId="1552184320">
    <w:abstractNumId w:val="14"/>
    <w:lvlOverride w:ilvl="0">
      <w:startOverride w:val="1"/>
    </w:lvlOverride>
  </w:num>
  <w:num w:numId="21" w16cid:durableId="1763650100">
    <w:abstractNumId w:val="20"/>
    <w:lvlOverride w:ilvl="0">
      <w:startOverride w:val="1"/>
    </w:lvlOverride>
  </w:num>
  <w:num w:numId="22" w16cid:durableId="408429493">
    <w:abstractNumId w:val="20"/>
    <w:lvlOverride w:ilvl="0">
      <w:startOverride w:val="1"/>
    </w:lvlOverride>
  </w:num>
  <w:num w:numId="23" w16cid:durableId="281769704">
    <w:abstractNumId w:val="9"/>
  </w:num>
  <w:num w:numId="24" w16cid:durableId="1174759330">
    <w:abstractNumId w:val="7"/>
  </w:num>
  <w:num w:numId="25" w16cid:durableId="496070225">
    <w:abstractNumId w:val="6"/>
  </w:num>
  <w:num w:numId="26" w16cid:durableId="1135560715">
    <w:abstractNumId w:val="5"/>
  </w:num>
  <w:num w:numId="27" w16cid:durableId="421605697">
    <w:abstractNumId w:val="4"/>
  </w:num>
  <w:num w:numId="28" w16cid:durableId="32509356">
    <w:abstractNumId w:val="8"/>
  </w:num>
  <w:num w:numId="29" w16cid:durableId="2021352526">
    <w:abstractNumId w:val="3"/>
  </w:num>
  <w:num w:numId="30" w16cid:durableId="1526669893">
    <w:abstractNumId w:val="2"/>
  </w:num>
  <w:num w:numId="31" w16cid:durableId="2110006539">
    <w:abstractNumId w:val="1"/>
  </w:num>
  <w:num w:numId="32" w16cid:durableId="1026832529">
    <w:abstractNumId w:val="0"/>
  </w:num>
  <w:num w:numId="33" w16cid:durableId="1508669048">
    <w:abstractNumId w:val="24"/>
  </w:num>
  <w:num w:numId="34" w16cid:durableId="1752653277">
    <w:abstractNumId w:val="18"/>
  </w:num>
  <w:num w:numId="35" w16cid:durableId="1114860605">
    <w:abstractNumId w:val="20"/>
    <w:lvlOverride w:ilvl="0">
      <w:startOverride w:val="1"/>
    </w:lvlOverride>
  </w:num>
  <w:num w:numId="36" w16cid:durableId="207881425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14"/>
    <w:rsid w:val="00000F3C"/>
    <w:rsid w:val="000119F5"/>
    <w:rsid w:val="00014589"/>
    <w:rsid w:val="0002154A"/>
    <w:rsid w:val="00025952"/>
    <w:rsid w:val="000329E1"/>
    <w:rsid w:val="00035065"/>
    <w:rsid w:val="000409A3"/>
    <w:rsid w:val="000433EF"/>
    <w:rsid w:val="000441E1"/>
    <w:rsid w:val="00046BB2"/>
    <w:rsid w:val="000613F6"/>
    <w:rsid w:val="00083838"/>
    <w:rsid w:val="00083E26"/>
    <w:rsid w:val="0009635B"/>
    <w:rsid w:val="000A08F7"/>
    <w:rsid w:val="000A2FD9"/>
    <w:rsid w:val="000C1899"/>
    <w:rsid w:val="000C4F61"/>
    <w:rsid w:val="000C7E6C"/>
    <w:rsid w:val="000C7EE3"/>
    <w:rsid w:val="000D079C"/>
    <w:rsid w:val="000D0972"/>
    <w:rsid w:val="000D3AC4"/>
    <w:rsid w:val="000E4A64"/>
    <w:rsid w:val="000E5416"/>
    <w:rsid w:val="000F274C"/>
    <w:rsid w:val="000F5FAD"/>
    <w:rsid w:val="000F63D9"/>
    <w:rsid w:val="0010328B"/>
    <w:rsid w:val="001078A6"/>
    <w:rsid w:val="001175D9"/>
    <w:rsid w:val="00120371"/>
    <w:rsid w:val="00125873"/>
    <w:rsid w:val="001313B3"/>
    <w:rsid w:val="00135C29"/>
    <w:rsid w:val="00140250"/>
    <w:rsid w:val="00144822"/>
    <w:rsid w:val="001474C2"/>
    <w:rsid w:val="001510F8"/>
    <w:rsid w:val="00153E4C"/>
    <w:rsid w:val="00154B07"/>
    <w:rsid w:val="00161E35"/>
    <w:rsid w:val="00173F17"/>
    <w:rsid w:val="00175AD4"/>
    <w:rsid w:val="00181661"/>
    <w:rsid w:val="0019185A"/>
    <w:rsid w:val="00191B46"/>
    <w:rsid w:val="00193366"/>
    <w:rsid w:val="00194605"/>
    <w:rsid w:val="00197096"/>
    <w:rsid w:val="001A016C"/>
    <w:rsid w:val="001A2103"/>
    <w:rsid w:val="001A7B50"/>
    <w:rsid w:val="001A7BFF"/>
    <w:rsid w:val="001B79EE"/>
    <w:rsid w:val="001C176C"/>
    <w:rsid w:val="001E03DE"/>
    <w:rsid w:val="001E2674"/>
    <w:rsid w:val="001F23A4"/>
    <w:rsid w:val="0020410C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64666"/>
    <w:rsid w:val="00272E70"/>
    <w:rsid w:val="002734A0"/>
    <w:rsid w:val="0027498B"/>
    <w:rsid w:val="00274B6E"/>
    <w:rsid w:val="00282513"/>
    <w:rsid w:val="0028650B"/>
    <w:rsid w:val="00292BAF"/>
    <w:rsid w:val="002938BF"/>
    <w:rsid w:val="00295D07"/>
    <w:rsid w:val="00296589"/>
    <w:rsid w:val="002A70E2"/>
    <w:rsid w:val="002B2CC9"/>
    <w:rsid w:val="002B7A5D"/>
    <w:rsid w:val="002C5AF4"/>
    <w:rsid w:val="002D50BA"/>
    <w:rsid w:val="002E3646"/>
    <w:rsid w:val="002E68F9"/>
    <w:rsid w:val="002F2A5F"/>
    <w:rsid w:val="002F2E66"/>
    <w:rsid w:val="0030155E"/>
    <w:rsid w:val="00307652"/>
    <w:rsid w:val="00311C43"/>
    <w:rsid w:val="0031477E"/>
    <w:rsid w:val="00316583"/>
    <w:rsid w:val="00333CC2"/>
    <w:rsid w:val="00336D04"/>
    <w:rsid w:val="00361D12"/>
    <w:rsid w:val="00374460"/>
    <w:rsid w:val="003754E3"/>
    <w:rsid w:val="00382E95"/>
    <w:rsid w:val="00383B41"/>
    <w:rsid w:val="003865E8"/>
    <w:rsid w:val="00391060"/>
    <w:rsid w:val="0039124F"/>
    <w:rsid w:val="003969C3"/>
    <w:rsid w:val="003A0618"/>
    <w:rsid w:val="003A7640"/>
    <w:rsid w:val="003B2130"/>
    <w:rsid w:val="003B5B96"/>
    <w:rsid w:val="003C20E4"/>
    <w:rsid w:val="003C721B"/>
    <w:rsid w:val="003E12FC"/>
    <w:rsid w:val="003E5C20"/>
    <w:rsid w:val="0040297E"/>
    <w:rsid w:val="004045A7"/>
    <w:rsid w:val="004046CE"/>
    <w:rsid w:val="004103FC"/>
    <w:rsid w:val="00415FFE"/>
    <w:rsid w:val="004204D2"/>
    <w:rsid w:val="00431EA3"/>
    <w:rsid w:val="00435AA0"/>
    <w:rsid w:val="00435EDE"/>
    <w:rsid w:val="0043692F"/>
    <w:rsid w:val="0044650F"/>
    <w:rsid w:val="004553AA"/>
    <w:rsid w:val="00455880"/>
    <w:rsid w:val="0046328C"/>
    <w:rsid w:val="004701BB"/>
    <w:rsid w:val="00470E0A"/>
    <w:rsid w:val="0048193B"/>
    <w:rsid w:val="0048693D"/>
    <w:rsid w:val="00490727"/>
    <w:rsid w:val="00492BE4"/>
    <w:rsid w:val="0049356E"/>
    <w:rsid w:val="004A3225"/>
    <w:rsid w:val="004B1AE5"/>
    <w:rsid w:val="004B2484"/>
    <w:rsid w:val="004C2136"/>
    <w:rsid w:val="004C74F7"/>
    <w:rsid w:val="004D069D"/>
    <w:rsid w:val="004D476C"/>
    <w:rsid w:val="004D4F75"/>
    <w:rsid w:val="004E0F26"/>
    <w:rsid w:val="004E33A8"/>
    <w:rsid w:val="004E42D9"/>
    <w:rsid w:val="004F0F9E"/>
    <w:rsid w:val="004F693A"/>
    <w:rsid w:val="00501B6A"/>
    <w:rsid w:val="00503622"/>
    <w:rsid w:val="00514DF7"/>
    <w:rsid w:val="005154E3"/>
    <w:rsid w:val="0051598B"/>
    <w:rsid w:val="005178A9"/>
    <w:rsid w:val="005259C4"/>
    <w:rsid w:val="00526F07"/>
    <w:rsid w:val="00532DFA"/>
    <w:rsid w:val="005332E5"/>
    <w:rsid w:val="00535666"/>
    <w:rsid w:val="00535E5A"/>
    <w:rsid w:val="00542D7D"/>
    <w:rsid w:val="00554717"/>
    <w:rsid w:val="00554A4B"/>
    <w:rsid w:val="00560007"/>
    <w:rsid w:val="00571D60"/>
    <w:rsid w:val="005735E9"/>
    <w:rsid w:val="00573E4F"/>
    <w:rsid w:val="00575A52"/>
    <w:rsid w:val="00577F24"/>
    <w:rsid w:val="005817A7"/>
    <w:rsid w:val="00583118"/>
    <w:rsid w:val="005861C6"/>
    <w:rsid w:val="00587680"/>
    <w:rsid w:val="00591B36"/>
    <w:rsid w:val="005A2907"/>
    <w:rsid w:val="005A4707"/>
    <w:rsid w:val="005A7F4A"/>
    <w:rsid w:val="005B6258"/>
    <w:rsid w:val="005C0A84"/>
    <w:rsid w:val="005C3DE5"/>
    <w:rsid w:val="005D32AB"/>
    <w:rsid w:val="005D74F8"/>
    <w:rsid w:val="005E11D2"/>
    <w:rsid w:val="005E256B"/>
    <w:rsid w:val="005E43EE"/>
    <w:rsid w:val="005F52B1"/>
    <w:rsid w:val="005F7B80"/>
    <w:rsid w:val="006006C1"/>
    <w:rsid w:val="00601D86"/>
    <w:rsid w:val="00616FB3"/>
    <w:rsid w:val="0062129C"/>
    <w:rsid w:val="0063086E"/>
    <w:rsid w:val="0063204F"/>
    <w:rsid w:val="00633CC6"/>
    <w:rsid w:val="00634E2F"/>
    <w:rsid w:val="00637FC6"/>
    <w:rsid w:val="006408EB"/>
    <w:rsid w:val="0064135C"/>
    <w:rsid w:val="00641F82"/>
    <w:rsid w:val="006424DD"/>
    <w:rsid w:val="0064329A"/>
    <w:rsid w:val="00645BD7"/>
    <w:rsid w:val="006505DB"/>
    <w:rsid w:val="00653A69"/>
    <w:rsid w:val="00662EFC"/>
    <w:rsid w:val="0066471F"/>
    <w:rsid w:val="00670BD3"/>
    <w:rsid w:val="00676A9C"/>
    <w:rsid w:val="006844B1"/>
    <w:rsid w:val="00686F80"/>
    <w:rsid w:val="00687801"/>
    <w:rsid w:val="00695285"/>
    <w:rsid w:val="00696173"/>
    <w:rsid w:val="00697CA8"/>
    <w:rsid w:val="006B29A9"/>
    <w:rsid w:val="006B3B75"/>
    <w:rsid w:val="006C1699"/>
    <w:rsid w:val="006C263F"/>
    <w:rsid w:val="006D472F"/>
    <w:rsid w:val="006D7A4A"/>
    <w:rsid w:val="00703F97"/>
    <w:rsid w:val="00705C1A"/>
    <w:rsid w:val="007157C8"/>
    <w:rsid w:val="00720BD6"/>
    <w:rsid w:val="00727970"/>
    <w:rsid w:val="00745C14"/>
    <w:rsid w:val="00747952"/>
    <w:rsid w:val="007539D3"/>
    <w:rsid w:val="007566E6"/>
    <w:rsid w:val="00760A23"/>
    <w:rsid w:val="00765121"/>
    <w:rsid w:val="00766DC2"/>
    <w:rsid w:val="00780F6A"/>
    <w:rsid w:val="00782B33"/>
    <w:rsid w:val="007838FC"/>
    <w:rsid w:val="00784D1D"/>
    <w:rsid w:val="00791A94"/>
    <w:rsid w:val="007A0885"/>
    <w:rsid w:val="007A1BAD"/>
    <w:rsid w:val="007A4AAD"/>
    <w:rsid w:val="007A5904"/>
    <w:rsid w:val="007B06C9"/>
    <w:rsid w:val="007B2DCA"/>
    <w:rsid w:val="007B5295"/>
    <w:rsid w:val="007B6059"/>
    <w:rsid w:val="007C2EB8"/>
    <w:rsid w:val="007C77E0"/>
    <w:rsid w:val="007D1E28"/>
    <w:rsid w:val="007D5D28"/>
    <w:rsid w:val="007E00B0"/>
    <w:rsid w:val="007E4198"/>
    <w:rsid w:val="007E42A9"/>
    <w:rsid w:val="007F5051"/>
    <w:rsid w:val="00806A96"/>
    <w:rsid w:val="00811543"/>
    <w:rsid w:val="00812FCA"/>
    <w:rsid w:val="00813751"/>
    <w:rsid w:val="00822474"/>
    <w:rsid w:val="00840307"/>
    <w:rsid w:val="00842110"/>
    <w:rsid w:val="00843A25"/>
    <w:rsid w:val="00851F1D"/>
    <w:rsid w:val="008626D1"/>
    <w:rsid w:val="00863193"/>
    <w:rsid w:val="008666EC"/>
    <w:rsid w:val="00866D8D"/>
    <w:rsid w:val="00870B1D"/>
    <w:rsid w:val="00872ED1"/>
    <w:rsid w:val="00872FD6"/>
    <w:rsid w:val="008836AE"/>
    <w:rsid w:val="00891551"/>
    <w:rsid w:val="00891617"/>
    <w:rsid w:val="00895BAC"/>
    <w:rsid w:val="008A2EBA"/>
    <w:rsid w:val="008A74DF"/>
    <w:rsid w:val="008A7911"/>
    <w:rsid w:val="008B2F84"/>
    <w:rsid w:val="008B5411"/>
    <w:rsid w:val="008B5BD4"/>
    <w:rsid w:val="008B696F"/>
    <w:rsid w:val="008D547C"/>
    <w:rsid w:val="008D659D"/>
    <w:rsid w:val="008E0658"/>
    <w:rsid w:val="008E12E1"/>
    <w:rsid w:val="008E62DC"/>
    <w:rsid w:val="008F165D"/>
    <w:rsid w:val="008F3F19"/>
    <w:rsid w:val="009027E5"/>
    <w:rsid w:val="00902E41"/>
    <w:rsid w:val="0090616C"/>
    <w:rsid w:val="009114A4"/>
    <w:rsid w:val="0092578C"/>
    <w:rsid w:val="00934807"/>
    <w:rsid w:val="00934B0F"/>
    <w:rsid w:val="0093649D"/>
    <w:rsid w:val="00942388"/>
    <w:rsid w:val="00947D37"/>
    <w:rsid w:val="00950A22"/>
    <w:rsid w:val="009533B3"/>
    <w:rsid w:val="00961F6B"/>
    <w:rsid w:val="009638F8"/>
    <w:rsid w:val="00963EDC"/>
    <w:rsid w:val="0097339B"/>
    <w:rsid w:val="009762CC"/>
    <w:rsid w:val="0098145E"/>
    <w:rsid w:val="00983051"/>
    <w:rsid w:val="009935DA"/>
    <w:rsid w:val="009A2D42"/>
    <w:rsid w:val="009B7A1B"/>
    <w:rsid w:val="009C05F9"/>
    <w:rsid w:val="009C59DB"/>
    <w:rsid w:val="009E1A78"/>
    <w:rsid w:val="009E4E76"/>
    <w:rsid w:val="009F4E5F"/>
    <w:rsid w:val="00A02163"/>
    <w:rsid w:val="00A12327"/>
    <w:rsid w:val="00A17E8E"/>
    <w:rsid w:val="00A2219A"/>
    <w:rsid w:val="00A22A12"/>
    <w:rsid w:val="00A32CC4"/>
    <w:rsid w:val="00A718E9"/>
    <w:rsid w:val="00A7215E"/>
    <w:rsid w:val="00A776BB"/>
    <w:rsid w:val="00A808A8"/>
    <w:rsid w:val="00A80C61"/>
    <w:rsid w:val="00A80D3E"/>
    <w:rsid w:val="00A82D51"/>
    <w:rsid w:val="00A83CBC"/>
    <w:rsid w:val="00A8416C"/>
    <w:rsid w:val="00A85FB1"/>
    <w:rsid w:val="00A9369A"/>
    <w:rsid w:val="00A9421D"/>
    <w:rsid w:val="00A95ACB"/>
    <w:rsid w:val="00A96B87"/>
    <w:rsid w:val="00AA479F"/>
    <w:rsid w:val="00AA4CD0"/>
    <w:rsid w:val="00AB0FE7"/>
    <w:rsid w:val="00AB3614"/>
    <w:rsid w:val="00AD4E86"/>
    <w:rsid w:val="00AD72AA"/>
    <w:rsid w:val="00AD73B1"/>
    <w:rsid w:val="00AE04B3"/>
    <w:rsid w:val="00AE47A9"/>
    <w:rsid w:val="00AE6F99"/>
    <w:rsid w:val="00AE766E"/>
    <w:rsid w:val="00AE7ED3"/>
    <w:rsid w:val="00AF3A17"/>
    <w:rsid w:val="00AF5C0E"/>
    <w:rsid w:val="00B00C2B"/>
    <w:rsid w:val="00B022C2"/>
    <w:rsid w:val="00B0722F"/>
    <w:rsid w:val="00B16CF9"/>
    <w:rsid w:val="00B327FA"/>
    <w:rsid w:val="00B3384D"/>
    <w:rsid w:val="00B347F2"/>
    <w:rsid w:val="00B34CB2"/>
    <w:rsid w:val="00B51CFB"/>
    <w:rsid w:val="00B55705"/>
    <w:rsid w:val="00B6286A"/>
    <w:rsid w:val="00B73422"/>
    <w:rsid w:val="00B74AF1"/>
    <w:rsid w:val="00B76A01"/>
    <w:rsid w:val="00B81023"/>
    <w:rsid w:val="00B81219"/>
    <w:rsid w:val="00B8215D"/>
    <w:rsid w:val="00B90B2E"/>
    <w:rsid w:val="00B950B8"/>
    <w:rsid w:val="00BA1D2D"/>
    <w:rsid w:val="00BA4783"/>
    <w:rsid w:val="00BA5A1F"/>
    <w:rsid w:val="00BA69FB"/>
    <w:rsid w:val="00BD195B"/>
    <w:rsid w:val="00BE6B34"/>
    <w:rsid w:val="00BF2E98"/>
    <w:rsid w:val="00BF6D36"/>
    <w:rsid w:val="00C1022E"/>
    <w:rsid w:val="00C20184"/>
    <w:rsid w:val="00C22B1F"/>
    <w:rsid w:val="00C22C2F"/>
    <w:rsid w:val="00C22DA6"/>
    <w:rsid w:val="00C419B5"/>
    <w:rsid w:val="00C43374"/>
    <w:rsid w:val="00C463C2"/>
    <w:rsid w:val="00C56CAC"/>
    <w:rsid w:val="00C574C4"/>
    <w:rsid w:val="00C6360C"/>
    <w:rsid w:val="00C66C69"/>
    <w:rsid w:val="00C74AB3"/>
    <w:rsid w:val="00C8127F"/>
    <w:rsid w:val="00C81B48"/>
    <w:rsid w:val="00C91BDE"/>
    <w:rsid w:val="00CA12E7"/>
    <w:rsid w:val="00CA4584"/>
    <w:rsid w:val="00CA51D5"/>
    <w:rsid w:val="00CA6057"/>
    <w:rsid w:val="00CB0B59"/>
    <w:rsid w:val="00CB3377"/>
    <w:rsid w:val="00CB6C1D"/>
    <w:rsid w:val="00CC2070"/>
    <w:rsid w:val="00CC2266"/>
    <w:rsid w:val="00CC49D7"/>
    <w:rsid w:val="00CC4EF0"/>
    <w:rsid w:val="00CC5209"/>
    <w:rsid w:val="00CC5F04"/>
    <w:rsid w:val="00CC6C70"/>
    <w:rsid w:val="00CD6932"/>
    <w:rsid w:val="00CF3AB0"/>
    <w:rsid w:val="00CF6160"/>
    <w:rsid w:val="00D01171"/>
    <w:rsid w:val="00D03A33"/>
    <w:rsid w:val="00D05737"/>
    <w:rsid w:val="00D074DD"/>
    <w:rsid w:val="00D11D30"/>
    <w:rsid w:val="00D11E01"/>
    <w:rsid w:val="00D13A8F"/>
    <w:rsid w:val="00D13AB4"/>
    <w:rsid w:val="00D2360A"/>
    <w:rsid w:val="00D2393D"/>
    <w:rsid w:val="00D24408"/>
    <w:rsid w:val="00D2767E"/>
    <w:rsid w:val="00D32073"/>
    <w:rsid w:val="00D33EB1"/>
    <w:rsid w:val="00D44136"/>
    <w:rsid w:val="00D46307"/>
    <w:rsid w:val="00D538D5"/>
    <w:rsid w:val="00D6138B"/>
    <w:rsid w:val="00D6554E"/>
    <w:rsid w:val="00D6702E"/>
    <w:rsid w:val="00D727DB"/>
    <w:rsid w:val="00D737E9"/>
    <w:rsid w:val="00D77CE7"/>
    <w:rsid w:val="00D80989"/>
    <w:rsid w:val="00D813BA"/>
    <w:rsid w:val="00D8143A"/>
    <w:rsid w:val="00D8165F"/>
    <w:rsid w:val="00D83FEF"/>
    <w:rsid w:val="00D84A30"/>
    <w:rsid w:val="00D86561"/>
    <w:rsid w:val="00D878F8"/>
    <w:rsid w:val="00D9600C"/>
    <w:rsid w:val="00D969BB"/>
    <w:rsid w:val="00D96FB8"/>
    <w:rsid w:val="00DA10EA"/>
    <w:rsid w:val="00DA1E6E"/>
    <w:rsid w:val="00DD03E6"/>
    <w:rsid w:val="00DD0775"/>
    <w:rsid w:val="00DD1037"/>
    <w:rsid w:val="00DD3ABE"/>
    <w:rsid w:val="00DE1ACF"/>
    <w:rsid w:val="00DE41D6"/>
    <w:rsid w:val="00DE7F37"/>
    <w:rsid w:val="00E0180C"/>
    <w:rsid w:val="00E025C8"/>
    <w:rsid w:val="00E053C9"/>
    <w:rsid w:val="00E07C28"/>
    <w:rsid w:val="00E33CC2"/>
    <w:rsid w:val="00E400A5"/>
    <w:rsid w:val="00E45CE7"/>
    <w:rsid w:val="00E475FB"/>
    <w:rsid w:val="00E51D92"/>
    <w:rsid w:val="00E621A1"/>
    <w:rsid w:val="00E6580F"/>
    <w:rsid w:val="00E6758E"/>
    <w:rsid w:val="00E67DE2"/>
    <w:rsid w:val="00E760C6"/>
    <w:rsid w:val="00E83DBD"/>
    <w:rsid w:val="00E8738F"/>
    <w:rsid w:val="00E9069F"/>
    <w:rsid w:val="00E9168F"/>
    <w:rsid w:val="00E9195A"/>
    <w:rsid w:val="00E93795"/>
    <w:rsid w:val="00E945C6"/>
    <w:rsid w:val="00E974D1"/>
    <w:rsid w:val="00EA1BE7"/>
    <w:rsid w:val="00EA5182"/>
    <w:rsid w:val="00EB3106"/>
    <w:rsid w:val="00EB36AD"/>
    <w:rsid w:val="00EB3A23"/>
    <w:rsid w:val="00EC0CC5"/>
    <w:rsid w:val="00EC3925"/>
    <w:rsid w:val="00ED02D6"/>
    <w:rsid w:val="00ED286F"/>
    <w:rsid w:val="00EE13AD"/>
    <w:rsid w:val="00EE7149"/>
    <w:rsid w:val="00EF0442"/>
    <w:rsid w:val="00EF0533"/>
    <w:rsid w:val="00EF1E81"/>
    <w:rsid w:val="00EF2646"/>
    <w:rsid w:val="00EF2D5A"/>
    <w:rsid w:val="00F104D6"/>
    <w:rsid w:val="00F1081A"/>
    <w:rsid w:val="00F1349A"/>
    <w:rsid w:val="00F161BA"/>
    <w:rsid w:val="00F214A3"/>
    <w:rsid w:val="00F30208"/>
    <w:rsid w:val="00F356C9"/>
    <w:rsid w:val="00F42A29"/>
    <w:rsid w:val="00F4327F"/>
    <w:rsid w:val="00F44A67"/>
    <w:rsid w:val="00F46442"/>
    <w:rsid w:val="00F5127B"/>
    <w:rsid w:val="00F52EFA"/>
    <w:rsid w:val="00F5768C"/>
    <w:rsid w:val="00F57897"/>
    <w:rsid w:val="00F62674"/>
    <w:rsid w:val="00F62CC7"/>
    <w:rsid w:val="00F66096"/>
    <w:rsid w:val="00F762CB"/>
    <w:rsid w:val="00F90FD3"/>
    <w:rsid w:val="00FB5A3C"/>
    <w:rsid w:val="00FB7C19"/>
    <w:rsid w:val="00FC3C6C"/>
    <w:rsid w:val="00FD5C5F"/>
    <w:rsid w:val="00FD68AD"/>
    <w:rsid w:val="00FE3C1D"/>
    <w:rsid w:val="00FF1B1E"/>
    <w:rsid w:val="452C29C5"/>
    <w:rsid w:val="6C95B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AE4CA"/>
  <w15:chartTrackingRefBased/>
  <w15:docId w15:val="{C068D3CD-14FC-45DF-BD80-F6FC62F3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Ttulo1">
    <w:name w:val="heading 1"/>
    <w:basedOn w:val="Inhaltsverzeichnisberschrift"/>
    <w:next w:val="Normal"/>
    <w:link w:val="Ttulo1Car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Normal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Normal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Subttulo">
    <w:name w:val="Subtitle"/>
    <w:basedOn w:val="Normal"/>
    <w:next w:val="Normal"/>
    <w:link w:val="SubttuloCar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Fuentedeprrafopredeter"/>
    <w:link w:val="AutorenangabeErsteSeite"/>
    <w:rsid w:val="00B00C2B"/>
    <w:rPr>
      <w:rFonts w:ascii="Gudea" w:hAnsi="Gudea"/>
    </w:rPr>
  </w:style>
  <w:style w:type="character" w:customStyle="1" w:styleId="SubttuloCar">
    <w:name w:val="Subtítulo Car"/>
    <w:basedOn w:val="Fuentedeprrafopredeter"/>
    <w:link w:val="Subttulo"/>
    <w:rsid w:val="007D5D28"/>
    <w:rPr>
      <w:rFonts w:ascii="Gudea" w:hAnsi="Gudea"/>
      <w:sz w:val="36"/>
    </w:rPr>
  </w:style>
  <w:style w:type="character" w:customStyle="1" w:styleId="Ttulo1Car">
    <w:name w:val="Título 1 Car"/>
    <w:basedOn w:val="Fuentedeprrafopredeter"/>
    <w:link w:val="Ttulo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Fuentedeprrafopredeter"/>
    <w:link w:val="Inhaltsverzeichnisberschrift"/>
    <w:rsid w:val="00B00C2B"/>
    <w:rPr>
      <w:rFonts w:ascii="Gudea" w:hAnsi="Gudea"/>
      <w:sz w:val="36"/>
      <w:szCs w:val="36"/>
    </w:rPr>
  </w:style>
  <w:style w:type="paragraph" w:styleId="Ttulo">
    <w:name w:val="Title"/>
    <w:basedOn w:val="Normal"/>
    <w:next w:val="Normal"/>
    <w:link w:val="TtuloCar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tuloCar">
    <w:name w:val="Título Car"/>
    <w:basedOn w:val="Fuentedeprrafopredeter"/>
    <w:link w:val="Ttulo"/>
    <w:rsid w:val="00455880"/>
    <w:rPr>
      <w:rFonts w:ascii="Gudea" w:hAnsi="Gudea"/>
      <w:sz w:val="56"/>
    </w:rPr>
  </w:style>
  <w:style w:type="character" w:customStyle="1" w:styleId="Ttulo2Car">
    <w:name w:val="Título 2 Car"/>
    <w:basedOn w:val="Fuentedeprrafopredeter"/>
    <w:link w:val="Ttulo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Fuentedeprrafopredeter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Ttulo3Car">
    <w:name w:val="Título 3 Car"/>
    <w:basedOn w:val="Fuentedeprrafopredeter"/>
    <w:link w:val="Ttulo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link w:val="PrrafodelistaCar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Sinlista"/>
    <w:rsid w:val="00A83CBC"/>
    <w:pPr>
      <w:numPr>
        <w:numId w:val="8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E541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E5416"/>
    <w:rPr>
      <w:rFonts w:ascii="Gudea" w:hAnsi="Gudea"/>
    </w:rPr>
  </w:style>
  <w:style w:type="character" w:styleId="Hipervnculo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oindependiente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Fuentedeprrafopredeter"/>
    <w:link w:val="Quellenangabe"/>
    <w:rsid w:val="00A22A12"/>
    <w:rPr>
      <w:rFonts w:ascii="Gudea" w:hAnsi="Gudea"/>
      <w:sz w:val="20"/>
    </w:rPr>
  </w:style>
  <w:style w:type="character" w:styleId="Nmerodelnea">
    <w:name w:val="line number"/>
    <w:basedOn w:val="Fuentedeprrafopredeter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Normal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Fuentedeprrafopredeter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Hipervnculovisitado">
    <w:name w:val="FollowedHyperlink"/>
    <w:basedOn w:val="Fuentedeprrafopredeter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Sinlista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Normal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Prrafodelista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Fuentedeprrafopredeter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Prrafodelista"/>
    <w:link w:val="CheckboxenalsListeZchn"/>
    <w:qFormat/>
    <w:rsid w:val="00AF3A17"/>
    <w:pPr>
      <w:numPr>
        <w:numId w:val="18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PrrafodelistaCar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Normal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PrrafodelistaCar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Normal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ipervnculo"/>
    <w:uiPriority w:val="1"/>
    <w:qFormat/>
    <w:rsid w:val="00282513"/>
    <w:rPr>
      <w:rFonts w:ascii="Gudea" w:hAnsi="Gudea"/>
      <w:color w:val="000080"/>
      <w:u w:val="single"/>
    </w:rPr>
  </w:style>
  <w:style w:type="paragraph" w:styleId="Textonotapie">
    <w:name w:val="footnote text"/>
    <w:basedOn w:val="Normal"/>
    <w:link w:val="TextonotapieCar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83DBD"/>
    <w:rPr>
      <w:rFonts w:ascii="Gudea" w:hAnsi="Gudea"/>
      <w:sz w:val="20"/>
      <w:szCs w:val="20"/>
    </w:rPr>
  </w:style>
  <w:style w:type="character" w:styleId="Refdenotaalpie">
    <w:name w:val="footnote reference"/>
    <w:basedOn w:val="Fuentedeprrafopredeter"/>
    <w:unhideWhenUsed/>
    <w:qFormat/>
    <w:rsid w:val="008B5BD4"/>
    <w:rPr>
      <w:vertAlign w:val="superscript"/>
    </w:rPr>
  </w:style>
  <w:style w:type="paragraph" w:styleId="Descripcin">
    <w:name w:val="caption"/>
    <w:basedOn w:val="AbbildungsindexZ"/>
    <w:next w:val="Normal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Encabezado">
    <w:name w:val="header"/>
    <w:basedOn w:val="Piedepgina"/>
    <w:link w:val="EncabezadoCar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EncabezadoCar">
    <w:name w:val="Encabezado Car"/>
    <w:basedOn w:val="Fuentedeprrafopredeter"/>
    <w:link w:val="Encabezado"/>
    <w:rsid w:val="00120371"/>
    <w:rPr>
      <w:rFonts w:ascii="Gudea" w:hAnsi="Gudea"/>
    </w:rPr>
  </w:style>
  <w:style w:type="paragraph" w:styleId="Piedepgina">
    <w:name w:val="footer"/>
    <w:basedOn w:val="Normal"/>
    <w:link w:val="PiedepginaCar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Normal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Fuentedeprrafopredeter"/>
    <w:link w:val="TextkrpervorhAbsatznichttrennen"/>
    <w:rsid w:val="005F7B80"/>
    <w:rPr>
      <w:rFonts w:ascii="Gudea" w:hAnsi="Gudea"/>
    </w:rPr>
  </w:style>
  <w:style w:type="paragraph" w:styleId="Bibliografa">
    <w:name w:val="Bibliography"/>
    <w:basedOn w:val="Normal"/>
    <w:next w:val="Normal"/>
    <w:uiPriority w:val="37"/>
    <w:unhideWhenUsed/>
    <w:qFormat/>
    <w:rsid w:val="007F5051"/>
  </w:style>
  <w:style w:type="paragraph" w:styleId="Tabladeilustraciones">
    <w:name w:val="table of figures"/>
    <w:basedOn w:val="Normal"/>
    <w:next w:val="Normal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Fuentedeprrafopredeter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3DBD"/>
    <w:rPr>
      <w:rFonts w:ascii="Gudea" w:hAnsi="Gude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Textonotapie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TextonotapieCar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Normal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Normal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Fuentedeprrafopredeter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Normal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Fuentedeprrafopredeter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Fuentedeprrafopredeter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Fuentedeprrafopredeter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Fuentedeprrafopredeter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Normal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Fuentedeprrafopredeter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Fuentedeprrafopredeter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Fuentedeprrafopredeter"/>
    <w:uiPriority w:val="1"/>
    <w:qFormat/>
    <w:rsid w:val="004046CE"/>
    <w:rPr>
      <w:rFonts w:ascii="FreeMono" w:hAnsi="FreeMono"/>
    </w:rPr>
  </w:style>
  <w:style w:type="table" w:styleId="Tablaconcuadrcula">
    <w:name w:val="Table Grid"/>
    <w:basedOn w:val="Tablanormal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Fuentedeprrafopredeter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Fuentedeprrafopredeter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TDC1">
    <w:name w:val="toc 1"/>
    <w:basedOn w:val="Normal"/>
    <w:next w:val="Normal"/>
    <w:autoRedefine/>
    <w:uiPriority w:val="39"/>
    <w:unhideWhenUsed/>
    <w:rsid w:val="00A32CC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32CC4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Textodelmarcadordeposicin">
    <w:name w:val="Placeholder Text"/>
    <w:basedOn w:val="Fuentedeprrafopredeter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Normal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EncabezadoCar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Fuentedeprrafopredeter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Fuentedeprrafopredeter"/>
    <w:uiPriority w:val="1"/>
    <w:qFormat/>
    <w:rsid w:val="00D727DB"/>
    <w:rPr>
      <w:i/>
    </w:rPr>
  </w:style>
  <w:style w:type="paragraph" w:customStyle="1" w:styleId="lsch">
    <w:name w:val="lösch"/>
    <w:basedOn w:val="Encabezado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EncabezadoCar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006C1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es-ES_tradnl"/>
    </w:rPr>
  </w:style>
  <w:style w:type="character" w:customStyle="1" w:styleId="apple-converted-space">
    <w:name w:val="apple-converted-space"/>
    <w:basedOn w:val="Fuentedeprrafopredeter"/>
    <w:rsid w:val="006006C1"/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Gudea" w:hAnsi="Gudea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customStyle="1" w:styleId="oypena">
    <w:name w:val="oypena"/>
    <w:basedOn w:val="Fuentedeprrafopredeter"/>
    <w:rsid w:val="0084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themen/rechtsextremismus/dossier-rechtsextremismus/194569/offensichtlich-und-zugedeckt-alltagsrassismus-in-deutschlan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uthmorongarzaran/Documents/ZSL/Vorlage/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1</TotalTime>
  <Pages>4</Pages>
  <Words>885</Words>
  <Characters>4872</Characters>
  <Application>Microsoft Office Word</Application>
  <DocSecurity>0</DocSecurity>
  <Lines>40</Lines>
  <Paragraphs>11</Paragraphs>
  <ScaleCrop>false</ScaleCrop>
  <Company>BITBW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Morón Garzarán</dc:creator>
  <cp:keywords/>
  <dc:description/>
  <cp:lastModifiedBy>Ruth Morón Garzarán</cp:lastModifiedBy>
  <cp:revision>3</cp:revision>
  <cp:lastPrinted>2025-01-17T18:51:00Z</cp:lastPrinted>
  <dcterms:created xsi:type="dcterms:W3CDTF">2025-01-17T18:51:00Z</dcterms:created>
  <dcterms:modified xsi:type="dcterms:W3CDTF">2025-01-17T18:52:00Z</dcterms:modified>
</cp:coreProperties>
</file>