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6EF88" w14:textId="2A6C396D" w:rsidR="00687801" w:rsidRDefault="00A21F9E" w:rsidP="00584CD7">
      <w:pPr>
        <w:pStyle w:val="Ttulo"/>
      </w:pPr>
      <w:proofErr w:type="spellStart"/>
      <w:r>
        <w:t>Breakout</w:t>
      </w:r>
      <w:proofErr w:type="spellEnd"/>
      <w:r w:rsidR="008D4208">
        <w:t xml:space="preserve"> </w:t>
      </w:r>
      <w:proofErr w:type="spellStart"/>
      <w:r w:rsidR="008D4208">
        <w:t>Noticias</w:t>
      </w:r>
      <w:proofErr w:type="spellEnd"/>
      <w:r w:rsidR="008D4208">
        <w:t xml:space="preserve"> </w:t>
      </w:r>
      <w:proofErr w:type="spellStart"/>
      <w:r w:rsidR="008D4208">
        <w:t>falsas</w:t>
      </w:r>
      <w:proofErr w:type="spellEnd"/>
    </w:p>
    <w:p w14:paraId="28F0285A" w14:textId="1BF33C86" w:rsidR="00584CD7" w:rsidRDefault="006B2AA0" w:rsidP="00584CD7">
      <w:pPr>
        <w:pStyle w:val="Subttulo"/>
      </w:pPr>
      <w:r>
        <w:t>Lösungen</w:t>
      </w:r>
      <w:r w:rsidR="00671234">
        <w:t xml:space="preserve"> des Spiels</w:t>
      </w:r>
    </w:p>
    <w:p w14:paraId="39C2B936" w14:textId="31E739C7" w:rsidR="00687801" w:rsidRDefault="005A2639" w:rsidP="00687801">
      <w:pPr>
        <w:pStyle w:val="Ttulo2"/>
      </w:pPr>
      <w:proofErr w:type="spellStart"/>
      <w:r>
        <w:t>Palabra</w:t>
      </w:r>
      <w:proofErr w:type="spellEnd"/>
      <w:r>
        <w:t xml:space="preserve"> </w:t>
      </w:r>
      <w:proofErr w:type="spellStart"/>
      <w:r>
        <w:t>clave</w:t>
      </w:r>
      <w:proofErr w:type="spellEnd"/>
    </w:p>
    <w:p w14:paraId="357C97E9" w14:textId="090A8E89" w:rsidR="005A2639" w:rsidRDefault="00D01EF1" w:rsidP="005A2639">
      <w:r>
        <w:t>MAPA</w:t>
      </w:r>
    </w:p>
    <w:p w14:paraId="3B0D0F6E" w14:textId="72819628" w:rsidR="00D01EF1" w:rsidRDefault="001A0148" w:rsidP="005A2639">
      <w:proofErr w:type="spellStart"/>
      <w:r>
        <w:t>Código</w:t>
      </w:r>
      <w:proofErr w:type="spellEnd"/>
      <w:r>
        <w:t xml:space="preserve"> 7323</w:t>
      </w:r>
    </w:p>
    <w:p w14:paraId="7F348E69" w14:textId="76BAE6EC" w:rsidR="00AE706C" w:rsidRDefault="00AE706C" w:rsidP="00AE706C">
      <w:pPr>
        <w:pStyle w:val="Ttulo2"/>
      </w:pPr>
      <w:proofErr w:type="spellStart"/>
      <w:r>
        <w:t>Misión</w:t>
      </w:r>
      <w:proofErr w:type="spellEnd"/>
      <w:r>
        <w:t xml:space="preserve"> 1</w:t>
      </w:r>
    </w:p>
    <w:p w14:paraId="798FF72C" w14:textId="110FE8A5" w:rsidR="00AE706C" w:rsidRDefault="00574EDF" w:rsidP="00AE706C">
      <w:proofErr w:type="spellStart"/>
      <w:r>
        <w:t>cincuenta</w:t>
      </w:r>
      <w:proofErr w:type="spellEnd"/>
      <w:r>
        <w:t xml:space="preserve"> y </w:t>
      </w:r>
      <w:proofErr w:type="spellStart"/>
      <w:r>
        <w:t>ocho</w:t>
      </w:r>
      <w:proofErr w:type="spellEnd"/>
      <w:r>
        <w:t xml:space="preserve"> </w:t>
      </w:r>
    </w:p>
    <w:p w14:paraId="7305AA20" w14:textId="02B376E8" w:rsidR="0044752C" w:rsidRDefault="0044752C" w:rsidP="0044752C">
      <w:pPr>
        <w:pStyle w:val="Ttulo2"/>
      </w:pPr>
      <w:proofErr w:type="spellStart"/>
      <w:r>
        <w:t>Misión</w:t>
      </w:r>
      <w:proofErr w:type="spellEnd"/>
      <w:r>
        <w:t xml:space="preserve"> 2</w:t>
      </w:r>
    </w:p>
    <w:p w14:paraId="2CBED4AC" w14:textId="1B786ADA" w:rsidR="0044752C" w:rsidRDefault="00242773" w:rsidP="0044752C">
      <w:pPr>
        <w:rPr>
          <w:lang w:val="es-ES"/>
        </w:rPr>
      </w:pPr>
      <w:r w:rsidRPr="00242773">
        <w:rPr>
          <w:lang w:val="es-ES"/>
        </w:rPr>
        <w:t>Las mentiras y la desinformación se difunden fácilmente, especialmente en internet, y pueden manipular las opiniones públicas. Este fenómeno es particularmente problemático durante las elecciones. Es crucial comprobar la veracidad de la información antes de compartirla.</w:t>
      </w:r>
    </w:p>
    <w:p w14:paraId="3AC0DF96" w14:textId="50F3CA1A" w:rsidR="00EA5326" w:rsidRDefault="00EA5326" w:rsidP="00EA5326">
      <w:pPr>
        <w:pStyle w:val="Ttulo2"/>
        <w:rPr>
          <w:lang w:val="es-ES"/>
        </w:rPr>
      </w:pPr>
      <w:r>
        <w:rPr>
          <w:lang w:val="es-ES"/>
        </w:rPr>
        <w:t>Misión 3</w:t>
      </w:r>
    </w:p>
    <w:p w14:paraId="2F631010" w14:textId="52B8B24E" w:rsidR="00EA5326" w:rsidRDefault="00EA5326" w:rsidP="00EA5326">
      <w:pPr>
        <w:rPr>
          <w:lang w:val="es-ES"/>
        </w:rPr>
      </w:pPr>
      <w:r>
        <w:rPr>
          <w:lang w:val="es-ES"/>
        </w:rPr>
        <w:t>ochocientos treinta</w:t>
      </w:r>
    </w:p>
    <w:p w14:paraId="41A7CFEE" w14:textId="1BFBE446" w:rsidR="008510EB" w:rsidRDefault="008510EB" w:rsidP="008510EB">
      <w:pPr>
        <w:pStyle w:val="Ttulo2"/>
        <w:rPr>
          <w:lang w:val="es-ES"/>
        </w:rPr>
      </w:pPr>
      <w:r>
        <w:rPr>
          <w:lang w:val="es-ES"/>
        </w:rPr>
        <w:t>Misión 4</w:t>
      </w:r>
    </w:p>
    <w:p w14:paraId="69442632" w14:textId="5551CD5C" w:rsidR="00897305" w:rsidRDefault="00897305" w:rsidP="00897305">
      <w:pPr>
        <w:rPr>
          <w:lang w:val="es-ES"/>
        </w:rPr>
      </w:pPr>
      <w:r>
        <w:rPr>
          <w:lang w:val="es-ES"/>
        </w:rPr>
        <w:t xml:space="preserve">Tarea 1: </w:t>
      </w:r>
      <w:r w:rsidR="009E6FEC">
        <w:rPr>
          <w:lang w:val="es-ES"/>
        </w:rPr>
        <w:t>BACD</w:t>
      </w:r>
    </w:p>
    <w:p w14:paraId="3C77C8CA" w14:textId="1CBC103E" w:rsidR="009E6FEC" w:rsidRDefault="009E6FEC" w:rsidP="00897305">
      <w:pPr>
        <w:rPr>
          <w:lang w:val="es-ES"/>
        </w:rPr>
      </w:pPr>
      <w:r>
        <w:rPr>
          <w:lang w:val="es-ES"/>
        </w:rPr>
        <w:lastRenderedPageBreak/>
        <w:t xml:space="preserve">Tarea 2: </w:t>
      </w:r>
      <w:r w:rsidR="00B32F54">
        <w:rPr>
          <w:lang w:val="es-ES"/>
        </w:rPr>
        <w:t>ACBD</w:t>
      </w:r>
    </w:p>
    <w:p w14:paraId="5AEBDDC7" w14:textId="3AE673A6" w:rsidR="003F4A1C" w:rsidRDefault="003F4A1C" w:rsidP="003F4A1C">
      <w:pPr>
        <w:pStyle w:val="Ttulo2"/>
        <w:rPr>
          <w:lang w:val="es-ES"/>
        </w:rPr>
      </w:pPr>
      <w:r>
        <w:rPr>
          <w:lang w:val="es-ES"/>
        </w:rPr>
        <w:t>Misión 5</w:t>
      </w:r>
    </w:p>
    <w:p w14:paraId="0AE5C497" w14:textId="198FCBD9" w:rsidR="00621F9C" w:rsidRDefault="00621F9C" w:rsidP="004026C6">
      <w:pPr>
        <w:rPr>
          <w:lang w:val="es-ES"/>
        </w:rPr>
      </w:pPr>
      <w:r>
        <w:rPr>
          <w:lang w:val="es-ES"/>
        </w:rPr>
        <w:t>Comprobar si es verdadera</w:t>
      </w:r>
    </w:p>
    <w:p w14:paraId="3005A407" w14:textId="73E3F2C7" w:rsidR="00ED3447" w:rsidRDefault="00ED3447" w:rsidP="004026C6">
      <w:pPr>
        <w:rPr>
          <w:lang w:val="es-ES"/>
        </w:rPr>
      </w:pPr>
      <w:r>
        <w:rPr>
          <w:lang w:val="es-ES"/>
        </w:rPr>
        <w:t xml:space="preserve">Coco – Paloma – Pie – Pies – Verde </w:t>
      </w:r>
      <w:r w:rsidR="003C5F0E">
        <w:rPr>
          <w:lang w:val="es-ES"/>
        </w:rPr>
        <w:t>–</w:t>
      </w:r>
      <w:r>
        <w:rPr>
          <w:lang w:val="es-ES"/>
        </w:rPr>
        <w:t xml:space="preserve"> Mader</w:t>
      </w:r>
      <w:r w:rsidR="005F012A">
        <w:rPr>
          <w:lang w:val="es-ES"/>
        </w:rPr>
        <w:t>a</w:t>
      </w:r>
    </w:p>
    <w:p w14:paraId="7E98E8E9" w14:textId="44DE70A0" w:rsidR="003C5F0E" w:rsidRDefault="001F397E" w:rsidP="004026C6">
      <w:pPr>
        <w:rPr>
          <w:lang w:val="es-ES"/>
        </w:rPr>
      </w:pPr>
      <w:proofErr w:type="spellStart"/>
      <w:proofErr w:type="gramStart"/>
      <w:r>
        <w:rPr>
          <w:lang w:val="es-ES"/>
        </w:rPr>
        <w:t>Com</w:t>
      </w:r>
      <w:proofErr w:type="spellEnd"/>
      <w:r>
        <w:rPr>
          <w:lang w:val="es-ES"/>
        </w:rPr>
        <w:t xml:space="preserve"> </w:t>
      </w:r>
      <w:r w:rsidR="00574AEB">
        <w:rPr>
          <w:lang w:val="es-ES"/>
        </w:rPr>
        <w:t xml:space="preserve"> </w:t>
      </w:r>
      <w:r>
        <w:rPr>
          <w:lang w:val="es-ES"/>
        </w:rPr>
        <w:t>-</w:t>
      </w:r>
      <w:proofErr w:type="gramEnd"/>
      <w:r w:rsidR="0084795F">
        <w:rPr>
          <w:lang w:val="es-ES"/>
        </w:rPr>
        <w:t xml:space="preserve"> </w:t>
      </w:r>
      <w:r w:rsidR="00574AEB">
        <w:rPr>
          <w:lang w:val="es-ES"/>
        </w:rPr>
        <w:t xml:space="preserve"> </w:t>
      </w:r>
      <w:r>
        <w:rPr>
          <w:lang w:val="es-ES"/>
        </w:rPr>
        <w:t xml:space="preserve">probar </w:t>
      </w:r>
      <w:r w:rsidR="0084795F">
        <w:rPr>
          <w:lang w:val="es-ES"/>
        </w:rPr>
        <w:t xml:space="preserve">      </w:t>
      </w:r>
      <w:r>
        <w:rPr>
          <w:lang w:val="es-ES"/>
        </w:rPr>
        <w:t xml:space="preserve">si </w:t>
      </w:r>
      <w:r w:rsidR="0084795F">
        <w:rPr>
          <w:lang w:val="es-ES"/>
        </w:rPr>
        <w:t xml:space="preserve">      </w:t>
      </w:r>
      <w:r>
        <w:rPr>
          <w:lang w:val="es-ES"/>
        </w:rPr>
        <w:t>es</w:t>
      </w:r>
      <w:r w:rsidR="0084795F">
        <w:rPr>
          <w:lang w:val="es-ES"/>
        </w:rPr>
        <w:t xml:space="preserve">    </w:t>
      </w:r>
      <w:r w:rsidR="00574AEB">
        <w:rPr>
          <w:lang w:val="es-ES"/>
        </w:rPr>
        <w:t xml:space="preserve"> </w:t>
      </w:r>
      <w:r w:rsidR="0084795F">
        <w:rPr>
          <w:lang w:val="es-ES"/>
        </w:rPr>
        <w:t xml:space="preserve"> </w:t>
      </w:r>
      <w:proofErr w:type="spellStart"/>
      <w:r w:rsidR="00574AEB">
        <w:rPr>
          <w:lang w:val="es-ES"/>
        </w:rPr>
        <w:t>v</w:t>
      </w:r>
      <w:r w:rsidR="0084795F">
        <w:rPr>
          <w:lang w:val="es-ES"/>
        </w:rPr>
        <w:t>erd</w:t>
      </w:r>
      <w:proofErr w:type="spellEnd"/>
      <w:r w:rsidR="00574AEB">
        <w:rPr>
          <w:lang w:val="es-ES"/>
        </w:rPr>
        <w:t xml:space="preserve">  -</w:t>
      </w:r>
      <w:r w:rsidR="0084795F">
        <w:rPr>
          <w:lang w:val="es-ES"/>
        </w:rPr>
        <w:t xml:space="preserve">    </w:t>
      </w:r>
      <w:proofErr w:type="spellStart"/>
      <w:r w:rsidR="0084795F">
        <w:rPr>
          <w:lang w:val="es-ES"/>
        </w:rPr>
        <w:t>ad</w:t>
      </w:r>
      <w:r w:rsidR="00574AEB">
        <w:rPr>
          <w:lang w:val="es-ES"/>
        </w:rPr>
        <w:t>era</w:t>
      </w:r>
      <w:proofErr w:type="spellEnd"/>
    </w:p>
    <w:p w14:paraId="5927CC42" w14:textId="21B00429" w:rsidR="00047972" w:rsidRDefault="00047972" w:rsidP="004026C6">
      <w:pPr>
        <w:rPr>
          <w:lang w:val="es-ES"/>
        </w:rPr>
      </w:pPr>
      <w:r>
        <w:rPr>
          <w:lang w:val="es-ES"/>
        </w:rPr>
        <w:t>Código 9229</w:t>
      </w:r>
    </w:p>
    <w:p w14:paraId="2F4511F7" w14:textId="77777777" w:rsidR="00854D7C" w:rsidRDefault="00854D7C" w:rsidP="004026C6">
      <w:pPr>
        <w:rPr>
          <w:lang w:val="es-ES"/>
        </w:rPr>
      </w:pPr>
    </w:p>
    <w:p w14:paraId="762EDA8B" w14:textId="02A1EB54" w:rsidR="00627423" w:rsidRDefault="00627423" w:rsidP="004026C6">
      <w:pPr>
        <w:rPr>
          <w:lang w:val="es-ES"/>
        </w:rPr>
      </w:pPr>
      <w:r>
        <w:rPr>
          <w:lang w:val="es-ES"/>
        </w:rPr>
        <w:t xml:space="preserve">Noticia 1: </w:t>
      </w:r>
      <w:r w:rsidR="00CC05BC">
        <w:rPr>
          <w:lang w:val="es-ES"/>
        </w:rPr>
        <w:t>Falsa</w:t>
      </w:r>
    </w:p>
    <w:p w14:paraId="25998149" w14:textId="0B1EB02B" w:rsidR="00CC05BC" w:rsidRDefault="00CC05BC" w:rsidP="004026C6">
      <w:pPr>
        <w:rPr>
          <w:lang w:val="es-ES"/>
        </w:rPr>
      </w:pPr>
      <w:r>
        <w:rPr>
          <w:lang w:val="es-ES"/>
        </w:rPr>
        <w:t>Noticia 2: Verdadera</w:t>
      </w:r>
    </w:p>
    <w:p w14:paraId="7C432979" w14:textId="538B491E" w:rsidR="00CC05BC" w:rsidRDefault="00CC05BC" w:rsidP="004026C6">
      <w:pPr>
        <w:rPr>
          <w:lang w:val="es-ES"/>
        </w:rPr>
      </w:pPr>
      <w:r>
        <w:rPr>
          <w:lang w:val="es-ES"/>
        </w:rPr>
        <w:t>Noticia 3: Falsa</w:t>
      </w:r>
    </w:p>
    <w:p w14:paraId="69BE76B3" w14:textId="75191298" w:rsidR="00CC05BC" w:rsidRDefault="00CC05BC" w:rsidP="004026C6">
      <w:pPr>
        <w:rPr>
          <w:lang w:val="es-ES"/>
        </w:rPr>
      </w:pPr>
      <w:r>
        <w:rPr>
          <w:lang w:val="es-ES"/>
        </w:rPr>
        <w:t>Noticia 4: Verdadera</w:t>
      </w:r>
    </w:p>
    <w:p w14:paraId="2668FBF3" w14:textId="10AE87AF" w:rsidR="00CC05BC" w:rsidRDefault="00CC05BC" w:rsidP="004026C6">
      <w:pPr>
        <w:rPr>
          <w:lang w:val="es-ES"/>
        </w:rPr>
      </w:pPr>
      <w:r>
        <w:rPr>
          <w:lang w:val="es-ES"/>
        </w:rPr>
        <w:t>Noticia 5: Falsa</w:t>
      </w:r>
    </w:p>
    <w:p w14:paraId="516ABF95" w14:textId="28E94958" w:rsidR="009D4057" w:rsidRDefault="009D4057" w:rsidP="009D4057">
      <w:pPr>
        <w:pStyle w:val="Ttulo2"/>
        <w:rPr>
          <w:lang w:val="es-ES"/>
        </w:rPr>
      </w:pPr>
      <w:r>
        <w:rPr>
          <w:lang w:val="es-ES"/>
        </w:rPr>
        <w:t>Código de la maleta</w:t>
      </w:r>
    </w:p>
    <w:p w14:paraId="1CCAE924" w14:textId="02B524BF" w:rsidR="009D4057" w:rsidRPr="009D4057" w:rsidRDefault="009D4057" w:rsidP="009D4057">
      <w:pPr>
        <w:rPr>
          <w:lang w:val="es-ES"/>
        </w:rPr>
      </w:pPr>
      <w:r>
        <w:rPr>
          <w:lang w:val="es-ES"/>
        </w:rPr>
        <w:t>230</w:t>
      </w:r>
    </w:p>
    <w:p w14:paraId="1B017019" w14:textId="77777777" w:rsidR="00AE706C" w:rsidRPr="00242773" w:rsidRDefault="00AE706C" w:rsidP="005A2639">
      <w:pPr>
        <w:rPr>
          <w:lang w:val="es-ES"/>
        </w:rPr>
      </w:pPr>
    </w:p>
    <w:p w14:paraId="0932A6EF" w14:textId="77777777" w:rsidR="00536700" w:rsidRPr="00242773" w:rsidRDefault="00536700" w:rsidP="00536700">
      <w:pPr>
        <w:pStyle w:val="AufzhlungszeichenPunkt"/>
        <w:numPr>
          <w:ilvl w:val="0"/>
          <w:numId w:val="0"/>
        </w:numPr>
        <w:ind w:left="720"/>
        <w:rPr>
          <w:lang w:val="es-ES"/>
        </w:rPr>
      </w:pPr>
    </w:p>
    <w:sectPr w:rsidR="00536700" w:rsidRPr="00242773" w:rsidSect="00AF26A8">
      <w:headerReference w:type="default" r:id="rId8"/>
      <w:footerReference w:type="default" r:id="rId9"/>
      <w:pgSz w:w="16817" w:h="11901" w:orient="landscape" w:code="9"/>
      <w:pgMar w:top="1134" w:right="1134" w:bottom="1134" w:left="851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1E306" w14:textId="77777777" w:rsidR="00F2577D" w:rsidRDefault="00F2577D" w:rsidP="00263F44">
      <w:r>
        <w:separator/>
      </w:r>
    </w:p>
  </w:endnote>
  <w:endnote w:type="continuationSeparator" w:id="0">
    <w:p w14:paraId="057809E8" w14:textId="77777777" w:rsidR="00F2577D" w:rsidRDefault="00F2577D" w:rsidP="00263F44">
      <w:r>
        <w:continuationSeparator/>
      </w:r>
    </w:p>
  </w:endnote>
  <w:endnote w:type="continuationNotice" w:id="1">
    <w:p w14:paraId="270A7AC1" w14:textId="77777777" w:rsidR="00F2577D" w:rsidRDefault="00F257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F8687" w14:textId="27FFB414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352B44">
      <w:rPr>
        <w:noProof/>
        <w:sz w:val="20"/>
        <w:szCs w:val="20"/>
      </w:rPr>
      <w:t>18.01.25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5BC8A18A" w14:textId="77777777" w:rsidR="008D4191" w:rsidRDefault="008D41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2AF53" w14:textId="77777777" w:rsidR="00F2577D" w:rsidRDefault="00F2577D" w:rsidP="00263F44">
      <w:r>
        <w:separator/>
      </w:r>
    </w:p>
  </w:footnote>
  <w:footnote w:type="continuationSeparator" w:id="0">
    <w:p w14:paraId="50A87AE5" w14:textId="77777777" w:rsidR="00F2577D" w:rsidRDefault="00F2577D" w:rsidP="00263F44">
      <w:r>
        <w:continuationSeparator/>
      </w:r>
    </w:p>
  </w:footnote>
  <w:footnote w:type="continuationNotice" w:id="1">
    <w:p w14:paraId="376273C9" w14:textId="77777777" w:rsidR="00F2577D" w:rsidRDefault="00F257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1D21F" w14:textId="36A6F1A8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75F82FC8" wp14:editId="4D4DF801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584CD7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55AF3"/>
    <w:multiLevelType w:val="hybridMultilevel"/>
    <w:tmpl w:val="9E12B73A"/>
    <w:lvl w:ilvl="0" w:tplc="9D5C3904">
      <w:start w:val="1"/>
      <w:numFmt w:val="decimal"/>
      <w:lvlText w:val="%1."/>
      <w:lvlJc w:val="left"/>
      <w:pPr>
        <w:ind w:left="720" w:hanging="360"/>
      </w:pPr>
      <w:rPr>
        <w:rFonts w:ascii="Gudea" w:eastAsiaTheme="minorHAnsi" w:hAnsi="Gudea" w:cs="Arial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A63B0D"/>
    <w:multiLevelType w:val="hybridMultilevel"/>
    <w:tmpl w:val="502C3FBA"/>
    <w:lvl w:ilvl="0" w:tplc="5B9A77A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86034"/>
    <w:multiLevelType w:val="hybridMultilevel"/>
    <w:tmpl w:val="8F0641D6"/>
    <w:lvl w:ilvl="0" w:tplc="5B9A77A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90" w:hanging="360"/>
      </w:pPr>
    </w:lvl>
    <w:lvl w:ilvl="2" w:tplc="040A001B" w:tentative="1">
      <w:start w:val="1"/>
      <w:numFmt w:val="lowerRoman"/>
      <w:lvlText w:val="%3."/>
      <w:lvlJc w:val="right"/>
      <w:pPr>
        <w:ind w:left="2210" w:hanging="180"/>
      </w:pPr>
    </w:lvl>
    <w:lvl w:ilvl="3" w:tplc="040A000F" w:tentative="1">
      <w:start w:val="1"/>
      <w:numFmt w:val="decimal"/>
      <w:lvlText w:val="%4."/>
      <w:lvlJc w:val="left"/>
      <w:pPr>
        <w:ind w:left="2930" w:hanging="360"/>
      </w:pPr>
    </w:lvl>
    <w:lvl w:ilvl="4" w:tplc="040A0019" w:tentative="1">
      <w:start w:val="1"/>
      <w:numFmt w:val="lowerLetter"/>
      <w:lvlText w:val="%5."/>
      <w:lvlJc w:val="left"/>
      <w:pPr>
        <w:ind w:left="3650" w:hanging="360"/>
      </w:pPr>
    </w:lvl>
    <w:lvl w:ilvl="5" w:tplc="040A001B" w:tentative="1">
      <w:start w:val="1"/>
      <w:numFmt w:val="lowerRoman"/>
      <w:lvlText w:val="%6."/>
      <w:lvlJc w:val="right"/>
      <w:pPr>
        <w:ind w:left="4370" w:hanging="180"/>
      </w:pPr>
    </w:lvl>
    <w:lvl w:ilvl="6" w:tplc="040A000F" w:tentative="1">
      <w:start w:val="1"/>
      <w:numFmt w:val="decimal"/>
      <w:lvlText w:val="%7."/>
      <w:lvlJc w:val="left"/>
      <w:pPr>
        <w:ind w:left="5090" w:hanging="360"/>
      </w:pPr>
    </w:lvl>
    <w:lvl w:ilvl="7" w:tplc="040A0019" w:tentative="1">
      <w:start w:val="1"/>
      <w:numFmt w:val="lowerLetter"/>
      <w:lvlText w:val="%8."/>
      <w:lvlJc w:val="left"/>
      <w:pPr>
        <w:ind w:left="5810" w:hanging="360"/>
      </w:pPr>
    </w:lvl>
    <w:lvl w:ilvl="8" w:tplc="04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1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3B97100"/>
    <w:multiLevelType w:val="hybridMultilevel"/>
    <w:tmpl w:val="9196BA4A"/>
    <w:lvl w:ilvl="0" w:tplc="B0E81F8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7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8572">
    <w:abstractNumId w:val="25"/>
  </w:num>
  <w:num w:numId="2" w16cid:durableId="1328093981">
    <w:abstractNumId w:val="11"/>
  </w:num>
  <w:num w:numId="3" w16cid:durableId="1847472974">
    <w:abstractNumId w:val="22"/>
  </w:num>
  <w:num w:numId="4" w16cid:durableId="1519150523">
    <w:abstractNumId w:val="20"/>
  </w:num>
  <w:num w:numId="5" w16cid:durableId="634680982">
    <w:abstractNumId w:val="20"/>
  </w:num>
  <w:num w:numId="6" w16cid:durableId="289364272">
    <w:abstractNumId w:val="16"/>
  </w:num>
  <w:num w:numId="7" w16cid:durableId="72314251">
    <w:abstractNumId w:val="16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704985225">
    <w:abstractNumId w:val="26"/>
  </w:num>
  <w:num w:numId="9" w16cid:durableId="1098595368">
    <w:abstractNumId w:val="15"/>
  </w:num>
  <w:num w:numId="10" w16cid:durableId="25254168">
    <w:abstractNumId w:val="26"/>
  </w:num>
  <w:num w:numId="11" w16cid:durableId="121653419">
    <w:abstractNumId w:val="19"/>
  </w:num>
  <w:num w:numId="12" w16cid:durableId="2038652465">
    <w:abstractNumId w:val="26"/>
  </w:num>
  <w:num w:numId="13" w16cid:durableId="526869853">
    <w:abstractNumId w:val="23"/>
  </w:num>
  <w:num w:numId="14" w16cid:durableId="1073550799">
    <w:abstractNumId w:val="17"/>
  </w:num>
  <w:num w:numId="15" w16cid:durableId="1348826475">
    <w:abstractNumId w:val="18"/>
  </w:num>
  <w:num w:numId="16" w16cid:durableId="1017584595">
    <w:abstractNumId w:val="27"/>
  </w:num>
  <w:num w:numId="17" w16cid:durableId="1952591796">
    <w:abstractNumId w:val="14"/>
  </w:num>
  <w:num w:numId="18" w16cid:durableId="323050207">
    <w:abstractNumId w:val="21"/>
  </w:num>
  <w:num w:numId="19" w16cid:durableId="819463202">
    <w:abstractNumId w:val="23"/>
    <w:lvlOverride w:ilvl="0">
      <w:startOverride w:val="1"/>
    </w:lvlOverride>
  </w:num>
  <w:num w:numId="20" w16cid:durableId="1823692191">
    <w:abstractNumId w:val="17"/>
    <w:lvlOverride w:ilvl="0">
      <w:startOverride w:val="1"/>
    </w:lvlOverride>
  </w:num>
  <w:num w:numId="21" w16cid:durableId="2066949032">
    <w:abstractNumId w:val="23"/>
    <w:lvlOverride w:ilvl="0">
      <w:startOverride w:val="1"/>
    </w:lvlOverride>
  </w:num>
  <w:num w:numId="22" w16cid:durableId="119343465">
    <w:abstractNumId w:val="23"/>
    <w:lvlOverride w:ilvl="0">
      <w:startOverride w:val="1"/>
    </w:lvlOverride>
  </w:num>
  <w:num w:numId="23" w16cid:durableId="1177231361">
    <w:abstractNumId w:val="9"/>
  </w:num>
  <w:num w:numId="24" w16cid:durableId="16006780">
    <w:abstractNumId w:val="7"/>
  </w:num>
  <w:num w:numId="25" w16cid:durableId="1038240233">
    <w:abstractNumId w:val="6"/>
  </w:num>
  <w:num w:numId="26" w16cid:durableId="143856193">
    <w:abstractNumId w:val="5"/>
  </w:num>
  <w:num w:numId="27" w16cid:durableId="747842674">
    <w:abstractNumId w:val="4"/>
  </w:num>
  <w:num w:numId="28" w16cid:durableId="944851071">
    <w:abstractNumId w:val="8"/>
  </w:num>
  <w:num w:numId="29" w16cid:durableId="12850801">
    <w:abstractNumId w:val="3"/>
  </w:num>
  <w:num w:numId="30" w16cid:durableId="1908223144">
    <w:abstractNumId w:val="2"/>
  </w:num>
  <w:num w:numId="31" w16cid:durableId="1898931859">
    <w:abstractNumId w:val="1"/>
  </w:num>
  <w:num w:numId="32" w16cid:durableId="900018381">
    <w:abstractNumId w:val="0"/>
  </w:num>
  <w:num w:numId="33" w16cid:durableId="714429569">
    <w:abstractNumId w:val="28"/>
  </w:num>
  <w:num w:numId="34" w16cid:durableId="671876102">
    <w:abstractNumId w:val="21"/>
  </w:num>
  <w:num w:numId="35" w16cid:durableId="552736857">
    <w:abstractNumId w:val="23"/>
    <w:lvlOverride w:ilvl="0">
      <w:startOverride w:val="1"/>
    </w:lvlOverride>
  </w:num>
  <w:num w:numId="36" w16cid:durableId="1015107707">
    <w:abstractNumId w:val="23"/>
    <w:lvlOverride w:ilvl="0">
      <w:startOverride w:val="1"/>
    </w:lvlOverride>
  </w:num>
  <w:num w:numId="37" w16cid:durableId="1363240051">
    <w:abstractNumId w:val="24"/>
  </w:num>
  <w:num w:numId="38" w16cid:durableId="630090228">
    <w:abstractNumId w:val="13"/>
  </w:num>
  <w:num w:numId="39" w16cid:durableId="2112630123">
    <w:abstractNumId w:val="12"/>
  </w:num>
  <w:num w:numId="40" w16cid:durableId="147228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D7"/>
    <w:rsid w:val="00000590"/>
    <w:rsid w:val="000119F5"/>
    <w:rsid w:val="000140E6"/>
    <w:rsid w:val="0002154A"/>
    <w:rsid w:val="00034F4F"/>
    <w:rsid w:val="00035065"/>
    <w:rsid w:val="0003544C"/>
    <w:rsid w:val="000433EF"/>
    <w:rsid w:val="00046BB2"/>
    <w:rsid w:val="00047972"/>
    <w:rsid w:val="00047F1B"/>
    <w:rsid w:val="00056664"/>
    <w:rsid w:val="0006014F"/>
    <w:rsid w:val="0007157C"/>
    <w:rsid w:val="00071C6F"/>
    <w:rsid w:val="00072E70"/>
    <w:rsid w:val="00083838"/>
    <w:rsid w:val="00083A51"/>
    <w:rsid w:val="00084054"/>
    <w:rsid w:val="0009635B"/>
    <w:rsid w:val="000A08F7"/>
    <w:rsid w:val="000A2FD9"/>
    <w:rsid w:val="000A67E5"/>
    <w:rsid w:val="000C1899"/>
    <w:rsid w:val="000C4F61"/>
    <w:rsid w:val="000C7E6C"/>
    <w:rsid w:val="000E1BA8"/>
    <w:rsid w:val="000E4A64"/>
    <w:rsid w:val="000E5416"/>
    <w:rsid w:val="000F63D9"/>
    <w:rsid w:val="000F6A4B"/>
    <w:rsid w:val="000F7FE3"/>
    <w:rsid w:val="0010328B"/>
    <w:rsid w:val="001078A6"/>
    <w:rsid w:val="00111C21"/>
    <w:rsid w:val="001175D9"/>
    <w:rsid w:val="00120371"/>
    <w:rsid w:val="00125873"/>
    <w:rsid w:val="001313B3"/>
    <w:rsid w:val="00135C29"/>
    <w:rsid w:val="00144822"/>
    <w:rsid w:val="001474C2"/>
    <w:rsid w:val="00150DA2"/>
    <w:rsid w:val="001510F8"/>
    <w:rsid w:val="00154B07"/>
    <w:rsid w:val="00161FCE"/>
    <w:rsid w:val="0017780F"/>
    <w:rsid w:val="00193366"/>
    <w:rsid w:val="00194590"/>
    <w:rsid w:val="00197DB8"/>
    <w:rsid w:val="001A0148"/>
    <w:rsid w:val="001A016C"/>
    <w:rsid w:val="001A2103"/>
    <w:rsid w:val="001A7B50"/>
    <w:rsid w:val="001B0445"/>
    <w:rsid w:val="001B4E09"/>
    <w:rsid w:val="001D1EB2"/>
    <w:rsid w:val="001E03DE"/>
    <w:rsid w:val="001E2674"/>
    <w:rsid w:val="001E296A"/>
    <w:rsid w:val="001F397E"/>
    <w:rsid w:val="002129A5"/>
    <w:rsid w:val="002138C9"/>
    <w:rsid w:val="00220C31"/>
    <w:rsid w:val="002223B8"/>
    <w:rsid w:val="00230761"/>
    <w:rsid w:val="0023488D"/>
    <w:rsid w:val="00241FAB"/>
    <w:rsid w:val="0024208F"/>
    <w:rsid w:val="00242773"/>
    <w:rsid w:val="00244304"/>
    <w:rsid w:val="00253D95"/>
    <w:rsid w:val="002606E0"/>
    <w:rsid w:val="00263F44"/>
    <w:rsid w:val="00274B6E"/>
    <w:rsid w:val="00281C3D"/>
    <w:rsid w:val="00282513"/>
    <w:rsid w:val="0028650B"/>
    <w:rsid w:val="002901B6"/>
    <w:rsid w:val="00292BAF"/>
    <w:rsid w:val="0029331A"/>
    <w:rsid w:val="002938BF"/>
    <w:rsid w:val="00296589"/>
    <w:rsid w:val="002B0702"/>
    <w:rsid w:val="002B2CC9"/>
    <w:rsid w:val="002B7F88"/>
    <w:rsid w:val="002C5AF4"/>
    <w:rsid w:val="002D50BA"/>
    <w:rsid w:val="002E68F9"/>
    <w:rsid w:val="002F2E66"/>
    <w:rsid w:val="002F767C"/>
    <w:rsid w:val="0030155E"/>
    <w:rsid w:val="00303D2E"/>
    <w:rsid w:val="00307652"/>
    <w:rsid w:val="00307A0C"/>
    <w:rsid w:val="00311C43"/>
    <w:rsid w:val="003162AD"/>
    <w:rsid w:val="003163A8"/>
    <w:rsid w:val="00332257"/>
    <w:rsid w:val="00333CC2"/>
    <w:rsid w:val="00336D04"/>
    <w:rsid w:val="003412DB"/>
    <w:rsid w:val="00342615"/>
    <w:rsid w:val="00352B44"/>
    <w:rsid w:val="00374460"/>
    <w:rsid w:val="003754E3"/>
    <w:rsid w:val="00382E95"/>
    <w:rsid w:val="0039124F"/>
    <w:rsid w:val="00392F47"/>
    <w:rsid w:val="003969C3"/>
    <w:rsid w:val="003A0618"/>
    <w:rsid w:val="003A7640"/>
    <w:rsid w:val="003B2130"/>
    <w:rsid w:val="003C18AC"/>
    <w:rsid w:val="003C4B7A"/>
    <w:rsid w:val="003C5F0E"/>
    <w:rsid w:val="003C721B"/>
    <w:rsid w:val="003D3A02"/>
    <w:rsid w:val="003D41C7"/>
    <w:rsid w:val="003E5C20"/>
    <w:rsid w:val="003F4A1C"/>
    <w:rsid w:val="004026C6"/>
    <w:rsid w:val="004046CE"/>
    <w:rsid w:val="004204D2"/>
    <w:rsid w:val="00431EA3"/>
    <w:rsid w:val="00435025"/>
    <w:rsid w:val="0043692F"/>
    <w:rsid w:val="0044650F"/>
    <w:rsid w:val="0044752C"/>
    <w:rsid w:val="00455880"/>
    <w:rsid w:val="0046328C"/>
    <w:rsid w:val="00470E0A"/>
    <w:rsid w:val="004727F5"/>
    <w:rsid w:val="0048193B"/>
    <w:rsid w:val="00482BBB"/>
    <w:rsid w:val="00482F84"/>
    <w:rsid w:val="00490727"/>
    <w:rsid w:val="0049356E"/>
    <w:rsid w:val="00497B8D"/>
    <w:rsid w:val="004A3225"/>
    <w:rsid w:val="004A7494"/>
    <w:rsid w:val="004B1AE5"/>
    <w:rsid w:val="004B2484"/>
    <w:rsid w:val="004B503D"/>
    <w:rsid w:val="004C2136"/>
    <w:rsid w:val="004D060D"/>
    <w:rsid w:val="004D069D"/>
    <w:rsid w:val="004D41FB"/>
    <w:rsid w:val="004D476C"/>
    <w:rsid w:val="004F0A77"/>
    <w:rsid w:val="004F0F9E"/>
    <w:rsid w:val="005001F1"/>
    <w:rsid w:val="00503B4A"/>
    <w:rsid w:val="00514DF7"/>
    <w:rsid w:val="005154E3"/>
    <w:rsid w:val="005259C4"/>
    <w:rsid w:val="00532DFA"/>
    <w:rsid w:val="00535666"/>
    <w:rsid w:val="00535E5A"/>
    <w:rsid w:val="00536569"/>
    <w:rsid w:val="00536700"/>
    <w:rsid w:val="0053776D"/>
    <w:rsid w:val="00542D7D"/>
    <w:rsid w:val="00554717"/>
    <w:rsid w:val="00554A4B"/>
    <w:rsid w:val="00560007"/>
    <w:rsid w:val="00564B92"/>
    <w:rsid w:val="005735E9"/>
    <w:rsid w:val="00573E4F"/>
    <w:rsid w:val="005749C5"/>
    <w:rsid w:val="00574AEB"/>
    <w:rsid w:val="00574EDF"/>
    <w:rsid w:val="00575A52"/>
    <w:rsid w:val="00577F24"/>
    <w:rsid w:val="005817A7"/>
    <w:rsid w:val="00584CD7"/>
    <w:rsid w:val="00593671"/>
    <w:rsid w:val="005979D8"/>
    <w:rsid w:val="005A2639"/>
    <w:rsid w:val="005A2907"/>
    <w:rsid w:val="005B6258"/>
    <w:rsid w:val="005C0A84"/>
    <w:rsid w:val="005C13AE"/>
    <w:rsid w:val="005C2C91"/>
    <w:rsid w:val="005C3DE5"/>
    <w:rsid w:val="005D32AB"/>
    <w:rsid w:val="005D46E7"/>
    <w:rsid w:val="005D74F8"/>
    <w:rsid w:val="005E11D2"/>
    <w:rsid w:val="005E43EE"/>
    <w:rsid w:val="005F012A"/>
    <w:rsid w:val="005F52B1"/>
    <w:rsid w:val="005F74C0"/>
    <w:rsid w:val="005F7B80"/>
    <w:rsid w:val="00601CD2"/>
    <w:rsid w:val="00601D86"/>
    <w:rsid w:val="00604B01"/>
    <w:rsid w:val="0062129C"/>
    <w:rsid w:val="00621F9C"/>
    <w:rsid w:val="00627423"/>
    <w:rsid w:val="0063086E"/>
    <w:rsid w:val="00633CC6"/>
    <w:rsid w:val="00634E2F"/>
    <w:rsid w:val="00637309"/>
    <w:rsid w:val="00637FC6"/>
    <w:rsid w:val="006424DD"/>
    <w:rsid w:val="0064329A"/>
    <w:rsid w:val="006505DB"/>
    <w:rsid w:val="006537F3"/>
    <w:rsid w:val="00653A69"/>
    <w:rsid w:val="0065517F"/>
    <w:rsid w:val="0066471F"/>
    <w:rsid w:val="00670BD3"/>
    <w:rsid w:val="00671234"/>
    <w:rsid w:val="00676A9C"/>
    <w:rsid w:val="00686F80"/>
    <w:rsid w:val="00687801"/>
    <w:rsid w:val="00695285"/>
    <w:rsid w:val="006956F8"/>
    <w:rsid w:val="00697CA8"/>
    <w:rsid w:val="006B2AA0"/>
    <w:rsid w:val="006B3B75"/>
    <w:rsid w:val="006B42A2"/>
    <w:rsid w:val="006C1699"/>
    <w:rsid w:val="006C5765"/>
    <w:rsid w:val="006D6340"/>
    <w:rsid w:val="006D7A4A"/>
    <w:rsid w:val="006F0C0B"/>
    <w:rsid w:val="0070508D"/>
    <w:rsid w:val="00705C1A"/>
    <w:rsid w:val="00747952"/>
    <w:rsid w:val="007539D3"/>
    <w:rsid w:val="007566E6"/>
    <w:rsid w:val="007665DD"/>
    <w:rsid w:val="00766DC2"/>
    <w:rsid w:val="00771EA2"/>
    <w:rsid w:val="00796378"/>
    <w:rsid w:val="007A0430"/>
    <w:rsid w:val="007A0885"/>
    <w:rsid w:val="007A1BAD"/>
    <w:rsid w:val="007A5904"/>
    <w:rsid w:val="007B2806"/>
    <w:rsid w:val="007B2DCA"/>
    <w:rsid w:val="007B5295"/>
    <w:rsid w:val="007B6059"/>
    <w:rsid w:val="007C2EB8"/>
    <w:rsid w:val="007D5D28"/>
    <w:rsid w:val="007E00B0"/>
    <w:rsid w:val="007E4198"/>
    <w:rsid w:val="007F3E85"/>
    <w:rsid w:val="007F5051"/>
    <w:rsid w:val="00800427"/>
    <w:rsid w:val="00806A96"/>
    <w:rsid w:val="00811543"/>
    <w:rsid w:val="00813751"/>
    <w:rsid w:val="008159C9"/>
    <w:rsid w:val="00822474"/>
    <w:rsid w:val="0084795F"/>
    <w:rsid w:val="008510EB"/>
    <w:rsid w:val="00851F1D"/>
    <w:rsid w:val="00854D7C"/>
    <w:rsid w:val="008626D1"/>
    <w:rsid w:val="008666EC"/>
    <w:rsid w:val="00872FD6"/>
    <w:rsid w:val="008774C1"/>
    <w:rsid w:val="008836AE"/>
    <w:rsid w:val="00891551"/>
    <w:rsid w:val="00897305"/>
    <w:rsid w:val="008A2EBA"/>
    <w:rsid w:val="008A7911"/>
    <w:rsid w:val="008B5BD4"/>
    <w:rsid w:val="008B696F"/>
    <w:rsid w:val="008C40E2"/>
    <w:rsid w:val="008D4191"/>
    <w:rsid w:val="008D4208"/>
    <w:rsid w:val="008D547C"/>
    <w:rsid w:val="008E0214"/>
    <w:rsid w:val="008E0658"/>
    <w:rsid w:val="008E12E1"/>
    <w:rsid w:val="008E62DC"/>
    <w:rsid w:val="008F3F19"/>
    <w:rsid w:val="009027E5"/>
    <w:rsid w:val="0090616C"/>
    <w:rsid w:val="00912EC3"/>
    <w:rsid w:val="00923939"/>
    <w:rsid w:val="0092578C"/>
    <w:rsid w:val="00934807"/>
    <w:rsid w:val="00934B0F"/>
    <w:rsid w:val="009357E1"/>
    <w:rsid w:val="00947D37"/>
    <w:rsid w:val="009500D9"/>
    <w:rsid w:val="00950A22"/>
    <w:rsid w:val="009533B3"/>
    <w:rsid w:val="00961EFE"/>
    <w:rsid w:val="009638F8"/>
    <w:rsid w:val="00963EDC"/>
    <w:rsid w:val="0097339B"/>
    <w:rsid w:val="00975B26"/>
    <w:rsid w:val="009762CC"/>
    <w:rsid w:val="009935DA"/>
    <w:rsid w:val="009A2D42"/>
    <w:rsid w:val="009C05F9"/>
    <w:rsid w:val="009C59DB"/>
    <w:rsid w:val="009D0FA3"/>
    <w:rsid w:val="009D4057"/>
    <w:rsid w:val="009D7BE7"/>
    <w:rsid w:val="009E1A78"/>
    <w:rsid w:val="009E4E76"/>
    <w:rsid w:val="009E6FEC"/>
    <w:rsid w:val="009F4E5F"/>
    <w:rsid w:val="00A02163"/>
    <w:rsid w:val="00A12327"/>
    <w:rsid w:val="00A21F9E"/>
    <w:rsid w:val="00A2219A"/>
    <w:rsid w:val="00A22A12"/>
    <w:rsid w:val="00A22ACE"/>
    <w:rsid w:val="00A32CC4"/>
    <w:rsid w:val="00A3542F"/>
    <w:rsid w:val="00A4644D"/>
    <w:rsid w:val="00A508E1"/>
    <w:rsid w:val="00A718E9"/>
    <w:rsid w:val="00A74A5F"/>
    <w:rsid w:val="00A776BB"/>
    <w:rsid w:val="00A80D3E"/>
    <w:rsid w:val="00A82D51"/>
    <w:rsid w:val="00A83CBC"/>
    <w:rsid w:val="00A90E18"/>
    <w:rsid w:val="00A938E7"/>
    <w:rsid w:val="00A9421D"/>
    <w:rsid w:val="00AA479F"/>
    <w:rsid w:val="00AA4CD0"/>
    <w:rsid w:val="00AB0FE7"/>
    <w:rsid w:val="00AB3614"/>
    <w:rsid w:val="00AC0A04"/>
    <w:rsid w:val="00AD72AA"/>
    <w:rsid w:val="00AE27AF"/>
    <w:rsid w:val="00AE6D1C"/>
    <w:rsid w:val="00AE6F99"/>
    <w:rsid w:val="00AE706C"/>
    <w:rsid w:val="00AE7ED3"/>
    <w:rsid w:val="00AF12CF"/>
    <w:rsid w:val="00AF26A8"/>
    <w:rsid w:val="00AF3A17"/>
    <w:rsid w:val="00AF3AA0"/>
    <w:rsid w:val="00B00C2B"/>
    <w:rsid w:val="00B02C1D"/>
    <w:rsid w:val="00B02D69"/>
    <w:rsid w:val="00B0722F"/>
    <w:rsid w:val="00B140B6"/>
    <w:rsid w:val="00B1658C"/>
    <w:rsid w:val="00B16CF9"/>
    <w:rsid w:val="00B20CFF"/>
    <w:rsid w:val="00B3070F"/>
    <w:rsid w:val="00B30D88"/>
    <w:rsid w:val="00B32F54"/>
    <w:rsid w:val="00B347F2"/>
    <w:rsid w:val="00B34CB2"/>
    <w:rsid w:val="00B73422"/>
    <w:rsid w:val="00B8215D"/>
    <w:rsid w:val="00B90B2E"/>
    <w:rsid w:val="00B94351"/>
    <w:rsid w:val="00BA4783"/>
    <w:rsid w:val="00BA5A1F"/>
    <w:rsid w:val="00BA69FB"/>
    <w:rsid w:val="00BA7566"/>
    <w:rsid w:val="00BD195B"/>
    <w:rsid w:val="00BD5CD1"/>
    <w:rsid w:val="00BF6D36"/>
    <w:rsid w:val="00C1022E"/>
    <w:rsid w:val="00C125EA"/>
    <w:rsid w:val="00C20184"/>
    <w:rsid w:val="00C22C2F"/>
    <w:rsid w:val="00C22DA6"/>
    <w:rsid w:val="00C35B9B"/>
    <w:rsid w:val="00C43374"/>
    <w:rsid w:val="00C463C2"/>
    <w:rsid w:val="00C6360C"/>
    <w:rsid w:val="00C66C69"/>
    <w:rsid w:val="00C74AB3"/>
    <w:rsid w:val="00C8127F"/>
    <w:rsid w:val="00C8281F"/>
    <w:rsid w:val="00C91BDE"/>
    <w:rsid w:val="00CA12E7"/>
    <w:rsid w:val="00CA7D83"/>
    <w:rsid w:val="00CB6C1D"/>
    <w:rsid w:val="00CC05BC"/>
    <w:rsid w:val="00CC2266"/>
    <w:rsid w:val="00CC49D7"/>
    <w:rsid w:val="00CC5209"/>
    <w:rsid w:val="00CC5F04"/>
    <w:rsid w:val="00CC6C70"/>
    <w:rsid w:val="00CD6932"/>
    <w:rsid w:val="00CF1EB1"/>
    <w:rsid w:val="00D00FC0"/>
    <w:rsid w:val="00D01EF1"/>
    <w:rsid w:val="00D05737"/>
    <w:rsid w:val="00D074DD"/>
    <w:rsid w:val="00D11D30"/>
    <w:rsid w:val="00D16EEF"/>
    <w:rsid w:val="00D228CF"/>
    <w:rsid w:val="00D24408"/>
    <w:rsid w:val="00D46307"/>
    <w:rsid w:val="00D5119E"/>
    <w:rsid w:val="00D6138B"/>
    <w:rsid w:val="00D6554E"/>
    <w:rsid w:val="00D6702E"/>
    <w:rsid w:val="00D727DB"/>
    <w:rsid w:val="00D80989"/>
    <w:rsid w:val="00D813BA"/>
    <w:rsid w:val="00D83FEF"/>
    <w:rsid w:val="00D86561"/>
    <w:rsid w:val="00D9298A"/>
    <w:rsid w:val="00D92DA8"/>
    <w:rsid w:val="00D93CFF"/>
    <w:rsid w:val="00D969BB"/>
    <w:rsid w:val="00DA10EA"/>
    <w:rsid w:val="00DA1E6E"/>
    <w:rsid w:val="00DA2FDD"/>
    <w:rsid w:val="00DA6D50"/>
    <w:rsid w:val="00DD03E6"/>
    <w:rsid w:val="00DD0775"/>
    <w:rsid w:val="00DD3ABE"/>
    <w:rsid w:val="00DE41D6"/>
    <w:rsid w:val="00DE7F37"/>
    <w:rsid w:val="00E0115D"/>
    <w:rsid w:val="00E04662"/>
    <w:rsid w:val="00E33CC2"/>
    <w:rsid w:val="00E37426"/>
    <w:rsid w:val="00E37FAB"/>
    <w:rsid w:val="00E437FF"/>
    <w:rsid w:val="00E45CE7"/>
    <w:rsid w:val="00E45D51"/>
    <w:rsid w:val="00E475FB"/>
    <w:rsid w:val="00E51D92"/>
    <w:rsid w:val="00E621A1"/>
    <w:rsid w:val="00E63D89"/>
    <w:rsid w:val="00E6580F"/>
    <w:rsid w:val="00E67909"/>
    <w:rsid w:val="00E67DE2"/>
    <w:rsid w:val="00E760C6"/>
    <w:rsid w:val="00E83DBD"/>
    <w:rsid w:val="00E8738F"/>
    <w:rsid w:val="00E945C6"/>
    <w:rsid w:val="00E974D1"/>
    <w:rsid w:val="00EA5326"/>
    <w:rsid w:val="00EA7DDC"/>
    <w:rsid w:val="00EC38CE"/>
    <w:rsid w:val="00EC3925"/>
    <w:rsid w:val="00ED286F"/>
    <w:rsid w:val="00ED3447"/>
    <w:rsid w:val="00EF2646"/>
    <w:rsid w:val="00F033FA"/>
    <w:rsid w:val="00F1081A"/>
    <w:rsid w:val="00F1349A"/>
    <w:rsid w:val="00F14AFF"/>
    <w:rsid w:val="00F214A3"/>
    <w:rsid w:val="00F216AB"/>
    <w:rsid w:val="00F2577D"/>
    <w:rsid w:val="00F30208"/>
    <w:rsid w:val="00F4327F"/>
    <w:rsid w:val="00F44A67"/>
    <w:rsid w:val="00F502BA"/>
    <w:rsid w:val="00F52EFA"/>
    <w:rsid w:val="00F5768C"/>
    <w:rsid w:val="00F57897"/>
    <w:rsid w:val="00F62674"/>
    <w:rsid w:val="00F66096"/>
    <w:rsid w:val="00F75BB8"/>
    <w:rsid w:val="00F90FD3"/>
    <w:rsid w:val="00FB7C19"/>
    <w:rsid w:val="00FD5C5F"/>
    <w:rsid w:val="00FD5F67"/>
    <w:rsid w:val="00FE3C1D"/>
    <w:rsid w:val="00FF267F"/>
    <w:rsid w:val="00FF34E6"/>
    <w:rsid w:val="35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36B53"/>
  <w15:chartTrackingRefBased/>
  <w15:docId w15:val="{5B8E4F60-0AF1-0D4A-9D42-673EF85B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36700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536700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E437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37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37FF"/>
    <w:rPr>
      <w:rFonts w:ascii="Gudea" w:hAnsi="Gude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37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37FF"/>
    <w:rPr>
      <w:rFonts w:ascii="Gudea" w:hAnsi="Gude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uthmorongarzaran/Documents/ZSL/Vorlage/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2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Morón Garzarán</dc:creator>
  <cp:keywords/>
  <dc:description/>
  <cp:lastModifiedBy>Ruth Morón Garzarán</cp:lastModifiedBy>
  <cp:revision>3</cp:revision>
  <cp:lastPrinted>2025-01-18T13:16:00Z</cp:lastPrinted>
  <dcterms:created xsi:type="dcterms:W3CDTF">2025-01-18T13:16:00Z</dcterms:created>
  <dcterms:modified xsi:type="dcterms:W3CDTF">2025-01-18T13:16:00Z</dcterms:modified>
</cp:coreProperties>
</file>